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СВЕДЕНИЯ</w:t>
      </w:r>
    </w:p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DB4507" w:rsidRDefault="00DB4507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образовательных учреждений </w:t>
      </w:r>
    </w:p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Белохолуницкого муниципального района и членов их семей</w:t>
      </w:r>
    </w:p>
    <w:p w:rsidR="00297374" w:rsidRPr="00297374" w:rsidRDefault="00297374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7374">
        <w:rPr>
          <w:rFonts w:ascii="Times New Roman" w:hAnsi="Times New Roman" w:cs="Times New Roman"/>
          <w:sz w:val="28"/>
          <w:szCs w:val="28"/>
        </w:rPr>
        <w:t>за перио</w:t>
      </w:r>
      <w:r w:rsidR="00DD1E34">
        <w:rPr>
          <w:rFonts w:ascii="Times New Roman" w:hAnsi="Times New Roman" w:cs="Times New Roman"/>
          <w:sz w:val="28"/>
          <w:szCs w:val="28"/>
        </w:rPr>
        <w:t>д с 01 января по 31 декабря 2012</w:t>
      </w:r>
      <w:r w:rsidRPr="0029737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2344"/>
        <w:gridCol w:w="1525"/>
        <w:gridCol w:w="1698"/>
        <w:gridCol w:w="1319"/>
        <w:gridCol w:w="1457"/>
        <w:gridCol w:w="1940"/>
        <w:gridCol w:w="1569"/>
        <w:gridCol w:w="1477"/>
        <w:gridCol w:w="1457"/>
      </w:tblGrid>
      <w:tr w:rsidR="00DD1E34" w:rsidTr="000B6ECF">
        <w:tc>
          <w:tcPr>
            <w:tcW w:w="2344" w:type="dxa"/>
            <w:vMerge w:val="restart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525" w:type="dxa"/>
            <w:vMerge w:val="restart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Деклари-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рованный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годовой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доход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14" w:type="dxa"/>
            <w:gridSpan w:val="4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недвижимого имущества и транспортные </w:t>
            </w:r>
            <w:proofErr w:type="gramEnd"/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средства, принадлежащие на праве собственности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  <w:gridSpan w:val="3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объектов </w:t>
            </w: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пользовании</w:t>
            </w:r>
          </w:p>
        </w:tc>
      </w:tr>
      <w:tr w:rsidR="000B6ECF" w:rsidTr="000B6ECF">
        <w:tc>
          <w:tcPr>
            <w:tcW w:w="2344" w:type="dxa"/>
            <w:vMerge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объектов не-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движимости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Пло-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940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56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Вид объек-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 недви-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жимости</w:t>
            </w:r>
          </w:p>
        </w:tc>
        <w:tc>
          <w:tcPr>
            <w:tcW w:w="147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располо-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374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0B6ECF" w:rsidTr="000B6ECF">
        <w:tc>
          <w:tcPr>
            <w:tcW w:w="2344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Глазырина Светлана Петровна</w:t>
            </w:r>
          </w:p>
        </w:tc>
        <w:tc>
          <w:tcPr>
            <w:tcW w:w="1525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191399,71</w:t>
            </w:r>
          </w:p>
        </w:tc>
        <w:tc>
          <w:tcPr>
            <w:tcW w:w="1698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C002F5" w:rsidRPr="00297374" w:rsidRDefault="00C002F5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C002F5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</w:t>
            </w:r>
          </w:p>
          <w:p w:rsidR="00DD1E34" w:rsidRDefault="00DD1E34" w:rsidP="00DD1E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02F5" w:rsidRDefault="00C002F5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DD1E34" w:rsidP="00DD1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457" w:type="dxa"/>
          </w:tcPr>
          <w:p w:rsidR="00C002F5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0B6ECF" w:rsidTr="000B6ECF">
        <w:tc>
          <w:tcPr>
            <w:tcW w:w="2344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10,52</w:t>
            </w:r>
          </w:p>
        </w:tc>
        <w:tc>
          <w:tcPr>
            <w:tcW w:w="1698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47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</w:t>
            </w:r>
          </w:p>
          <w:p w:rsidR="00DD1E34" w:rsidRDefault="00DD1E34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45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Pr="0029737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Росссия</w:t>
            </w:r>
          </w:p>
        </w:tc>
      </w:tr>
      <w:tr w:rsidR="000B6ECF" w:rsidTr="000B6ECF">
        <w:tc>
          <w:tcPr>
            <w:tcW w:w="2344" w:type="dxa"/>
          </w:tcPr>
          <w:p w:rsidR="00DD1E34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Бердинских</w:t>
            </w:r>
            <w:r w:rsidR="00DD1E34"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  <w:tc>
          <w:tcPr>
            <w:tcW w:w="1525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462648,31</w:t>
            </w:r>
          </w:p>
        </w:tc>
        <w:tc>
          <w:tcPr>
            <w:tcW w:w="1698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баня</w:t>
            </w:r>
          </w:p>
        </w:tc>
        <w:tc>
          <w:tcPr>
            <w:tcW w:w="1319" w:type="dxa"/>
          </w:tcPr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2500</w:t>
            </w: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1E3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  <w:p w:rsidR="00DD1E34" w:rsidRPr="00297374" w:rsidRDefault="00DD1E34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457" w:type="dxa"/>
          </w:tcPr>
          <w:p w:rsidR="00DD1E3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B6ECF" w:rsidRPr="00297374" w:rsidRDefault="000B6ECF" w:rsidP="000B6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Россия</w:t>
            </w:r>
          </w:p>
        </w:tc>
        <w:tc>
          <w:tcPr>
            <w:tcW w:w="1940" w:type="dxa"/>
          </w:tcPr>
          <w:p w:rsidR="00DD1E34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Шевроле Нива</w:t>
            </w:r>
          </w:p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Мотоцикл Иж-Ю-5К</w:t>
            </w:r>
          </w:p>
        </w:tc>
        <w:tc>
          <w:tcPr>
            <w:tcW w:w="1569" w:type="dxa"/>
          </w:tcPr>
          <w:p w:rsidR="00DD1E34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DD1E34" w:rsidRDefault="00DD1E34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CF" w:rsidTr="000B6ECF">
        <w:tc>
          <w:tcPr>
            <w:tcW w:w="2344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Куроедова Евгения Владимировна</w:t>
            </w:r>
          </w:p>
        </w:tc>
        <w:tc>
          <w:tcPr>
            <w:tcW w:w="1525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494527,32</w:t>
            </w:r>
          </w:p>
        </w:tc>
        <w:tc>
          <w:tcPr>
            <w:tcW w:w="1698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319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5198C" w:rsidRPr="0029737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Фиат 178С</w:t>
            </w:r>
          </w:p>
        </w:tc>
        <w:tc>
          <w:tcPr>
            <w:tcW w:w="1569" w:type="dxa"/>
          </w:tcPr>
          <w:p w:rsidR="0085198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85198C" w:rsidRDefault="00851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5198C" w:rsidRDefault="00851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198C" w:rsidTr="000B6ECF">
        <w:tc>
          <w:tcPr>
            <w:tcW w:w="2344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Александра Леонидовна</w:t>
            </w:r>
          </w:p>
        </w:tc>
        <w:tc>
          <w:tcPr>
            <w:tcW w:w="1525" w:type="dxa"/>
          </w:tcPr>
          <w:p w:rsidR="0085198C" w:rsidRPr="0085198C" w:rsidRDefault="0085198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192072,46</w:t>
            </w:r>
          </w:p>
        </w:tc>
        <w:tc>
          <w:tcPr>
            <w:tcW w:w="1698" w:type="dxa"/>
          </w:tcPr>
          <w:p w:rsidR="0085198C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доли</w:t>
            </w:r>
          </w:p>
        </w:tc>
        <w:tc>
          <w:tcPr>
            <w:tcW w:w="1319" w:type="dxa"/>
          </w:tcPr>
          <w:p w:rsidR="0085198C" w:rsidRDefault="0085198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5198C" w:rsidRPr="0029737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85198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85198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85198C" w:rsidRDefault="00851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85198C" w:rsidRDefault="0085198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6AE" w:rsidTr="000B6ECF">
        <w:tc>
          <w:tcPr>
            <w:tcW w:w="2344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FD46AE" w:rsidRDefault="00FD46AE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51242,38</w:t>
            </w:r>
          </w:p>
        </w:tc>
        <w:tc>
          <w:tcPr>
            <w:tcW w:w="1698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Pr="00297374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FD46AE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6AE" w:rsidTr="000B6ECF">
        <w:tc>
          <w:tcPr>
            <w:tcW w:w="2344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FD46AE" w:rsidRDefault="00FD46AE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  <w:tc>
          <w:tcPr>
            <w:tcW w:w="1319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Pr="00297374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FD46AE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6AE" w:rsidTr="000B6ECF">
        <w:tc>
          <w:tcPr>
            <w:tcW w:w="2344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Глухова Ирина Леонидовна</w:t>
            </w:r>
          </w:p>
        </w:tc>
        <w:tc>
          <w:tcPr>
            <w:tcW w:w="1525" w:type="dxa"/>
          </w:tcPr>
          <w:p w:rsidR="00FD46AE" w:rsidRDefault="00FD46AE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216664,08</w:t>
            </w:r>
          </w:p>
        </w:tc>
        <w:tc>
          <w:tcPr>
            <w:tcW w:w="1698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FD46AE" w:rsidRDefault="00FD46AE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Pr="00297374" w:rsidRDefault="00FD46AE" w:rsidP="000B6E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FD46AE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FD46AE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D46AE" w:rsidRDefault="00FD46AE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CF" w:rsidTr="000B6ECF">
        <w:tc>
          <w:tcPr>
            <w:tcW w:w="2344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0B6ECF" w:rsidRDefault="00A34DB2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900000</w:t>
            </w:r>
          </w:p>
        </w:tc>
        <w:tc>
          <w:tcPr>
            <w:tcW w:w="1698" w:type="dxa"/>
          </w:tcPr>
          <w:p w:rsidR="000B6ECF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0B6ECF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57" w:type="dxa"/>
          </w:tcPr>
          <w:p w:rsidR="000B6ECF" w:rsidRPr="0029737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 Фокус</w:t>
            </w:r>
          </w:p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Планета</w:t>
            </w:r>
          </w:p>
        </w:tc>
        <w:tc>
          <w:tcPr>
            <w:tcW w:w="1569" w:type="dxa"/>
          </w:tcPr>
          <w:p w:rsidR="000B6ECF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CF" w:rsidTr="000B6ECF">
        <w:tc>
          <w:tcPr>
            <w:tcW w:w="2344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0B6ECF" w:rsidRDefault="00A34DB2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0B6ECF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0B6ECF" w:rsidRPr="0029737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0B6ECF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0B6ECF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ECF" w:rsidTr="000B6ECF">
        <w:tc>
          <w:tcPr>
            <w:tcW w:w="2344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АрхиповаТатьяна Александровна</w:t>
            </w:r>
          </w:p>
        </w:tc>
        <w:tc>
          <w:tcPr>
            <w:tcW w:w="1525" w:type="dxa"/>
          </w:tcPr>
          <w:p w:rsidR="000B6ECF" w:rsidRDefault="000B6ECF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440386,51</w:t>
            </w:r>
          </w:p>
        </w:tc>
        <w:tc>
          <w:tcPr>
            <w:tcW w:w="1698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19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1457" w:type="dxa"/>
          </w:tcPr>
          <w:p w:rsidR="000B6ECF" w:rsidRPr="00297374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0B6ECF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B6ECF" w:rsidTr="000B6ECF">
        <w:tc>
          <w:tcPr>
            <w:tcW w:w="2344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0B6ECF" w:rsidRDefault="000B6ECF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10945,10</w:t>
            </w:r>
          </w:p>
        </w:tc>
        <w:tc>
          <w:tcPr>
            <w:tcW w:w="1698" w:type="dxa"/>
          </w:tcPr>
          <w:p w:rsidR="000B6ECF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0B6ECF" w:rsidRDefault="000B6ECF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Приора</w:t>
            </w:r>
          </w:p>
        </w:tc>
        <w:tc>
          <w:tcPr>
            <w:tcW w:w="1569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0B6ECF" w:rsidRDefault="000B6ECF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3D147C" w:rsidRDefault="00394989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Ложкина Людмила Алексеевна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411615,03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162707,28</w:t>
            </w:r>
          </w:p>
        </w:tc>
        <w:tc>
          <w:tcPr>
            <w:tcW w:w="1698" w:type="dxa"/>
          </w:tcPr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Нива-Шевроле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Самойленко Наталья Григорьевна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338578,69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Шерстенникова Александра Ивановна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146046,29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</w:tcPr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ВАЗ-21074</w:t>
            </w:r>
          </w:p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Фолькс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ваген-Гольф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2530,80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Мумрикова Елена Аркадьевна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176086,61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137153,64</w:t>
            </w:r>
          </w:p>
        </w:tc>
        <w:tc>
          <w:tcPr>
            <w:tcW w:w="1698" w:type="dxa"/>
          </w:tcPr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ВАЗ-21102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Чикишева Зинаида Геннадьевна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206839,69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150471,96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3D147C" w:rsidRDefault="00270461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ВАЗ-211440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Сюткина Валентина Дмитриевна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225100,88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  <w:p w:rsidR="003D147C" w:rsidRDefault="003D147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62,9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Людмила Николаевна 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550415,45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1452F1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257780.96</w:t>
            </w:r>
          </w:p>
        </w:tc>
        <w:tc>
          <w:tcPr>
            <w:tcW w:w="1698" w:type="dxa"/>
          </w:tcPr>
          <w:p w:rsidR="003D147C" w:rsidRDefault="003D147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3D147C" w:rsidRDefault="003D147C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147C" w:rsidRDefault="003D147C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гараж</w:t>
            </w:r>
          </w:p>
        </w:tc>
        <w:tc>
          <w:tcPr>
            <w:tcW w:w="1319" w:type="dxa"/>
          </w:tcPr>
          <w:p w:rsidR="003D147C" w:rsidRDefault="003D147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51,9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57" w:type="dxa"/>
          </w:tcPr>
          <w:p w:rsidR="003D147C" w:rsidRDefault="003D147C" w:rsidP="00ED0B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Россия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Лада-Приора</w:t>
            </w:r>
          </w:p>
        </w:tc>
        <w:tc>
          <w:tcPr>
            <w:tcW w:w="1569" w:type="dxa"/>
          </w:tcPr>
          <w:p w:rsidR="003D147C" w:rsidRDefault="003D147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</w:p>
          <w:p w:rsidR="003D147C" w:rsidRDefault="003D147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3D147C" w:rsidRDefault="003D147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ED0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Магомедова надежда Ильинична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205267,91</w:t>
            </w:r>
          </w:p>
        </w:tc>
        <w:tc>
          <w:tcPr>
            <w:tcW w:w="1698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9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7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1/2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Зырянов Александр Александрович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592920,24</w:t>
            </w:r>
          </w:p>
        </w:tc>
        <w:tc>
          <w:tcPr>
            <w:tcW w:w="1698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270461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 ½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270461" w:rsidP="00F1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Нива-Шевроле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ММВЗ-3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ИЖ-Юпитер</w:t>
            </w:r>
          </w:p>
        </w:tc>
        <w:tc>
          <w:tcPr>
            <w:tcW w:w="1569" w:type="dxa"/>
          </w:tcPr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364982,52</w:t>
            </w:r>
          </w:p>
        </w:tc>
        <w:tc>
          <w:tcPr>
            <w:tcW w:w="1698" w:type="dxa"/>
          </w:tcPr>
          <w:p w:rsidR="003D147C" w:rsidRDefault="00270461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 ½ доли</w:t>
            </w:r>
          </w:p>
        </w:tc>
        <w:tc>
          <w:tcPr>
            <w:tcW w:w="1319" w:type="dxa"/>
          </w:tcPr>
          <w:p w:rsidR="003D147C" w:rsidRDefault="00270461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Наталья Виктровна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468002,03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304294,77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Лада-219000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Маренина Елена Михайловна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180705,46</w:t>
            </w:r>
          </w:p>
        </w:tc>
        <w:tc>
          <w:tcPr>
            <w:tcW w:w="1698" w:type="dxa"/>
          </w:tcPr>
          <w:p w:rsidR="003D147C" w:rsidRDefault="00270461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 ½ доли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23,25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Анфилатов Иван Анатольевич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302311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Хонда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128268,58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Анфилатова Галина Алексеевна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307969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КИА-спектра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38,98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84899,30</w:t>
            </w:r>
          </w:p>
        </w:tc>
        <w:tc>
          <w:tcPr>
            <w:tcW w:w="1698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3D1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38,98</w:t>
            </w:r>
          </w:p>
          <w:p w:rsidR="003D147C" w:rsidRDefault="003D147C" w:rsidP="003D14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59,3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D147C" w:rsidRDefault="003D147C" w:rsidP="003D14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Рычкова Татьяна Павловна 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266105,92</w:t>
            </w:r>
          </w:p>
        </w:tc>
        <w:tc>
          <w:tcPr>
            <w:tcW w:w="1698" w:type="dxa"/>
          </w:tcPr>
          <w:p w:rsidR="003D147C" w:rsidRDefault="00270461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 ½ доли</w:t>
            </w:r>
          </w:p>
        </w:tc>
        <w:tc>
          <w:tcPr>
            <w:tcW w:w="1319" w:type="dxa"/>
          </w:tcPr>
          <w:p w:rsidR="003D147C" w:rsidRDefault="003D147C" w:rsidP="000D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21,48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56625,30</w:t>
            </w:r>
          </w:p>
        </w:tc>
        <w:tc>
          <w:tcPr>
            <w:tcW w:w="1698" w:type="dxa"/>
          </w:tcPr>
          <w:p w:rsidR="003D147C" w:rsidRDefault="00270461" w:rsidP="0027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 ½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21111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21,48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Шитова Раиса Владимировна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313566,06</w:t>
            </w:r>
          </w:p>
        </w:tc>
        <w:tc>
          <w:tcPr>
            <w:tcW w:w="1698" w:type="dxa"/>
          </w:tcPr>
          <w:p w:rsidR="003D147C" w:rsidRDefault="00270461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212140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Шабалина Елена Збигневовна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388372,43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3 313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94989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49216,26</w:t>
            </w:r>
          </w:p>
        </w:tc>
        <w:tc>
          <w:tcPr>
            <w:tcW w:w="1698" w:type="dxa"/>
          </w:tcPr>
          <w:p w:rsidR="003D147C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9" w:type="dxa"/>
          </w:tcPr>
          <w:p w:rsidR="003D147C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3313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69,3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1457" w:type="dxa"/>
          </w:tcPr>
          <w:p w:rsidR="003D147C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394989" w:rsidRDefault="00394989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94989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 3110</w:t>
            </w:r>
          </w:p>
          <w:p w:rsidR="00394989" w:rsidRDefault="00394989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Мицубиси</w:t>
            </w:r>
          </w:p>
        </w:tc>
        <w:tc>
          <w:tcPr>
            <w:tcW w:w="1569" w:type="dxa"/>
          </w:tcPr>
          <w:p w:rsidR="003D147C" w:rsidRDefault="00394989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Белкина Ольга Викторовна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468481,21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485369,19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Шевроле-Эрика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Автоприцеп ВМЗ-9.601</w:t>
            </w:r>
          </w:p>
        </w:tc>
        <w:tc>
          <w:tcPr>
            <w:tcW w:w="1569" w:type="dxa"/>
          </w:tcPr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¼ доли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7C" w:rsidTr="000B6ECF">
        <w:tc>
          <w:tcPr>
            <w:tcW w:w="2344" w:type="dxa"/>
          </w:tcPr>
          <w:p w:rsidR="003D147C" w:rsidRDefault="003D147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Сюткина Галина Сергеевна 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478456,07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270461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Жилой 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1038</w:t>
            </w: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27,8</w:t>
            </w: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569" w:type="dxa"/>
          </w:tcPr>
          <w:p w:rsidR="003D147C" w:rsidRDefault="00270461" w:rsidP="002704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D147C" w:rsidTr="000B6ECF">
        <w:tc>
          <w:tcPr>
            <w:tcW w:w="2344" w:type="dxa"/>
          </w:tcPr>
          <w:p w:rsidR="003D147C" w:rsidRDefault="003D147C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25" w:type="dxa"/>
          </w:tcPr>
          <w:p w:rsidR="003D147C" w:rsidRDefault="003D147C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377343,76</w:t>
            </w:r>
          </w:p>
        </w:tc>
        <w:tc>
          <w:tcPr>
            <w:tcW w:w="1698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19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3D147C" w:rsidRDefault="003D147C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dxa"/>
          </w:tcPr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ВАЗ2101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Шевроле-Ланос</w:t>
            </w:r>
          </w:p>
          <w:p w:rsidR="003D147C" w:rsidRDefault="003D147C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Мотоцикл ММВЗ-3.112</w:t>
            </w:r>
          </w:p>
        </w:tc>
        <w:tc>
          <w:tcPr>
            <w:tcW w:w="1569" w:type="dxa"/>
          </w:tcPr>
          <w:p w:rsidR="003D147C" w:rsidRDefault="00270461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</w:t>
            </w:r>
            <w:r w:rsidR="003D147C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47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57" w:type="dxa"/>
          </w:tcPr>
          <w:p w:rsidR="003D147C" w:rsidRDefault="003D147C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82CD3" w:rsidTr="000B6ECF">
        <w:tc>
          <w:tcPr>
            <w:tcW w:w="2344" w:type="dxa"/>
          </w:tcPr>
          <w:p w:rsidR="00682CD3" w:rsidRDefault="00682CD3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Частикова Марина Владимировна</w:t>
            </w:r>
          </w:p>
        </w:tc>
        <w:tc>
          <w:tcPr>
            <w:tcW w:w="1525" w:type="dxa"/>
          </w:tcPr>
          <w:p w:rsidR="00682CD3" w:rsidRDefault="00F070B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137132,91</w:t>
            </w:r>
          </w:p>
        </w:tc>
        <w:tc>
          <w:tcPr>
            <w:tcW w:w="1698" w:type="dxa"/>
          </w:tcPr>
          <w:p w:rsidR="00682CD3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1/5доли</w:t>
            </w:r>
          </w:p>
        </w:tc>
        <w:tc>
          <w:tcPr>
            <w:tcW w:w="1319" w:type="dxa"/>
          </w:tcPr>
          <w:p w:rsidR="00682CD3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1051</w:t>
            </w: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457" w:type="dxa"/>
          </w:tcPr>
          <w:p w:rsidR="00682CD3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682CD3" w:rsidRDefault="00F070B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682CD3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682CD3" w:rsidRDefault="00682CD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682CD3" w:rsidRDefault="00682CD3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BA" w:rsidTr="000B6ECF">
        <w:tc>
          <w:tcPr>
            <w:tcW w:w="2344" w:type="dxa"/>
          </w:tcPr>
          <w:p w:rsidR="00F070BA" w:rsidRDefault="00F070BA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25" w:type="dxa"/>
          </w:tcPr>
          <w:p w:rsidR="00F070BA" w:rsidRDefault="00F070B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337300,39</w:t>
            </w:r>
          </w:p>
        </w:tc>
        <w:tc>
          <w:tcPr>
            <w:tcW w:w="1698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1/5доли</w:t>
            </w:r>
          </w:p>
        </w:tc>
        <w:tc>
          <w:tcPr>
            <w:tcW w:w="1319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457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F070BA" w:rsidRDefault="00F070B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21093</w:t>
            </w:r>
          </w:p>
        </w:tc>
        <w:tc>
          <w:tcPr>
            <w:tcW w:w="1569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BA" w:rsidTr="000B6ECF">
        <w:tc>
          <w:tcPr>
            <w:tcW w:w="2344" w:type="dxa"/>
          </w:tcPr>
          <w:p w:rsidR="00F070BA" w:rsidRDefault="00F070BA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1525" w:type="dxa"/>
          </w:tcPr>
          <w:p w:rsidR="00F070BA" w:rsidRDefault="00F070BA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1/5доли</w:t>
            </w:r>
          </w:p>
        </w:tc>
        <w:tc>
          <w:tcPr>
            <w:tcW w:w="1319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457" w:type="dxa"/>
          </w:tcPr>
          <w:p w:rsidR="00F070BA" w:rsidRDefault="00F070BA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F070BA" w:rsidRDefault="00F070BA" w:rsidP="00297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F070BA" w:rsidRDefault="00F070BA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73D" w:rsidTr="000B6ECF">
        <w:tc>
          <w:tcPr>
            <w:tcW w:w="2344" w:type="dxa"/>
          </w:tcPr>
          <w:p w:rsidR="0042773D" w:rsidRDefault="0042773D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42773D" w:rsidRDefault="0042773D" w:rsidP="00851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1/5доли</w:t>
            </w:r>
          </w:p>
        </w:tc>
        <w:tc>
          <w:tcPr>
            <w:tcW w:w="1319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457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73D" w:rsidTr="000B6ECF">
        <w:tc>
          <w:tcPr>
            <w:tcW w:w="2344" w:type="dxa"/>
          </w:tcPr>
          <w:p w:rsidR="0042773D" w:rsidRDefault="0042773D" w:rsidP="00A34D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1525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98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1/5доли</w:t>
            </w:r>
          </w:p>
        </w:tc>
        <w:tc>
          <w:tcPr>
            <w:tcW w:w="1319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457" w:type="dxa"/>
          </w:tcPr>
          <w:p w:rsidR="0042773D" w:rsidRDefault="0042773D" w:rsidP="00427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40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9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77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42773D" w:rsidRDefault="0042773D" w:rsidP="00427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05B5" w:rsidRPr="00297374" w:rsidRDefault="000C05B5" w:rsidP="002973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C05B5" w:rsidRPr="00297374" w:rsidSect="00297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7374"/>
    <w:rsid w:val="000B6ECF"/>
    <w:rsid w:val="000C05B5"/>
    <w:rsid w:val="000D34D1"/>
    <w:rsid w:val="000D4FB6"/>
    <w:rsid w:val="001452F1"/>
    <w:rsid w:val="002531B4"/>
    <w:rsid w:val="00270461"/>
    <w:rsid w:val="00297374"/>
    <w:rsid w:val="00303D88"/>
    <w:rsid w:val="00316C18"/>
    <w:rsid w:val="00394989"/>
    <w:rsid w:val="003B3A28"/>
    <w:rsid w:val="003D147C"/>
    <w:rsid w:val="0042773D"/>
    <w:rsid w:val="00682CD3"/>
    <w:rsid w:val="006C105A"/>
    <w:rsid w:val="00721B90"/>
    <w:rsid w:val="008446AF"/>
    <w:rsid w:val="0085198C"/>
    <w:rsid w:val="00A31CD7"/>
    <w:rsid w:val="00A34DB2"/>
    <w:rsid w:val="00AF74F8"/>
    <w:rsid w:val="00C002F5"/>
    <w:rsid w:val="00CC5D1D"/>
    <w:rsid w:val="00D840BA"/>
    <w:rsid w:val="00DB4507"/>
    <w:rsid w:val="00DD1E34"/>
    <w:rsid w:val="00ED0B74"/>
    <w:rsid w:val="00F070BA"/>
    <w:rsid w:val="00F1597F"/>
    <w:rsid w:val="00FA44EE"/>
    <w:rsid w:val="00FD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2D43-079E-4E89-ADCF-47B6FF63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2013-07-22T04:43:00Z</dcterms:created>
  <dcterms:modified xsi:type="dcterms:W3CDTF">2013-07-22T04:50:00Z</dcterms:modified>
</cp:coreProperties>
</file>