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E83" w:rsidRDefault="00441E83" w:rsidP="00265F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1E83" w:rsidRPr="00265FAD" w:rsidRDefault="00441E83" w:rsidP="00265F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5FAD">
        <w:rPr>
          <w:rFonts w:ascii="Times New Roman" w:hAnsi="Times New Roman"/>
          <w:sz w:val="28"/>
          <w:szCs w:val="28"/>
        </w:rPr>
        <w:t xml:space="preserve">Сведения </w:t>
      </w:r>
    </w:p>
    <w:p w:rsidR="00441E83" w:rsidRDefault="00441E83" w:rsidP="00265F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441E83" w:rsidRDefault="00441E83" w:rsidP="00265F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министра труда и занятости населения Оренбургской области  Кузьмина В.П. и его супруги</w:t>
      </w:r>
    </w:p>
    <w:p w:rsidR="00441E83" w:rsidRDefault="00441E83" w:rsidP="00265F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01 января по 31 декабря 2011 года</w:t>
      </w:r>
    </w:p>
    <w:p w:rsidR="00441E83" w:rsidRDefault="00441E83" w:rsidP="00265F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1E83" w:rsidRDefault="00441E83" w:rsidP="00265F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4"/>
        <w:gridCol w:w="1843"/>
        <w:gridCol w:w="1417"/>
        <w:gridCol w:w="1843"/>
        <w:gridCol w:w="1417"/>
        <w:gridCol w:w="1418"/>
        <w:gridCol w:w="1701"/>
        <w:gridCol w:w="1701"/>
        <w:gridCol w:w="992"/>
        <w:gridCol w:w="992"/>
      </w:tblGrid>
      <w:tr w:rsidR="00441E83" w:rsidRPr="0032009B" w:rsidTr="0032009B">
        <w:tc>
          <w:tcPr>
            <w:tcW w:w="1844" w:type="dxa"/>
            <w:vMerge w:val="restart"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843" w:type="dxa"/>
            <w:vMerge w:val="restart"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417" w:type="dxa"/>
            <w:vMerge w:val="restart"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годовой доход за 2011 год (руб.)</w:t>
            </w:r>
          </w:p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4"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41E83" w:rsidRPr="0032009B" w:rsidTr="0032009B">
        <w:tc>
          <w:tcPr>
            <w:tcW w:w="1844" w:type="dxa"/>
            <w:vMerge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17" w:type="dxa"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418" w:type="dxa"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992" w:type="dxa"/>
          </w:tcPr>
          <w:p w:rsidR="00441E83" w:rsidRPr="0032009B" w:rsidRDefault="00441E83" w:rsidP="00320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441E83" w:rsidRPr="0032009B" w:rsidTr="0032009B">
        <w:tc>
          <w:tcPr>
            <w:tcW w:w="1844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 xml:space="preserve">Кузьмин </w:t>
            </w: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Вячеслав</w:t>
            </w: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 xml:space="preserve">Петрович </w:t>
            </w: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Министр труда и занятости населения Оренбургской области</w:t>
            </w:r>
          </w:p>
        </w:tc>
        <w:tc>
          <w:tcPr>
            <w:tcW w:w="1417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color w:val="000000"/>
                <w:sz w:val="24"/>
                <w:szCs w:val="24"/>
              </w:rPr>
              <w:t>1582283,39</w:t>
            </w:r>
          </w:p>
        </w:tc>
        <w:tc>
          <w:tcPr>
            <w:tcW w:w="1843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1. Квартира</w:t>
            </w: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 xml:space="preserve">2. Гараж </w:t>
            </w: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 xml:space="preserve">3. Погреб </w:t>
            </w: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115,8</w:t>
            </w: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17,0</w:t>
            </w: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1418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 xml:space="preserve">Skoda SuperB </w:t>
            </w:r>
          </w:p>
        </w:tc>
        <w:tc>
          <w:tcPr>
            <w:tcW w:w="1701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992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E83" w:rsidRPr="0032009B" w:rsidTr="0032009B">
        <w:tc>
          <w:tcPr>
            <w:tcW w:w="1844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color w:val="000000"/>
                <w:sz w:val="24"/>
                <w:szCs w:val="24"/>
              </w:rPr>
              <w:t>68836,00</w:t>
            </w:r>
          </w:p>
        </w:tc>
        <w:tc>
          <w:tcPr>
            <w:tcW w:w="1843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  <w:tc>
          <w:tcPr>
            <w:tcW w:w="1418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>115,8</w:t>
            </w:r>
          </w:p>
        </w:tc>
        <w:tc>
          <w:tcPr>
            <w:tcW w:w="992" w:type="dxa"/>
          </w:tcPr>
          <w:p w:rsidR="00441E83" w:rsidRPr="0032009B" w:rsidRDefault="00441E83" w:rsidP="00320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09B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</w:tbl>
    <w:p w:rsidR="00441E83" w:rsidRDefault="00441E83" w:rsidP="00265F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1E83" w:rsidRDefault="00441E83" w:rsidP="008E17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1E83" w:rsidRPr="00265FAD" w:rsidRDefault="00441E83" w:rsidP="008E179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 труда и занятости населения Оренбургской области                                                                               В.П. Кузьмин</w:t>
      </w:r>
    </w:p>
    <w:sectPr w:rsidR="00441E83" w:rsidRPr="00265FAD" w:rsidSect="008E179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FAD"/>
    <w:rsid w:val="00023CCE"/>
    <w:rsid w:val="00080629"/>
    <w:rsid w:val="000C410C"/>
    <w:rsid w:val="00176DFB"/>
    <w:rsid w:val="00186E58"/>
    <w:rsid w:val="00265FAD"/>
    <w:rsid w:val="002D5E61"/>
    <w:rsid w:val="002E6074"/>
    <w:rsid w:val="0032009B"/>
    <w:rsid w:val="00342C9C"/>
    <w:rsid w:val="00441E83"/>
    <w:rsid w:val="004802C6"/>
    <w:rsid w:val="0058502D"/>
    <w:rsid w:val="007179BE"/>
    <w:rsid w:val="007C493B"/>
    <w:rsid w:val="00884073"/>
    <w:rsid w:val="008840FC"/>
    <w:rsid w:val="008909E0"/>
    <w:rsid w:val="008E1790"/>
    <w:rsid w:val="009379AD"/>
    <w:rsid w:val="00960DA6"/>
    <w:rsid w:val="00986ADB"/>
    <w:rsid w:val="00A36787"/>
    <w:rsid w:val="00A50140"/>
    <w:rsid w:val="00B02DBE"/>
    <w:rsid w:val="00B916C2"/>
    <w:rsid w:val="00BE6D1F"/>
    <w:rsid w:val="00C82AD3"/>
    <w:rsid w:val="00CA4192"/>
    <w:rsid w:val="00CC08B1"/>
    <w:rsid w:val="00D05FE2"/>
    <w:rsid w:val="00D676EA"/>
    <w:rsid w:val="00D766D0"/>
    <w:rsid w:val="00D77EFA"/>
    <w:rsid w:val="00FA4566"/>
    <w:rsid w:val="00FD0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FE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65FA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D09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155</Words>
  <Characters>889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Поликарпова</dc:creator>
  <cp:keywords/>
  <dc:description/>
  <cp:lastModifiedBy>vvs</cp:lastModifiedBy>
  <cp:revision>3</cp:revision>
  <cp:lastPrinted>2012-04-28T06:13:00Z</cp:lastPrinted>
  <dcterms:created xsi:type="dcterms:W3CDTF">2012-05-12T05:38:00Z</dcterms:created>
  <dcterms:modified xsi:type="dcterms:W3CDTF">2012-05-12T10:17:00Z</dcterms:modified>
</cp:coreProperties>
</file>