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310" w:rsidRPr="00371F5B" w:rsidRDefault="00EA4310" w:rsidP="001048A9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Сведения</w:t>
      </w:r>
    </w:p>
    <w:p w:rsidR="00EA4310" w:rsidRPr="00371F5B" w:rsidRDefault="00EA4310" w:rsidP="001048A9">
      <w:pPr>
        <w:ind w:firstLine="11"/>
        <w:jc w:val="center"/>
        <w:rPr>
          <w:sz w:val="24"/>
          <w:szCs w:val="24"/>
          <w:lang w:val="ru-RU"/>
        </w:rPr>
      </w:pPr>
      <w:r w:rsidRPr="00371F5B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EA4310" w:rsidRPr="00D55DB1" w:rsidRDefault="00EA4310" w:rsidP="001048A9">
      <w:pPr>
        <w:pBdr>
          <w:bottom w:val="single" w:sz="4" w:space="1" w:color="auto"/>
        </w:pBdr>
        <w:ind w:firstLine="11"/>
        <w:jc w:val="center"/>
        <w:rPr>
          <w:b/>
          <w:bCs/>
          <w:i/>
          <w:iCs/>
          <w:sz w:val="24"/>
          <w:szCs w:val="24"/>
          <w:lang w:val="ru-RU"/>
        </w:rPr>
      </w:pPr>
      <w:r w:rsidRPr="00D55DB1">
        <w:rPr>
          <w:b/>
          <w:bCs/>
          <w:i/>
          <w:iCs/>
          <w:sz w:val="24"/>
          <w:szCs w:val="24"/>
          <w:lang w:val="ru-RU"/>
        </w:rPr>
        <w:t>МКУ «Десант»</w:t>
      </w:r>
    </w:p>
    <w:p w:rsidR="00EA4310" w:rsidRDefault="00EA4310" w:rsidP="001048A9">
      <w:pPr>
        <w:ind w:firstLine="11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EA4310" w:rsidRDefault="00EA4310" w:rsidP="001048A9">
      <w:pPr>
        <w:ind w:firstLine="1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2012 года</w:t>
      </w:r>
    </w:p>
    <w:p w:rsidR="00EA4310" w:rsidRDefault="00EA4310" w:rsidP="001048A9">
      <w:pPr>
        <w:ind w:firstLine="11"/>
        <w:jc w:val="center"/>
        <w:rPr>
          <w:sz w:val="24"/>
          <w:szCs w:val="24"/>
          <w:lang w:val="ru-RU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1980"/>
        <w:gridCol w:w="1260"/>
        <w:gridCol w:w="1620"/>
        <w:gridCol w:w="1813"/>
        <w:gridCol w:w="1787"/>
        <w:gridCol w:w="1260"/>
        <w:gridCol w:w="1620"/>
      </w:tblGrid>
      <w:tr w:rsidR="00EA4310" w:rsidRPr="0066747D">
        <w:tc>
          <w:tcPr>
            <w:tcW w:w="2268" w:type="dxa"/>
            <w:vMerge w:val="restart"/>
            <w:vAlign w:val="center"/>
          </w:tcPr>
          <w:p w:rsidR="00EA4310" w:rsidRPr="00D51945" w:rsidRDefault="00EA4310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3" w:type="dxa"/>
            <w:gridSpan w:val="4"/>
            <w:vAlign w:val="center"/>
          </w:tcPr>
          <w:p w:rsidR="00EA4310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7" w:type="dxa"/>
            <w:gridSpan w:val="3"/>
            <w:vAlign w:val="center"/>
          </w:tcPr>
          <w:p w:rsidR="00EA4310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EA4310" w:rsidRPr="0066747D">
        <w:tc>
          <w:tcPr>
            <w:tcW w:w="2268" w:type="dxa"/>
            <w:vMerge/>
            <w:vAlign w:val="center"/>
          </w:tcPr>
          <w:p w:rsidR="00EA4310" w:rsidRPr="00D51945" w:rsidRDefault="00EA4310" w:rsidP="00AA36A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0" w:type="dxa"/>
            <w:vAlign w:val="center"/>
          </w:tcPr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3" w:type="dxa"/>
            <w:vAlign w:val="center"/>
          </w:tcPr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vAlign w:val="center"/>
          </w:tcPr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Площадь</w:t>
            </w:r>
          </w:p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w="1620" w:type="dxa"/>
            <w:vAlign w:val="center"/>
          </w:tcPr>
          <w:p w:rsidR="00EA4310" w:rsidRPr="005F390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 w:rsidRPr="005F3901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EA4310" w:rsidRPr="00964CBA">
        <w:tc>
          <w:tcPr>
            <w:tcW w:w="2268" w:type="dxa"/>
          </w:tcPr>
          <w:p w:rsidR="00EA4310" w:rsidRDefault="00EA4310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Евпак</w:t>
            </w:r>
          </w:p>
          <w:p w:rsidR="00EA4310" w:rsidRPr="00D51945" w:rsidRDefault="00EA4310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Роман Валерьевич</w:t>
            </w:r>
          </w:p>
        </w:tc>
        <w:tc>
          <w:tcPr>
            <w:tcW w:w="1260" w:type="dxa"/>
          </w:tcPr>
          <w:p w:rsidR="00EA4310" w:rsidRPr="00274144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485 626</w:t>
            </w:r>
          </w:p>
        </w:tc>
        <w:tc>
          <w:tcPr>
            <w:tcW w:w="1980" w:type="dxa"/>
          </w:tcPr>
          <w:p w:rsidR="00EA431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EA4310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¼</w:t>
            </w:r>
          </w:p>
          <w:p w:rsidR="00EA431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A431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</w:t>
            </w:r>
            <w:r w:rsidRPr="001048A9">
              <w:rPr>
                <w:sz w:val="22"/>
                <w:szCs w:val="22"/>
                <w:lang w:val="ru-RU"/>
              </w:rPr>
              <w:t>адово-огородный участок</w:t>
            </w:r>
          </w:p>
          <w:p w:rsidR="00EA4310" w:rsidRDefault="00EA4310" w:rsidP="001048A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</w:t>
            </w:r>
            <w:r w:rsidRPr="001048A9">
              <w:rPr>
                <w:sz w:val="22"/>
                <w:szCs w:val="22"/>
                <w:lang w:val="ru-RU"/>
              </w:rPr>
              <w:t>адово-огородный участок</w:t>
            </w:r>
          </w:p>
          <w:p w:rsidR="00EA4310" w:rsidRPr="001048A9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</w:tcPr>
          <w:p w:rsidR="00EA4310" w:rsidRDefault="00EA4310" w:rsidP="001048A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26,3</w:t>
            </w:r>
          </w:p>
          <w:p w:rsidR="00EA4310" w:rsidRPr="00D55DB1" w:rsidRDefault="00EA4310" w:rsidP="001048A9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EA4310" w:rsidRDefault="00EA4310" w:rsidP="001048A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A4310" w:rsidRDefault="00EA4310" w:rsidP="001048A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493,0</w:t>
            </w:r>
          </w:p>
          <w:p w:rsidR="00EA4310" w:rsidRDefault="00EA4310" w:rsidP="001048A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A4310" w:rsidRPr="00274144" w:rsidRDefault="00EA4310" w:rsidP="001048A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500,0</w:t>
            </w:r>
          </w:p>
        </w:tc>
        <w:tc>
          <w:tcPr>
            <w:tcW w:w="1620" w:type="dxa"/>
          </w:tcPr>
          <w:p w:rsidR="00EA431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EA4310" w:rsidRPr="00D55DB1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EA431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A431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EA431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A4310" w:rsidRPr="00274144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EA431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прицеп к легковому автомобилю</w:t>
            </w:r>
          </w:p>
          <w:p w:rsidR="00EA431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A4310" w:rsidRPr="00BA0134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м/л «Фрегат 350</w:t>
            </w:r>
            <w:r>
              <w:rPr>
                <w:sz w:val="22"/>
                <w:szCs w:val="22"/>
              </w:rPr>
              <w:t>F</w:t>
            </w:r>
            <w:r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787" w:type="dxa"/>
          </w:tcPr>
          <w:p w:rsidR="00EA4310" w:rsidRPr="0050054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EA4310" w:rsidRDefault="00EA4310" w:rsidP="00D55DB1">
            <w:pPr>
              <w:jc w:val="center"/>
            </w:pPr>
            <w:r w:rsidRPr="002E649E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EA4310" w:rsidRDefault="00EA4310" w:rsidP="00D55DB1">
            <w:pPr>
              <w:jc w:val="center"/>
            </w:pPr>
            <w:r w:rsidRPr="002E649E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A4310" w:rsidRPr="009C435C">
        <w:tc>
          <w:tcPr>
            <w:tcW w:w="2268" w:type="dxa"/>
          </w:tcPr>
          <w:p w:rsidR="00EA4310" w:rsidRPr="00D51945" w:rsidRDefault="00EA4310" w:rsidP="00AA36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EA4310" w:rsidRPr="001048A9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</w:tcPr>
          <w:p w:rsidR="00EA4310" w:rsidRDefault="00EA4310" w:rsidP="001048A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EA4310" w:rsidRPr="00500540" w:rsidRDefault="00EA4310" w:rsidP="00AA36A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¼</w:t>
            </w:r>
          </w:p>
        </w:tc>
        <w:tc>
          <w:tcPr>
            <w:tcW w:w="1260" w:type="dxa"/>
          </w:tcPr>
          <w:p w:rsidR="00EA4310" w:rsidRPr="00274144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26,3</w:t>
            </w:r>
          </w:p>
        </w:tc>
        <w:tc>
          <w:tcPr>
            <w:tcW w:w="1620" w:type="dxa"/>
          </w:tcPr>
          <w:p w:rsidR="00EA4310" w:rsidRPr="00274144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3" w:type="dxa"/>
          </w:tcPr>
          <w:p w:rsidR="00EA4310" w:rsidRPr="00500540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</w:tcPr>
          <w:p w:rsidR="00EA4310" w:rsidRPr="00CB484A" w:rsidRDefault="00EA4310" w:rsidP="00AA36A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</w:tcPr>
          <w:p w:rsidR="00EA4310" w:rsidRDefault="00EA4310" w:rsidP="00D55DB1">
            <w:pPr>
              <w:jc w:val="center"/>
            </w:pPr>
            <w:r w:rsidRPr="002E649E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0" w:type="dxa"/>
          </w:tcPr>
          <w:p w:rsidR="00EA4310" w:rsidRDefault="00EA4310" w:rsidP="00D55DB1">
            <w:pPr>
              <w:jc w:val="center"/>
            </w:pPr>
            <w:r w:rsidRPr="002E649E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EA4310" w:rsidRDefault="00EA4310" w:rsidP="001048A9">
      <w:pPr>
        <w:rPr>
          <w:lang w:val="ru-RU"/>
        </w:rPr>
      </w:pPr>
    </w:p>
    <w:p w:rsidR="00EA4310" w:rsidRDefault="00EA4310" w:rsidP="001048A9">
      <w:pPr>
        <w:rPr>
          <w:lang w:val="ru-RU"/>
        </w:rPr>
      </w:pPr>
    </w:p>
    <w:sectPr w:rsidR="00EA4310" w:rsidSect="007D74D6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E14"/>
    <w:rsid w:val="00027667"/>
    <w:rsid w:val="00065B6F"/>
    <w:rsid w:val="000A4FBF"/>
    <w:rsid w:val="001016D8"/>
    <w:rsid w:val="001048A9"/>
    <w:rsid w:val="00136801"/>
    <w:rsid w:val="00161C15"/>
    <w:rsid w:val="001634F6"/>
    <w:rsid w:val="00180400"/>
    <w:rsid w:val="00180A74"/>
    <w:rsid w:val="00195BA4"/>
    <w:rsid w:val="00207B3D"/>
    <w:rsid w:val="00230649"/>
    <w:rsid w:val="002319EF"/>
    <w:rsid w:val="00274144"/>
    <w:rsid w:val="002A1922"/>
    <w:rsid w:val="002B2093"/>
    <w:rsid w:val="002C62BD"/>
    <w:rsid w:val="002E649E"/>
    <w:rsid w:val="00301E1D"/>
    <w:rsid w:val="00310184"/>
    <w:rsid w:val="00321BE3"/>
    <w:rsid w:val="003601A3"/>
    <w:rsid w:val="003663BA"/>
    <w:rsid w:val="00371F5B"/>
    <w:rsid w:val="00372842"/>
    <w:rsid w:val="003B1581"/>
    <w:rsid w:val="003B356C"/>
    <w:rsid w:val="003B5B0D"/>
    <w:rsid w:val="003D01B2"/>
    <w:rsid w:val="003D6226"/>
    <w:rsid w:val="004042DD"/>
    <w:rsid w:val="0043534E"/>
    <w:rsid w:val="0043692F"/>
    <w:rsid w:val="004A3F65"/>
    <w:rsid w:val="004A6D6B"/>
    <w:rsid w:val="004E77EE"/>
    <w:rsid w:val="00500540"/>
    <w:rsid w:val="005139A6"/>
    <w:rsid w:val="0053773A"/>
    <w:rsid w:val="00541452"/>
    <w:rsid w:val="00556C4A"/>
    <w:rsid w:val="00565786"/>
    <w:rsid w:val="00577CB3"/>
    <w:rsid w:val="00583D07"/>
    <w:rsid w:val="00597D08"/>
    <w:rsid w:val="005C35DB"/>
    <w:rsid w:val="005F3901"/>
    <w:rsid w:val="00606CA3"/>
    <w:rsid w:val="00622839"/>
    <w:rsid w:val="00642FD2"/>
    <w:rsid w:val="0066747D"/>
    <w:rsid w:val="006B6588"/>
    <w:rsid w:val="006D5AFA"/>
    <w:rsid w:val="006F5E14"/>
    <w:rsid w:val="007077C6"/>
    <w:rsid w:val="00735D4C"/>
    <w:rsid w:val="007442C3"/>
    <w:rsid w:val="0076407A"/>
    <w:rsid w:val="00773F77"/>
    <w:rsid w:val="007868C1"/>
    <w:rsid w:val="007D74D6"/>
    <w:rsid w:val="007E6F9C"/>
    <w:rsid w:val="008031BB"/>
    <w:rsid w:val="008473CA"/>
    <w:rsid w:val="008A3E63"/>
    <w:rsid w:val="008F2491"/>
    <w:rsid w:val="00916C7A"/>
    <w:rsid w:val="00930AFE"/>
    <w:rsid w:val="00954377"/>
    <w:rsid w:val="00962137"/>
    <w:rsid w:val="00963BE2"/>
    <w:rsid w:val="00964CBA"/>
    <w:rsid w:val="009677D3"/>
    <w:rsid w:val="0099041C"/>
    <w:rsid w:val="009B095C"/>
    <w:rsid w:val="009B1591"/>
    <w:rsid w:val="009C435C"/>
    <w:rsid w:val="009C7019"/>
    <w:rsid w:val="009D0309"/>
    <w:rsid w:val="009F4D80"/>
    <w:rsid w:val="00A219F9"/>
    <w:rsid w:val="00A517D9"/>
    <w:rsid w:val="00A51BF3"/>
    <w:rsid w:val="00A5533B"/>
    <w:rsid w:val="00A55ADC"/>
    <w:rsid w:val="00A917DA"/>
    <w:rsid w:val="00AA36A0"/>
    <w:rsid w:val="00AB00E3"/>
    <w:rsid w:val="00AB42D9"/>
    <w:rsid w:val="00AB7BA0"/>
    <w:rsid w:val="00AC0BD1"/>
    <w:rsid w:val="00AC30E8"/>
    <w:rsid w:val="00AD42E6"/>
    <w:rsid w:val="00B37AC6"/>
    <w:rsid w:val="00B55E6C"/>
    <w:rsid w:val="00B744F4"/>
    <w:rsid w:val="00B907B5"/>
    <w:rsid w:val="00BA0134"/>
    <w:rsid w:val="00BC3450"/>
    <w:rsid w:val="00BE59A0"/>
    <w:rsid w:val="00C251EE"/>
    <w:rsid w:val="00C5017C"/>
    <w:rsid w:val="00CA3F99"/>
    <w:rsid w:val="00CA71BE"/>
    <w:rsid w:val="00CB484A"/>
    <w:rsid w:val="00CD18C3"/>
    <w:rsid w:val="00D0644E"/>
    <w:rsid w:val="00D51945"/>
    <w:rsid w:val="00D55DB1"/>
    <w:rsid w:val="00DB4D2D"/>
    <w:rsid w:val="00DB7E4F"/>
    <w:rsid w:val="00DC423E"/>
    <w:rsid w:val="00DC57ED"/>
    <w:rsid w:val="00E45A45"/>
    <w:rsid w:val="00E535DE"/>
    <w:rsid w:val="00E63024"/>
    <w:rsid w:val="00E80784"/>
    <w:rsid w:val="00EA4310"/>
    <w:rsid w:val="00ED4E20"/>
    <w:rsid w:val="00F420BD"/>
    <w:rsid w:val="00F92670"/>
    <w:rsid w:val="00F969AB"/>
    <w:rsid w:val="00FB7BCE"/>
    <w:rsid w:val="00FD689F"/>
    <w:rsid w:val="00FF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F5B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B65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73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650</TotalTime>
  <Pages>1</Pages>
  <Words>133</Words>
  <Characters>763</Characters>
  <Application>Microsoft Office Outlook</Application>
  <DocSecurity>0</DocSecurity>
  <Lines>0</Lines>
  <Paragraphs>0</Paragraphs>
  <ScaleCrop>false</ScaleCrop>
  <Company>Администрация МО Сургутский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Шустова Александра Михайловна</dc:creator>
  <cp:keywords/>
  <dc:description/>
  <cp:lastModifiedBy>DemyanukVS</cp:lastModifiedBy>
  <cp:revision>16</cp:revision>
  <dcterms:created xsi:type="dcterms:W3CDTF">2013-05-16T05:01:00Z</dcterms:created>
  <dcterms:modified xsi:type="dcterms:W3CDTF">2013-05-27T05:30:00Z</dcterms:modified>
</cp:coreProperties>
</file>