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15" w:rsidRDefault="004B0315" w:rsidP="007745F5">
      <w:pPr>
        <w:pStyle w:val="ConsPlusNonformat"/>
        <w:jc w:val="center"/>
        <w:rPr>
          <w:rFonts w:ascii="Times New Roman" w:hAnsi="Times New Roman" w:cs="Times New Roman"/>
        </w:rPr>
      </w:pPr>
    </w:p>
    <w:p w:rsidR="004B0315" w:rsidRPr="00675BC5" w:rsidRDefault="004B0315" w:rsidP="008728D5">
      <w:pPr>
        <w:jc w:val="center"/>
        <w:rPr>
          <w:sz w:val="28"/>
          <w:szCs w:val="28"/>
        </w:rPr>
      </w:pPr>
      <w:r w:rsidRPr="00675BC5">
        <w:rPr>
          <w:sz w:val="28"/>
          <w:szCs w:val="28"/>
        </w:rPr>
        <w:t>Сведения</w:t>
      </w:r>
    </w:p>
    <w:p w:rsidR="004B0315" w:rsidRDefault="004B0315" w:rsidP="008728D5">
      <w:pPr>
        <w:jc w:val="center"/>
        <w:rPr>
          <w:sz w:val="28"/>
          <w:szCs w:val="28"/>
        </w:rPr>
      </w:pPr>
      <w:r w:rsidRPr="00675BC5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 об </w:t>
      </w:r>
      <w:r w:rsidRPr="00675BC5">
        <w:rPr>
          <w:sz w:val="28"/>
          <w:szCs w:val="28"/>
        </w:rPr>
        <w:t>имуществе и обязательствах имущественного характера</w:t>
      </w:r>
      <w:r>
        <w:rPr>
          <w:sz w:val="28"/>
          <w:szCs w:val="28"/>
        </w:rPr>
        <w:t xml:space="preserve"> </w:t>
      </w:r>
    </w:p>
    <w:p w:rsidR="004B0315" w:rsidRDefault="004B0315" w:rsidP="008728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75BC5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отчетный </w:t>
      </w:r>
      <w:r w:rsidRPr="00675BC5">
        <w:rPr>
          <w:sz w:val="28"/>
          <w:szCs w:val="28"/>
        </w:rPr>
        <w:t xml:space="preserve">период с 1 января </w:t>
      </w:r>
      <w:r>
        <w:rPr>
          <w:sz w:val="28"/>
          <w:szCs w:val="28"/>
        </w:rPr>
        <w:t xml:space="preserve">2012 г. по </w:t>
      </w:r>
      <w:r w:rsidRPr="00675BC5">
        <w:rPr>
          <w:sz w:val="28"/>
          <w:szCs w:val="28"/>
        </w:rPr>
        <w:t>31 декабря 20</w:t>
      </w:r>
      <w:r>
        <w:rPr>
          <w:sz w:val="28"/>
          <w:szCs w:val="28"/>
        </w:rPr>
        <w:t>12</w:t>
      </w:r>
      <w:r w:rsidRPr="00675BC5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4B0315" w:rsidRDefault="004B0315" w:rsidP="008728D5">
      <w:pPr>
        <w:jc w:val="center"/>
        <w:rPr>
          <w:sz w:val="28"/>
          <w:szCs w:val="28"/>
        </w:rPr>
      </w:pPr>
    </w:p>
    <w:tbl>
      <w:tblPr>
        <w:tblW w:w="157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711"/>
        <w:gridCol w:w="1437"/>
        <w:gridCol w:w="1620"/>
        <w:gridCol w:w="1072"/>
        <w:gridCol w:w="1088"/>
        <w:gridCol w:w="1612"/>
        <w:gridCol w:w="1448"/>
        <w:gridCol w:w="1260"/>
        <w:gridCol w:w="1440"/>
      </w:tblGrid>
      <w:tr w:rsidR="004B0315" w:rsidRPr="00E472E0">
        <w:tc>
          <w:tcPr>
            <w:tcW w:w="2088" w:type="dxa"/>
            <w:vMerge w:val="restart"/>
            <w:vAlign w:val="center"/>
          </w:tcPr>
          <w:p w:rsidR="004B0315" w:rsidRPr="00E472E0" w:rsidRDefault="004B0315" w:rsidP="00751F8A">
            <w:pPr>
              <w:jc w:val="center"/>
            </w:pPr>
            <w:r>
              <w:t>Ф.И.О.</w:t>
            </w:r>
          </w:p>
        </w:tc>
        <w:tc>
          <w:tcPr>
            <w:tcW w:w="2711" w:type="dxa"/>
            <w:vMerge w:val="restart"/>
            <w:vAlign w:val="center"/>
          </w:tcPr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 xml:space="preserve"> Должность</w:t>
            </w:r>
          </w:p>
        </w:tc>
        <w:tc>
          <w:tcPr>
            <w:tcW w:w="1437" w:type="dxa"/>
            <w:vMerge w:val="restart"/>
            <w:vAlign w:val="center"/>
          </w:tcPr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>Декларированный годовой доход.</w:t>
            </w:r>
          </w:p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5392" w:type="dxa"/>
            <w:gridSpan w:val="4"/>
            <w:vAlign w:val="center"/>
          </w:tcPr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8" w:type="dxa"/>
            <w:gridSpan w:val="3"/>
            <w:vAlign w:val="center"/>
          </w:tcPr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4B0315" w:rsidRPr="00E472E0">
        <w:tc>
          <w:tcPr>
            <w:tcW w:w="2088" w:type="dxa"/>
            <w:vMerge/>
            <w:vAlign w:val="center"/>
          </w:tcPr>
          <w:p w:rsidR="004B0315" w:rsidRPr="00D50F69" w:rsidRDefault="004B0315" w:rsidP="00751F8A">
            <w:pPr>
              <w:jc w:val="center"/>
            </w:pPr>
          </w:p>
        </w:tc>
        <w:tc>
          <w:tcPr>
            <w:tcW w:w="2711" w:type="dxa"/>
            <w:vMerge/>
            <w:vAlign w:val="center"/>
          </w:tcPr>
          <w:p w:rsidR="004B0315" w:rsidRPr="00D50F69" w:rsidRDefault="004B0315" w:rsidP="00751F8A">
            <w:pPr>
              <w:jc w:val="center"/>
            </w:pPr>
          </w:p>
        </w:tc>
        <w:tc>
          <w:tcPr>
            <w:tcW w:w="1437" w:type="dxa"/>
            <w:vMerge/>
            <w:vAlign w:val="center"/>
          </w:tcPr>
          <w:p w:rsidR="004B0315" w:rsidRPr="00751F8A" w:rsidRDefault="004B0315" w:rsidP="00751F8A">
            <w:pPr>
              <w:jc w:val="center"/>
            </w:pPr>
          </w:p>
        </w:tc>
        <w:tc>
          <w:tcPr>
            <w:tcW w:w="1620" w:type="dxa"/>
            <w:vAlign w:val="center"/>
          </w:tcPr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72" w:type="dxa"/>
            <w:vAlign w:val="center"/>
          </w:tcPr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088" w:type="dxa"/>
            <w:vAlign w:val="center"/>
          </w:tcPr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12" w:type="dxa"/>
            <w:vAlign w:val="center"/>
          </w:tcPr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>Транспортные средства с указанием вида и марки</w:t>
            </w:r>
          </w:p>
        </w:tc>
        <w:tc>
          <w:tcPr>
            <w:tcW w:w="1448" w:type="dxa"/>
            <w:vAlign w:val="center"/>
          </w:tcPr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0" w:type="dxa"/>
            <w:vAlign w:val="center"/>
          </w:tcPr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40" w:type="dxa"/>
            <w:vAlign w:val="center"/>
          </w:tcPr>
          <w:p w:rsidR="004B0315" w:rsidRPr="00751F8A" w:rsidRDefault="004B0315" w:rsidP="00751F8A">
            <w:pPr>
              <w:jc w:val="center"/>
            </w:pPr>
            <w:r w:rsidRPr="00751F8A">
              <w:rPr>
                <w:sz w:val="22"/>
                <w:szCs w:val="22"/>
              </w:rPr>
              <w:t>Страна расположения</w:t>
            </w:r>
          </w:p>
        </w:tc>
      </w:tr>
      <w:tr w:rsidR="004B0315" w:rsidRPr="00817BFD">
        <w:tc>
          <w:tcPr>
            <w:tcW w:w="2088" w:type="dxa"/>
          </w:tcPr>
          <w:p w:rsidR="004B0315" w:rsidRPr="00D50F69" w:rsidRDefault="004B0315" w:rsidP="00A13986">
            <w:r>
              <w:t>Самсонова Тамара Леонидовна</w:t>
            </w:r>
          </w:p>
        </w:tc>
        <w:tc>
          <w:tcPr>
            <w:tcW w:w="2711" w:type="dxa"/>
          </w:tcPr>
          <w:p w:rsidR="004B0315" w:rsidRPr="00D50F69" w:rsidRDefault="004B0315" w:rsidP="00751F8A">
            <w:pPr>
              <w:jc w:val="center"/>
            </w:pPr>
            <w:r>
              <w:t>Начальник МУ «УК МПС и Т администрации района»</w:t>
            </w:r>
          </w:p>
        </w:tc>
        <w:tc>
          <w:tcPr>
            <w:tcW w:w="1437" w:type="dxa"/>
          </w:tcPr>
          <w:p w:rsidR="004B0315" w:rsidRPr="00D50F69" w:rsidRDefault="004B0315" w:rsidP="00751F8A">
            <w:pPr>
              <w:jc w:val="center"/>
            </w:pPr>
            <w:r>
              <w:t>454540</w:t>
            </w:r>
          </w:p>
        </w:tc>
        <w:tc>
          <w:tcPr>
            <w:tcW w:w="1620" w:type="dxa"/>
          </w:tcPr>
          <w:p w:rsidR="004B0315" w:rsidRPr="00A346B9" w:rsidRDefault="004B0315" w:rsidP="00917001">
            <w:r w:rsidRPr="00A346B9">
              <w:t>1) земельны</w:t>
            </w:r>
            <w:r>
              <w:t>й</w:t>
            </w:r>
            <w:r w:rsidRPr="00A346B9">
              <w:t xml:space="preserve"> участок</w:t>
            </w:r>
            <w:r>
              <w:t xml:space="preserve"> под ИЖС</w:t>
            </w:r>
          </w:p>
          <w:p w:rsidR="004B0315" w:rsidRPr="00A346B9" w:rsidRDefault="004B0315" w:rsidP="00917001">
            <w:r>
              <w:t>2) квартира 1/2</w:t>
            </w:r>
          </w:p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  <w:r>
              <w:t xml:space="preserve">1200 </w:t>
            </w: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  <w:r>
              <w:t>31,6</w:t>
            </w: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Pr="00D50F69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  <w:r>
              <w:t>Россия</w:t>
            </w: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Pr="00D50F69" w:rsidRDefault="004B0315" w:rsidP="00751F8A">
            <w:pPr>
              <w:jc w:val="center"/>
            </w:pPr>
            <w:r>
              <w:t>Россия</w:t>
            </w:r>
          </w:p>
        </w:tc>
        <w:tc>
          <w:tcPr>
            <w:tcW w:w="1612" w:type="dxa"/>
          </w:tcPr>
          <w:p w:rsidR="004B0315" w:rsidRPr="00751F8A" w:rsidRDefault="004B0315" w:rsidP="00751F8A">
            <w:pPr>
              <w:jc w:val="center"/>
              <w:rPr>
                <w:lang w:val="en-US"/>
              </w:rPr>
            </w:pPr>
          </w:p>
        </w:tc>
        <w:tc>
          <w:tcPr>
            <w:tcW w:w="1448" w:type="dxa"/>
          </w:tcPr>
          <w:p w:rsidR="004B0315" w:rsidRPr="00833AD7" w:rsidRDefault="004B0315" w:rsidP="00751F8A">
            <w:pPr>
              <w:jc w:val="center"/>
            </w:pPr>
            <w:r>
              <w:t>Квартира 1/2</w:t>
            </w:r>
          </w:p>
        </w:tc>
        <w:tc>
          <w:tcPr>
            <w:tcW w:w="1260" w:type="dxa"/>
          </w:tcPr>
          <w:p w:rsidR="004B0315" w:rsidRPr="00833AD7" w:rsidRDefault="004B0315" w:rsidP="00751F8A">
            <w:pPr>
              <w:jc w:val="center"/>
            </w:pPr>
            <w:r>
              <w:t>64,4</w:t>
            </w:r>
          </w:p>
        </w:tc>
        <w:tc>
          <w:tcPr>
            <w:tcW w:w="1440" w:type="dxa"/>
          </w:tcPr>
          <w:p w:rsidR="004B0315" w:rsidRPr="00833AD7" w:rsidRDefault="004B0315" w:rsidP="00A13986">
            <w:r>
              <w:t>Россия</w:t>
            </w: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>
            <w:r>
              <w:t xml:space="preserve">супруг </w:t>
            </w:r>
          </w:p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  <w:r>
              <w:t>—</w:t>
            </w: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  <w:r>
              <w:t>368425</w:t>
            </w:r>
          </w:p>
        </w:tc>
        <w:tc>
          <w:tcPr>
            <w:tcW w:w="1620" w:type="dxa"/>
          </w:tcPr>
          <w:p w:rsidR="004B0315" w:rsidRDefault="004B0315" w:rsidP="00917001">
            <w:r>
              <w:t>1)земельный участок для эксп.капит.</w:t>
            </w:r>
          </w:p>
          <w:p w:rsidR="004B0315" w:rsidRDefault="004B0315" w:rsidP="00917001">
            <w:r>
              <w:t xml:space="preserve">гаражей     </w:t>
            </w:r>
          </w:p>
          <w:p w:rsidR="004B0315" w:rsidRDefault="004B0315" w:rsidP="00917001">
            <w:r>
              <w:t>2) Гараж 36</w:t>
            </w:r>
          </w:p>
          <w:p w:rsidR="004B0315" w:rsidRDefault="004B0315" w:rsidP="00917001">
            <w:r>
              <w:t>3) Гараж</w:t>
            </w:r>
          </w:p>
          <w:p w:rsidR="004B0315" w:rsidRPr="00A346B9" w:rsidRDefault="004B0315" w:rsidP="00917001">
            <w:r>
              <w:t xml:space="preserve">     </w:t>
            </w:r>
          </w:p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  <w:r>
              <w:t>40</w:t>
            </w:r>
          </w:p>
          <w:p w:rsidR="004B0315" w:rsidRDefault="004B0315" w:rsidP="00751F8A">
            <w:pPr>
              <w:jc w:val="center"/>
            </w:pPr>
          </w:p>
          <w:p w:rsidR="004B0315" w:rsidRPr="00743FC1" w:rsidRDefault="004B0315" w:rsidP="00743FC1"/>
          <w:p w:rsidR="004B0315" w:rsidRDefault="004B0315" w:rsidP="00743FC1"/>
          <w:p w:rsidR="004B0315" w:rsidRDefault="004B0315" w:rsidP="00743FC1">
            <w:r>
              <w:t xml:space="preserve"> 18,1</w:t>
            </w:r>
          </w:p>
          <w:p w:rsidR="004B0315" w:rsidRPr="00743FC1" w:rsidRDefault="004B0315" w:rsidP="00743FC1">
            <w:r>
              <w:t xml:space="preserve"> 35,0</w:t>
            </w: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  <w:r>
              <w:t>Россия</w:t>
            </w: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  <w:r>
              <w:t xml:space="preserve"> Россия</w:t>
            </w:r>
          </w:p>
          <w:p w:rsidR="004B0315" w:rsidRPr="00743FC1" w:rsidRDefault="004B0315" w:rsidP="00743FC1">
            <w:r>
              <w:t xml:space="preserve">  Россия</w:t>
            </w: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  <w:rPr>
                <w:lang w:val="en-US"/>
              </w:rPr>
            </w:pPr>
            <w:r>
              <w:t xml:space="preserve">ВАЗ 21100 </w:t>
            </w:r>
          </w:p>
          <w:p w:rsidR="004B0315" w:rsidRPr="00743FC1" w:rsidRDefault="004B0315" w:rsidP="00743FC1">
            <w:pPr>
              <w:rPr>
                <w:lang w:val="en-US"/>
              </w:rPr>
            </w:pPr>
          </w:p>
          <w:p w:rsidR="004B0315" w:rsidRDefault="004B0315" w:rsidP="00743FC1">
            <w:pPr>
              <w:rPr>
                <w:lang w:val="en-US"/>
              </w:rPr>
            </w:pPr>
          </w:p>
          <w:p w:rsidR="004B0315" w:rsidRPr="00743FC1" w:rsidRDefault="004B0315" w:rsidP="00743FC1">
            <w:r>
              <w:t xml:space="preserve"> ВАЗ 21011</w:t>
            </w:r>
          </w:p>
        </w:tc>
        <w:tc>
          <w:tcPr>
            <w:tcW w:w="1448" w:type="dxa"/>
          </w:tcPr>
          <w:p w:rsidR="004B0315" w:rsidRPr="006D69A6" w:rsidRDefault="004B0315" w:rsidP="00751F8A">
            <w:pPr>
              <w:jc w:val="center"/>
            </w:pPr>
            <w:r>
              <w:t>Квартира 1/2</w:t>
            </w:r>
          </w:p>
        </w:tc>
        <w:tc>
          <w:tcPr>
            <w:tcW w:w="1260" w:type="dxa"/>
          </w:tcPr>
          <w:p w:rsidR="004B0315" w:rsidRPr="006D69A6" w:rsidRDefault="004B0315" w:rsidP="00751F8A">
            <w:pPr>
              <w:jc w:val="center"/>
            </w:pPr>
            <w:r>
              <w:t>64,4</w:t>
            </w:r>
          </w:p>
        </w:tc>
        <w:tc>
          <w:tcPr>
            <w:tcW w:w="1440" w:type="dxa"/>
          </w:tcPr>
          <w:p w:rsidR="004B0315" w:rsidRPr="006D69A6" w:rsidRDefault="004B0315" w:rsidP="00751F8A">
            <w:pPr>
              <w:jc w:val="center"/>
            </w:pPr>
            <w:r>
              <w:t>Россия</w:t>
            </w: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>
            <w:r>
              <w:t>Яруллин</w:t>
            </w:r>
          </w:p>
          <w:p w:rsidR="004B0315" w:rsidRDefault="004B0315" w:rsidP="00A13986">
            <w:r>
              <w:t xml:space="preserve"> Раиль </w:t>
            </w:r>
          </w:p>
          <w:p w:rsidR="004B0315" w:rsidRDefault="004B0315" w:rsidP="00A13986">
            <w:r>
              <w:t>Зинатович</w:t>
            </w:r>
          </w:p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  <w:r>
              <w:t>Начальник отдела спорта, туризма и охраны культурного наследия</w:t>
            </w: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  <w:r>
              <w:t>386324</w:t>
            </w:r>
          </w:p>
        </w:tc>
        <w:tc>
          <w:tcPr>
            <w:tcW w:w="1620" w:type="dxa"/>
          </w:tcPr>
          <w:p w:rsidR="004B0315" w:rsidRPr="00A346B9" w:rsidRDefault="004B0315" w:rsidP="00917001">
            <w:r>
              <w:t>1</w:t>
            </w:r>
            <w:r w:rsidRPr="00A346B9">
              <w:t xml:space="preserve">) </w:t>
            </w:r>
            <w:r>
              <w:t>жилой дом 1/3</w:t>
            </w:r>
          </w:p>
          <w:p w:rsidR="004B0315" w:rsidRDefault="004B0315" w:rsidP="00917001">
            <w:r>
              <w:t>2</w:t>
            </w:r>
            <w:r w:rsidRPr="00A346B9">
              <w:t>) зем</w:t>
            </w:r>
            <w:r>
              <w:t>ельный</w:t>
            </w:r>
            <w:r w:rsidRPr="00A346B9">
              <w:t xml:space="preserve"> участок </w:t>
            </w:r>
            <w:r>
              <w:t>для с/х произв. 1/40</w:t>
            </w:r>
          </w:p>
          <w:p w:rsidR="004B0315" w:rsidRPr="00F10488" w:rsidRDefault="004B0315" w:rsidP="00F10488">
            <w:r>
              <w:t>3)земельный участок 1/3</w:t>
            </w:r>
          </w:p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  <w:r>
              <w:t>78,4</w:t>
            </w:r>
          </w:p>
          <w:p w:rsidR="004B0315" w:rsidRDefault="004B0315" w:rsidP="00751F8A">
            <w:pPr>
              <w:jc w:val="center"/>
            </w:pPr>
            <w:r>
              <w:t>2440000</w:t>
            </w: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Default="004B0315" w:rsidP="00F10488"/>
          <w:p w:rsidR="004B0315" w:rsidRPr="00F10488" w:rsidRDefault="004B0315" w:rsidP="00F10488">
            <w:r>
              <w:t>700</w:t>
            </w: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  <w:r>
              <w:t>Россия</w:t>
            </w:r>
          </w:p>
          <w:p w:rsidR="004B0315" w:rsidRDefault="004B0315" w:rsidP="00751F8A">
            <w:pPr>
              <w:jc w:val="center"/>
            </w:pPr>
            <w:r>
              <w:t>Россия</w:t>
            </w: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Pr="00F10488" w:rsidRDefault="004B0315" w:rsidP="00F10488">
            <w:r>
              <w:t xml:space="preserve"> Россия</w:t>
            </w:r>
          </w:p>
        </w:tc>
        <w:tc>
          <w:tcPr>
            <w:tcW w:w="1612" w:type="dxa"/>
          </w:tcPr>
          <w:p w:rsidR="004B0315" w:rsidRPr="000822B4" w:rsidRDefault="004B0315" w:rsidP="00751F8A">
            <w:pPr>
              <w:jc w:val="center"/>
            </w:pPr>
            <w:r>
              <w:t xml:space="preserve">ФордФокус </w:t>
            </w: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Pr="006D69A6" w:rsidRDefault="004B0315" w:rsidP="00751F8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B0315" w:rsidRPr="006D69A6" w:rsidRDefault="004B0315" w:rsidP="00751F8A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4B0315" w:rsidRPr="006D69A6" w:rsidRDefault="004B0315" w:rsidP="00751F8A">
            <w:pPr>
              <w:jc w:val="center"/>
            </w:pPr>
            <w:r>
              <w:t>-</w:t>
            </w: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>
            <w:r>
              <w:t>супруга</w:t>
            </w:r>
          </w:p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  <w:r>
              <w:t>170481</w:t>
            </w:r>
          </w:p>
        </w:tc>
        <w:tc>
          <w:tcPr>
            <w:tcW w:w="1620" w:type="dxa"/>
          </w:tcPr>
          <w:p w:rsidR="004B0315" w:rsidRDefault="004B0315" w:rsidP="00917001">
            <w:r w:rsidRPr="00A346B9">
              <w:t>1)</w:t>
            </w:r>
            <w:r>
              <w:t>Жилой дом 1/3</w:t>
            </w:r>
          </w:p>
          <w:p w:rsidR="004B0315" w:rsidRPr="00A346B9" w:rsidRDefault="004B0315" w:rsidP="00917001">
            <w:r>
              <w:t>2) земельный участок ЛПХ 1/3</w:t>
            </w:r>
          </w:p>
          <w:p w:rsidR="004B0315" w:rsidRPr="00A346B9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  <w:r>
              <w:t>78,4</w:t>
            </w: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  <w:r>
              <w:t>700</w:t>
            </w: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  <w:r>
              <w:t>Россия</w:t>
            </w:r>
          </w:p>
          <w:p w:rsidR="004B0315" w:rsidRPr="007E3701" w:rsidRDefault="004B0315" w:rsidP="007E3701"/>
          <w:p w:rsidR="004B0315" w:rsidRDefault="004B0315" w:rsidP="007E3701"/>
          <w:p w:rsidR="004B0315" w:rsidRPr="007E3701" w:rsidRDefault="004B0315" w:rsidP="007E3701">
            <w:r>
              <w:t xml:space="preserve"> Россия</w:t>
            </w: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  <w:r>
              <w:t>-</w:t>
            </w:r>
          </w:p>
        </w:tc>
        <w:tc>
          <w:tcPr>
            <w:tcW w:w="1448" w:type="dxa"/>
          </w:tcPr>
          <w:p w:rsidR="004B0315" w:rsidRPr="006D69A6" w:rsidRDefault="004B0315" w:rsidP="00751F8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B0315" w:rsidRPr="006D69A6" w:rsidRDefault="004B0315" w:rsidP="00751F8A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4B0315" w:rsidRPr="006D69A6" w:rsidRDefault="004B0315" w:rsidP="00751F8A">
            <w:pPr>
              <w:jc w:val="center"/>
            </w:pPr>
            <w:r>
              <w:t>-</w:t>
            </w: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  <w:p w:rsidR="004B0315" w:rsidRDefault="004B0315" w:rsidP="00A13986"/>
          <w:p w:rsidR="004B0315" w:rsidRDefault="004B0315" w:rsidP="00A13986">
            <w:r>
              <w:t xml:space="preserve">Семёнова </w:t>
            </w:r>
          </w:p>
          <w:p w:rsidR="004B0315" w:rsidRDefault="004B0315" w:rsidP="00A13986">
            <w:r>
              <w:t>Тамара Абрамовна</w:t>
            </w:r>
          </w:p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  <w:r>
              <w:t>Директор МОУ ДОД Тимирязевская детская школа искуств</w:t>
            </w: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  <w:r>
              <w:t>617784</w:t>
            </w:r>
          </w:p>
        </w:tc>
        <w:tc>
          <w:tcPr>
            <w:tcW w:w="1620" w:type="dxa"/>
          </w:tcPr>
          <w:p w:rsidR="004B0315" w:rsidRDefault="004B0315" w:rsidP="00917001"/>
          <w:p w:rsidR="004B0315" w:rsidRDefault="004B0315" w:rsidP="00917001"/>
          <w:p w:rsidR="004B0315" w:rsidRPr="00A346B9" w:rsidRDefault="004B0315" w:rsidP="00917001">
            <w:r w:rsidRPr="00A346B9">
              <w:t>1)</w:t>
            </w:r>
            <w:r>
              <w:t>квартира</w:t>
            </w:r>
            <w:r w:rsidRPr="00A346B9">
              <w:t xml:space="preserve"> </w:t>
            </w:r>
            <w:r>
              <w:t>1/2</w:t>
            </w:r>
          </w:p>
          <w:p w:rsidR="004B0315" w:rsidRPr="00A346B9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  <w:r>
              <w:t>61,1</w:t>
            </w: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ind w:left="-7848" w:firstLine="7848"/>
              <w:jc w:val="center"/>
            </w:pPr>
            <w:r>
              <w:t>Россия</w:t>
            </w: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Pr="006D69A6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Pr="006D69A6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Pr="006D69A6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>
            <w:r>
              <w:t>супруг</w:t>
            </w:r>
          </w:p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tabs>
                <w:tab w:val="left" w:pos="280"/>
                <w:tab w:val="center" w:pos="610"/>
              </w:tabs>
            </w:pPr>
            <w:r>
              <w:tab/>
              <w:t>617384</w:t>
            </w:r>
          </w:p>
        </w:tc>
        <w:tc>
          <w:tcPr>
            <w:tcW w:w="1620" w:type="dxa"/>
          </w:tcPr>
          <w:p w:rsidR="004B0315" w:rsidRPr="00A346B9" w:rsidRDefault="004B0315" w:rsidP="00EA2380">
            <w:r w:rsidRPr="00A346B9">
              <w:t>1) квартира</w:t>
            </w:r>
            <w:r>
              <w:t xml:space="preserve"> 1/2</w:t>
            </w:r>
          </w:p>
          <w:p w:rsidR="004B0315" w:rsidRDefault="004B0315" w:rsidP="00EA2380">
            <w:r w:rsidRPr="00A346B9">
              <w:t>2)</w:t>
            </w:r>
            <w:r>
              <w:t>земельный</w:t>
            </w:r>
            <w:r w:rsidRPr="00A346B9">
              <w:t xml:space="preserve"> участок</w:t>
            </w:r>
            <w:r>
              <w:t xml:space="preserve"> ЛПХ</w:t>
            </w:r>
          </w:p>
          <w:p w:rsidR="004B0315" w:rsidRPr="00D937D1" w:rsidRDefault="004B0315" w:rsidP="00D937D1">
            <w:r>
              <w:t>3)квартира</w:t>
            </w:r>
          </w:p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  <w:r>
              <w:t>61,1</w:t>
            </w: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  <w:r>
              <w:t>1104</w:t>
            </w:r>
          </w:p>
          <w:p w:rsidR="004B0315" w:rsidRDefault="004B0315" w:rsidP="00751F8A">
            <w:pPr>
              <w:jc w:val="center"/>
            </w:pPr>
            <w:r>
              <w:t>212,9</w:t>
            </w:r>
          </w:p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  <w:p w:rsidR="004B0315" w:rsidRDefault="004B0315" w:rsidP="00D937D1">
            <w:pPr>
              <w:jc w:val="center"/>
            </w:pPr>
            <w:r>
              <w:t>Россия</w:t>
            </w:r>
          </w:p>
          <w:p w:rsidR="004B0315" w:rsidRDefault="004B0315" w:rsidP="00D937D1"/>
          <w:p w:rsidR="004B0315" w:rsidRDefault="004B0315" w:rsidP="00D937D1">
            <w:r>
              <w:t xml:space="preserve"> Россия</w:t>
            </w:r>
          </w:p>
          <w:p w:rsidR="004B0315" w:rsidRPr="00D937D1" w:rsidRDefault="004B0315" w:rsidP="00D937D1">
            <w:r>
              <w:t xml:space="preserve"> Россия</w:t>
            </w: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  <w:p w:rsidR="004B0315" w:rsidRPr="00EA2380" w:rsidRDefault="004B0315" w:rsidP="00751F8A">
            <w:pPr>
              <w:jc w:val="center"/>
            </w:pPr>
            <w:r>
              <w:t>СИТРОЕН С5</w:t>
            </w:r>
          </w:p>
          <w:p w:rsidR="004B0315" w:rsidRPr="00751F8A" w:rsidRDefault="004B0315" w:rsidP="00751F8A">
            <w:pPr>
              <w:jc w:val="center"/>
            </w:pPr>
          </w:p>
          <w:p w:rsidR="004B0315" w:rsidRPr="00751F8A" w:rsidRDefault="004B0315" w:rsidP="00751F8A">
            <w:pPr>
              <w:jc w:val="center"/>
            </w:pPr>
            <w:r>
              <w:rPr>
                <w:sz w:val="22"/>
                <w:szCs w:val="22"/>
              </w:rPr>
              <w:t>НИССАН ТИАНА</w:t>
            </w: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  <w:r>
              <w:t>-</w:t>
            </w: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>
            <w:r>
              <w:t xml:space="preserve">Тисина </w:t>
            </w:r>
          </w:p>
          <w:p w:rsidR="004B0315" w:rsidRDefault="004B0315" w:rsidP="00A13986">
            <w:r>
              <w:t>Елена</w:t>
            </w:r>
          </w:p>
          <w:p w:rsidR="004B0315" w:rsidRDefault="004B0315" w:rsidP="00A13986">
            <w:r>
              <w:t xml:space="preserve"> Петровна</w:t>
            </w:r>
          </w:p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  <w:r>
              <w:t xml:space="preserve">Директор МУ «МПБ ЧМР» </w:t>
            </w: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  <w:r>
              <w:t>381336</w:t>
            </w:r>
          </w:p>
        </w:tc>
        <w:tc>
          <w:tcPr>
            <w:tcW w:w="1620" w:type="dxa"/>
          </w:tcPr>
          <w:p w:rsidR="004B0315" w:rsidRPr="00A346B9" w:rsidRDefault="004B0315" w:rsidP="00917001">
            <w:r w:rsidRPr="00A346B9">
              <w:t>1) зем</w:t>
            </w:r>
            <w:r>
              <w:t>ельный</w:t>
            </w:r>
            <w:r w:rsidRPr="00A346B9">
              <w:t xml:space="preserve"> участок</w:t>
            </w:r>
            <w:r>
              <w:t xml:space="preserve"> садовый</w:t>
            </w:r>
          </w:p>
          <w:p w:rsidR="004B0315" w:rsidRPr="00A346B9" w:rsidRDefault="004B0315" w:rsidP="00917001">
            <w:r w:rsidRPr="00A346B9">
              <w:t>2) квартира</w:t>
            </w:r>
            <w:r>
              <w:t xml:space="preserve"> 1/3</w:t>
            </w:r>
          </w:p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  <w:r>
              <w:t>414</w:t>
            </w:r>
          </w:p>
          <w:p w:rsidR="004B0315" w:rsidRDefault="004B0315" w:rsidP="00751F8A">
            <w:pPr>
              <w:jc w:val="center"/>
            </w:pPr>
          </w:p>
          <w:p w:rsidR="004B0315" w:rsidRDefault="004B0315" w:rsidP="00751F8A">
            <w:pPr>
              <w:jc w:val="center"/>
            </w:pPr>
            <w:r>
              <w:t>44,5</w:t>
            </w: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  <w:r>
              <w:t>Россия</w:t>
            </w:r>
          </w:p>
          <w:p w:rsidR="004B0315" w:rsidRDefault="004B0315" w:rsidP="00442033"/>
          <w:p w:rsidR="004B0315" w:rsidRPr="00442033" w:rsidRDefault="004B0315" w:rsidP="00442033">
            <w:r>
              <w:t>Россия</w:t>
            </w: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  <w:r>
              <w:t>Москвич М21412</w:t>
            </w: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>
            <w:r>
              <w:t xml:space="preserve">Елисеев </w:t>
            </w:r>
          </w:p>
          <w:p w:rsidR="004B0315" w:rsidRDefault="004B0315" w:rsidP="00A13986">
            <w:r>
              <w:t xml:space="preserve">Юрий </w:t>
            </w:r>
          </w:p>
          <w:p w:rsidR="004B0315" w:rsidRDefault="004B0315" w:rsidP="00A13986">
            <w:r>
              <w:t>Федорович</w:t>
            </w:r>
          </w:p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  <w:r>
              <w:t>Директор МОУ ДОД «Кундравинская детская школа искусств»</w:t>
            </w: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  <w:r>
              <w:t>403093</w:t>
            </w:r>
          </w:p>
        </w:tc>
        <w:tc>
          <w:tcPr>
            <w:tcW w:w="1620" w:type="dxa"/>
          </w:tcPr>
          <w:p w:rsidR="004B0315" w:rsidRDefault="004B0315" w:rsidP="00917001">
            <w:r>
              <w:t>1)квартира 1/3</w:t>
            </w:r>
          </w:p>
          <w:p w:rsidR="004B0315" w:rsidRPr="000717A8" w:rsidRDefault="004B0315" w:rsidP="000717A8">
            <w:r>
              <w:t>2)квартира 1/2</w:t>
            </w:r>
          </w:p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  <w:r>
              <w:t>58,1</w:t>
            </w:r>
          </w:p>
          <w:p w:rsidR="004B0315" w:rsidRDefault="004B0315" w:rsidP="000717A8"/>
          <w:p w:rsidR="004B0315" w:rsidRPr="000717A8" w:rsidRDefault="004B0315" w:rsidP="000717A8">
            <w:r>
              <w:t xml:space="preserve">   34,1</w:t>
            </w: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  <w:r>
              <w:t>Россия</w:t>
            </w:r>
          </w:p>
          <w:p w:rsidR="004B0315" w:rsidRDefault="004B0315" w:rsidP="000717A8"/>
          <w:p w:rsidR="004B0315" w:rsidRPr="000717A8" w:rsidRDefault="004B0315" w:rsidP="000717A8">
            <w:r>
              <w:t xml:space="preserve"> Россия</w:t>
            </w: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  <w:r>
              <w:t>Фиат Альбеа</w:t>
            </w: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>
            <w:r>
              <w:t>супруга</w:t>
            </w:r>
          </w:p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  <w:r>
              <w:t>374463</w:t>
            </w:r>
          </w:p>
        </w:tc>
        <w:tc>
          <w:tcPr>
            <w:tcW w:w="1620" w:type="dxa"/>
          </w:tcPr>
          <w:p w:rsidR="004B0315" w:rsidRPr="00A346B9" w:rsidRDefault="004B0315" w:rsidP="00917001">
            <w:r>
              <w:t xml:space="preserve">1)земельный участок ЛПХ 2)квартира 1/3    </w:t>
            </w:r>
          </w:p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  <w:r>
              <w:t>780</w:t>
            </w:r>
          </w:p>
          <w:p w:rsidR="004B0315" w:rsidRDefault="004B0315" w:rsidP="000717A8"/>
          <w:p w:rsidR="004B0315" w:rsidRPr="000717A8" w:rsidRDefault="004B0315" w:rsidP="000717A8">
            <w:r>
              <w:t xml:space="preserve">    58,1</w:t>
            </w: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  <w:r>
              <w:t>Россия</w:t>
            </w:r>
          </w:p>
          <w:p w:rsidR="004B0315" w:rsidRDefault="004B0315" w:rsidP="000717A8"/>
          <w:p w:rsidR="004B0315" w:rsidRPr="000717A8" w:rsidRDefault="004B0315" w:rsidP="000717A8">
            <w:r>
              <w:t>Россия</w:t>
            </w: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A346B9" w:rsidRDefault="004B0315" w:rsidP="00751F8A">
            <w:pPr>
              <w:jc w:val="center"/>
            </w:pPr>
          </w:p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A346B9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A346B9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B67263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B67263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B67263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B67263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B67263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B67263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B67263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B67263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B67263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B67263" w:rsidRDefault="004B0315" w:rsidP="00751F8A">
            <w:pPr>
              <w:jc w:val="center"/>
            </w:pPr>
          </w:p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Pr="00B67263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rPr>
          <w:trHeight w:val="90"/>
        </w:trPr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ind w:left="-9108" w:right="52"/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  <w:tr w:rsidR="004B0315" w:rsidRPr="006D69A6">
        <w:tc>
          <w:tcPr>
            <w:tcW w:w="2088" w:type="dxa"/>
          </w:tcPr>
          <w:p w:rsidR="004B0315" w:rsidRDefault="004B0315" w:rsidP="00A13986"/>
        </w:tc>
        <w:tc>
          <w:tcPr>
            <w:tcW w:w="2711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37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20" w:type="dxa"/>
          </w:tcPr>
          <w:p w:rsidR="004B0315" w:rsidRDefault="004B0315" w:rsidP="00917001"/>
        </w:tc>
        <w:tc>
          <w:tcPr>
            <w:tcW w:w="107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08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612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8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260" w:type="dxa"/>
          </w:tcPr>
          <w:p w:rsidR="004B0315" w:rsidRDefault="004B0315" w:rsidP="00751F8A">
            <w:pPr>
              <w:jc w:val="center"/>
            </w:pPr>
          </w:p>
        </w:tc>
        <w:tc>
          <w:tcPr>
            <w:tcW w:w="1440" w:type="dxa"/>
          </w:tcPr>
          <w:p w:rsidR="004B0315" w:rsidRDefault="004B0315" w:rsidP="00751F8A">
            <w:pPr>
              <w:jc w:val="center"/>
            </w:pPr>
          </w:p>
        </w:tc>
      </w:tr>
    </w:tbl>
    <w:p w:rsidR="004B0315" w:rsidRDefault="004B0315"/>
    <w:sectPr w:rsidR="004B0315" w:rsidSect="00170D10">
      <w:pgSz w:w="16838" w:h="11906" w:orient="landscape"/>
      <w:pgMar w:top="360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65734"/>
    <w:multiLevelType w:val="hybridMultilevel"/>
    <w:tmpl w:val="50B2265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8D5"/>
    <w:rsid w:val="00057B40"/>
    <w:rsid w:val="000663F4"/>
    <w:rsid w:val="0007038A"/>
    <w:rsid w:val="000717A8"/>
    <w:rsid w:val="000822B4"/>
    <w:rsid w:val="000936D3"/>
    <w:rsid w:val="000A7187"/>
    <w:rsid w:val="0015202A"/>
    <w:rsid w:val="00170D10"/>
    <w:rsid w:val="001B6497"/>
    <w:rsid w:val="001B711D"/>
    <w:rsid w:val="001F610A"/>
    <w:rsid w:val="00225CEE"/>
    <w:rsid w:val="00255D07"/>
    <w:rsid w:val="002E2C8F"/>
    <w:rsid w:val="00352EEF"/>
    <w:rsid w:val="003938A5"/>
    <w:rsid w:val="003C739D"/>
    <w:rsid w:val="00442033"/>
    <w:rsid w:val="004B0315"/>
    <w:rsid w:val="004B5362"/>
    <w:rsid w:val="00504750"/>
    <w:rsid w:val="005D1AD5"/>
    <w:rsid w:val="006447E1"/>
    <w:rsid w:val="00675A8D"/>
    <w:rsid w:val="00675BC5"/>
    <w:rsid w:val="006B2136"/>
    <w:rsid w:val="006D69A6"/>
    <w:rsid w:val="00743FC1"/>
    <w:rsid w:val="00751F8A"/>
    <w:rsid w:val="007745F5"/>
    <w:rsid w:val="007A5EAA"/>
    <w:rsid w:val="007B1D0D"/>
    <w:rsid w:val="007C3544"/>
    <w:rsid w:val="007E3701"/>
    <w:rsid w:val="00817BFD"/>
    <w:rsid w:val="008220BA"/>
    <w:rsid w:val="0082614F"/>
    <w:rsid w:val="00833AD7"/>
    <w:rsid w:val="008728D5"/>
    <w:rsid w:val="00874A14"/>
    <w:rsid w:val="008862CC"/>
    <w:rsid w:val="008E32BF"/>
    <w:rsid w:val="008F3336"/>
    <w:rsid w:val="00901D61"/>
    <w:rsid w:val="00917001"/>
    <w:rsid w:val="00934F95"/>
    <w:rsid w:val="00962033"/>
    <w:rsid w:val="00994499"/>
    <w:rsid w:val="009A56CA"/>
    <w:rsid w:val="009F62DA"/>
    <w:rsid w:val="00A13986"/>
    <w:rsid w:val="00A346B9"/>
    <w:rsid w:val="00A70C99"/>
    <w:rsid w:val="00AB5D7B"/>
    <w:rsid w:val="00AB6030"/>
    <w:rsid w:val="00AC3394"/>
    <w:rsid w:val="00AC7535"/>
    <w:rsid w:val="00AE3354"/>
    <w:rsid w:val="00AF16D4"/>
    <w:rsid w:val="00B23C8F"/>
    <w:rsid w:val="00B67263"/>
    <w:rsid w:val="00BC62CE"/>
    <w:rsid w:val="00C16242"/>
    <w:rsid w:val="00C50027"/>
    <w:rsid w:val="00C54903"/>
    <w:rsid w:val="00CD7E8A"/>
    <w:rsid w:val="00D02BF5"/>
    <w:rsid w:val="00D50F69"/>
    <w:rsid w:val="00D60ADA"/>
    <w:rsid w:val="00D66139"/>
    <w:rsid w:val="00D937D1"/>
    <w:rsid w:val="00DD5A1E"/>
    <w:rsid w:val="00DF2569"/>
    <w:rsid w:val="00E011B9"/>
    <w:rsid w:val="00E472E0"/>
    <w:rsid w:val="00E85F42"/>
    <w:rsid w:val="00EA2380"/>
    <w:rsid w:val="00F10488"/>
    <w:rsid w:val="00F13B32"/>
    <w:rsid w:val="00F15964"/>
    <w:rsid w:val="00F32E0A"/>
    <w:rsid w:val="00F32F48"/>
    <w:rsid w:val="00F50C2E"/>
    <w:rsid w:val="00F90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8D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28D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745F5"/>
    <w:pPr>
      <w:widowControl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3</Pages>
  <Words>317</Words>
  <Characters>1809</Characters>
  <Application>Microsoft Office Outlook</Application>
  <DocSecurity>0</DocSecurity>
  <Lines>0</Lines>
  <Paragraphs>0</Paragraphs>
  <ScaleCrop>false</ScaleCrop>
  <Company>Управление государственной службы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GrigoryevaVV</dc:creator>
  <cp:keywords/>
  <dc:description/>
  <cp:lastModifiedBy>Ирина</cp:lastModifiedBy>
  <cp:revision>6</cp:revision>
  <dcterms:created xsi:type="dcterms:W3CDTF">2013-05-30T07:55:00Z</dcterms:created>
  <dcterms:modified xsi:type="dcterms:W3CDTF">2013-05-31T03:37:00Z</dcterms:modified>
</cp:coreProperties>
</file>