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89" w:rsidRDefault="00AA7F89" w:rsidP="00AE24D8">
      <w:pPr>
        <w:pStyle w:val="Style2"/>
        <w:widowControl/>
        <w:jc w:val="center"/>
        <w:rPr>
          <w:rStyle w:val="FontStyle12"/>
          <w:szCs w:val="28"/>
        </w:rPr>
      </w:pPr>
      <w:r>
        <w:rPr>
          <w:rStyle w:val="FontStyle12"/>
          <w:szCs w:val="28"/>
        </w:rPr>
        <w:t>Сведения</w:t>
      </w:r>
    </w:p>
    <w:p w:rsidR="00AA7F89" w:rsidRDefault="00AA7F89" w:rsidP="00AE24D8">
      <w:pPr>
        <w:pStyle w:val="Style3"/>
        <w:widowControl/>
        <w:jc w:val="center"/>
        <w:rPr>
          <w:rStyle w:val="FontStyle12"/>
          <w:szCs w:val="28"/>
        </w:rPr>
      </w:pPr>
      <w:r>
        <w:rPr>
          <w:rStyle w:val="FontStyle12"/>
          <w:szCs w:val="28"/>
        </w:rPr>
        <w:t>о доходах, об имуществе и обязательствах имущественного характера лиц, замещающих должности</w:t>
      </w:r>
    </w:p>
    <w:p w:rsidR="00AA7F89" w:rsidRDefault="00AA7F89" w:rsidP="00AE24D8">
      <w:pPr>
        <w:pStyle w:val="Style4"/>
        <w:widowControl/>
        <w:jc w:val="center"/>
        <w:rPr>
          <w:rStyle w:val="FontStyle12"/>
          <w:szCs w:val="28"/>
        </w:rPr>
      </w:pPr>
      <w:r>
        <w:rPr>
          <w:rStyle w:val="FontStyle12"/>
          <w:szCs w:val="28"/>
        </w:rPr>
        <w:t xml:space="preserve">в </w:t>
      </w:r>
      <w:r w:rsidRPr="00FE5672">
        <w:rPr>
          <w:rStyle w:val="FontStyle12"/>
          <w:szCs w:val="28"/>
          <w:u w:val="single"/>
        </w:rPr>
        <w:t>Главном управлении МЧС России (по Тюменской области)</w:t>
      </w:r>
    </w:p>
    <w:p w:rsidR="00AA7F89" w:rsidRDefault="00AA7F89" w:rsidP="00AE24D8">
      <w:pPr>
        <w:pStyle w:val="Style5"/>
        <w:widowControl/>
        <w:jc w:val="center"/>
        <w:rPr>
          <w:rStyle w:val="FontStyle13"/>
          <w:iCs/>
          <w:szCs w:val="20"/>
        </w:rPr>
      </w:pPr>
      <w:r>
        <w:rPr>
          <w:rStyle w:val="FontStyle13"/>
          <w:iCs/>
          <w:szCs w:val="20"/>
        </w:rPr>
        <w:t>(наименование территориального органа, организации МЧС России)</w:t>
      </w:r>
    </w:p>
    <w:p w:rsidR="00AA7F89" w:rsidRDefault="00AA7F89" w:rsidP="007F19F9">
      <w:pPr>
        <w:pStyle w:val="Style6"/>
        <w:widowControl/>
        <w:jc w:val="center"/>
        <w:rPr>
          <w:rStyle w:val="FontStyle12"/>
          <w:szCs w:val="28"/>
        </w:rPr>
      </w:pPr>
      <w:r>
        <w:rPr>
          <w:rStyle w:val="FontStyle12"/>
          <w:szCs w:val="28"/>
        </w:rPr>
        <w:t>и членов их семей за период с 1 января 2011 года по 31 декабря 2011 года</w:t>
      </w:r>
    </w:p>
    <w:p w:rsidR="00AA7F89" w:rsidRPr="007F19F9" w:rsidRDefault="00AA7F89" w:rsidP="007F19F9">
      <w:pPr>
        <w:pStyle w:val="Style6"/>
        <w:widowControl/>
        <w:jc w:val="center"/>
        <w:rPr>
          <w:rStyle w:val="FontStyle12"/>
          <w:sz w:val="16"/>
          <w:szCs w:val="16"/>
        </w:rPr>
      </w:pPr>
    </w:p>
    <w:p w:rsidR="00AA7F89" w:rsidRPr="005076F0" w:rsidRDefault="00AA7F89" w:rsidP="005076F0">
      <w:pPr>
        <w:jc w:val="center"/>
        <w:rPr>
          <w:b/>
          <w:sz w:val="28"/>
          <w:szCs w:val="28"/>
        </w:rPr>
      </w:pPr>
      <w:r w:rsidRPr="005076F0">
        <w:rPr>
          <w:b/>
          <w:sz w:val="28"/>
          <w:szCs w:val="28"/>
        </w:rPr>
        <w:t>Военнослужащие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800"/>
        <w:gridCol w:w="1800"/>
        <w:gridCol w:w="1620"/>
        <w:gridCol w:w="2880"/>
        <w:gridCol w:w="1620"/>
        <w:gridCol w:w="1496"/>
        <w:gridCol w:w="2644"/>
      </w:tblGrid>
      <w:tr w:rsidR="00AA7F89" w:rsidRPr="00BE2BC1">
        <w:tc>
          <w:tcPr>
            <w:tcW w:w="90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№ пп</w:t>
            </w:r>
          </w:p>
        </w:tc>
        <w:tc>
          <w:tcPr>
            <w:tcW w:w="180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Фам</w:t>
            </w:r>
            <w:r w:rsidRPr="00BE2BC1">
              <w:rPr>
                <w:b/>
              </w:rPr>
              <w:t>и</w:t>
            </w:r>
            <w:r w:rsidRPr="00BE2BC1">
              <w:rPr>
                <w:b/>
              </w:rPr>
              <w:t>лия, инициалы</w:t>
            </w:r>
          </w:p>
        </w:tc>
        <w:tc>
          <w:tcPr>
            <w:tcW w:w="180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Дол</w:t>
            </w:r>
            <w:r w:rsidRPr="00BE2BC1">
              <w:rPr>
                <w:b/>
              </w:rPr>
              <w:t>ж</w:t>
            </w:r>
            <w:r w:rsidRPr="00BE2BC1">
              <w:rPr>
                <w:b/>
              </w:rPr>
              <w:t>ность</w:t>
            </w:r>
          </w:p>
        </w:tc>
        <w:tc>
          <w:tcPr>
            <w:tcW w:w="162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Общая су</w:t>
            </w:r>
            <w:r w:rsidRPr="00BE2BC1">
              <w:rPr>
                <w:b/>
              </w:rPr>
              <w:t>м</w:t>
            </w:r>
            <w:r w:rsidRPr="00BE2BC1">
              <w:rPr>
                <w:b/>
              </w:rPr>
              <w:t>ма деклар</w:t>
            </w:r>
            <w:r w:rsidRPr="00BE2BC1">
              <w:rPr>
                <w:b/>
              </w:rPr>
              <w:t>и</w:t>
            </w:r>
            <w:r w:rsidRPr="00BE2BC1">
              <w:rPr>
                <w:b/>
              </w:rPr>
              <w:t>рованного годового д</w:t>
            </w:r>
            <w:r w:rsidRPr="00BE2BC1">
              <w:rPr>
                <w:b/>
              </w:rPr>
              <w:t>о</w:t>
            </w:r>
            <w:r w:rsidRPr="00BE2BC1">
              <w:rPr>
                <w:b/>
              </w:rPr>
              <w:t>хода</w:t>
            </w:r>
          </w:p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за 2011 г. (руб.)</w:t>
            </w:r>
          </w:p>
        </w:tc>
        <w:tc>
          <w:tcPr>
            <w:tcW w:w="5996" w:type="dxa"/>
            <w:gridSpan w:val="3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Перечень объектов недвижимого имущества, пр</w:t>
            </w:r>
            <w:r w:rsidRPr="00BE2BC1">
              <w:rPr>
                <w:b/>
              </w:rPr>
              <w:t>и</w:t>
            </w:r>
            <w:r w:rsidRPr="00BE2BC1">
              <w:rPr>
                <w:b/>
              </w:rPr>
              <w:t>надлежащих на праве собственности или находящихся в польз</w:t>
            </w:r>
            <w:r w:rsidRPr="00BE2BC1">
              <w:rPr>
                <w:b/>
              </w:rPr>
              <w:t>о</w:t>
            </w:r>
            <w:r w:rsidRPr="00BE2BC1">
              <w:rPr>
                <w:b/>
              </w:rPr>
              <w:t>вании</w:t>
            </w:r>
          </w:p>
        </w:tc>
        <w:tc>
          <w:tcPr>
            <w:tcW w:w="2644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Перечень транспор</w:t>
            </w:r>
            <w:r w:rsidRPr="00BE2BC1">
              <w:rPr>
                <w:b/>
              </w:rPr>
              <w:t>т</w:t>
            </w:r>
            <w:r w:rsidRPr="00BE2BC1">
              <w:rPr>
                <w:b/>
              </w:rPr>
              <w:t>ных средств, прина</w:t>
            </w:r>
            <w:r w:rsidRPr="00BE2BC1">
              <w:rPr>
                <w:b/>
              </w:rPr>
              <w:t>д</w:t>
            </w:r>
            <w:r w:rsidRPr="00BE2BC1">
              <w:rPr>
                <w:b/>
              </w:rPr>
              <w:t>лежащих на праве собс</w:t>
            </w:r>
            <w:r w:rsidRPr="00BE2BC1">
              <w:rPr>
                <w:b/>
              </w:rPr>
              <w:t>т</w:t>
            </w:r>
            <w:r w:rsidRPr="00BE2BC1">
              <w:rPr>
                <w:b/>
              </w:rPr>
              <w:t xml:space="preserve">венности (вид, марка) 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8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Вид</w:t>
            </w:r>
          </w:p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 xml:space="preserve">объектов </w:t>
            </w:r>
          </w:p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недвиж</w:t>
            </w:r>
            <w:r w:rsidRPr="00BE2BC1">
              <w:rPr>
                <w:b/>
              </w:rPr>
              <w:t>и</w:t>
            </w:r>
            <w:r w:rsidRPr="00BE2BC1">
              <w:rPr>
                <w:b/>
              </w:rPr>
              <w:t>мости</w:t>
            </w:r>
          </w:p>
        </w:tc>
        <w:tc>
          <w:tcPr>
            <w:tcW w:w="162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Пл</w:t>
            </w:r>
            <w:r w:rsidRPr="00BE2BC1">
              <w:rPr>
                <w:b/>
              </w:rPr>
              <w:t>о</w:t>
            </w:r>
            <w:r w:rsidRPr="00BE2BC1">
              <w:rPr>
                <w:b/>
              </w:rPr>
              <w:t>щадь</w:t>
            </w:r>
          </w:p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(кв. м.)</w:t>
            </w:r>
          </w:p>
        </w:tc>
        <w:tc>
          <w:tcPr>
            <w:tcW w:w="1496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 xml:space="preserve">Страна </w:t>
            </w:r>
          </w:p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распол</w:t>
            </w:r>
            <w:r w:rsidRPr="00BE2BC1">
              <w:rPr>
                <w:b/>
              </w:rPr>
              <w:t>о</w:t>
            </w:r>
            <w:r w:rsidRPr="00BE2BC1">
              <w:rPr>
                <w:b/>
              </w:rPr>
              <w:t>жения</w:t>
            </w:r>
          </w:p>
        </w:tc>
        <w:tc>
          <w:tcPr>
            <w:tcW w:w="2644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7F89" w:rsidRPr="00BE2BC1">
        <w:tc>
          <w:tcPr>
            <w:tcW w:w="9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1</w:t>
            </w: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2</w:t>
            </w: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3</w:t>
            </w:r>
          </w:p>
        </w:tc>
        <w:tc>
          <w:tcPr>
            <w:tcW w:w="162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4</w:t>
            </w:r>
          </w:p>
        </w:tc>
        <w:tc>
          <w:tcPr>
            <w:tcW w:w="288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5</w:t>
            </w:r>
          </w:p>
        </w:tc>
        <w:tc>
          <w:tcPr>
            <w:tcW w:w="162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6</w:t>
            </w:r>
          </w:p>
        </w:tc>
        <w:tc>
          <w:tcPr>
            <w:tcW w:w="1496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7</w:t>
            </w:r>
          </w:p>
        </w:tc>
        <w:tc>
          <w:tcPr>
            <w:tcW w:w="2644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2BC1">
              <w:rPr>
                <w:b/>
              </w:rPr>
              <w:t>8</w:t>
            </w:r>
          </w:p>
        </w:tc>
      </w:tr>
      <w:tr w:rsidR="00AA7F89" w:rsidRPr="00BE2BC1">
        <w:tc>
          <w:tcPr>
            <w:tcW w:w="900" w:type="dxa"/>
            <w:vMerge w:val="restart"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00" w:type="dxa"/>
            <w:vMerge w:val="restart"/>
          </w:tcPr>
          <w:p w:rsidR="00AA7F89" w:rsidRPr="00BE2BC1" w:rsidRDefault="00AA7F89" w:rsidP="00FE56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Клименко С.Н.</w:t>
            </w:r>
          </w:p>
        </w:tc>
        <w:tc>
          <w:tcPr>
            <w:tcW w:w="18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Первый заместитель начальника Главного управления</w:t>
            </w:r>
          </w:p>
        </w:tc>
        <w:tc>
          <w:tcPr>
            <w:tcW w:w="1620" w:type="dxa"/>
            <w:vMerge w:val="restart"/>
          </w:tcPr>
          <w:p w:rsidR="00AA7F89" w:rsidRPr="000A234D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867759,68</w:t>
            </w: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1496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 w:val="restart"/>
          </w:tcPr>
          <w:p w:rsidR="00AA7F89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61455D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Фолькс ваген пассат</w:t>
            </w:r>
          </w:p>
          <w:p w:rsidR="00AA7F89" w:rsidRPr="00037992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</w:p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(безвозмездное пользование)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46,6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620" w:type="dxa"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23,1</w:t>
            </w:r>
          </w:p>
        </w:tc>
        <w:tc>
          <w:tcPr>
            <w:tcW w:w="1496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  <w:vMerge w:val="restart"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167884,13</w:t>
            </w: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</w:p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(безвозмездное пользование)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46,6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  <w:vMerge w:val="restart"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3500,00</w:t>
            </w: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</w:p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(безвозмездное пользование)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46,6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  <w:vMerge w:val="restart"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9B4D6A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52670B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</w:p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(безвозмездное пользование)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46,6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00" w:type="dxa"/>
            <w:vMerge w:val="restart"/>
          </w:tcPr>
          <w:p w:rsidR="00AA7F89" w:rsidRPr="00BE2BC1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Томчук А.А. </w:t>
            </w:r>
          </w:p>
        </w:tc>
        <w:tc>
          <w:tcPr>
            <w:tcW w:w="18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начальника Главного управления – начальник управления</w:t>
            </w:r>
          </w:p>
        </w:tc>
        <w:tc>
          <w:tcPr>
            <w:tcW w:w="1620" w:type="dxa"/>
            <w:vMerge w:val="restart"/>
          </w:tcPr>
          <w:p w:rsidR="00AA7F89" w:rsidRPr="00345F20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1080960,84</w:t>
            </w:r>
          </w:p>
        </w:tc>
        <w:tc>
          <w:tcPr>
            <w:tcW w:w="288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</w:p>
          <w:p w:rsidR="00AA7F89" w:rsidRPr="0052670B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(</w:t>
            </w:r>
            <w:r>
              <w:t>индивидуальная</w:t>
            </w:r>
            <w:r w:rsidRPr="0052670B">
              <w:t>)</w:t>
            </w:r>
          </w:p>
        </w:tc>
        <w:tc>
          <w:tcPr>
            <w:tcW w:w="1620" w:type="dxa"/>
          </w:tcPr>
          <w:p w:rsidR="00AA7F89" w:rsidRPr="0052670B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61455D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ЛАДА 212140</w:t>
            </w:r>
          </w:p>
          <w:p w:rsidR="00AA7F89" w:rsidRPr="00037992" w:rsidRDefault="00AA7F89" w:rsidP="00D421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345F20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AA7F89" w:rsidRPr="00345F20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(долевое участие)</w:t>
            </w:r>
          </w:p>
        </w:tc>
        <w:tc>
          <w:tcPr>
            <w:tcW w:w="1620" w:type="dxa"/>
          </w:tcPr>
          <w:p w:rsidR="00AA7F89" w:rsidRPr="00345F20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496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Автоприцеп</w:t>
            </w:r>
          </w:p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КМЗ-8284</w:t>
            </w:r>
          </w:p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индивидуальная)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263585,58</w:t>
            </w: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дачный участок</w:t>
            </w:r>
          </w:p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62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485</w:t>
            </w:r>
          </w:p>
        </w:tc>
        <w:tc>
          <w:tcPr>
            <w:tcW w:w="1496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(долевое участие)</w:t>
            </w:r>
          </w:p>
        </w:tc>
        <w:tc>
          <w:tcPr>
            <w:tcW w:w="162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38,35</w:t>
            </w:r>
          </w:p>
        </w:tc>
        <w:tc>
          <w:tcPr>
            <w:tcW w:w="1496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96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(долевое участие)</w:t>
            </w:r>
          </w:p>
        </w:tc>
        <w:tc>
          <w:tcPr>
            <w:tcW w:w="162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496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</w:t>
            </w:r>
          </w:p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(долевое участие)</w:t>
            </w:r>
          </w:p>
        </w:tc>
        <w:tc>
          <w:tcPr>
            <w:tcW w:w="1620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0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0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96" w:type="dxa"/>
          </w:tcPr>
          <w:p w:rsidR="00AA7F89" w:rsidRPr="00037992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c>
          <w:tcPr>
            <w:tcW w:w="9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800" w:type="dxa"/>
            <w:vMerge w:val="restart"/>
          </w:tcPr>
          <w:p w:rsidR="00AA7F89" w:rsidRPr="00BE2BC1" w:rsidRDefault="00AA7F89" w:rsidP="00FE56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Луценко А.Л.</w:t>
            </w:r>
          </w:p>
        </w:tc>
        <w:tc>
          <w:tcPr>
            <w:tcW w:w="1800" w:type="dxa"/>
            <w:vMerge w:val="restart"/>
          </w:tcPr>
          <w:p w:rsidR="00AA7F89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Помощник начальника Главного управления</w:t>
            </w:r>
          </w:p>
        </w:tc>
        <w:tc>
          <w:tcPr>
            <w:tcW w:w="1620" w:type="dxa"/>
            <w:vMerge w:val="restart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845236,01</w:t>
            </w: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520</w:t>
            </w:r>
          </w:p>
        </w:tc>
        <w:tc>
          <w:tcPr>
            <w:tcW w:w="1496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 w:val="restart"/>
          </w:tcPr>
          <w:p w:rsidR="00AA7F89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61455D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Тойота Авенсис</w:t>
            </w:r>
          </w:p>
          <w:p w:rsidR="00AA7F89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жилое строение</w:t>
            </w:r>
          </w:p>
          <w:p w:rsidR="00AA7F89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496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баня</w:t>
            </w:r>
          </w:p>
          <w:p w:rsidR="00AA7F89" w:rsidRDefault="00AA7F89" w:rsidP="00A224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496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8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72,6</w:t>
            </w:r>
          </w:p>
        </w:tc>
        <w:tc>
          <w:tcPr>
            <w:tcW w:w="1496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  <w:vMerge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614087,29</w:t>
            </w: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72,6</w:t>
            </w:r>
          </w:p>
        </w:tc>
        <w:tc>
          <w:tcPr>
            <w:tcW w:w="1496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72,6</w:t>
            </w:r>
          </w:p>
        </w:tc>
        <w:tc>
          <w:tcPr>
            <w:tcW w:w="1496" w:type="dxa"/>
          </w:tcPr>
          <w:p w:rsidR="00AA7F89" w:rsidRDefault="00AA7F89" w:rsidP="00222C2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rPr>
          <w:trHeight w:val="920"/>
        </w:trPr>
        <w:tc>
          <w:tcPr>
            <w:tcW w:w="9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1800" w:type="dxa"/>
          </w:tcPr>
          <w:p w:rsidR="00AA7F89" w:rsidRPr="00BE2BC1" w:rsidRDefault="00AA7F89" w:rsidP="00FE56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Юрьевцев Е.Л.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Заместитель начальника управления – начальник отдела 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746065,35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Default="00AA7F89" w:rsidP="003663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rPr>
          <w:trHeight w:val="470"/>
        </w:trPr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263312,55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rPr>
          <w:trHeight w:val="921"/>
        </w:trPr>
        <w:tc>
          <w:tcPr>
            <w:tcW w:w="9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1800" w:type="dxa"/>
          </w:tcPr>
          <w:p w:rsidR="00AA7F89" w:rsidRPr="00BE2BC1" w:rsidRDefault="00AA7F89" w:rsidP="00FE56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Пархомович А.А.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720669,28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3663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61455D" w:rsidRDefault="00AA7F89" w:rsidP="003663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Рено Логан</w:t>
            </w:r>
          </w:p>
          <w:p w:rsidR="00AA7F89" w:rsidRDefault="00AA7F89" w:rsidP="003663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E2BC1">
        <w:trPr>
          <w:trHeight w:val="566"/>
        </w:trPr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260517,46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rPr>
          <w:trHeight w:val="546"/>
        </w:trPr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rPr>
          <w:trHeight w:val="1170"/>
        </w:trPr>
        <w:tc>
          <w:tcPr>
            <w:tcW w:w="9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1800" w:type="dxa"/>
          </w:tcPr>
          <w:p w:rsidR="00AA7F89" w:rsidRPr="00BE2BC1" w:rsidRDefault="00AA7F89" w:rsidP="008D0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Калякин А. Н.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766146,47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8D01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61455D" w:rsidRDefault="00AA7F89" w:rsidP="008D01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Рено Логан</w:t>
            </w:r>
          </w:p>
          <w:p w:rsidR="00AA7F89" w:rsidRDefault="00AA7F89" w:rsidP="008D01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E2BC1">
        <w:trPr>
          <w:trHeight w:val="421"/>
        </w:trPr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185449,83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rPr>
          <w:trHeight w:val="470"/>
        </w:trPr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(социальный найм)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62,9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E2BC1">
        <w:trPr>
          <w:trHeight w:val="828"/>
        </w:trPr>
        <w:tc>
          <w:tcPr>
            <w:tcW w:w="900" w:type="dxa"/>
            <w:vMerge w:val="restart"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Гайдамак А. С.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начальника отдела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528869,70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1933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(аренда)</w:t>
            </w:r>
          </w:p>
        </w:tc>
        <w:tc>
          <w:tcPr>
            <w:tcW w:w="1620" w:type="dxa"/>
          </w:tcPr>
          <w:p w:rsidR="00AA7F89" w:rsidRDefault="00AA7F89" w:rsidP="001933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8D01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61455D" w:rsidRDefault="00AA7F89" w:rsidP="008D01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Митсубиси Лансер Х</w:t>
            </w:r>
          </w:p>
          <w:p w:rsidR="00AA7F89" w:rsidRDefault="00AA7F89" w:rsidP="008D01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E2BC1">
        <w:trPr>
          <w:trHeight w:val="459"/>
        </w:trPr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(аренда)</w:t>
            </w:r>
          </w:p>
        </w:tc>
        <w:tc>
          <w:tcPr>
            <w:tcW w:w="162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E2BC1">
        <w:trPr>
          <w:trHeight w:val="710"/>
        </w:trPr>
        <w:tc>
          <w:tcPr>
            <w:tcW w:w="900" w:type="dxa"/>
            <w:vMerge/>
          </w:tcPr>
          <w:p w:rsidR="00AA7F89" w:rsidRPr="00037992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A7F89" w:rsidRPr="00BE2BC1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0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880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(аренда)</w:t>
            </w:r>
          </w:p>
        </w:tc>
        <w:tc>
          <w:tcPr>
            <w:tcW w:w="1620" w:type="dxa"/>
          </w:tcPr>
          <w:p w:rsidR="00AA7F89" w:rsidRDefault="00AA7F89" w:rsidP="001933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1496" w:type="dxa"/>
          </w:tcPr>
          <w:p w:rsidR="00AA7F89" w:rsidRDefault="00AA7F89" w:rsidP="00D150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644" w:type="dxa"/>
          </w:tcPr>
          <w:p w:rsidR="00AA7F89" w:rsidRDefault="00AA7F89" w:rsidP="00BE2B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AA7F89" w:rsidRPr="005076F0" w:rsidRDefault="00AA7F89" w:rsidP="005076F0">
      <w:pPr>
        <w:pStyle w:val="Style6"/>
        <w:widowControl/>
        <w:jc w:val="center"/>
        <w:rPr>
          <w:rStyle w:val="FontStyle12"/>
          <w:sz w:val="16"/>
          <w:szCs w:val="16"/>
        </w:rPr>
      </w:pPr>
    </w:p>
    <w:p w:rsidR="00AA7F89" w:rsidRPr="005076F0" w:rsidRDefault="00AA7F89" w:rsidP="005076F0">
      <w:pPr>
        <w:pStyle w:val="Style6"/>
        <w:widowControl/>
        <w:jc w:val="center"/>
        <w:rPr>
          <w:rStyle w:val="FontStyle12"/>
          <w:b/>
          <w:szCs w:val="28"/>
        </w:rPr>
      </w:pPr>
      <w:r w:rsidRPr="005076F0">
        <w:rPr>
          <w:rStyle w:val="FontStyle12"/>
          <w:b/>
          <w:szCs w:val="28"/>
        </w:rPr>
        <w:t>Сотрудники ФПС</w:t>
      </w:r>
    </w:p>
    <w:tbl>
      <w:tblPr>
        <w:tblW w:w="14688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"/>
        <w:gridCol w:w="678"/>
        <w:gridCol w:w="7"/>
        <w:gridCol w:w="1790"/>
        <w:gridCol w:w="8"/>
        <w:gridCol w:w="153"/>
        <w:gridCol w:w="1864"/>
        <w:gridCol w:w="9"/>
        <w:gridCol w:w="17"/>
        <w:gridCol w:w="1596"/>
        <w:gridCol w:w="11"/>
        <w:gridCol w:w="9"/>
        <w:gridCol w:w="13"/>
        <w:gridCol w:w="7"/>
        <w:gridCol w:w="2927"/>
        <w:gridCol w:w="23"/>
        <w:gridCol w:w="13"/>
        <w:gridCol w:w="1287"/>
        <w:gridCol w:w="6"/>
        <w:gridCol w:w="7"/>
        <w:gridCol w:w="1384"/>
        <w:gridCol w:w="7"/>
        <w:gridCol w:w="9"/>
        <w:gridCol w:w="15"/>
        <w:gridCol w:w="2820"/>
        <w:gridCol w:w="14"/>
      </w:tblGrid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№ пп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Фамилия, инициалы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Должность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Общая сумма декларированного годового дохода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за 2011 г. (руб.)</w:t>
            </w:r>
          </w:p>
        </w:tc>
        <w:tc>
          <w:tcPr>
            <w:tcW w:w="5663" w:type="dxa"/>
            <w:gridSpan w:val="9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Вид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 xml:space="preserve">объектов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недвижимости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Площадь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(кв. м.)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 xml:space="preserve">Страна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расположения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1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2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3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4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5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7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0CF6">
              <w:rPr>
                <w:b/>
              </w:rPr>
              <w:t>8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1.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Алёхин Ю.Н.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Главного управления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2776249,00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Санта-ФЕ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125,9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автоприцеп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КЗАП-8140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гаражный бокс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мототранспортные средства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ИЖ-Юпитер-5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гаражный бокс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83652,00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125,9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1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2.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Грачев О. 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Помощник начальника Главного управления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1071434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ССАНГ ЙОНГ КУРОН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4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3.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Сабурова О. Л.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Главного управления – начальник управления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1392360,99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 Шкода Актавия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98,1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8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98,1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7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4.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Теряев В. 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Главного управления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1577851,16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Камри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0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0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1359457,00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31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5.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Лушников И. Г.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управления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1527235,39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Фольксваген Тигуан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(индивидуальная);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0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3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15002,23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Зиневич С. 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Главного управления – начальник управления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2562872,29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(субаренда)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1034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98060,10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Хундай Санта ФЕ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Дом дачный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Баня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263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7.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Жолобов Ю. И.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управления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1811931,75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73,8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3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1317912,99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73,8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Рав 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6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6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17,6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6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73,8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99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Тырпак А. П.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управления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881339,8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Рав 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(индивидуальная);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9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63572,87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Гранд Старех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(индивидуальная);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3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63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9.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Батуро С.В.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10CF6">
              <w:t>506406,55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КИА РИО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56552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Гаевский П.А.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333003,45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182145,21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Мамантов А.А.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556713,14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2107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1120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0,48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Ламбин А.Н.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563739,12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1642776,39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Бедарева С.В.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Главный бухгалтер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474079,61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2172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Элантра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2123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992095,61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2172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2123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14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Шахбанов Р.А.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402719,46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11193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109756,31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Федонин А.В.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396327,86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20,8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Волга Газ 31105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21099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3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прицеп к легковым ТС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152961,77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20,8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Сухобоков И.Г.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отряда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720245,33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475435,18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дачный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17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Бастракова О.А.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базы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434871,64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Тайота-Дуна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115774,32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Сузуки – Гранд Витара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194,8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прицеп к легковым ТС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марка 8213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Чусовитин И.Н.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293195,08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21140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405184,4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19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Просвиркин В.М.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422244,25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Охапкин С.А.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отряда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715689,09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Фиат Гранд Пунто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424784,84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Корытов А.В.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Инспектор отдела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надзорной деятельности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369299,73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Шеврале Ланос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39696,72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Набоков С.В.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Дознаватель отдела надзорной деятельности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498433,65</w:t>
            </w:r>
          </w:p>
        </w:tc>
        <w:tc>
          <w:tcPr>
            <w:tcW w:w="2970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</w:t>
            </w:r>
          </w:p>
        </w:tc>
        <w:tc>
          <w:tcPr>
            <w:tcW w:w="1413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21150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3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 Фокус С Макс 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147092,28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Алёшкин Е.В.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 надзорной деятельности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608145,9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Созонов В.В.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 надзорной деятельности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721136,29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Элантра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2170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УАЗ 3962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399535,13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Кислухин В.А.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571804,04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2155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КИА ХМ Соренто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24288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2155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Пилюгин В.В.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535506,27</w:t>
            </w:r>
          </w:p>
        </w:tc>
        <w:tc>
          <w:tcPr>
            <w:tcW w:w="2970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66,03</w:t>
            </w:r>
          </w:p>
        </w:tc>
        <w:tc>
          <w:tcPr>
            <w:tcW w:w="1413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21073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3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Королла филдер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178893,00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66,03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27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Белогай А.П.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547977,9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 Фокус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270214,64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44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28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Сивилов А.Л.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394865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29.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Симаков Н.С.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735677,8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Салярис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30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Чусовитин А.С.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627635,39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Черкашина В.Г.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Главный бухгалтер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543235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Сузуки Лиана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Приусадебный 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166080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Приусадебный 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32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Архипенко Д.В.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382621,64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Шеврале Нива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201690,82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Воронцов И.О.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342866,64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210124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104400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34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Захаров С.А.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411645,29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ЛАДА 217030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36,1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93745,08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60,29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36,1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Харламов В.А.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363930,11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79344,78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36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Саитов И.М.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370865,97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Саната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165165,16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Емельянов А.Ю.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центра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697134,68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Лексус </w:t>
            </w:r>
            <w:r w:rsidRPr="00410CF6">
              <w:rPr>
                <w:lang w:val="en-US"/>
              </w:rPr>
              <w:t>GS</w:t>
            </w:r>
            <w:r w:rsidRPr="00410CF6">
              <w:t>300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240000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38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Ярцев П.Н.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490546,89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 Фокус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154341,37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Витряная О.А.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Главный бухгалтер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556877,39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545640,80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Рав 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Иванов А.М.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533925,29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52,0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Шеврале Айвео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23,30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371029,57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(индивидуальный)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2561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(индивидуальный)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31,3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52,0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Мясников С.А.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512721,61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23,1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Хонда Аккорд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сведениями не располагает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сведениями не располагает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сведениями не располагает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сведениями не располагает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сведениями не располагает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сведениями не располагает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Батин А.В.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767084,52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(индивидуальный)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19,7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Смирнов С.В.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372115,05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Костюченков Н.Н.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398801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Муцубиси Лансер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84200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Бобков Е.А.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515241,78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925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Королла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104,9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5833,04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104,9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104,9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Литягин И.И.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396674,86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 Фокус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42500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Макаров Е.Г.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560265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Альтеза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квартира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автоприцеп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НР-400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455775,29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46,6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Лексус РХ 300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Рудковский В.Э.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580769,73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79,29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Витц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Рудницкий А.В.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400584,94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2399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21102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38,10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Мазда 6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220854,76</w:t>
            </w:r>
          </w:p>
        </w:tc>
        <w:tc>
          <w:tcPr>
            <w:tcW w:w="2970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287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45,8</w:t>
            </w:r>
          </w:p>
        </w:tc>
        <w:tc>
          <w:tcPr>
            <w:tcW w:w="1413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 21102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87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3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Мазда 6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Рыхлов О.В.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пожарной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467695,94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 Фьюжен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Чери Сув Т11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50051,72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66,3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1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Афанасьев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С.М.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Начальник Тюменского учебного центра 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1604217,00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, на правах собственника)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100,6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(общая долевая)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17,1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дача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48,0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гараж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27,0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275675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(общая долевая)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24,0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100,6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2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Чуриков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Е. 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 Тюменского учебного центра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711052,42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64,9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ВАЗ 2107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182000,00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51,2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64,9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vMerge w:val="restart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vMerge w:val="restart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дача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600,0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14,0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3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Коляда Г.А.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начальника Тюменского учебного центра 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657850,53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52,0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401364,20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65,9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rPr>
                <w:lang w:val="en-US"/>
              </w:rPr>
              <w:t>Peugeot 308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36,5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rPr>
                <w:lang w:val="en-US"/>
              </w:rPr>
              <w:t>c</w:t>
            </w:r>
            <w:r w:rsidRPr="00410CF6">
              <w:t>ын</w:t>
            </w: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13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13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4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Коновалова Л. Б.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Главный бухгалтер Тюменского учебного центра 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787778,85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30,0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rPr>
                <w:lang w:val="en-US"/>
              </w:rPr>
              <w:t>Nissan</w:t>
            </w:r>
            <w:r w:rsidRPr="00410CF6">
              <w:t xml:space="preserve"> </w:t>
            </w:r>
            <w:r w:rsidRPr="00410CF6">
              <w:rPr>
                <w:lang w:val="en-US"/>
              </w:rPr>
              <w:t>march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общая долевая</w:t>
            </w:r>
            <w:r w:rsidRPr="00410CF6">
              <w:t>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49,5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23,3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  <w:trHeight w:val="443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5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Береженцев А. Л.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начальника Тюменского учебного центра 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700277,59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  <w:rPr>
                <w:lang w:val="en-US"/>
              </w:rPr>
            </w:pPr>
            <w:r w:rsidRPr="00410CF6">
              <w:rPr>
                <w:lang w:val="en-US"/>
              </w:rPr>
              <w:t>26.2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  <w:rPr>
                <w:lang w:val="en-US"/>
              </w:rPr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ВАЗ 21074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Лада 217230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ЛуАЗ – 969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УАЗ – 452Д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Мототранспортные средства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Мотороллер </w:t>
            </w:r>
            <w:r w:rsidRPr="00410CF6">
              <w:rPr>
                <w:lang w:val="en-US"/>
              </w:rPr>
              <w:t>Stels</w:t>
            </w:r>
            <w:r w:rsidRPr="00410CF6">
              <w:t xml:space="preserve"> </w:t>
            </w:r>
            <w:r w:rsidRPr="00410CF6">
              <w:rPr>
                <w:lang w:val="en-US"/>
              </w:rPr>
              <w:t>Tek</w:t>
            </w:r>
            <w:r w:rsidRPr="00410CF6">
              <w:t xml:space="preserve"> 90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  <w:trHeight w:val="308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vMerge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vMerge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  <w:rPr>
                <w:lang w:val="en-US"/>
              </w:rPr>
            </w:pPr>
            <w:r w:rsidRPr="00410CF6">
              <w:t>1714,0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1540,0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  <w:trHeight w:val="3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1540,0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  <w:trHeight w:val="53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60,0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1540,0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6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Николаева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И. Н.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начальника отдела Тюменского учебного центра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433047,41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  <w:rPr>
                <w:lang w:val="en-US"/>
              </w:rPr>
            </w:pPr>
            <w:r w:rsidRPr="00410CF6">
              <w:t>квартира (фактическое предоставление)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  <w:rPr>
                <w:lang w:val="en-US"/>
              </w:rPr>
            </w:pPr>
            <w:r w:rsidRPr="00410CF6">
              <w:rPr>
                <w:lang w:val="en-US"/>
              </w:rPr>
              <w:t>48.5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rPr>
                <w:lang w:val="en-US"/>
              </w:rPr>
              <w:t>Citroen</w:t>
            </w:r>
            <w:r w:rsidRPr="00410CF6">
              <w:t xml:space="preserve"> </w:t>
            </w:r>
            <w:r w:rsidRPr="00410CF6">
              <w:rPr>
                <w:lang w:val="en-US"/>
              </w:rPr>
              <w:t>C</w:t>
            </w:r>
            <w:r w:rsidRPr="00410CF6">
              <w:t>4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48,5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АЗЛК 2141 (индивидуальная)</w:t>
            </w: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48,5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  <w:tcBorders>
              <w:left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7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Девятков С. 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службы Тюменского учебного центра ФПС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286888,87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66,0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  <w:tcBorders>
              <w:left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324219,20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  <w:rPr>
                <w:lang w:val="en-US"/>
              </w:rPr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  <w:rPr>
                <w:lang w:val="en-US"/>
              </w:rPr>
            </w:pPr>
            <w:r w:rsidRPr="00410CF6">
              <w:rPr>
                <w:lang w:val="en-US"/>
              </w:rPr>
              <w:t>62.0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rPr>
                <w:lang w:val="en-US"/>
              </w:rPr>
              <w:t>Ford</w:t>
            </w:r>
            <w:r w:rsidRPr="00410CF6">
              <w:t xml:space="preserve"> </w:t>
            </w:r>
            <w:r w:rsidRPr="00410CF6">
              <w:rPr>
                <w:lang w:val="en-US"/>
              </w:rPr>
              <w:t>Focus</w:t>
            </w:r>
            <w:r w:rsidRPr="00410CF6">
              <w:t xml:space="preserve">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8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Сухарев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И. 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учебной пожарной части Тюменского учебного центра ФПС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411861,35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  <w:trHeight w:val="1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85,0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  <w:trHeight w:val="1221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5</w:t>
            </w:r>
            <w:r w:rsidRPr="00410CF6">
              <w:t>9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Холод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А. С.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начальника учебной пожарной части Тюменского учебного центра 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348717,01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(социальный найм)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31,7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60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Логинов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О. 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начальника Тюменского учебного центра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759507,86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67,0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rPr>
                <w:lang w:val="en-US"/>
              </w:rPr>
              <w:t>BYD</w:t>
            </w:r>
            <w:r w:rsidRPr="00410CF6">
              <w:t xml:space="preserve"> </w:t>
            </w:r>
            <w:r w:rsidRPr="00410CF6">
              <w:rPr>
                <w:lang w:val="en-US"/>
              </w:rPr>
              <w:t>F</w:t>
            </w:r>
            <w:r w:rsidRPr="00410CF6">
              <w:t>-3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67,0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67,0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67,0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>
              <w:t>6</w:t>
            </w:r>
            <w:r w:rsidRPr="00410CF6">
              <w:t>1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Хримучков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О. В.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начальника пожарной части 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423637,74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(аренда.)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1159,0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118931,13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(аренда.)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1159,0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(аренда.)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1159,0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single" w:sz="4" w:space="0" w:color="auto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>
              <w:t>6</w:t>
            </w:r>
            <w:r w:rsidRPr="00410CF6">
              <w:t>2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Гусев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В. Л.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Заместитель начальника отдела надзорной деятельности 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416639,09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>
              <w:t>земельный участок (безвоз</w:t>
            </w:r>
            <w:r w:rsidRPr="00410CF6">
              <w:t>мез</w:t>
            </w:r>
            <w:r>
              <w:t>д</w:t>
            </w:r>
            <w:r w:rsidRPr="00410CF6">
              <w:t>ное)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431,0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rPr>
                <w:lang w:val="en-US"/>
              </w:rPr>
              <w:t>Citroen</w:t>
            </w:r>
            <w:r w:rsidRPr="00410CF6">
              <w:t xml:space="preserve"> </w:t>
            </w:r>
            <w:r w:rsidRPr="00410CF6">
              <w:rPr>
                <w:lang w:val="en-US"/>
              </w:rPr>
              <w:t>C</w:t>
            </w:r>
            <w:r w:rsidRPr="00410CF6">
              <w:t>3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(безвозмез</w:t>
            </w:r>
            <w:r>
              <w:t>д</w:t>
            </w:r>
            <w:r w:rsidRPr="00410CF6">
              <w:t>ное)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99,2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60346,58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общая долевая</w:t>
            </w:r>
            <w:r w:rsidRPr="00410CF6">
              <w:t>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431,0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общая долевая</w:t>
            </w:r>
            <w:r w:rsidRPr="00410CF6">
              <w:t>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99,2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общая долевая</w:t>
            </w:r>
            <w:r w:rsidRPr="00410CF6">
              <w:t>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431,0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общая долевая</w:t>
            </w:r>
            <w:r w:rsidRPr="00410CF6">
              <w:t>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99,2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общая долевая</w:t>
            </w:r>
            <w:r w:rsidRPr="00410CF6">
              <w:t>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431,0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общая долевая</w:t>
            </w:r>
            <w:r w:rsidRPr="00410CF6">
              <w:t>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99,2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single" w:sz="4" w:space="0" w:color="auto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>
              <w:t>6</w:t>
            </w:r>
            <w:r w:rsidRPr="00410CF6">
              <w:t>3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Шишкин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А. В.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Начальник отдела надзорной деятельности 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442788,13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67,4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КИА – Спектра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УАЗ 452,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Мототранспортные средства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ММВЗ-3-11212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42,2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1368,0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79815,0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67,4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single" w:sz="4" w:space="0" w:color="auto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>
              <w:t>6</w:t>
            </w:r>
            <w:r w:rsidRPr="00410CF6">
              <w:t>4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Федоров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В. В.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Дознаватель отдела надзорной деятельности 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362458,67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(общая долевая)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96,0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1200,0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62,7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61,2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261677,88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(общая 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96,0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1200,0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62,7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61,2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(общая долевая)</w:t>
            </w:r>
          </w:p>
        </w:tc>
        <w:tc>
          <w:tcPr>
            <w:tcW w:w="1287" w:type="dxa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96,0</w:t>
            </w:r>
          </w:p>
        </w:tc>
        <w:tc>
          <w:tcPr>
            <w:tcW w:w="1413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1200,0</w:t>
            </w:r>
          </w:p>
        </w:tc>
        <w:tc>
          <w:tcPr>
            <w:tcW w:w="1413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62,7</w:t>
            </w:r>
          </w:p>
        </w:tc>
        <w:tc>
          <w:tcPr>
            <w:tcW w:w="1413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61,2</w:t>
            </w:r>
          </w:p>
        </w:tc>
        <w:tc>
          <w:tcPr>
            <w:tcW w:w="1413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44,0</w:t>
            </w:r>
          </w:p>
        </w:tc>
        <w:tc>
          <w:tcPr>
            <w:tcW w:w="1413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66,0</w:t>
            </w:r>
          </w:p>
        </w:tc>
        <w:tc>
          <w:tcPr>
            <w:tcW w:w="1413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single" w:sz="4" w:space="0" w:color="auto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>
              <w:t>6</w:t>
            </w:r>
            <w:r w:rsidRPr="00410CF6">
              <w:t>5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Семенов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А. С.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отдела надзорной деятельности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377673,75</w:t>
            </w: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</w:t>
            </w:r>
          </w:p>
        </w:tc>
        <w:tc>
          <w:tcPr>
            <w:tcW w:w="1287" w:type="dxa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400,0</w:t>
            </w:r>
          </w:p>
        </w:tc>
        <w:tc>
          <w:tcPr>
            <w:tcW w:w="1413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59,8</w:t>
            </w:r>
          </w:p>
        </w:tc>
        <w:tc>
          <w:tcPr>
            <w:tcW w:w="1413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50830,05</w:t>
            </w: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400,0</w:t>
            </w:r>
          </w:p>
        </w:tc>
        <w:tc>
          <w:tcPr>
            <w:tcW w:w="1413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59,8</w:t>
            </w:r>
          </w:p>
        </w:tc>
        <w:tc>
          <w:tcPr>
            <w:tcW w:w="1413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24,0</w:t>
            </w:r>
          </w:p>
        </w:tc>
        <w:tc>
          <w:tcPr>
            <w:tcW w:w="1413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(общая долевая)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400,0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59,8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single" w:sz="4" w:space="0" w:color="auto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>
              <w:t>6</w:t>
            </w:r>
            <w:r w:rsidRPr="00410CF6">
              <w:t>6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Перевышив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И. 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Инспектор отдела надзорной деятельности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462692,52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69,29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КИА - РИО (индивидуальная)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142463,00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69,29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69,29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69,29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single" w:sz="4" w:space="0" w:color="auto"/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>
              <w:t>6</w:t>
            </w:r>
            <w:r w:rsidRPr="00410CF6">
              <w:t>7</w:t>
            </w: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Аргаузов А. В.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Начальник пожарной части</w:t>
            </w: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581816,10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1400,0</w:t>
            </w:r>
          </w:p>
        </w:tc>
        <w:tc>
          <w:tcPr>
            <w:tcW w:w="1413" w:type="dxa"/>
            <w:gridSpan w:val="5"/>
            <w:tcBorders>
              <w:bottom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Форд Фокус (индивидуальная)</w:t>
            </w: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83,0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326881,02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1400,0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83,0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  <w:r w:rsidRPr="00410CF6">
              <w:t>1800,00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1400,0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83,0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  <w:bottom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1400,0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tcBorders>
              <w:top w:val="nil"/>
            </w:tcBorders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83,0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5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Юсько С.В.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811015,98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2349490,95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Санта-Фе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3284,80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Войтик П.В.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807718,60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78,3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Королла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625925,41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Киа Рио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78,3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0,07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78,3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Вибе М.И.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отряда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807877,60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67,8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67,8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0,09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34,8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67,8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67,8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Ганихин С.Н.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Начальник отделения 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640099,19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1194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 Фокус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Фольксваген Тигуан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Нежилое помещение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ГАЗ 3307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1256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УАЗ 452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1194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1256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Нежилое помещение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1194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Нежилое помещение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Абайдуллин И.Г.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772345,29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Шевроле Клан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435719,62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Морозов А.М.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891916,24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241944,45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</w:t>
            </w:r>
            <w:r>
              <w:t>4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 xml:space="preserve">Баталов Д.А.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401353,84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ВАЗ-21230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 xml:space="preserve">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Джамбаев Б.К.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524700,4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223931,94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общежитии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76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Борздый Г.В.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521568,27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17300,00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Соловьев А.В.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645571,93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57,1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Мазда-5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275675,74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57,1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57,1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Иванченко О.А.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части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489871,47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232378,15</w:t>
            </w:r>
          </w:p>
        </w:tc>
        <w:tc>
          <w:tcPr>
            <w:tcW w:w="2970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49,9</w:t>
            </w:r>
          </w:p>
        </w:tc>
        <w:tc>
          <w:tcPr>
            <w:tcW w:w="1384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ВАЗ-2106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gridSpan w:val="3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Шевроле Ланос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Филатов Р.Ф.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464217,26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Хендай Матрикс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ЕРАЗ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660000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1179872,20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1500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Красноперов А.Н.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515177,61</w:t>
            </w:r>
          </w:p>
        </w:tc>
        <w:tc>
          <w:tcPr>
            <w:tcW w:w="2970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</w:t>
            </w:r>
          </w:p>
        </w:tc>
        <w:tc>
          <w:tcPr>
            <w:tcW w:w="1384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ВАЗ-21054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gridSpan w:val="3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ВАЗ-2102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176964,00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Комната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Григорашкин О.В.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части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552143,43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Пежо 206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237,2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282819,20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237,2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237,2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Трифонов С.А.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584457,94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Мототранспортное средство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Мотоцикл ИЖ «Юпитер-5»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142463,28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65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Карабашев А.А.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642077,38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33,01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Хёндай Верна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246212,26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33,01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Краснолобова О.Н.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группы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565124,43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792,0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(безвозмездное)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737974,30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ВАЗ-210150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Дачный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1634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Автоприцеп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КМЗ 8284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Бронникова И.В.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канцелярии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488688,56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Ахматшин И.Р.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762204,21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166102,81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Шестакова О.Л.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724751,92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89,8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89,8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Таланцев Ю.Н.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761210,31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Ниссан Ноут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(членство в кооперативе)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112149,78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7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Кожокарь А.Л. 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632789,14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666,0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Дэу Матиз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96,5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27,8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23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Чуклин В.Н.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1099318,53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ВАЗ-111930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171139,20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Куликова С.С.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725298,61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5300000,0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427989,16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Митсубиси Делика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357500,00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 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2540,0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Змиев А.Д. 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управления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653590,78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Рено Логан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70252,09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Каргашилов Д.В.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Старший инженер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239608,33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Гусева Е.А.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547170,89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Шпакова О.Н.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Старший инженер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596021,98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Опель Астра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Назаров Б.В.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группы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675464,07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Черкашин А.А.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Главный специалист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591441,46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1578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ВАЗ-21103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(членство в кооперативе)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(членство в кооперативе)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1221744,77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Общежитие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(социальный найм)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Коновалов К.Г.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Главный специалист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630924,72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Ниссан Блубёрд Силфи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Чачков А.В.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Старший инженер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595711,04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81,6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115000,00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Распопова О.В.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Старший инженер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778462,59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ГАЗ 2712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540000,00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Хонда </w:t>
            </w:r>
            <w:r w:rsidRPr="00410CF6">
              <w:rPr>
                <w:lang w:val="en-US"/>
              </w:rPr>
              <w:t>H</w:t>
            </w:r>
            <w:r w:rsidRPr="00410CF6">
              <w:t>-</w:t>
            </w:r>
            <w:r w:rsidRPr="00410CF6">
              <w:rPr>
                <w:lang w:val="en-US"/>
              </w:rPr>
              <w:t>RV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Торговое место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Торговое место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Рыбникова Т.Г.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787874,04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451,0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Южакова Т.А.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643921,55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1460,0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10CF6">
              <w:t>(долевая</w:t>
            </w:r>
            <w:r w:rsidRPr="00410CF6">
              <w:rPr>
                <w:lang w:val="en-US"/>
              </w:rPr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10CF6">
              <w:rPr>
                <w:lang w:val="en-US"/>
              </w:rPr>
              <w:t>11520</w:t>
            </w:r>
            <w:r w:rsidRPr="00410CF6">
              <w:t>,</w:t>
            </w:r>
            <w:r w:rsidRPr="00410CF6">
              <w:rPr>
                <w:lang w:val="en-US"/>
              </w:rPr>
              <w:t>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92,1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558575,00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92,1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Курмашева Т.Р.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662948,01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Лозина Е.Н.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146060,79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Шевроле Лачетти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24620,00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Моторная лодка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Патриот-340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Миндра Ю.П.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728141,39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Куликова Н.А.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740004,09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Дача – жилое строение на садоводческом участке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Хозяйственное строение-баня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коммунальной квартире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2276000,00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Ниссан Альмера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коммунальной квартире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Жилое строение на садоводческом участке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Хозяйственное строение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 в коммунальной квартире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Жилое строение на садоводческом участке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Хозяйственное строение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Скворец К.С.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управления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822199,69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Форд-Фокус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477660,69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Пепеляев А.Е.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697539,54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Митсубиси Лансер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супруги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114337,30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Турбин А.М.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664547,03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ВАЗ-11193 Калина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Автомобиль легковой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Киа Рио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108976,45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Россия 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Кулёшин А.К.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588812,22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Форд Фокус 3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933,0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грузовой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ГАЗ САЗ 3307 самосвал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???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180000,00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Пежо 308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Едигарев С.А.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706128,31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Лада 111930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209104,16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Кузьминых А.И.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606861,69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(общая)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Ваз-21074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(совместная)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Автоприцеп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59400,0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Зубарев А.А.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444888,53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ВАЗ-2121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66,9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wBefore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114</w:t>
            </w: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Павлова Т.В.</w:t>
            </w:r>
          </w:p>
        </w:tc>
        <w:tc>
          <w:tcPr>
            <w:tcW w:w="2034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Главный бухгалтер</w:t>
            </w:r>
          </w:p>
        </w:tc>
        <w:tc>
          <w:tcPr>
            <w:tcW w:w="1646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3654897,33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153,7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Россия</w:t>
            </w:r>
          </w:p>
        </w:tc>
        <w:tc>
          <w:tcPr>
            <w:tcW w:w="2858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Митсубиси Аутлендер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</w:t>
            </w:r>
            <w:r>
              <w:t>15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Валеев С.Ф.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центра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1394247,43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(для садоводчества)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471,0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Митсубиси Паджеро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(по договору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1250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170770,62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(по договору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(по договору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(по договору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68,9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Леознов А.В.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589702,65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Рено Логан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77,1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257720,42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70,3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56,5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Борисова Т.Ю.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 - главный бухгалтер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513288,72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 кооператива)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Дача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 общества)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1419419,50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Фольксваген Гольф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Сузуки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 кооператива)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Дача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 общества)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Комната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 кооператива)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Дача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(член общества)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 xml:space="preserve">Кугаевская О.А.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Заместитель начальника центра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454984,59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39,9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119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Анисимов А.Л.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 (старший оперативный дежурный)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496510,01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Карина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106176,00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Сухорученко А.П.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 - начальник телекоммуникационного центра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510196,08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260592,87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91,3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Симонов И.А.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 (старший оперативный дежурный)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463199,00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Тойота Раум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52000,00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Краус А.А.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 (старший оперативный дежурный)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472772,38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89,2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85776,00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89,2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89,2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49,8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89,2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123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Такенов А.А.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центра (старший оперативный дежурный)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460887,94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1343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Шкода Октавия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247525,82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Шестаков А.А.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459864,76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Хёнде Элантра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141442,00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дочь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 xml:space="preserve">Конев Д.С.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339305,37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Хонда Фит 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12</w:t>
            </w:r>
            <w:r>
              <w:t>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Климов В.В.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Начальник отдела 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292395,35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339625,0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Гараж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131011,21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61,7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Рав-4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Компанеев Е.В.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Начальник отделения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343953,92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 xml:space="preserve">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Глазов А.В.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577156,19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ВАЗ-21063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464750,00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Митсубиши Аутлендер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Жилой дом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67,7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 xml:space="preserve">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Байнашев Д.Т.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отделения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452693,08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 xml:space="preserve">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ВАЗ-11183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78903,73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Мишкин Д.Ж.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группы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249525,71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33,2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Ист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72,4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</w:t>
            </w:r>
            <w:r>
              <w:t>31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Царенко С.А.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группы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353721,32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супруга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дочь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дочь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82,3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Пелевин Д.Г.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Начальник отделения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416369,58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344932,85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113,09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Умаров А.С.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Начальник отдела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466680,65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ВАЗ-2114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Дача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265408,98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85,3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134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 xml:space="preserve">Мавлютов С.Х. 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 xml:space="preserve">Начальник отдела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437728,49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Хёндай Акцент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192242,50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62,9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Митряков В.В.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405205,61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Тойота Хайлендер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292805,90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Земельный участок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100,0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20,1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136</w:t>
            </w:r>
          </w:p>
        </w:tc>
        <w:tc>
          <w:tcPr>
            <w:tcW w:w="1797" w:type="dxa"/>
            <w:gridSpan w:val="2"/>
            <w:vMerge w:val="restart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Переверзев Д.В.</w:t>
            </w:r>
          </w:p>
        </w:tc>
        <w:tc>
          <w:tcPr>
            <w:tcW w:w="2051" w:type="dxa"/>
            <w:gridSpan w:val="5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377106,45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84,3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Автомобиль легковой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Фольксваген Шаран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1" w:type="dxa"/>
            <w:gridSpan w:val="5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74,8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43,7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Третьяков Д.Г.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389542,56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21,5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501212,36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дочь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64,4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138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Болдырев А.С.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377444,00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50000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сын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95,0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</w:t>
            </w:r>
          </w:p>
        </w:tc>
        <w:tc>
          <w:tcPr>
            <w:tcW w:w="1797" w:type="dxa"/>
            <w:gridSpan w:val="2"/>
          </w:tcPr>
          <w:p w:rsidR="00AA7F89" w:rsidRPr="008D22E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D22E2">
              <w:t>Курченко К.В.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Заместитель начальника отдела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358540,25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7" w:type="dxa"/>
            <w:gridSpan w:val="2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супруга</w:t>
            </w:r>
          </w:p>
        </w:tc>
        <w:tc>
          <w:tcPr>
            <w:tcW w:w="2051" w:type="dxa"/>
            <w:gridSpan w:val="5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-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448189,50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Квартира</w:t>
            </w:r>
          </w:p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0CF6">
              <w:t>63,3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</w:t>
            </w:r>
            <w:r>
              <w:t>40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Ткачева Л.А.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 МОДиАП № 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654494,07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 Тойота Королла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садовый 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802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146000,02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141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Горбачёва М.С.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194538,33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 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69240,00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легковой автомобиль,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Форд Фьюжен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7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142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Серебрякова Л.В.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отделения УРД МОДиАП № 10 УНД  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450941,00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30,8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8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земельный участок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393,00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/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00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50,5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0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 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169750,00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квартира  (индивидуальная) 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30,8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393,00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50,5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143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Казанцев А.С.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435530,43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легковой автомобиль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Хонда Аккорд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9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144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Маренков А.В.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Начальник отделения МОДиАП № 10 УНД 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384049,94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31,8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Дэу Нексия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легковой автомобиль УАЗ 31512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6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садовый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372,00</w:t>
            </w:r>
          </w:p>
          <w:p w:rsidR="00AA7F89" w:rsidRPr="00410CF6" w:rsidRDefault="00AA7F89" w:rsidP="005076F0"/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садовый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487,00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93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145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Дербуш Т.А.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37560,00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 Део Нексия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1620000,00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Лэнд Круйзер 70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легковой автомобиль УАЗ 562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146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Волокитин А.Н.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447191,79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11,00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легковой автомобиль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Нисан Алмера (индивидуальная) легковой автомобиль УАЗ 31519017(индивидуальная)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супруга 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94104,18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147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Иванова Л.В.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r w:rsidRPr="00410CF6">
              <w:t>Дознаватель МОДиАП №10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262621,81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148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Зацепин И.А.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r w:rsidRPr="00410CF6">
              <w:t>Дознаватель МОДиАП №10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287348,37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150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Середников А.С.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r w:rsidRPr="00410CF6">
              <w:t>Дознаватель МОДиАП №10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361655,45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Карина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241878,28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15</w:t>
            </w:r>
            <w:r w:rsidRPr="00410CF6">
              <w:t>1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Галимов С.З.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r w:rsidRPr="00410CF6">
              <w:t>Главный специалист МОДиАП №10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442992,82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66,00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Хюндай Солярис 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3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/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52,00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69000,00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/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1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152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Калинин С.Г.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МОДиАП № 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425686,95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квартира  (долевая) 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21703(индивидуальная)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12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1575,00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незавершенное строительство жилого дома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80,00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819556,56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квартира  (долевая) 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30,00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2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153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Водовозова М.И.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362316,53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49,1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49,1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15</w:t>
            </w:r>
            <w:r w:rsidRPr="00410CF6">
              <w:t>4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Широков А.В.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346816,49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</w:t>
            </w:r>
          </w:p>
          <w:p w:rsidR="00AA7F89" w:rsidRPr="00410CF6" w:rsidRDefault="00AA7F89" w:rsidP="005076F0">
            <w:pPr>
              <w:jc w:val="center"/>
            </w:pPr>
            <w:r w:rsidRPr="00410CF6">
              <w:t xml:space="preserve"> Тойота Королла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27452,31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6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15</w:t>
            </w:r>
            <w:r>
              <w:t>5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Рыбиков Д.Г.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341670,06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56,6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32,20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32,20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32,20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 w:rsidRPr="00410CF6">
              <w:t>1</w:t>
            </w:r>
            <w:r>
              <w:t>5</w:t>
            </w:r>
            <w:r w:rsidRPr="00410CF6">
              <w:t>6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Крестников М.С.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362269,82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56,00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России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Мазда-3(индивидуальная)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 w:rsidRPr="00410CF6">
              <w:t>1</w:t>
            </w:r>
            <w:r>
              <w:t>5</w:t>
            </w:r>
            <w:r w:rsidRPr="00410CF6">
              <w:t>7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Шеломенцева М.А.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322591,37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</w:t>
            </w:r>
            <w:r>
              <w:t>5</w:t>
            </w:r>
            <w:r w:rsidRPr="00410CF6">
              <w:t>8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Горина О.А.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МОДиАП № 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461805,00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60,00</w:t>
            </w:r>
          </w:p>
          <w:p w:rsidR="00AA7F89" w:rsidRPr="00410CF6" w:rsidRDefault="00AA7F89" w:rsidP="005076F0"/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923,00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386212,0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(индиви\дуальная)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60,00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2107(индивидуальная)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923,00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8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 w:rsidRPr="00410CF6">
              <w:t>1</w:t>
            </w:r>
            <w:r>
              <w:t>5</w:t>
            </w:r>
            <w:r w:rsidRPr="00410CF6">
              <w:t>9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Скоморохов В.Ю.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328318,34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160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Аксарина Е.К.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443467,20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48,50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48,50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16</w:t>
            </w:r>
            <w:r w:rsidRPr="00410CF6">
              <w:t>1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Бикчантаев Д.А.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МОДиАП № 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460484,69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Нива Шевроле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1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0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113656,00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780,00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3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3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комната в коммунальной квартире 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15,00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8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16</w:t>
            </w:r>
            <w:r w:rsidRPr="00410CF6">
              <w:t>2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Захарова Ю.С.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МОДиАП № 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416951,5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2200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88,00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9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1500,00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6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дачный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700,00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720000,00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Шевроле Лачетти (индивидуальная) , легковой автомобиль Хонда ЦРВ (индивидуальная), грузовой автомобиль Хино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2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2200,00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2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дачный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700,00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0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/>
          <w:p w:rsidR="00AA7F89" w:rsidRPr="00410CF6" w:rsidRDefault="00AA7F89" w:rsidP="005076F0">
            <w:pPr>
              <w:jc w:val="center"/>
            </w:pPr>
            <w:r w:rsidRPr="00410CF6">
              <w:t>1500,00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дачный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/>
          <w:p w:rsidR="00AA7F89" w:rsidRPr="00410CF6" w:rsidRDefault="00AA7F89" w:rsidP="005076F0">
            <w:pPr>
              <w:jc w:val="center"/>
            </w:pPr>
            <w:r w:rsidRPr="00410CF6">
              <w:t>700,00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0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/>
          <w:p w:rsidR="00AA7F89" w:rsidRPr="00410CF6" w:rsidRDefault="00AA7F89" w:rsidP="005076F0">
            <w:pPr>
              <w:jc w:val="center"/>
            </w:pPr>
            <w:r w:rsidRPr="00410CF6">
              <w:t>2200,00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16</w:t>
            </w:r>
            <w:r w:rsidRPr="00410CF6">
              <w:t>3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Куманёк К.В.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МОДиАП № 10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436992,95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57,6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Шевроле Лачетти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8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16</w:t>
            </w:r>
            <w:r w:rsidRPr="00410CF6">
              <w:t>4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Пожидаев В.В.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МОДиАП № 10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614005,34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1499,00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8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450,00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6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540,00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8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432389,78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38,00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540,00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6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165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Ягудеев С.И.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ФГБУ СЭУ ФПС ИПЛ по Тюменской области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564471,36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408959,21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21074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1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166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Петрова О.В.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отдела дознания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191681,49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8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дачный 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405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120000,00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167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Киприна М.С.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отдела дознания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519181,66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53,00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168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Беляевсков О.В.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отдела организации надзорных мероприятий в области ГО, ЗНиТ от ЧС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459941,08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37,6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Субару Импреза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6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169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Тарачёв А.А.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нормативно-технического отдела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565620,76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66,6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Фольксваген Тигуан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104,4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4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561262,63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42,6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5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0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76,3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0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170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Прозоров Е.А.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инженер нормативно-технического отдела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412004,27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6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51,0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401470,00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56,0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3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51,0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1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Давыденко Н.В.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№ 12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339929,61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32,9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2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Молоковский А.С.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инженер ОГПН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449442,90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56,0</w:t>
            </w:r>
          </w:p>
          <w:p w:rsidR="00AA7F89" w:rsidRPr="00410CF6" w:rsidRDefault="00AA7F89" w:rsidP="005076F0"/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21150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5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32,90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3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3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Савостеев К.А.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№ 12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470383,54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26,3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4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Черкашина О.М.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№ 12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3888442,17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5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Горбунов Д.С.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инженер отдела НОПБОВО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580482,56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легковой автомобиль Форд Фокус (индивидуальная) 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87742,68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85,6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12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6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Деев А.Г.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отдела НОПБОВО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436343,88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квартире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211340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7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Петелин В.Р.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отдела НОПБОВО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488287,53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5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2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106118,4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1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44,4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1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8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Селютин А.В.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отделения НТО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457974,64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68,7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Нисан Кашкай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58,4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3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33,02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 (индивидуальная 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1031,0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599707,26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Форд Фокус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17</w:t>
            </w:r>
            <w:r w:rsidRPr="00410CF6">
              <w:t>9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Пуртов С.В.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Инженер отдела ОГПН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404275,59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41,2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Форд Фокус(индивидуальная), легковой автомобиль ВАЗ 21121(индивидуальная)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3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180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Кадулин Н.С.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Инженер отдела ОГПН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386107,48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21051(индивидуальная)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4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30360,00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181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Прядко Д.Н.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отдела госстатистики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585145,7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Дэу Матиз(индивидуальная)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</w:t>
            </w:r>
            <w:r w:rsidRPr="00410CF6">
              <w:t>2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Самойлов Д.С.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инженер группы административной практики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403049,56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УАЗ 469(индивидуальная)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86671,08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1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</w:t>
            </w:r>
            <w:r w:rsidRPr="00410CF6">
              <w:t>3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Мезенцев А.М.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отделения надзорной деятельности ОНД № 11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302871,49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пансионате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0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огородный 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1100,0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4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огородный 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800,0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18</w:t>
            </w:r>
            <w:r w:rsidRPr="00410CF6">
              <w:t>4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Хаматова Е.Р.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инженер отдела госстатистики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432094,5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</w:t>
            </w:r>
            <w:r w:rsidRPr="00410CF6">
              <w:t>5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Полухин М.А.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отдела госстатистики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683930,49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44,7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Киа Спортейдж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89372,19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78,5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2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44,7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44,7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</w:t>
            </w:r>
            <w:r w:rsidRPr="00410CF6">
              <w:t>6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Чепрасова Л.В.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отдела дознания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632899,95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53,8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Мицубиси Лансер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6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481,0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дачный дом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47,0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баня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12,5 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313236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53,8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Нисан Примьера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</w:t>
            </w:r>
            <w:r w:rsidRPr="00410CF6">
              <w:t>7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Сафиуллин Р.Р.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управления – начальник отдела надзора ГОиЗНиТ от ЧС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1911267,70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79,9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1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1369286,08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79,9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Витц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1100000,0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79,9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</w:t>
            </w:r>
            <w:r w:rsidRPr="00410CF6">
              <w:t>8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Михнович А.В.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932965,21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Нисан(индивидуальная)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8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6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5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189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Лемермаер Е.А.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отдела ОГПН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432385,94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316296,85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13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190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Басов С.В.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отдела ОГПН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496192,76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39,0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Лэнд Круйзер (индивидуальная), легковой автомобиль УАЗ-39099 (индивидуальная), легковой автоприцеп 821307, снегоход «Буран»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63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44,2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44,2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9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1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Усольцев С.Н.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начальника отдела ОГПН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663572,3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Корона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7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614,0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5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634,0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2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840400,0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900,0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4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5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9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192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Комогорова О.О.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отдела дознания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168933,91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637,0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9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6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73,3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8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3634169,0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637,0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Хюндай Гетц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9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73,3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8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3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Копытова Е.А.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Инженер отдела госстатистики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388855,66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земельный участок 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1000,0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Киа Пиканто(индивидуальная)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8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125000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Авенсис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0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4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Горбачёв Г.Б.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группы административной практики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440450,11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42,5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211440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15,2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5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Фуриков И.А.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НТО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747658,31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24,0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54,8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6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2303,0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54,8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9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54,8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6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Шутов А.Ю.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1007977,99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Субару Кветбек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4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незавершенного строительства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57,3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9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69,3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8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(членская книжка)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19,7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0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423926,39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69,3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8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Квартира (индивидуальная) 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62,3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57,6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69,3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69,3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99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7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Сапунов А.В.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ОНПБОВО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641361,53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Форд Фокус(индивидуальная), легковой автомобиль Хонда Фит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326472,64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8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 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79,6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8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Зазыкин Д.А.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сектора исследовательских и испытательных работ ФГБУ СЭУ ФПС ИПЛ по Тюменской области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518364,06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Нисан Альмера Классик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23181,0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19</w:t>
            </w:r>
            <w:r w:rsidRPr="00410CF6">
              <w:t>9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Панкратов Н.И.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Начальник сектора судебных экспертиз ФГБУ СЭУ ФПС ИПЛ по Тюменской области 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538657,00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Рено Логан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227504,0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дочерью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4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200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Халитов И.З.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ФГБУ СЭУ ФПС ИПЛ по Тюменской области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681559,58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63,7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Фиат Добло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5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2000,0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722699,13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Мазда Демио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5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201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Чусовитин В.Н.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275826,51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159513,16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202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Лобунец С.П.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510590,98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Нисан Тиида, прицеп КМ38136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111353,99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7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203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Синегубов Д.В.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по г. Тобольску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401642,01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1100,0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Шевроле Авео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2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незавершенного строительства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59,1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226821,45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59,1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59,1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Россия 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4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</w:t>
            </w:r>
            <w:r>
              <w:t>204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Ламинский Е.И.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по Вагайскому муниципальному району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950245,55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1720,0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106,1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5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432828,35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1720,0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 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106,1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26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900,00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1720,0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6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жилой дом(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106,1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8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1720,0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жилой дом(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106,1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39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205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Бабиков Ф.В.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ОНД по Вагайскому муниципальному району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271601,78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39,0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206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Кушниренко А.В.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ОНД по г. Тобольску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166579,81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2500,0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7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62,0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62,0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57,0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207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Фёдоров Д.М.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г. Тобольску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284987,02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1612,0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незавершенного строительства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281204,81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107,1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208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Балуева В.В.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группы анализа и статистики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295086,49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36,7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311529,90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36,7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21093(индивидуальная)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36,7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8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209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Фогель Е.А.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отделения дознания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347487,0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 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878,8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111730 Лада Калина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108,6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64,5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30,5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16,7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16,8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21,4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5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24964,0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878,8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108,6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16,7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3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16,8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4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9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64,5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3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210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Зольников Н.А.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г. Тобольску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353224,93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45,8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21074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3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36,7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8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57,5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4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211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Кемпель В.А.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отделения дознания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386855,0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527,0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Шевроле Ланос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46,7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327807,0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527,0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5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46,7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6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527,0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9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46,7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2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527,0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46,7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212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Букреев А.А.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г. Тобольску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340890,0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30,60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213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Свистельникова И.Н.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г. Тобольску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353040,12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51,7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51,7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7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214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Коваленко М.В.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группы НТР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405476,34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452,0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Киа Рио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3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(договор социального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41,1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300849,19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477,0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8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(договор социального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41,1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41,1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215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Чарков И.Н.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447599,48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Форд Фьюжен(индивидуальная), легковой автомобиль Хюндай Верна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63,6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4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216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Ильясов И.А.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Тобольскому МР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307088,25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Хонда Цивик, (индивидуальная) легковой автомобиль УАЗ469-б (индивидуальная), автоприцеп УАЗ 81-09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5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63,0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217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Сахарова Л.Г.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группы НТР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331806,0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33,5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7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218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Горина Н.Н.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г. Тобольску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274990,65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1083,0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5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49,9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4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20,4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5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44,4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448439,06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44,4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219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Виноградов С.М.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по Тобольскому МР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500133,58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65,10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Нисан Тиида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6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28,7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197588,65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65,10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1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65,10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65,10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220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Игнатьева И.В.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Тобольскому МР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360352,53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21102(индивидуальная)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Мотоцикл ИЖ-Планета 5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35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221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Вербицкий А.Л.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ОНД по Тобольскому МР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300611,0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Автоприцеп ММ381021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900,0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63140,0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2111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222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Изгагин А.Н.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ОНД по г. Тобольску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381817,35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21045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88547,0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72,8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223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Кутафин В.А.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отделения дознания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257709,45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111940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574920,65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224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Гусева Е.В.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Вагайскому МР МОНД № 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320397,49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61,1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315339,95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61,1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ind w:left="-2831"/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61,1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5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225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Тимралеева Г.К.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группы анализа и статистики по г. Тобольску МОНД № 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377844,92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1200,0</w:t>
            </w:r>
          </w:p>
        </w:tc>
        <w:tc>
          <w:tcPr>
            <w:tcW w:w="1391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Дэу Матиз 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2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52,3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0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48,7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9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77,4</w:t>
            </w:r>
          </w:p>
        </w:tc>
        <w:tc>
          <w:tcPr>
            <w:tcW w:w="1391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8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48,7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4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</w:t>
            </w:r>
            <w:r w:rsidRPr="00410CF6">
              <w:t>6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Мохина М.Р.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группы анализа и статистики ОНД № 11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281947,04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50,4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539056,32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50,4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50,4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66,6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069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</w:t>
            </w:r>
            <w:r w:rsidRPr="00410CF6">
              <w:t>7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Бешенцев А.А.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отделения надзора на особо важных объектах  ОНД № 11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1395506,0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76,0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легковой автомобиль Мазда 3(индивидуальная) 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1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390627,0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76,0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3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 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76,0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tabs>
                <w:tab w:val="left" w:pos="870"/>
                <w:tab w:val="center" w:pos="915"/>
              </w:tabs>
            </w:pPr>
            <w:r w:rsidRPr="00410CF6">
              <w:tab/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</w:t>
            </w:r>
            <w:r w:rsidRPr="00410CF6">
              <w:t>8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Саттаров Р.И.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отделения надзорной деятельности ОНД № 11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375513,48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73,0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3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35,0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106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22</w:t>
            </w:r>
            <w:r w:rsidRPr="00410CF6">
              <w:t>9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Лабзова О.Г.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отделения надзорной деятельности ОНД № 11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79744,58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3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50,2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6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Назаров Л.В.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№ 11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450068,49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48,3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16,2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Мицубиси Галант(индивидуальная)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Садовый участок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Садовый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1230,0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1230,0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572100,30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16,2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128,0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2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16,2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61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</w:t>
            </w:r>
            <w:r w:rsidRPr="00410CF6">
              <w:t>1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Черкасов Н.Я.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№ 13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482935,83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105,0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Хюндай Элантра(индивидуальная)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8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264872,12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56,0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17,23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105,0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3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105,0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2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</w:t>
            </w:r>
            <w:r w:rsidRPr="00410CF6">
              <w:t>2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Сучков Ю.В. 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ОНД № 13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485419,85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(социальный наем)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34,7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Хюндай Соната(индивидуальная)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15000,0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232718,31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(социальный наем)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34,7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8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(социальный наем)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34,7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(социальный наем)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34,7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17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233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Гневашев П.С.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Инспектор ОНД 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ОНД № 13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239871,31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9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9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4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33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</w:t>
            </w:r>
            <w:r w:rsidRPr="00410CF6">
              <w:t>4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Долженко И.А.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13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259863,53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36,2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21214(индивидуальная)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8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156000,0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36,2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</w:t>
            </w:r>
            <w:r>
              <w:t>мобиль ВАЗ 1111(индивидуальная)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7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36,2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0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235</w:t>
            </w: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Челумбасова Е.В.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ОНТР ОНД № 13 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56122,92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6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20,2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44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</w:t>
            </w:r>
            <w:r w:rsidRPr="00410CF6">
              <w:t>6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Белов Д.П.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13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258298,79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(договор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13,4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Москвич 2141(индивидуальная)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7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120000,0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(договор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13,4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28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(договор найма)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13,4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</w:t>
            </w:r>
            <w:r w:rsidRPr="00410CF6">
              <w:t>7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Дюжинская Я.В.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группы АПДАиС ОНД № 13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283218,76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47,8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406,0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47,8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406,0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</w:t>
            </w:r>
            <w:r w:rsidRPr="00410CF6">
              <w:t>8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Иванов А.В.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13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2427294,10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58,60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 Дэу Нексия(индивидуальная)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512,0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17,1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63980,79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58,60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6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58,60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58,60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4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23</w:t>
            </w:r>
            <w:r w:rsidRPr="00410CF6">
              <w:t>9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Таксанова А.Н.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13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292699,22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32,4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Шаталин А.А.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ОНД № 13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1602314,0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30,0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12,5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Форд Фокус(индивидуальная)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Участок  под строительства гаража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556,0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18,8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0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1323633,1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60,0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21150(индивидуальная)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6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90,0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1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Окунев С.А.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инженер ОНТР ОНД № 13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263163,17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Хонда Цивик(индивидуальная)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3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32100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51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15,6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39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2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Кунгуров Р.В.</w:t>
            </w:r>
          </w:p>
        </w:tc>
        <w:tc>
          <w:tcPr>
            <w:tcW w:w="2043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группы АПДАиС ОНД № 13 УНД</w:t>
            </w:r>
          </w:p>
        </w:tc>
        <w:tc>
          <w:tcPr>
            <w:tcW w:w="1629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598465,64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67,2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043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12,76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39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471253,86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67,2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83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291082,32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67,2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757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3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Синица В.Э.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13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279093,83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21099(индивидуальная)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8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117385,0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47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16,9</w:t>
            </w:r>
          </w:p>
        </w:tc>
        <w:tc>
          <w:tcPr>
            <w:tcW w:w="1384" w:type="dxa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51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gridAfter w:val="1"/>
          <w:wBefore w:w="14" w:type="dxa"/>
          <w:wAfter w:w="14" w:type="dxa"/>
          <w:trHeight w:val="986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4</w:t>
            </w:r>
          </w:p>
        </w:tc>
        <w:tc>
          <w:tcPr>
            <w:tcW w:w="1805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Царегородцева Е.В.</w:t>
            </w:r>
          </w:p>
        </w:tc>
        <w:tc>
          <w:tcPr>
            <w:tcW w:w="2043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группы АПДАиС ОНД № 14 УНД</w:t>
            </w: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96000,0</w:t>
            </w: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(социальный найм)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30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19,8</w:t>
            </w:r>
          </w:p>
        </w:tc>
        <w:tc>
          <w:tcPr>
            <w:tcW w:w="1391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4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421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(социальный найм)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19,8</w:t>
            </w:r>
          </w:p>
        </w:tc>
        <w:tc>
          <w:tcPr>
            <w:tcW w:w="141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49" w:type="dxa"/>
            <w:gridSpan w:val="3"/>
          </w:tcPr>
          <w:p w:rsidR="00AA7F89" w:rsidRPr="00410CF6" w:rsidRDefault="00AA7F89" w:rsidP="005076F0"/>
        </w:tc>
      </w:tr>
      <w:tr w:rsidR="00AA7F89" w:rsidRPr="00410CF6">
        <w:trPr>
          <w:gridBefore w:val="1"/>
          <w:wBefore w:w="14" w:type="dxa"/>
          <w:trHeight w:val="885"/>
        </w:trPr>
        <w:tc>
          <w:tcPr>
            <w:tcW w:w="685" w:type="dxa"/>
            <w:gridSpan w:val="2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1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29" w:type="dxa"/>
            <w:gridSpan w:val="4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70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(социальный найм)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19,8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5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Соколюк А.С.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группы АПДАиС ОНД № 13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293281,39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49,4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36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49,4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Хюндай Элантра(индивидуальная)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75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49,4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04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6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Семёнов Д.Е.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13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260279,90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13,2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41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7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Луцик В.Н.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ОНТР ОНД № 13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2342555,165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64,1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Пежо 308(индивидуальная)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36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271435,03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64,1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60,6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21213(индивидуальная)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64,1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64,1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92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8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Борисова Е.А.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341580,0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4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24</w:t>
            </w:r>
            <w:r w:rsidRPr="00410CF6">
              <w:t>9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Минюков А.В.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401702,44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Субару Импреза(индивидуальная)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43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202052,75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Легковой автомобиль ВАЗ 2107(индивидуальная)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28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4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Носов В.В.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№ 14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455879,91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140,0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1639,0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4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УАЗ(индивидуальная)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29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103791,48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17,4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9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30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3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1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Галлеев Э.Р.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группы НТР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306323,86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2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Антоненкова Д.Ю.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319300,46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84,4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101611,67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84,4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84,4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9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84,4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67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3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Миронович А.С.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277378,44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417562,37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36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4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Гаврилович Е.Ю.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271123,02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Мазда 3(индивидуальная)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334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255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Попов И.А.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Инженер группы НТР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288407,25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43,0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9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6</w:t>
            </w: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Хабибова Р.Н.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группа АПДАиС ОНД № 14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350172,66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1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1000,0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7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Гаев И.А.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ОНД ОНД 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306403,99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21,2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211440(индивидуальная)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27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112953,8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21,2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21,2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8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Завьялов Е.А.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группы АПДАиС ОНД№ 14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263607,03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21083</w:t>
            </w:r>
          </w:p>
        </w:tc>
      </w:tr>
      <w:tr w:rsidR="00AA7F89" w:rsidRPr="00410CF6">
        <w:trPr>
          <w:gridBefore w:val="1"/>
          <w:wBefore w:w="14" w:type="dxa"/>
          <w:trHeight w:val="48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25</w:t>
            </w:r>
            <w:r w:rsidRPr="00410CF6">
              <w:t>9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Клементьев В.Ю.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337037,35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1789,0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19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207386,18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1789,0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Сузуки Свифт(индивидуальная)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1789,0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1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1789,0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1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</w:t>
            </w:r>
            <w:r w:rsidRPr="00410CF6">
              <w:t>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Сагитов И.Р.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отделения НТР ОНД № 11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373916,35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74,6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800,0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Дэу Нексия(индивидуальная)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73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10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1000871,13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</w:t>
            </w:r>
            <w:r>
              <w:t>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</w:t>
            </w:r>
            <w:r w:rsidRPr="00410CF6">
              <w:t>1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Валиуллин Р.Р.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405475,42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75,0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269504,69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75,0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1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75,0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</w:t>
            </w:r>
            <w:r w:rsidRPr="00410CF6">
              <w:t>2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Грибич Г.В.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Инженер отдела НЗПиОВО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289186,25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96,0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2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210241,82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96,0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37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96,0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63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263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Рогальская Н.А.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ОНД № 11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321388,47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43,8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Хюндай Гетц(индивидуальная)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41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1656,0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79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306342,24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43,8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УАЗ-Хантер(индивидуальная)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264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Кутырева Т.С.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отделения НЗПиОВО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47645,72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5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167400,0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21150(индивидуальная)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69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01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265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Курманалиев З.А.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55494,37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56,1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4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87,3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837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266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Бибина Е.А.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Инженер отделения ЗНПиОВО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17981,67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99,0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183600,0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Опель Астра(индивидуальная)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267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Клещёв В.Г.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Инженер отделения НТР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249018,27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77,2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Киа Спектра(индивидуальная), Легковой автомобиль Тойота Авенсис(индивидуальная)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249448,58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77,2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18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77,2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268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Бикчантаев Р.З.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326048,19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Карина(индивидуальная)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52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162920,85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784,0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8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3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5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269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Мочалов А.В.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11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372899,06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1215,0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Грузовой автомобиль ГАЗ 3302(индивидуальная)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4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179,0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2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89438,95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33,6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Киа Рио(индивидуальная)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66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33,6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270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Шатунов М.Н.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инженер ОНПОВО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315125,71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15,0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Ист(индивидуальная)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52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271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Ничепарук Н.С.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Главный специалист группы АиС ОНД № 11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1889192,5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1500,0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65,0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65,5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76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272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Меркулов С.Ю.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231226,89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63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273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Савельев Н.В.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ОНД № 11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358977,16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31,0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Ниссан Примера 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42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300959,35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31,0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13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274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Харлов С.М.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группы АПД ОНД № 11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295263,0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72,8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Дэу Нексия(индивидуальная)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4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27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72000,0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72,8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72,8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72,8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275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Носова Н.В.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ОНД № 11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103791,48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17,4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0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5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455879,91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  <w:p w:rsidR="00AA7F89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140,0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 w:rsidRPr="00410CF6">
              <w:t>1639,0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28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УАЗ(индивидуальная)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37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в общежитии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96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 </w:t>
            </w:r>
            <w:r>
              <w:t>276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Филатова О.Н.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Абатскому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106491,06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32,0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277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Степаненко А.Г.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ОНД по Викуловскому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24542,24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89,1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33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71311,19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89,1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8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89,1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89,1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278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Эмрих А.В.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г. Ишиму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297198,54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57,5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279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Щетков И.А.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Сладковскому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284885,89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21144(индивидуальная)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Черепанов А.А.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ОНД по Казанскому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319178,63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34,6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21213(индивидуальная)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265300,0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34,6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281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Фадеев А.И.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Инженер ОНД по Ишимскому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278325,56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85,5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21074(индивидуальная)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59748,0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85,5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282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Собянин А.А.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Казанскому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317809,26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Субару Кветбэк 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28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709459,02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9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9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2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283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Смирнов В.В.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508497,46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903,3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21101(индивидуальная)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52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Незавершенное строительство жилого дома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2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72754,12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903,3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1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Незавершенное строительство жилого дома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4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5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6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7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0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284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Нихайчик А.С.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Викуловскому МР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322198,50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88,1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ВАЗ-21124(индивидуальная)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49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2013,0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1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60563,64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40,9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88,1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88,1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88,1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5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285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Никулин А.Ю.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Казанскому МР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306480,41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1670,0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2107(индивидуальная)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28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110,0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12503,0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110,0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110,0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6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110,0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110,0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2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286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Нерадовских А.А.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Старший инспектор ОНД по Ишимскому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358886,19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1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98369,60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21074(индивидуальная)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56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287</w:t>
            </w: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Мучипов В.Ю.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442462,00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53,8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ГАЗ-69(индивидуальная)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75,7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>
              <w:t>-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43772,00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75,7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r w:rsidRPr="003855B1">
              <w:t>Легковой автомобиль Тойота Ярис(индивидуальная)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70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>
              <w:t>-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75,7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r w:rsidRPr="003855B1">
              <w:t>Легковой автомобиль Тойота Ярис(индивидуальная)</w:t>
            </w:r>
          </w:p>
          <w:p w:rsidR="00AA7F89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288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Максимов В.С.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г. Ишиму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290085,51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58,7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58,7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58,7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289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Колобылин А.П.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Старший дознаватель ОДАиС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333587,75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42,3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334448,81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42,3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Королла(индивидуальная), легковой автомобиль ГАЗ 3110(индивидуальная)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311,77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42,3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290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Кожин А.Н.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начальника-начальник ОНД по Сладковскому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424693,65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(социальный найм)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63,0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21100(индивидуальная)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39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9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63,0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291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Игишев И.Н.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Викуловскому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280156,80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Дэу Нексия(индивидуальная)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27085,46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1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292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Иванов Н.В.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– начальник ОДАиС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430652,13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41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450,0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Алтезза(индивидуальная)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33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245446,55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1513,0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</w:tcPr>
          <w:p w:rsidR="00AA7F89" w:rsidRPr="00410CF6" w:rsidRDefault="00AA7F89" w:rsidP="005076F0">
            <w:pPr>
              <w:jc w:val="center"/>
            </w:pPr>
            <w:r>
              <w:t>293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Вахова Ю.С.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ОНД по Абатскому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268968,38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58,0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294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Брандт В.В.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начальника-начальник ОНД по Сорокинскому МР МОНД № 4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477776,39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1500,0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2106(индивидуальная)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34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253,37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6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42,5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42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217089,00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1500,0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253,37</w:t>
            </w:r>
          </w:p>
        </w:tc>
        <w:tc>
          <w:tcPr>
            <w:tcW w:w="1428" w:type="dxa"/>
            <w:gridSpan w:val="6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8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42,5</w:t>
            </w:r>
          </w:p>
        </w:tc>
        <w:tc>
          <w:tcPr>
            <w:tcW w:w="1428" w:type="dxa"/>
            <w:gridSpan w:val="6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22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1500,0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253,37</w:t>
            </w:r>
          </w:p>
        </w:tc>
        <w:tc>
          <w:tcPr>
            <w:tcW w:w="1428" w:type="dxa"/>
            <w:gridSpan w:val="6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05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42,5</w:t>
            </w:r>
          </w:p>
        </w:tc>
        <w:tc>
          <w:tcPr>
            <w:tcW w:w="1428" w:type="dxa"/>
            <w:gridSpan w:val="6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28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1500,0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253,37</w:t>
            </w:r>
          </w:p>
        </w:tc>
        <w:tc>
          <w:tcPr>
            <w:tcW w:w="1428" w:type="dxa"/>
            <w:gridSpan w:val="6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42,5</w:t>
            </w:r>
          </w:p>
        </w:tc>
        <w:tc>
          <w:tcPr>
            <w:tcW w:w="1428" w:type="dxa"/>
            <w:gridSpan w:val="6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55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295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Болотских О.А.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Инспектор ОНД по Ишимскому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168485,07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6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216959,65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Мазда Атенза(индивидуальная)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71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 (</w:t>
            </w:r>
            <w:r>
              <w:t>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80,0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296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Байтасов Б.Д.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Заместитель начальника – начальник ОНД  по Абатскому МР МОНД № 4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424423,82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62,8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ГАЗ 31105</w:t>
            </w:r>
          </w:p>
        </w:tc>
      </w:tr>
      <w:tr w:rsidR="00AA7F89" w:rsidRPr="00410CF6">
        <w:trPr>
          <w:gridBefore w:val="1"/>
          <w:wBefore w:w="14" w:type="dxa"/>
          <w:trHeight w:val="39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82039,80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62,8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392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62,8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297</w:t>
            </w: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Тупиков С.А.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 xml:space="preserve">Стажер по должности дознавателя ОНД по Сладковскому МР МОНД № 4 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23667,95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70,0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Марк 2 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38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12,0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1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комната (</w:t>
            </w:r>
            <w:r>
              <w:t>фактическое предоставление)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16,0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46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Поздняк А.А.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Начальник ОНД по г. Ишиму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412717,82</w:t>
            </w:r>
          </w:p>
        </w:tc>
        <w:tc>
          <w:tcPr>
            <w:tcW w:w="2983" w:type="dxa"/>
            <w:gridSpan w:val="5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49,9</w:t>
            </w:r>
          </w:p>
        </w:tc>
        <w:tc>
          <w:tcPr>
            <w:tcW w:w="1428" w:type="dxa"/>
            <w:gridSpan w:val="6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30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298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Merge/>
          </w:tcPr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24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гараж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40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124130,71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49,9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Тойота Королла(индивидуальная)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653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49,9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0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49,9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0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299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Знаменщикова Н.Н.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ОНД по Сорокинскому МР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297556,31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53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65,64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1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супруг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466252,11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ВАЗ 21099(индивидуальная)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216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65,64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01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65,64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68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34,0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840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65,64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378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  <w:r>
              <w:t>300</w:t>
            </w: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Жариков Р.Н.</w:t>
            </w:r>
          </w:p>
        </w:tc>
        <w:tc>
          <w:tcPr>
            <w:tcW w:w="1890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ОДАиС МОНД № 4 УНД</w:t>
            </w:r>
          </w:p>
        </w:tc>
        <w:tc>
          <w:tcPr>
            <w:tcW w:w="1616" w:type="dxa"/>
            <w:gridSpan w:val="3"/>
            <w:vMerge w:val="restart"/>
          </w:tcPr>
          <w:p w:rsidR="00AA7F89" w:rsidRPr="00410CF6" w:rsidRDefault="00AA7F89" w:rsidP="005076F0">
            <w:pPr>
              <w:jc w:val="center"/>
            </w:pPr>
            <w:r w:rsidRPr="00410CF6">
              <w:t>255958,2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(индивидуальная)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256,9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Легковой автомобиль Рено Меган(индивидуальная)</w:t>
            </w:r>
          </w:p>
        </w:tc>
      </w:tr>
      <w:tr w:rsidR="00AA7F89" w:rsidRPr="00410CF6">
        <w:trPr>
          <w:gridBefore w:val="1"/>
          <w:wBefore w:w="14" w:type="dxa"/>
          <w:trHeight w:val="18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Земельный участок (аренда)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601,0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5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супруга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2300,0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256,9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667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дочь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Жилой дом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256,9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  <w:p w:rsidR="00AA7F89" w:rsidRPr="00410CF6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  <w:p w:rsidR="00AA7F89" w:rsidRPr="00410CF6" w:rsidRDefault="00AA7F89" w:rsidP="005076F0">
            <w:pPr>
              <w:jc w:val="center"/>
            </w:pPr>
          </w:p>
        </w:tc>
      </w:tr>
      <w:tr w:rsidR="00AA7F89" w:rsidRPr="00410CF6">
        <w:trPr>
          <w:gridBefore w:val="1"/>
          <w:wBefore w:w="14" w:type="dxa"/>
          <w:trHeight w:val="806"/>
        </w:trPr>
        <w:tc>
          <w:tcPr>
            <w:tcW w:w="678" w:type="dxa"/>
            <w:vMerge w:val="restart"/>
          </w:tcPr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</w:p>
          <w:p w:rsidR="00AA7F89" w:rsidRPr="00410CF6" w:rsidRDefault="00AA7F89" w:rsidP="005076F0">
            <w:pPr>
              <w:jc w:val="center"/>
            </w:pPr>
            <w:r>
              <w:t>301</w:t>
            </w: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Гаглоев К.М.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Дознаватель МОДиАП № 10 УНД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356823,85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36,0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279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(долевая)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410CF6">
        <w:trPr>
          <w:gridBefore w:val="1"/>
          <w:wBefore w:w="14" w:type="dxa"/>
          <w:trHeight w:val="704"/>
        </w:trPr>
        <w:tc>
          <w:tcPr>
            <w:tcW w:w="678" w:type="dxa"/>
            <w:vMerge/>
          </w:tcPr>
          <w:p w:rsidR="00AA7F89" w:rsidRPr="00410CF6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410CF6" w:rsidRDefault="00AA7F89" w:rsidP="005076F0">
            <w:pPr>
              <w:jc w:val="center"/>
            </w:pPr>
            <w:r w:rsidRPr="00410CF6">
              <w:t>сын</w:t>
            </w:r>
          </w:p>
        </w:tc>
        <w:tc>
          <w:tcPr>
            <w:tcW w:w="1890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1616" w:type="dxa"/>
            <w:gridSpan w:val="3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  <w:tc>
          <w:tcPr>
            <w:tcW w:w="2983" w:type="dxa"/>
            <w:gridSpan w:val="5"/>
          </w:tcPr>
          <w:p w:rsidR="00AA7F89" w:rsidRPr="00410CF6" w:rsidRDefault="00AA7F89" w:rsidP="005076F0">
            <w:pPr>
              <w:jc w:val="center"/>
            </w:pPr>
            <w:r w:rsidRPr="00410CF6">
              <w:t>квартира (</w:t>
            </w:r>
            <w:r>
              <w:t>фактическое предоставление</w:t>
            </w:r>
            <w:r w:rsidRPr="00410CF6">
              <w:t>)</w:t>
            </w:r>
          </w:p>
        </w:tc>
        <w:tc>
          <w:tcPr>
            <w:tcW w:w="1287" w:type="dxa"/>
          </w:tcPr>
          <w:p w:rsidR="00AA7F89" w:rsidRPr="00410CF6" w:rsidRDefault="00AA7F89" w:rsidP="005076F0">
            <w:pPr>
              <w:jc w:val="center"/>
            </w:pPr>
            <w:r w:rsidRPr="00410CF6">
              <w:t>46,0</w:t>
            </w:r>
          </w:p>
        </w:tc>
        <w:tc>
          <w:tcPr>
            <w:tcW w:w="1428" w:type="dxa"/>
            <w:gridSpan w:val="6"/>
          </w:tcPr>
          <w:p w:rsidR="00AA7F89" w:rsidRPr="00410CF6" w:rsidRDefault="00AA7F89" w:rsidP="005076F0">
            <w:pPr>
              <w:jc w:val="center"/>
            </w:pPr>
            <w:r w:rsidRPr="00410CF6">
              <w:t>Россия</w:t>
            </w:r>
          </w:p>
        </w:tc>
        <w:tc>
          <w:tcPr>
            <w:tcW w:w="2834" w:type="dxa"/>
            <w:gridSpan w:val="2"/>
          </w:tcPr>
          <w:p w:rsidR="00AA7F89" w:rsidRPr="00410CF6" w:rsidRDefault="00AA7F89" w:rsidP="005076F0">
            <w:pPr>
              <w:jc w:val="center"/>
            </w:pPr>
            <w:r w:rsidRPr="00410CF6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302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Трифонов Е.А.</w:t>
            </w:r>
          </w:p>
        </w:tc>
        <w:tc>
          <w:tcPr>
            <w:tcW w:w="1890" w:type="dxa"/>
            <w:gridSpan w:val="3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части  110 ФПС ФГКУ 27 ОФПС</w:t>
            </w:r>
          </w:p>
        </w:tc>
        <w:tc>
          <w:tcPr>
            <w:tcW w:w="1607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327426,00</w:t>
            </w:r>
          </w:p>
        </w:tc>
        <w:tc>
          <w:tcPr>
            <w:tcW w:w="2979" w:type="dxa"/>
            <w:gridSpan w:val="5"/>
          </w:tcPr>
          <w:p w:rsidR="00AA7F89" w:rsidRPr="00CC2358" w:rsidRDefault="00AA7F89" w:rsidP="005076F0">
            <w:pPr>
              <w:jc w:val="center"/>
              <w:rPr>
                <w:sz w:val="24"/>
                <w:szCs w:val="24"/>
              </w:rPr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84,0</w:t>
            </w:r>
          </w:p>
        </w:tc>
        <w:tc>
          <w:tcPr>
            <w:tcW w:w="1428" w:type="dxa"/>
            <w:gridSpan w:val="6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84,0</w:t>
            </w:r>
          </w:p>
        </w:tc>
        <w:tc>
          <w:tcPr>
            <w:tcW w:w="1428" w:type="dxa"/>
            <w:gridSpan w:val="6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84,0</w:t>
            </w:r>
          </w:p>
        </w:tc>
        <w:tc>
          <w:tcPr>
            <w:tcW w:w="1428" w:type="dxa"/>
            <w:gridSpan w:val="6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303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Козин С.В.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отряда  ФГКУ 27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469171,00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(совместная)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Део Нексия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70"/>
        </w:trPr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 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194061,00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(совместная)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304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Дюкова А.С.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отряда ФГКУ 27 ОФПС  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423662,00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 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164,1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1050,00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 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546599,00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 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164,1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1050,00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Форд Фокус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сын 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 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164,1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1050,00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305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Катков Е.С.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24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537131,16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76,00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ЛАДА 217030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1551,00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250687,24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76,00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1551,00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76,00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1551,00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306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Кремлев Е.Н.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ФГКУ 24 ОФПС 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490998,43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54,1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103852,98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54,1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/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Шевролет Лачетти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2700,03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 (</w:t>
            </w:r>
            <w:r>
              <w:t>фактическое предоставление</w:t>
            </w:r>
            <w:r w:rsidRPr="00CC2358">
              <w:t>,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54,1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 (</w:t>
            </w:r>
            <w:r>
              <w:t>фактическое предоставление</w:t>
            </w:r>
            <w:r w:rsidRPr="00CC2358">
              <w:t>пользовани)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600,00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54,1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307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Корепанов Д.А.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r w:rsidRPr="00CC2358">
              <w:t>Начальник части  81 ФПС ФГКУ 24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476034,12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собственность)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140,00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Део Нексия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/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1674,00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/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незавершенный строительством дом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138,60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310173,78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(общая,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140,00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  <w:r>
              <w:t>308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Булыгин Е.С.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части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81 ФПС ФГКУ 24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401940,09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(индивидуальная),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631,00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ВАЗ-21120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631,00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631,00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супруга 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96000,00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УАЗ-3303-01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631,00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/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631,00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tcBorders>
              <w:left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631,00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309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Парасюк С.И.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части  145 ФПС ФГКУ 24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421710,92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/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2278,9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2278,90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2278,90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2278,90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310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Шматов А.В.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ФГКУ  18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685459,38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59,9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СУБАРУ ИМПРЕЗА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27,0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311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Сазонов Ю.Г.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ФГКУ  18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509466,89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НИССАН ЛИБЕРТИ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 (общая, долевая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18,15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супруга 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270685,13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 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18,15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 (общая,долевая)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18,15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нет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(общая,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нет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(общая,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312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Гуляев В.А.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ФГКУ  18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91251,95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 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480,00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130,50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50017,65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долевая))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480,00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130,50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 1/3, с родителями)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 1/3, с родителями)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480,00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130,50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/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313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Яковлев Д.Г.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ФГКУ  18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542759,48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r w:rsidRPr="00CC2358">
              <w:t>комната в общежитие (аренда бессрочная)</w:t>
            </w:r>
          </w:p>
          <w:p w:rsidR="00AA7F89" w:rsidRPr="00CC2358" w:rsidRDefault="00AA7F89" w:rsidP="005076F0">
            <w:r w:rsidRPr="00CC2358">
              <w:t xml:space="preserve"> </w:t>
            </w:r>
          </w:p>
          <w:p w:rsidR="00AA7F89" w:rsidRPr="00CC2358" w:rsidRDefault="00AA7F89" w:rsidP="005076F0"/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16,50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ТОЙТА ИПСУМ,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r w:rsidRPr="00CC2358">
              <w:t>незавершенное строительство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68,10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УАЗ-3303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1010,00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256368,49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r w:rsidRPr="00CC2358">
              <w:t>комната в общежитие (аренда бессрочная)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r w:rsidRPr="00CC2358">
              <w:t>комната в общежитие (аренда бессрочная)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16,5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r w:rsidRPr="00CC2358">
              <w:t>комната в общежитие (аренда бессрочная)</w:t>
            </w:r>
          </w:p>
          <w:p w:rsidR="00AA7F89" w:rsidRPr="00CC2358" w:rsidRDefault="00AA7F89" w:rsidP="005076F0"/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314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Галдина О.М.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Главный бухгалтер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18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435126,78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/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42,1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11540 САМАРА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супруг 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211253,97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42,1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A01EB2" w:rsidRDefault="00AA7F89" w:rsidP="005076F0">
            <w:pPr>
              <w:jc w:val="center"/>
            </w:pPr>
            <w:r>
              <w:t>315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Старокоров С.Ю.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СПТ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18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419746,38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21270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  <w:rPr>
                <w:lang w:val="en-US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90000,04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lang w:val="en-US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lang w:val="en-US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  <w:rPr>
                <w:lang w:val="en-US"/>
              </w:rPr>
            </w:pPr>
            <w:r>
              <w:t>316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Семин С.В.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части  131 ФПС ФГКУ 18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331514,81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приусадебный земельный участок (общая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1097,00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21070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76,7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117302,38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приусадебный земельный участок (общая долевая)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/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1097,00</w:t>
            </w:r>
          </w:p>
          <w:p w:rsidR="00AA7F89" w:rsidRPr="00CC2358" w:rsidRDefault="00AA7F89" w:rsidP="005076F0"/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76,7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приусадебный земельный участок (общая долевая)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/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1097,00</w:t>
            </w:r>
          </w:p>
          <w:p w:rsidR="00AA7F89" w:rsidRPr="00CC2358" w:rsidRDefault="00AA7F89" w:rsidP="005076F0"/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76,7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317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Моноцев Е.А.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части  131 ФПС ФГКУ 18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367050,94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79,8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21102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участок под строительство жилого дома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1000,3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136908,12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79,8</w:t>
            </w:r>
          </w:p>
          <w:p w:rsidR="00AA7F89" w:rsidRPr="00CC2358" w:rsidRDefault="00AA7F89" w:rsidP="005076F0"/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участок под строительство жилого дома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1000,3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318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Власюк Л.И.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части  53 ФПС ФГКУ 18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409790,93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369,00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Форд Фокус,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616,00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грузовой автомобиль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УАЗ 3009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29,00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62,80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186,40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521304,36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627,00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186,40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53,3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319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Конт А.В.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части  134 ФПС ФГКУ 18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485614,61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(найм бессрочный)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71,17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Тойота Ипсум,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119900,83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(найм бессрочный)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71,17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(найм бессрочный)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71,17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(найм бессрочный)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71,17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320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Просветов С.В.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части  133 ФПС ФГКУ 18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348002,50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(найм бессрочный)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Тойота Камри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211907,05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321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Мелющенко Д.А.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части  133 ФПС ФГКУ 18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347753,13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(найм бессрочный)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58,10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Ниссан Алмера Классик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78706,63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58,30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322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Коваленко В.В.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части  132 ФПС ФГКУ 18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462771,17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59,50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Ниссан Санну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209349,63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59,50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40,20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40,20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323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Сидельников А.А.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604127,00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(муниципальная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Део Нексия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(бессрочное пользование)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73,00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(муниципальная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(бессрочное пользование)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73,00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(муниципальная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(муниципальная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324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Меркурьев А.Н.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И.О.заместителя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начальника ФГКУ  32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544743,48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Ниссан Блюберд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336846,15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325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Александров А.А.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начальника 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1695839,03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1311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ЛАДА ПРИОРА 217280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ХОНДА ФИТ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181568,56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1311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1311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326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Сидоров А.В.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СПТ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452641,93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50,20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автомобиль,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2115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225370,36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50,20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327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Хрусталев И.Н.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14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?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53,20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328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Моршинин П.В.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14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328955,06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Ниссан Вингроад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329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Никитин Н.Е.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123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386587,85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(индивидуальный)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975,00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ЛАДА  111930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247042,77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330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Курдюкова Н.М.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Главный бухгалтер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824154,47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(бессрочное)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331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Южаков А.В.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67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580400,00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457638,00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СИТРОЕН Ц4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61"/>
        </w:trPr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332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Иванов О.В.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123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360092,04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СИТРОЕН Ц4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24563,39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333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Орехов Н.В.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13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456960,38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Тойота Королла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1616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Митсубиси Уютландер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 (бессрочное)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?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автоприцеп к легковым ТС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мотолодка «ОБЬ»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250186,53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 w:rsidRPr="00CC2358">
              <w:t>33</w:t>
            </w:r>
            <w:r>
              <w:t>4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Старосветов С.А.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13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399230,07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335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Дацкевич А.А.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8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372132,82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17,00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336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Зырянов А.Б.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40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370780,98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156,00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Ниссан Атлас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354541,74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156,00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Тойота Платц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337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Востриков А.А.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15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32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326730,59</w:t>
            </w:r>
          </w:p>
        </w:tc>
        <w:tc>
          <w:tcPr>
            <w:tcW w:w="2979" w:type="dxa"/>
            <w:gridSpan w:val="5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88,00</w:t>
            </w:r>
          </w:p>
        </w:tc>
        <w:tc>
          <w:tcPr>
            <w:tcW w:w="1428" w:type="dxa"/>
            <w:gridSpan w:val="6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ДЭУ Нексия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Шкода Октавия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338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Никитин В.Ю.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Начальник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25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629468,25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Митсубиси Ланцер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УАЗ 315195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367177,77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 xml:space="preserve">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339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Пиданов В.Г.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463517,28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Митсубиси Каризма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УАЗ 31512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442341,36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340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Катков А.С.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ФГКУ  25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402148,9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2106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80756,78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квартира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800,00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341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Макаркин Д.И.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93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25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596145,17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квартира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(социальный найм)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53,8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21703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52100,00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квартира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53,8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квартира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53,8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342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Печерин А.Н.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143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25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392734,30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(социальный найм)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55,00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5000,00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343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Рыкованов А.В.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142 ПЧ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25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376272,17</w:t>
            </w:r>
          </w:p>
        </w:tc>
        <w:tc>
          <w:tcPr>
            <w:tcW w:w="2979" w:type="dxa"/>
            <w:gridSpan w:val="5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67,2</w:t>
            </w:r>
          </w:p>
        </w:tc>
        <w:tc>
          <w:tcPr>
            <w:tcW w:w="1428" w:type="dxa"/>
            <w:gridSpan w:val="6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УАЗ 469 Б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мототранспортные средства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344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Дубовец С.И.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Заместитель  начальника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25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524246,56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467240,29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11183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345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Швец А.И.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СПТ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25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992292,79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51,3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Митсубиси Паджеро Спорт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Автомобильный принцеп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678,00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Лодка моторная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178842,13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67,1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 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Сузуки игнис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751,00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51,3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 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51,3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346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Кокшаров О.Н.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Начальник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26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506467,51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90,6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1017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347613,37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90,6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МАЗДА-ДЕМИО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1017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90,6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1017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347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Евстафьев Е.А.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Заместитель начальника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26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511027,71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21154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(временное пользование)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176983,79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(фактическое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(временное пользование)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(фактическое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(временное пользование)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348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Макаров А.Л.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помощник начальника отряда по МТО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ФГКУ  26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304628,17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Россия           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351469,89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Россия           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Россия           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Россия           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349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Щербань С.А.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119 ПЧ  ФГКУ 26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345231,65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2413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85200,56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2413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2413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75"/>
        </w:trPr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2413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350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Андреев С.Н.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119 ПЧ  ФГКУ 26 ОФПС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312140,62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21150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(общая 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57,7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Россия           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153546,85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351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Кокорин В.Н.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147 ПЧ  ФГКУ 26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349811,00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139,3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111130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1460684,64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139,3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352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Потапов Д.А.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 147 ПЧ  ФГКУ 26 ОФПС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340064,53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(договор социального найма)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предоставлено)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предоставлено)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bottom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tcBorders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tcBorders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предоставлено)</w:t>
            </w: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56,00</w:t>
            </w:r>
          </w:p>
        </w:tc>
        <w:tc>
          <w:tcPr>
            <w:tcW w:w="1428" w:type="dxa"/>
            <w:gridSpan w:val="6"/>
            <w:tcBorders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  <w:tcBorders>
              <w:top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  <w:r>
              <w:t>353</w:t>
            </w:r>
          </w:p>
        </w:tc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Бутаков В.С.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 отделения ОНД № 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353077,30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44,1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Хюндай  Акцент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предоставлено)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44,1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bottom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предоставлено)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44,1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  <w:tcBorders>
              <w:top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  <w:r>
              <w:t>354</w:t>
            </w:r>
          </w:p>
        </w:tc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Гончаров Д.В.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Ст.инспектор ОНД №6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290268,81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43,00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Шевроле Авео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144247,02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43,00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43,00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355</w:t>
            </w:r>
          </w:p>
        </w:tc>
        <w:tc>
          <w:tcPr>
            <w:tcW w:w="1958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Коровин А.Н.</w:t>
            </w:r>
          </w:p>
        </w:tc>
        <w:tc>
          <w:tcPr>
            <w:tcW w:w="189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Гл.специалист  ОНД №6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1285497,31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20,8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Шевроле Авео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72,8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47851,5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(общая долевая)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943,00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(общая долевая)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72,8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72,8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356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Молодых И.М.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Инспектор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ОНД № 6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385523,28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48,0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98186,87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48,0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48,0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357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Каржов С.М.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Инспектор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ОНД № 6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263148,82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(индивидуалтная)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300,00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23,43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358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Евстафьев С.А.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Инспектор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НД 147 ПЧ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292905,69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1500,00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(индивидуальная)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мототранспортные средства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ИЖ-планета 5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162502,32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359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Ляйфриц А.Б.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Дознаватель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ОНД-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МОНД № 6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294039,77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54,3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200193,42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54,3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54,3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360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Гомулин А.К.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Дознаватель ОНД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47770,23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Тойта Каролла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96277,67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87600,00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</w:t>
            </w:r>
            <w:r>
              <w:t>фактическое предоставление</w:t>
            </w:r>
            <w:r w:rsidRPr="00CC2358">
              <w:t>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361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Блинов В.И.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461494,97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квартира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(долевая 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101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ФОРД-ФОКУС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(индивидуалтная)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300,00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464098,12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квартира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(долевая 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101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квартира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(долевая 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101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362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Надрин Н.А.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отделения  МОНД № 7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432216,19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 2 земельных участка (индивидуалтная)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238000</w:t>
            </w:r>
          </w:p>
        </w:tc>
        <w:tc>
          <w:tcPr>
            <w:tcW w:w="14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ШЕВРОЛЕ-ЛАНОС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(фактически предоставленное)</w:t>
            </w:r>
          </w:p>
        </w:tc>
        <w:tc>
          <w:tcPr>
            <w:tcW w:w="13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57</w:t>
            </w:r>
          </w:p>
        </w:tc>
        <w:tc>
          <w:tcPr>
            <w:tcW w:w="1428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ИЖ 2715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сельскохозяйственная техника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МТЗ 82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363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Новоселов В.В.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 отделения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348640,24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(общая 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КИА СПЕКТРА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31,5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65,5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1336119,94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65,5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65,5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364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Присада Д.Ю.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374236,84</w:t>
            </w:r>
          </w:p>
        </w:tc>
        <w:tc>
          <w:tcPr>
            <w:tcW w:w="2979" w:type="dxa"/>
            <w:gridSpan w:val="5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(фактически предоставленное)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58,00</w:t>
            </w:r>
          </w:p>
        </w:tc>
        <w:tc>
          <w:tcPr>
            <w:tcW w:w="1428" w:type="dxa"/>
            <w:gridSpan w:val="6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ИЖ – ОДА 2126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ХОНДА СТРЕАМ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365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Смагин К.С.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инспектор МОНД № 7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610622,66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21074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75672,39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</w:t>
            </w:r>
          </w:p>
          <w:p w:rsidR="00AA7F89" w:rsidRPr="00CC2358" w:rsidRDefault="00AA7F89" w:rsidP="005076F0">
            <w:pPr>
              <w:jc w:val="center"/>
            </w:pPr>
            <w:r w:rsidRPr="00CC2358">
              <w:t xml:space="preserve">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366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Копытов А.П.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дознаватель группы дознания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394371,60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 xml:space="preserve">легковой автомобиль, 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ВАЗ 11183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(социальный найм)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78801,78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367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Таловиков Д.В.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главный специалист ОНД по г. Заводоуковск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353609,5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1347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25256,96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59,8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368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Василинец А.М.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главный специалист ОНД по Упоровскому МР МОНД № 7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367659,12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Лянча Дедра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39,00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Тойота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768,0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7310,64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369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Макаркин Д.И.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инспектор ОНД по г. Заводоуковск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293773,80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21144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(социальный найм)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16243,45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(социальный найм)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370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Воллерт П.В.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ОНД по г. Заводоуковск МОНД № 7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209709,97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11193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100152,76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371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Трофимов А.Д.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ОНД по г. Заводоуковск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423038,3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72,3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5856,0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372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Астапчук Е.А.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ОНД по г. Заводоуковск МОНД № 7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1068587,28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246309,28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Шевролетт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60,2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373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Фомина М.С.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дознаватель группы ДАиС МОНД № 7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159724,48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214165,65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21083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нисан Альмера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374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Трифонова А.С.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дознаватель группы ДАиС МОНД № 7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500272,36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45,2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21150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65256,96</w:t>
            </w:r>
          </w:p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23,5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1276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45,2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45,2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375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Надрина М.А.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дознаватель группы ДАиС МОНД № 8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52368,32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376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Максаева А.А.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дознаватель ОНД по Исетскому МР МОНД № 8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5824,06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377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Иванов К.М.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ОНД по Исетскому МР МОНД № 8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324175,02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88,0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211175,43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88,0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88,0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378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Тишинский А.Л.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дознаватель группы ДАиС МОНД № 8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399883,14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25,0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217030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(социальный найм)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21600,0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379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Ильясов И.Р.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МОНД № 8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448251,14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367,0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Хюндай Солярис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55736,0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367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67,4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54,5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380</w:t>
            </w:r>
            <w:r w:rsidRPr="00CC2358">
              <w:tab/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Прокопцов А.В.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МОНД № 8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478544,33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42,9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21074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187,7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дачный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112000,0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187,7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187,7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381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Чумакова В.Н.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инспектор ОНД по Исетскому МР МОНД № 8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358313,42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88,0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250666,20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под ижс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2000,0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217030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88,0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88,0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382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Зубарев А.А.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ОНД по г. Ялуторовск МОНД № 8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323171,76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980,0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УАЗ 31512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11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980,0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980,0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980,0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383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Вакуленко В.В.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ОНД по г. Ялуторовску МОНД № 8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382387,99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1119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199370,53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62,4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384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Придатко О.А.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ОНД по Исетскому МР МОНД № 8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271922,77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Шевроле Авео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340000,0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385</w:t>
            </w: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Савин Е.В.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главный специалист ОНД по г. Ялуторовску МОНД № 8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373222,09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169908,35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386</w:t>
            </w: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Сорокин О.А.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МОНД № 9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662993,35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Форд Фокус (индивидуальная)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мотоцикл Минск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1044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1379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66,3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567563,89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1044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66,3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1379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1044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1379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66,3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1500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1044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(долевая)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90,8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1379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66,3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387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Шальков К.С.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заместитель начальника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381665,95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Шевроле Круз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47208,72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в общежитии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13,4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388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Кудайбергенов Б.Т.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ОНД по Нижнетавдинскому МР МОНД № 8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396504,20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Нисан Тиида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55000,0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100,0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389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Кустов А.Н.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начальник ОНД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396010,95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(социальный наем)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(социальный наем)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35,2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390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Коваленко Д.П.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главный специалист группы НТР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351358,56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41,0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391</w:t>
            </w:r>
          </w:p>
        </w:tc>
        <w:tc>
          <w:tcPr>
            <w:tcW w:w="1958" w:type="dxa"/>
            <w:gridSpan w:val="4"/>
            <w:vMerge w:val="restart"/>
          </w:tcPr>
          <w:p w:rsidR="00AA7F89" w:rsidRPr="00CC2358" w:rsidRDefault="00AA7F89" w:rsidP="005076F0">
            <w:pPr>
              <w:jc w:val="center"/>
            </w:pPr>
            <w:r w:rsidRPr="00CC2358">
              <w:t>Шевчук А.С.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инспектор ОНД МОНД № 9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333358,82</w:t>
            </w:r>
          </w:p>
        </w:tc>
        <w:tc>
          <w:tcPr>
            <w:tcW w:w="2979" w:type="dxa"/>
            <w:gridSpan w:val="5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448</w:t>
            </w:r>
          </w:p>
        </w:tc>
        <w:tc>
          <w:tcPr>
            <w:tcW w:w="1428" w:type="dxa"/>
            <w:gridSpan w:val="6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Мицубиси Лансер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грузопассажирский автобус ГАЗ 322132 (индивидуальная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448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392</w:t>
            </w:r>
          </w:p>
        </w:tc>
        <w:tc>
          <w:tcPr>
            <w:tcW w:w="1958" w:type="dxa"/>
            <w:gridSpan w:val="4"/>
            <w:vMerge w:val="restart"/>
          </w:tcPr>
          <w:p w:rsidR="00AA7F89" w:rsidRPr="00CC2358" w:rsidRDefault="00AA7F89" w:rsidP="005076F0">
            <w:pPr>
              <w:jc w:val="center"/>
            </w:pPr>
            <w:r w:rsidRPr="00CC2358">
              <w:t>Жеребцова О.М.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инспектор группы АПДАиС МОНД № 9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321086,25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ЗАЗ Шанс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дачный дом 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CC2358" w:rsidRDefault="00AA7F89" w:rsidP="005076F0">
            <w:pPr>
              <w:jc w:val="center"/>
            </w:pPr>
            <w:r w:rsidRPr="00CC2358">
              <w:t>супруг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53000,0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ИЖ 2126 (индивидуальная)</w:t>
            </w:r>
          </w:p>
          <w:p w:rsidR="00AA7F89" w:rsidRPr="00CC2358" w:rsidRDefault="00AA7F89" w:rsidP="005076F0">
            <w:pPr>
              <w:jc w:val="center"/>
            </w:pP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дачный дом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гараж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16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520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земельный участок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610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дачный дом 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64,0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393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Калинин М.Г.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группы НТР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270776,32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комната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15,3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Тойота Королла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394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Тигеев П.Л.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ОНД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321719,67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33,50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Джилли МК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42,0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395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Сироткин А.С.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старший инспектор ОНД по Нижнетавдинскому МР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313542,57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(аренда)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30,74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30,8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CC2358" w:rsidRDefault="00AA7F89" w:rsidP="005076F0">
            <w:pPr>
              <w:jc w:val="center"/>
            </w:pPr>
            <w:r>
              <w:t>396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Золотухин А.А.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группы АПДАиС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143208,64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квартира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34,0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ВАЗ 21154 (индивидуальная)</w:t>
            </w:r>
          </w:p>
          <w:p w:rsidR="00AA7F89" w:rsidRPr="00CC2358" w:rsidRDefault="00AA7F89" w:rsidP="005076F0">
            <w:pPr>
              <w:jc w:val="center"/>
            </w:pP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CC2358" w:rsidRDefault="00AA7F89" w:rsidP="005076F0">
            <w:pPr>
              <w:jc w:val="center"/>
            </w:pPr>
            <w:r>
              <w:t>397</w:t>
            </w: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Евсеев С.А.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инспектор ОНД МОНД № 9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8019,53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 w:val="restart"/>
          </w:tcPr>
          <w:p w:rsidR="00AA7F89" w:rsidRPr="00CC2358" w:rsidRDefault="00AA7F89" w:rsidP="005076F0">
            <w:pPr>
              <w:jc w:val="center"/>
            </w:pPr>
            <w:r w:rsidRPr="00CC2358">
              <w:t>супруга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46000,0</w:t>
            </w:r>
          </w:p>
        </w:tc>
        <w:tc>
          <w:tcPr>
            <w:tcW w:w="2979" w:type="dxa"/>
            <w:gridSpan w:val="5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56,4</w:t>
            </w:r>
          </w:p>
        </w:tc>
        <w:tc>
          <w:tcPr>
            <w:tcW w:w="1428" w:type="dxa"/>
            <w:gridSpan w:val="6"/>
            <w:vMerge w:val="restart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Хюндай Солярис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300" w:type="dxa"/>
            <w:gridSpan w:val="2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428" w:type="dxa"/>
            <w:gridSpan w:val="6"/>
            <w:vMerge/>
            <w:vAlign w:val="center"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легковой автомобиль Тойота Витц (индивидуальная)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дочь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CC23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bottom w:val="single" w:sz="4" w:space="0" w:color="auto"/>
            </w:tcBorders>
          </w:tcPr>
          <w:p w:rsidR="00AA7F89" w:rsidRPr="00CC2358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CC2358" w:rsidRDefault="00AA7F89" w:rsidP="005076F0">
            <w:pPr>
              <w:jc w:val="center"/>
            </w:pPr>
            <w:r w:rsidRPr="00CC235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жилой дом (фактически предоставленное)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56,4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CC2358" w:rsidRDefault="00AA7F89" w:rsidP="005076F0">
            <w:pPr>
              <w:jc w:val="center"/>
            </w:pPr>
            <w:r w:rsidRPr="00CC2358">
              <w:t>-</w:t>
            </w:r>
          </w:p>
        </w:tc>
      </w:tr>
      <w:tr w:rsidR="00AA7F89" w:rsidRPr="005720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  <w:tcBorders>
              <w:top w:val="single" w:sz="4" w:space="0" w:color="auto"/>
            </w:tcBorders>
          </w:tcPr>
          <w:p w:rsidR="00AA7F89" w:rsidRPr="0057202D" w:rsidRDefault="00AA7F89" w:rsidP="005076F0">
            <w:pPr>
              <w:keepNext/>
              <w:suppressAutoHyphens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398</w:t>
            </w:r>
          </w:p>
        </w:tc>
        <w:tc>
          <w:tcPr>
            <w:tcW w:w="1958" w:type="dxa"/>
            <w:gridSpan w:val="4"/>
          </w:tcPr>
          <w:p w:rsidR="00AA7F89" w:rsidRPr="008B2A38" w:rsidRDefault="00AA7F89" w:rsidP="005076F0">
            <w:pPr>
              <w:jc w:val="center"/>
            </w:pPr>
            <w:r w:rsidRPr="008B2A38">
              <w:t>Коновалова Е.В.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Старший дознаватель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233147,66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садоводческий участок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725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fldChar w:fldCharType="begin"/>
            </w:r>
            <w:r w:rsidRPr="008B2A38">
              <w:instrText xml:space="preserve"> LINK Word.Document.12 "D:\\Документы\\ФОРМА - Сведения на САЙТ (ДОХОДЫ).docx" "OLE_LINK2" \a \r  \* MERGEFORMAT </w:instrText>
            </w:r>
            <w:r w:rsidRPr="008B2A38">
              <w:fldChar w:fldCharType="separate"/>
            </w:r>
            <w:r w:rsidRPr="008B2A38">
              <w:t>Россия</w:t>
            </w:r>
            <w:r w:rsidRPr="008B2A38">
              <w:fldChar w:fldCharType="end"/>
            </w:r>
          </w:p>
        </w:tc>
        <w:tc>
          <w:tcPr>
            <w:tcW w:w="2834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-</w:t>
            </w:r>
          </w:p>
        </w:tc>
      </w:tr>
      <w:tr w:rsidR="00AA7F89" w:rsidRPr="005720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57202D" w:rsidRDefault="00AA7F89" w:rsidP="005076F0">
            <w:pPr>
              <w:keepNext/>
              <w:suppressAutoHyphens/>
              <w:jc w:val="center"/>
              <w:rPr>
                <w:rFonts w:eastAsia="SimSun"/>
              </w:rPr>
            </w:pPr>
          </w:p>
        </w:tc>
        <w:tc>
          <w:tcPr>
            <w:tcW w:w="1958" w:type="dxa"/>
            <w:gridSpan w:val="4"/>
          </w:tcPr>
          <w:p w:rsidR="00AA7F89" w:rsidRPr="008B2A38" w:rsidRDefault="00AA7F89" w:rsidP="005076F0">
            <w:pPr>
              <w:jc w:val="center"/>
            </w:pPr>
          </w:p>
        </w:tc>
        <w:tc>
          <w:tcPr>
            <w:tcW w:w="1890" w:type="dxa"/>
            <w:gridSpan w:val="3"/>
            <w:vAlign w:val="center"/>
          </w:tcPr>
          <w:p w:rsidR="00AA7F89" w:rsidRPr="008B2A38" w:rsidRDefault="00AA7F89" w:rsidP="005076F0">
            <w:pPr>
              <w:jc w:val="center"/>
            </w:pPr>
          </w:p>
        </w:tc>
        <w:tc>
          <w:tcPr>
            <w:tcW w:w="1607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</w:p>
        </w:tc>
        <w:tc>
          <w:tcPr>
            <w:tcW w:w="2979" w:type="dxa"/>
            <w:gridSpan w:val="5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квартира (индивидуальная)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32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</w:p>
        </w:tc>
      </w:tr>
      <w:tr w:rsidR="00AA7F89" w:rsidRPr="005720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57202D" w:rsidRDefault="00AA7F89" w:rsidP="005076F0">
            <w:pPr>
              <w:keepNext/>
              <w:suppressAutoHyphens/>
              <w:jc w:val="center"/>
              <w:rPr>
                <w:rFonts w:eastAsia="SimSun"/>
              </w:rPr>
            </w:pPr>
          </w:p>
        </w:tc>
        <w:tc>
          <w:tcPr>
            <w:tcW w:w="1958" w:type="dxa"/>
            <w:gridSpan w:val="4"/>
          </w:tcPr>
          <w:p w:rsidR="00AA7F89" w:rsidRPr="008B2A38" w:rsidRDefault="00AA7F89" w:rsidP="005076F0">
            <w:pPr>
              <w:jc w:val="center"/>
            </w:pPr>
            <w:r w:rsidRPr="008B2A38">
              <w:t>супруг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 xml:space="preserve">квартира 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(фактическое предоставление)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32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Автомобиль легковой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Сан Йонг Кэйрон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(индивидуальная)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Автомобиль легковой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Дэу Нексия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(индивидуальная)</w:t>
            </w:r>
          </w:p>
        </w:tc>
      </w:tr>
      <w:tr w:rsidR="00AA7F89" w:rsidRPr="0057202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57202D" w:rsidRDefault="00AA7F89" w:rsidP="005076F0">
            <w:pPr>
              <w:keepNext/>
              <w:suppressAutoHyphens/>
              <w:jc w:val="center"/>
              <w:rPr>
                <w:rFonts w:eastAsia="SimSun"/>
              </w:rPr>
            </w:pPr>
          </w:p>
        </w:tc>
        <w:tc>
          <w:tcPr>
            <w:tcW w:w="1958" w:type="dxa"/>
            <w:gridSpan w:val="4"/>
          </w:tcPr>
          <w:p w:rsidR="00AA7F89" w:rsidRPr="008B2A38" w:rsidRDefault="00AA7F89" w:rsidP="005076F0">
            <w:pPr>
              <w:jc w:val="center"/>
            </w:pPr>
            <w:r w:rsidRPr="008B2A38">
              <w:t>сын</w:t>
            </w:r>
          </w:p>
        </w:tc>
        <w:tc>
          <w:tcPr>
            <w:tcW w:w="1890" w:type="dxa"/>
            <w:gridSpan w:val="3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-</w:t>
            </w:r>
          </w:p>
        </w:tc>
        <w:tc>
          <w:tcPr>
            <w:tcW w:w="1607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-</w:t>
            </w:r>
          </w:p>
        </w:tc>
        <w:tc>
          <w:tcPr>
            <w:tcW w:w="2979" w:type="dxa"/>
            <w:gridSpan w:val="5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 xml:space="preserve">квартира </w:t>
            </w:r>
          </w:p>
          <w:p w:rsidR="00AA7F89" w:rsidRPr="008B2A38" w:rsidRDefault="00AA7F89" w:rsidP="005076F0">
            <w:pPr>
              <w:jc w:val="center"/>
            </w:pPr>
            <w:r w:rsidRPr="008B2A38">
              <w:t>фактическое предоставление)</w:t>
            </w:r>
          </w:p>
        </w:tc>
        <w:tc>
          <w:tcPr>
            <w:tcW w:w="1300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32</w:t>
            </w:r>
          </w:p>
        </w:tc>
        <w:tc>
          <w:tcPr>
            <w:tcW w:w="1428" w:type="dxa"/>
            <w:gridSpan w:val="6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Россия</w:t>
            </w:r>
          </w:p>
        </w:tc>
        <w:tc>
          <w:tcPr>
            <w:tcW w:w="2834" w:type="dxa"/>
            <w:gridSpan w:val="2"/>
            <w:vAlign w:val="center"/>
          </w:tcPr>
          <w:p w:rsidR="00AA7F89" w:rsidRPr="008B2A38" w:rsidRDefault="00AA7F89" w:rsidP="005076F0">
            <w:pPr>
              <w:jc w:val="center"/>
            </w:pPr>
            <w:r w:rsidRPr="008B2A38">
              <w:t>-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49"/>
        </w:trPr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399</w:t>
            </w:r>
          </w:p>
        </w:tc>
        <w:tc>
          <w:tcPr>
            <w:tcW w:w="1958" w:type="dxa"/>
            <w:gridSpan w:val="4"/>
            <w:vMerge w:val="restart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Симонов </w:t>
            </w:r>
            <w:r>
              <w:t>К.</w:t>
            </w:r>
            <w:r w:rsidRPr="00807E1D">
              <w:t xml:space="preserve"> А</w:t>
            </w:r>
            <w:r>
              <w:t>.</w:t>
            </w:r>
          </w:p>
        </w:tc>
        <w:tc>
          <w:tcPr>
            <w:tcW w:w="1864" w:type="dxa"/>
            <w:vMerge w:val="restart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Заместитель начальника </w:t>
            </w:r>
            <w:r>
              <w:t xml:space="preserve">специализированной пожарной </w:t>
            </w:r>
            <w:r w:rsidRPr="00807E1D">
              <w:t xml:space="preserve">части </w:t>
            </w:r>
          </w:p>
        </w:tc>
        <w:tc>
          <w:tcPr>
            <w:tcW w:w="1622" w:type="dxa"/>
            <w:gridSpan w:val="3"/>
            <w:vMerge w:val="restart"/>
          </w:tcPr>
          <w:p w:rsidR="00AA7F89" w:rsidRPr="00807E1D" w:rsidRDefault="00AA7F89" w:rsidP="005076F0">
            <w:pPr>
              <w:jc w:val="center"/>
            </w:pPr>
            <w:r w:rsidRPr="00807E1D">
              <w:t>445179,99</w:t>
            </w:r>
          </w:p>
        </w:tc>
        <w:tc>
          <w:tcPr>
            <w:tcW w:w="2967" w:type="dxa"/>
            <w:gridSpan w:val="5"/>
            <w:tcBorders>
              <w:bottom w:val="single" w:sz="4" w:space="0" w:color="auto"/>
            </w:tcBorders>
          </w:tcPr>
          <w:p w:rsidR="00AA7F89" w:rsidRPr="00807E1D" w:rsidRDefault="00AA7F89" w:rsidP="005076F0">
            <w:pPr>
              <w:jc w:val="center"/>
              <w:rPr>
                <w:sz w:val="24"/>
                <w:szCs w:val="24"/>
              </w:rPr>
            </w:pPr>
            <w:r w:rsidRPr="00807E1D">
              <w:rPr>
                <w:sz w:val="24"/>
                <w:szCs w:val="24"/>
              </w:rPr>
              <w:t xml:space="preserve">квартира </w:t>
            </w:r>
            <w:r w:rsidRPr="00807E1D">
              <w:t>(фактическое предоставление)</w:t>
            </w:r>
          </w:p>
        </w:tc>
        <w:tc>
          <w:tcPr>
            <w:tcW w:w="1329" w:type="dxa"/>
            <w:gridSpan w:val="4"/>
            <w:tcBorders>
              <w:bottom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  <w:r w:rsidRPr="00807E1D">
              <w:t>61</w:t>
            </w:r>
          </w:p>
          <w:p w:rsidR="00AA7F89" w:rsidRPr="00807E1D" w:rsidRDefault="00AA7F89" w:rsidP="005076F0">
            <w:pPr>
              <w:jc w:val="center"/>
            </w:pPr>
          </w:p>
        </w:tc>
        <w:tc>
          <w:tcPr>
            <w:tcW w:w="1422" w:type="dxa"/>
            <w:gridSpan w:val="5"/>
            <w:tcBorders>
              <w:bottom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19"/>
        </w:trPr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864" w:type="dxa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  <w:tcBorders>
              <w:top w:val="single" w:sz="4" w:space="0" w:color="auto"/>
            </w:tcBorders>
          </w:tcPr>
          <w:p w:rsidR="00AA7F89" w:rsidRPr="00807E1D" w:rsidRDefault="00AA7F89" w:rsidP="005076F0">
            <w:pPr>
              <w:jc w:val="center"/>
              <w:rPr>
                <w:sz w:val="24"/>
                <w:szCs w:val="24"/>
              </w:rPr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  <w:tcBorders>
              <w:top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  <w:r w:rsidRPr="00807E1D">
              <w:t>44,5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136339,82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rPr>
                <w:sz w:val="24"/>
                <w:szCs w:val="24"/>
              </w:rPr>
              <w:t xml:space="preserve">квартира </w:t>
            </w:r>
            <w:r w:rsidRPr="00807E1D">
              <w:t>(фактическое предоставление)</w:t>
            </w:r>
          </w:p>
          <w:p w:rsidR="00AA7F89" w:rsidRPr="00807E1D" w:rsidRDefault="00AA7F89" w:rsidP="005076F0">
            <w:pPr>
              <w:jc w:val="center"/>
              <w:rPr>
                <w:sz w:val="24"/>
                <w:szCs w:val="24"/>
              </w:rPr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61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44,5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>Хёндай Гетс</w:t>
            </w:r>
          </w:p>
          <w:p w:rsidR="00AA7F89" w:rsidRPr="00807E1D" w:rsidRDefault="00AA7F89" w:rsidP="005076F0">
            <w:pPr>
              <w:jc w:val="center"/>
            </w:pPr>
            <w:r>
              <w:t>(индивидуальная)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400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Низамов М</w:t>
            </w:r>
            <w:r>
              <w:t>.</w:t>
            </w:r>
            <w:r w:rsidRPr="00807E1D">
              <w:t xml:space="preserve"> А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>Заместитель</w:t>
            </w:r>
            <w:r>
              <w:t xml:space="preserve"> </w:t>
            </w:r>
            <w:r w:rsidRPr="00807E1D">
              <w:t>начальник</w:t>
            </w:r>
            <w:r>
              <w:t>а</w:t>
            </w:r>
            <w:r w:rsidRPr="00807E1D">
              <w:t xml:space="preserve"> </w:t>
            </w:r>
            <w:r>
              <w:t>специализированной</w:t>
            </w:r>
            <w:r w:rsidRPr="00807E1D">
              <w:t xml:space="preserve"> </w:t>
            </w:r>
            <w:r>
              <w:t>пожарной части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534568,89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60,9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Хонда Аккорд</w:t>
            </w:r>
          </w:p>
          <w:p w:rsidR="00AA7F89" w:rsidRDefault="00AA7F89" w:rsidP="005076F0">
            <w:pPr>
              <w:jc w:val="center"/>
            </w:pPr>
            <w:r>
              <w:t xml:space="preserve"> (индивидуальная)</w:t>
            </w:r>
          </w:p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>ВАЗ 2115</w:t>
            </w:r>
            <w:r>
              <w:t xml:space="preserve"> (индивидуальная)</w:t>
            </w: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261154,10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60,9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60,9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60,9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60,9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401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Ихсанов И.</w:t>
            </w:r>
            <w:r w:rsidRPr="00807E1D">
              <w:t xml:space="preserve"> С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Начальник </w:t>
            </w:r>
            <w:r>
              <w:t>специализированной пожарной части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609533,38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49,1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330711,67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</w:t>
            </w:r>
            <w:r>
              <w:t>общая долевая</w:t>
            </w:r>
            <w:r w:rsidRPr="00807E1D">
              <w:t>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49,1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</w:t>
            </w:r>
            <w:r>
              <w:t>Общая долевая</w:t>
            </w:r>
            <w:r w:rsidRPr="00807E1D">
              <w:t>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49,1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402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Антипин А В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Заместитель начальника </w:t>
            </w:r>
            <w:r>
              <w:t xml:space="preserve">специализированной </w:t>
            </w:r>
            <w:r w:rsidRPr="00807E1D">
              <w:t xml:space="preserve">части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455116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45,5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194986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45,5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45,5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45,5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45,5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45,5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403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Залитов Ю.</w:t>
            </w:r>
            <w:r w:rsidRPr="00807E1D">
              <w:t xml:space="preserve"> А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>Начальник 136 ПЧ ФПС ФГКУ 19 ОФПС по Тюменской области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430142,92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(служебная)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29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Пежо 307</w:t>
            </w:r>
            <w:r>
              <w:t xml:space="preserve"> (индивидуальная)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245186,61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(служебная)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29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(служебная)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29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404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Назмутдинов И.</w:t>
            </w:r>
            <w:r w:rsidRPr="00807E1D">
              <w:t xml:space="preserve"> И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Начальник </w:t>
            </w:r>
            <w:r>
              <w:t>пожарной части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565468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72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>Форд Фокус</w:t>
            </w:r>
            <w:r>
              <w:t xml:space="preserve"> (индивидуальная</w:t>
            </w: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65339,73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72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72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72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  <w:tcBorders>
              <w:left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  <w:r>
              <w:t>405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Ярославцев П.</w:t>
            </w:r>
            <w:r w:rsidRPr="00807E1D">
              <w:t xml:space="preserve"> М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Зам. начальника </w:t>
            </w:r>
            <w:r>
              <w:t>пожарной части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427931,13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</w:t>
            </w:r>
            <w:r>
              <w:t>общая долевая</w:t>
            </w:r>
            <w:r w:rsidRPr="00807E1D">
              <w:t>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61,8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Дэу Нексия</w:t>
            </w:r>
            <w:r>
              <w:t xml:space="preserve"> (индивидуальная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161490,35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61,8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</w:t>
            </w:r>
            <w:r>
              <w:t>общая долевая)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61,8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  <w:tcBorders>
              <w:left w:val="single" w:sz="4" w:space="0" w:color="auto"/>
            </w:tcBorders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61,8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406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Баженов С.</w:t>
            </w:r>
            <w:r w:rsidRPr="00807E1D">
              <w:t xml:space="preserve"> А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Зам. начальника </w:t>
            </w:r>
            <w:r>
              <w:t>пожарной части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376139,54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Земельный участок (общая долевая)</w:t>
            </w:r>
          </w:p>
          <w:p w:rsidR="00AA7F89" w:rsidRPr="00807E1D" w:rsidRDefault="00AA7F89" w:rsidP="005076F0">
            <w:pPr>
              <w:jc w:val="center"/>
            </w:pPr>
            <w:r>
              <w:t>жилой дом (общая долевая</w:t>
            </w:r>
            <w:r w:rsidRPr="00807E1D">
              <w:t>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1180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45,3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Земе</w:t>
            </w:r>
            <w:r>
              <w:t>льный участок (общая долевая</w:t>
            </w:r>
            <w:r w:rsidRPr="00807E1D">
              <w:t>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жилой дом (общая дол</w:t>
            </w:r>
            <w:r>
              <w:t xml:space="preserve">евая </w:t>
            </w:r>
            <w:r w:rsidRPr="00807E1D">
              <w:t>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1180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45,3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Земе</w:t>
            </w:r>
            <w:r>
              <w:t xml:space="preserve">льный участок (общая долевая </w:t>
            </w:r>
            <w:r w:rsidRPr="00807E1D">
              <w:t>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жилой дом (общая доле</w:t>
            </w:r>
            <w:r>
              <w:t>вая</w:t>
            </w:r>
            <w:r w:rsidRPr="00807E1D">
              <w:t>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1180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45,3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Земельный участок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1180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45,3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407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Николаев А.</w:t>
            </w:r>
            <w:r w:rsidRPr="00807E1D">
              <w:t xml:space="preserve"> В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И.о. начальника </w:t>
            </w:r>
            <w:r>
              <w:t>отряда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448993,43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Чери Амулет</w:t>
            </w:r>
            <w:r>
              <w:t xml:space="preserve"> (индивидуальная)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69758,38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408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 xml:space="preserve">Чивилев И. </w:t>
            </w:r>
            <w:r w:rsidRPr="00807E1D">
              <w:t>Н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Зам. начальника отряда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461819,69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(индивидуальная собственность)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41,6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 xml:space="preserve">ТАГАЗ </w:t>
            </w:r>
            <w:r w:rsidRPr="00807E1D">
              <w:rPr>
                <w:lang w:val="en-US"/>
              </w:rPr>
              <w:t>KJ</w:t>
            </w:r>
            <w:r w:rsidRPr="00807E1D">
              <w:t xml:space="preserve"> «</w:t>
            </w:r>
            <w:r w:rsidRPr="00807E1D">
              <w:rPr>
                <w:lang w:val="en-US"/>
              </w:rPr>
              <w:t>TAGER</w:t>
            </w:r>
            <w:r w:rsidRPr="00807E1D">
              <w:t>»</w:t>
            </w:r>
            <w:r>
              <w:t xml:space="preserve"> (индивидуальная)</w:t>
            </w: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rPr>
                <w:lang w:val="en-US"/>
              </w:rPr>
              <w:t>1600000</w:t>
            </w:r>
            <w:r w:rsidRPr="00807E1D">
              <w:t>,00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41,6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409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 xml:space="preserve">Диденко А. </w:t>
            </w:r>
            <w:r w:rsidRPr="00807E1D">
              <w:t>Г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Зам. начальника отряда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420206,01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земельный участок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19,5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1260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437523,69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(индивидуальная собственность)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земельный участок (индивидуальная собственность)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19,5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1260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>ВАЗ 21014</w:t>
            </w:r>
            <w:r>
              <w:t xml:space="preserve"> (индивидуальная)</w:t>
            </w: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8100,12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жилой дом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земельный участок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>
              <w:t>квартира (общая долевая</w:t>
            </w:r>
            <w:r w:rsidRPr="00807E1D">
              <w:t>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19,5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1260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47,6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410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Бабаев И.</w:t>
            </w:r>
            <w:r w:rsidRPr="00807E1D">
              <w:t xml:space="preserve"> Н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Начальник </w:t>
            </w:r>
            <w:r>
              <w:t>пожарной части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372465,14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50,0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>Тойота Королла</w:t>
            </w:r>
            <w:r>
              <w:t xml:space="preserve"> (индивидуальная)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298000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50,0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50,0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50,0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411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Румянцев С</w:t>
            </w:r>
            <w:r>
              <w:t>.</w:t>
            </w:r>
            <w:r w:rsidRPr="00807E1D">
              <w:t xml:space="preserve"> В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Начальник </w:t>
            </w:r>
            <w:r>
              <w:t>пожарной части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388342,27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Комната в общежитии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35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>Ниссан Тиида</w:t>
            </w:r>
            <w:r>
              <w:t xml:space="preserve"> (индивидуальная)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69000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Комната в общежитии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35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412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Журавлев Д.</w:t>
            </w:r>
            <w:r w:rsidRPr="00807E1D">
              <w:t xml:space="preserve"> А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 xml:space="preserve">Начальник </w:t>
            </w:r>
            <w:r>
              <w:t>службы пожаротушения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509850,43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Земельный участок (индивидуальная)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Квартира (индивидуальная)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79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53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18042,02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Земельный участок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79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53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Земельный участок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 w:rsidRPr="00807E1D"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600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79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53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413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Софыгин А.</w:t>
            </w:r>
            <w:r w:rsidRPr="00807E1D">
              <w:t xml:space="preserve"> А</w:t>
            </w:r>
            <w:r>
              <w:t>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 w:rsidRPr="00807E1D">
              <w:t>Зам. начальника 135 ПЧ ФПС ФГКУ 19 ОФПС по Тюменской области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378790,40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Комната в коммунальной квартире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807E1D">
              <w:t>Киа Рио</w:t>
            </w:r>
            <w:r>
              <w:t xml:space="preserve"> (индивидуальная)</w:t>
            </w: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 w:rsidRPr="00807E1D">
              <w:t>96000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Комната в коммунальной квартире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Комната в коммунальной квартире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Комната в коммунальной квартире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807E1D">
              <w:t>12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 w:rsidRPr="00807E1D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414</w:t>
            </w:r>
          </w:p>
        </w:tc>
        <w:tc>
          <w:tcPr>
            <w:tcW w:w="1958" w:type="dxa"/>
            <w:gridSpan w:val="4"/>
          </w:tcPr>
          <w:p w:rsidR="00AA7F89" w:rsidRPr="00BF7A58" w:rsidRDefault="00AA7F89" w:rsidP="005076F0">
            <w:pPr>
              <w:jc w:val="center"/>
            </w:pPr>
            <w:r>
              <w:t xml:space="preserve">Швецов Д. </w:t>
            </w:r>
            <w:r w:rsidRPr="00BF7A58">
              <w:t>П</w:t>
            </w:r>
            <w:r>
              <w:t>.</w:t>
            </w:r>
          </w:p>
        </w:tc>
        <w:tc>
          <w:tcPr>
            <w:tcW w:w="1864" w:type="dxa"/>
          </w:tcPr>
          <w:p w:rsidR="00AA7F89" w:rsidRPr="00BF7A58" w:rsidRDefault="00AA7F89" w:rsidP="005076F0">
            <w:pPr>
              <w:jc w:val="center"/>
            </w:pPr>
            <w:r w:rsidRPr="00BF7A58">
              <w:t xml:space="preserve">Начальник МОНД </w:t>
            </w:r>
          </w:p>
        </w:tc>
        <w:tc>
          <w:tcPr>
            <w:tcW w:w="1622" w:type="dxa"/>
            <w:gridSpan w:val="3"/>
          </w:tcPr>
          <w:p w:rsidR="00AA7F89" w:rsidRPr="00BF7A58" w:rsidRDefault="00AA7F89" w:rsidP="005076F0">
            <w:pPr>
              <w:jc w:val="center"/>
            </w:pPr>
            <w:r w:rsidRPr="00BF7A58">
              <w:t>669405</w:t>
            </w:r>
          </w:p>
        </w:tc>
        <w:tc>
          <w:tcPr>
            <w:tcW w:w="2967" w:type="dxa"/>
            <w:gridSpan w:val="5"/>
          </w:tcPr>
          <w:p w:rsidR="00AA7F89" w:rsidRPr="00BF7A58" w:rsidRDefault="00AA7F89" w:rsidP="005076F0">
            <w:pPr>
              <w:jc w:val="center"/>
            </w:pPr>
            <w:r>
              <w:t>Земельный участок (долевая</w:t>
            </w:r>
            <w:r w:rsidRPr="00BF7A58">
              <w:t>)</w:t>
            </w:r>
          </w:p>
          <w:p w:rsidR="00AA7F89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>
              <w:t>Жилой дом (долевая</w:t>
            </w:r>
            <w:r w:rsidRPr="00BF7A58">
              <w:t>)</w:t>
            </w:r>
          </w:p>
        </w:tc>
        <w:tc>
          <w:tcPr>
            <w:tcW w:w="1329" w:type="dxa"/>
            <w:gridSpan w:val="4"/>
          </w:tcPr>
          <w:p w:rsidR="00AA7F89" w:rsidRPr="00BF7A58" w:rsidRDefault="00AA7F89" w:rsidP="005076F0">
            <w:pPr>
              <w:jc w:val="center"/>
            </w:pPr>
            <w:r w:rsidRPr="00BF7A58">
              <w:t>942</w:t>
            </w:r>
          </w:p>
          <w:p w:rsidR="00AA7F89" w:rsidRPr="00BF7A58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 w:rsidRPr="00BF7A58">
              <w:t>141,7</w:t>
            </w:r>
          </w:p>
        </w:tc>
        <w:tc>
          <w:tcPr>
            <w:tcW w:w="1422" w:type="dxa"/>
            <w:gridSpan w:val="5"/>
          </w:tcPr>
          <w:p w:rsidR="00AA7F89" w:rsidRPr="00BF7A58" w:rsidRDefault="00AA7F89" w:rsidP="005076F0">
            <w:pPr>
              <w:jc w:val="center"/>
            </w:pPr>
            <w:r w:rsidRPr="00BF7A58">
              <w:t>Россия</w:t>
            </w:r>
          </w:p>
          <w:p w:rsidR="00AA7F89" w:rsidRPr="00BF7A58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 w:rsidRPr="00BF7A58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 w:rsidRPr="00BF7A58">
              <w:t xml:space="preserve">Шевроле </w:t>
            </w:r>
            <w:r w:rsidRPr="00BF7A58">
              <w:rPr>
                <w:lang w:val="en-US"/>
              </w:rPr>
              <w:t>Klan</w:t>
            </w:r>
            <w:r w:rsidRPr="004715AD">
              <w:t xml:space="preserve"> (</w:t>
            </w:r>
            <w:r w:rsidRPr="00BF7A58">
              <w:rPr>
                <w:lang w:val="en-US"/>
              </w:rPr>
              <w:t>J</w:t>
            </w:r>
            <w:r w:rsidRPr="004715AD">
              <w:t>2000/</w:t>
            </w:r>
            <w:r w:rsidRPr="00BF7A58">
              <w:rPr>
                <w:lang w:val="en-US"/>
              </w:rPr>
              <w:t>Lacetti</w:t>
            </w:r>
            <w:r w:rsidRPr="004715AD">
              <w:t>)</w:t>
            </w:r>
            <w:r>
              <w:t xml:space="preserve"> (индивидуальная)</w:t>
            </w:r>
          </w:p>
          <w:p w:rsidR="00AA7F89" w:rsidRDefault="00AA7F89" w:rsidP="005076F0">
            <w:pPr>
              <w:jc w:val="center"/>
            </w:pPr>
          </w:p>
          <w:p w:rsidR="00AA7F89" w:rsidRPr="004715A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BF7A58" w:rsidRDefault="00AA7F89" w:rsidP="005076F0">
            <w:pPr>
              <w:jc w:val="center"/>
            </w:pPr>
            <w:r w:rsidRPr="00BF7A58">
              <w:t>сын</w:t>
            </w:r>
          </w:p>
        </w:tc>
        <w:tc>
          <w:tcPr>
            <w:tcW w:w="1864" w:type="dxa"/>
          </w:tcPr>
          <w:p w:rsidR="00AA7F89" w:rsidRPr="00BF7A58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BF7A58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BF7A58" w:rsidRDefault="00AA7F89" w:rsidP="005076F0">
            <w:pPr>
              <w:jc w:val="center"/>
            </w:pPr>
            <w:r w:rsidRPr="00BF7A58">
              <w:t xml:space="preserve">Земельный </w:t>
            </w:r>
            <w:r>
              <w:t>участок (долевая</w:t>
            </w:r>
            <w:r w:rsidRPr="00BF7A58">
              <w:t>)</w:t>
            </w:r>
          </w:p>
          <w:p w:rsidR="00AA7F89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 w:rsidRPr="00BF7A58">
              <w:t>Жилой дом (долевая )</w:t>
            </w:r>
          </w:p>
        </w:tc>
        <w:tc>
          <w:tcPr>
            <w:tcW w:w="1329" w:type="dxa"/>
            <w:gridSpan w:val="4"/>
          </w:tcPr>
          <w:p w:rsidR="00AA7F89" w:rsidRPr="00BF7A58" w:rsidRDefault="00AA7F89" w:rsidP="005076F0">
            <w:pPr>
              <w:jc w:val="center"/>
            </w:pPr>
            <w:r w:rsidRPr="00BF7A58">
              <w:t>942</w:t>
            </w:r>
          </w:p>
          <w:p w:rsidR="00AA7F89" w:rsidRPr="00BF7A58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 w:rsidRPr="00BF7A58">
              <w:t>141,7</w:t>
            </w:r>
          </w:p>
        </w:tc>
        <w:tc>
          <w:tcPr>
            <w:tcW w:w="1422" w:type="dxa"/>
            <w:gridSpan w:val="5"/>
          </w:tcPr>
          <w:p w:rsidR="00AA7F89" w:rsidRPr="00BF7A58" w:rsidRDefault="00AA7F89" w:rsidP="005076F0">
            <w:pPr>
              <w:jc w:val="center"/>
            </w:pPr>
            <w:r w:rsidRPr="00BF7A58">
              <w:t>Россия</w:t>
            </w:r>
          </w:p>
          <w:p w:rsidR="00AA7F89" w:rsidRPr="00BF7A58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 w:rsidRPr="00BF7A58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 w:rsidRPr="00BF7A58"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BF7A58" w:rsidRDefault="00AA7F89" w:rsidP="005076F0">
            <w:pPr>
              <w:jc w:val="center"/>
            </w:pPr>
            <w:r w:rsidRPr="00BF7A58">
              <w:t xml:space="preserve">Земельный </w:t>
            </w:r>
            <w:r>
              <w:t>участок (долевая</w:t>
            </w:r>
            <w:r w:rsidRPr="00BF7A58">
              <w:t>)</w:t>
            </w:r>
          </w:p>
          <w:p w:rsidR="00AA7F89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>
              <w:t>Жилой дом (долевая</w:t>
            </w:r>
            <w:r w:rsidRPr="00BF7A58">
              <w:t>)</w:t>
            </w:r>
          </w:p>
        </w:tc>
        <w:tc>
          <w:tcPr>
            <w:tcW w:w="1329" w:type="dxa"/>
            <w:gridSpan w:val="4"/>
          </w:tcPr>
          <w:p w:rsidR="00AA7F89" w:rsidRPr="00BF7A58" w:rsidRDefault="00AA7F89" w:rsidP="005076F0">
            <w:pPr>
              <w:jc w:val="center"/>
            </w:pPr>
            <w:r w:rsidRPr="00BF7A58">
              <w:t>942</w:t>
            </w:r>
          </w:p>
          <w:p w:rsidR="00AA7F89" w:rsidRPr="00BF7A58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 w:rsidRPr="00BF7A58">
              <w:t>141,7</w:t>
            </w:r>
          </w:p>
        </w:tc>
        <w:tc>
          <w:tcPr>
            <w:tcW w:w="1422" w:type="dxa"/>
            <w:gridSpan w:val="5"/>
          </w:tcPr>
          <w:p w:rsidR="00AA7F89" w:rsidRPr="00BF7A58" w:rsidRDefault="00AA7F89" w:rsidP="005076F0">
            <w:pPr>
              <w:jc w:val="center"/>
            </w:pPr>
            <w:r w:rsidRPr="00BF7A58">
              <w:t>Россия</w:t>
            </w:r>
          </w:p>
          <w:p w:rsidR="00AA7F89" w:rsidRPr="00BF7A58" w:rsidRDefault="00AA7F89" w:rsidP="005076F0">
            <w:pPr>
              <w:jc w:val="center"/>
            </w:pPr>
          </w:p>
          <w:p w:rsidR="00AA7F89" w:rsidRPr="00BF7A58" w:rsidRDefault="00AA7F89" w:rsidP="005076F0">
            <w:pPr>
              <w:jc w:val="center"/>
            </w:pPr>
            <w:r w:rsidRPr="00BF7A58"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BF7A58" w:rsidRDefault="00AA7F89" w:rsidP="005076F0">
            <w:pPr>
              <w:jc w:val="center"/>
            </w:pPr>
            <w:r>
              <w:t>415</w:t>
            </w:r>
          </w:p>
        </w:tc>
        <w:tc>
          <w:tcPr>
            <w:tcW w:w="1958" w:type="dxa"/>
            <w:gridSpan w:val="4"/>
          </w:tcPr>
          <w:p w:rsidR="00AA7F89" w:rsidRPr="00BF7A58" w:rsidRDefault="00AA7F89" w:rsidP="005076F0">
            <w:pPr>
              <w:jc w:val="center"/>
            </w:pPr>
            <w:r>
              <w:t>Абдалов С.</w:t>
            </w:r>
            <w:r w:rsidRPr="00BF7A58">
              <w:t xml:space="preserve"> В</w:t>
            </w:r>
            <w:r>
              <w:t>.</w:t>
            </w:r>
          </w:p>
        </w:tc>
        <w:tc>
          <w:tcPr>
            <w:tcW w:w="1864" w:type="dxa"/>
          </w:tcPr>
          <w:p w:rsidR="00AA7F89" w:rsidRPr="00BF7A58" w:rsidRDefault="00AA7F89" w:rsidP="005076F0">
            <w:pPr>
              <w:jc w:val="center"/>
            </w:pPr>
            <w:r w:rsidRPr="00BF7A58">
              <w:t xml:space="preserve">Зам. начальника отдела – начальник отделения надзорной деятельности </w:t>
            </w:r>
          </w:p>
        </w:tc>
        <w:tc>
          <w:tcPr>
            <w:tcW w:w="1622" w:type="dxa"/>
            <w:gridSpan w:val="3"/>
          </w:tcPr>
          <w:p w:rsidR="00AA7F89" w:rsidRPr="00BF7A58" w:rsidRDefault="00AA7F89" w:rsidP="005076F0">
            <w:pPr>
              <w:jc w:val="center"/>
            </w:pPr>
            <w:r w:rsidRPr="00BF7A58">
              <w:t>385150</w:t>
            </w:r>
          </w:p>
        </w:tc>
        <w:tc>
          <w:tcPr>
            <w:tcW w:w="2967" w:type="dxa"/>
            <w:gridSpan w:val="5"/>
          </w:tcPr>
          <w:p w:rsidR="00AA7F89" w:rsidRPr="00BF7A58" w:rsidRDefault="00AA7F89" w:rsidP="005076F0">
            <w:pPr>
              <w:jc w:val="center"/>
            </w:pPr>
            <w:r w:rsidRPr="00BF7A58">
              <w:t>квартира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BF7A58" w:rsidRDefault="00AA7F89" w:rsidP="005076F0">
            <w:pPr>
              <w:jc w:val="center"/>
            </w:pPr>
            <w:r w:rsidRPr="00BF7A58">
              <w:t>56</w:t>
            </w:r>
          </w:p>
        </w:tc>
        <w:tc>
          <w:tcPr>
            <w:tcW w:w="1422" w:type="dxa"/>
            <w:gridSpan w:val="5"/>
          </w:tcPr>
          <w:p w:rsidR="00AA7F89" w:rsidRPr="00BF7A58" w:rsidRDefault="00AA7F89" w:rsidP="005076F0">
            <w:pPr>
              <w:jc w:val="center"/>
            </w:pPr>
            <w:r w:rsidRPr="00BF7A58"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BF7A58" w:rsidRDefault="00AA7F89" w:rsidP="005076F0">
            <w:pPr>
              <w:jc w:val="center"/>
            </w:pPr>
            <w:r w:rsidRPr="00BF7A58">
              <w:t>ВАЗ 2108</w:t>
            </w:r>
          </w:p>
          <w:p w:rsidR="00AA7F89" w:rsidRDefault="00AA7F89" w:rsidP="005076F0">
            <w:pPr>
              <w:jc w:val="center"/>
            </w:pPr>
            <w:r>
              <w:t xml:space="preserve"> (индивидуальная)</w:t>
            </w:r>
          </w:p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BF7A58" w:rsidRDefault="00AA7F89" w:rsidP="005076F0">
            <w:pPr>
              <w:jc w:val="center"/>
            </w:pPr>
            <w:r w:rsidRPr="00BF7A58">
              <w:t xml:space="preserve">Шевроле </w:t>
            </w:r>
            <w:r w:rsidRPr="00BF7A58">
              <w:rPr>
                <w:lang w:val="en-US"/>
              </w:rPr>
              <w:t>Lacetti</w:t>
            </w:r>
          </w:p>
          <w:p w:rsidR="00AA7F89" w:rsidRDefault="00AA7F89" w:rsidP="005076F0">
            <w:pPr>
              <w:jc w:val="center"/>
            </w:pPr>
            <w:r>
              <w:t xml:space="preserve"> (индивидуальная)</w:t>
            </w:r>
          </w:p>
          <w:p w:rsidR="00AA7F89" w:rsidRDefault="00AA7F89" w:rsidP="005076F0">
            <w:pPr>
              <w:jc w:val="center"/>
            </w:pPr>
            <w:r>
              <w:t>Иные транспортные средства</w:t>
            </w:r>
          </w:p>
          <w:p w:rsidR="00AA7F89" w:rsidRDefault="00AA7F89" w:rsidP="005076F0">
            <w:pPr>
              <w:jc w:val="center"/>
            </w:pPr>
            <w:r w:rsidRPr="00BF7A58">
              <w:t>МТЗ-80</w:t>
            </w:r>
          </w:p>
          <w:p w:rsidR="00AA7F89" w:rsidRPr="00A7336E" w:rsidRDefault="00AA7F89" w:rsidP="005076F0">
            <w:pPr>
              <w:jc w:val="center"/>
            </w:pPr>
            <w:r>
              <w:t>(индивидуальная)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57582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56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416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Игнатов П. В.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 xml:space="preserve">Дознаватель отделения надзорной деятельности МОНД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313097,81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53,3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807E1D" w:rsidRDefault="00AA7F89" w:rsidP="005076F0">
            <w:pPr>
              <w:jc w:val="center"/>
            </w:pPr>
            <w:r>
              <w:t>УАЗ 23632 (индивидуальная)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191495</w:t>
            </w:r>
          </w:p>
        </w:tc>
        <w:tc>
          <w:tcPr>
            <w:tcW w:w="2967" w:type="dxa"/>
            <w:gridSpan w:val="5"/>
          </w:tcPr>
          <w:p w:rsidR="00AA7F89" w:rsidRDefault="00AA7F89" w:rsidP="005076F0">
            <w:pPr>
              <w:jc w:val="center"/>
            </w:pPr>
            <w:r>
              <w:t>комната в общежитии (индивидуальная)</w:t>
            </w:r>
          </w:p>
          <w:p w:rsidR="00AA7F89" w:rsidRPr="00807E1D" w:rsidRDefault="00AA7F89" w:rsidP="005076F0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Default="00AA7F89" w:rsidP="005076F0">
            <w:pPr>
              <w:jc w:val="center"/>
            </w:pPr>
            <w:r>
              <w:t>15,8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>
              <w:t>53,3</w:t>
            </w:r>
          </w:p>
        </w:tc>
        <w:tc>
          <w:tcPr>
            <w:tcW w:w="1422" w:type="dxa"/>
            <w:gridSpan w:val="5"/>
          </w:tcPr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53,3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53,3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417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Ширшов Е. Д.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>Дознаватель отделения надзорной деятельности по Аромашевскому МР МОНД №5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302911</w:t>
            </w:r>
          </w:p>
        </w:tc>
        <w:tc>
          <w:tcPr>
            <w:tcW w:w="2967" w:type="dxa"/>
            <w:gridSpan w:val="5"/>
          </w:tcPr>
          <w:p w:rsidR="00AA7F89" w:rsidRDefault="00AA7F89" w:rsidP="005076F0">
            <w:pPr>
              <w:jc w:val="center"/>
            </w:pPr>
            <w:r>
              <w:t>Земельный участок (индивидуальная)</w:t>
            </w:r>
          </w:p>
          <w:p w:rsidR="00AA7F89" w:rsidRDefault="00AA7F89" w:rsidP="005076F0">
            <w:pPr>
              <w:jc w:val="center"/>
            </w:pPr>
            <w:r>
              <w:t>земельный участок (индивидуальная)</w:t>
            </w:r>
          </w:p>
          <w:p w:rsidR="00AA7F89" w:rsidRDefault="00AA7F89" w:rsidP="005076F0">
            <w:pPr>
              <w:jc w:val="center"/>
            </w:pPr>
            <w:r>
              <w:t>Жилой дом (индивидуальная)</w:t>
            </w:r>
          </w:p>
          <w:p w:rsidR="00AA7F89" w:rsidRPr="00807E1D" w:rsidRDefault="00AA7F89" w:rsidP="005076F0">
            <w:pPr>
              <w:jc w:val="center"/>
            </w:pPr>
            <w:r>
              <w:t>Жилой дом (индивидуальная)</w:t>
            </w:r>
          </w:p>
        </w:tc>
        <w:tc>
          <w:tcPr>
            <w:tcW w:w="1329" w:type="dxa"/>
            <w:gridSpan w:val="4"/>
          </w:tcPr>
          <w:p w:rsidR="00AA7F89" w:rsidRDefault="00AA7F89" w:rsidP="005076F0">
            <w:pPr>
              <w:jc w:val="center"/>
            </w:pPr>
            <w:r>
              <w:t>1918</w:t>
            </w:r>
          </w:p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  <w:r>
              <w:t>2603,77</w:t>
            </w:r>
          </w:p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  <w:r>
              <w:t>54,1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>
              <w:t>55,8</w:t>
            </w:r>
          </w:p>
        </w:tc>
        <w:tc>
          <w:tcPr>
            <w:tcW w:w="1422" w:type="dxa"/>
            <w:gridSpan w:val="5"/>
          </w:tcPr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91516</w:t>
            </w:r>
          </w:p>
        </w:tc>
        <w:tc>
          <w:tcPr>
            <w:tcW w:w="2967" w:type="dxa"/>
            <w:gridSpan w:val="5"/>
          </w:tcPr>
          <w:p w:rsidR="00AA7F89" w:rsidRDefault="00AA7F89" w:rsidP="005076F0">
            <w:pPr>
              <w:jc w:val="center"/>
            </w:pPr>
            <w:r>
              <w:t>Земельный участок (фактическое предоставление)</w:t>
            </w:r>
          </w:p>
          <w:p w:rsidR="00AA7F89" w:rsidRDefault="00AA7F89" w:rsidP="005076F0">
            <w:pPr>
              <w:jc w:val="center"/>
            </w:pPr>
            <w:r>
              <w:t>Жилой дом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</w:p>
        </w:tc>
        <w:tc>
          <w:tcPr>
            <w:tcW w:w="1329" w:type="dxa"/>
            <w:gridSpan w:val="4"/>
          </w:tcPr>
          <w:p w:rsidR="00AA7F89" w:rsidRDefault="00AA7F89" w:rsidP="005076F0">
            <w:pPr>
              <w:jc w:val="center"/>
            </w:pPr>
            <w:r>
              <w:t>1918</w:t>
            </w:r>
          </w:p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  <w:r>
              <w:t>54,1</w:t>
            </w:r>
          </w:p>
          <w:p w:rsidR="00AA7F89" w:rsidRPr="00807E1D" w:rsidRDefault="00AA7F89" w:rsidP="005076F0">
            <w:pPr>
              <w:jc w:val="center"/>
            </w:pPr>
          </w:p>
        </w:tc>
        <w:tc>
          <w:tcPr>
            <w:tcW w:w="1422" w:type="dxa"/>
            <w:gridSpan w:val="5"/>
          </w:tcPr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Default="00AA7F89" w:rsidP="005076F0">
            <w:pPr>
              <w:jc w:val="center"/>
            </w:pPr>
          </w:p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Pr="00807E1D" w:rsidRDefault="00AA7F89" w:rsidP="005076F0">
            <w:pPr>
              <w:jc w:val="center"/>
            </w:pP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807E1D" w:rsidRDefault="00AA7F89" w:rsidP="005076F0">
            <w:pPr>
              <w:jc w:val="center"/>
            </w:pPr>
            <w:r>
              <w:t>418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Мирошкин Е. В.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 xml:space="preserve">Инспектор отделения надзорной деятельности МОНД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229754,71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(аренда)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30,5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419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Куклин А. Ю.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 xml:space="preserve">Зам. начальника отдела – начальник отделения надзорной деятельности МОНД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379561,42</w:t>
            </w:r>
          </w:p>
        </w:tc>
        <w:tc>
          <w:tcPr>
            <w:tcW w:w="2967" w:type="dxa"/>
            <w:gridSpan w:val="5"/>
          </w:tcPr>
          <w:p w:rsidR="00AA7F89" w:rsidRDefault="00AA7F89" w:rsidP="005076F0">
            <w:pPr>
              <w:jc w:val="center"/>
            </w:pPr>
            <w:r>
              <w:t>Жилой дом (фактическое предоставление)</w:t>
            </w:r>
          </w:p>
          <w:p w:rsidR="00AA7F89" w:rsidRPr="00807E1D" w:rsidRDefault="00AA7F89" w:rsidP="005076F0">
            <w:pPr>
              <w:jc w:val="center"/>
            </w:pPr>
            <w:r>
              <w:t>Земельный участок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Default="00AA7F89" w:rsidP="005076F0">
            <w:pPr>
              <w:jc w:val="center"/>
            </w:pPr>
            <w:r>
              <w:t>58,1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>
              <w:t>1856</w:t>
            </w:r>
          </w:p>
        </w:tc>
        <w:tc>
          <w:tcPr>
            <w:tcW w:w="1422" w:type="dxa"/>
            <w:gridSpan w:val="5"/>
          </w:tcPr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Default="00AA7F89" w:rsidP="005076F0">
            <w:pPr>
              <w:jc w:val="center"/>
            </w:pPr>
          </w:p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46507,54</w:t>
            </w:r>
          </w:p>
        </w:tc>
        <w:tc>
          <w:tcPr>
            <w:tcW w:w="2967" w:type="dxa"/>
            <w:gridSpan w:val="5"/>
          </w:tcPr>
          <w:p w:rsidR="00AA7F89" w:rsidRDefault="00AA7F89" w:rsidP="005076F0">
            <w:pPr>
              <w:jc w:val="center"/>
            </w:pPr>
            <w:r>
              <w:t>Жилой дом (долевая)</w:t>
            </w:r>
          </w:p>
          <w:p w:rsidR="00AA7F89" w:rsidRPr="00807E1D" w:rsidRDefault="00AA7F89" w:rsidP="005076F0">
            <w:pPr>
              <w:jc w:val="center"/>
            </w:pPr>
            <w:r>
              <w:t>Земельный участок (долевая)</w:t>
            </w:r>
          </w:p>
        </w:tc>
        <w:tc>
          <w:tcPr>
            <w:tcW w:w="1329" w:type="dxa"/>
            <w:gridSpan w:val="4"/>
          </w:tcPr>
          <w:p w:rsidR="00AA7F89" w:rsidRDefault="00AA7F89" w:rsidP="005076F0">
            <w:pPr>
              <w:jc w:val="center"/>
            </w:pPr>
            <w:r>
              <w:t>58,1</w:t>
            </w:r>
          </w:p>
          <w:p w:rsidR="00AA7F89" w:rsidRPr="00807E1D" w:rsidRDefault="00AA7F89" w:rsidP="005076F0">
            <w:pPr>
              <w:jc w:val="center"/>
            </w:pPr>
            <w:r>
              <w:t>1856</w:t>
            </w:r>
          </w:p>
        </w:tc>
        <w:tc>
          <w:tcPr>
            <w:tcW w:w="1422" w:type="dxa"/>
            <w:gridSpan w:val="5"/>
          </w:tcPr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Default="00AA7F89" w:rsidP="005076F0">
            <w:pPr>
              <w:jc w:val="center"/>
            </w:pPr>
            <w:r>
              <w:t>Жилой дом (долевая)</w:t>
            </w:r>
          </w:p>
          <w:p w:rsidR="00AA7F89" w:rsidRPr="00807E1D" w:rsidRDefault="00AA7F89" w:rsidP="005076F0">
            <w:pPr>
              <w:jc w:val="center"/>
            </w:pPr>
            <w:r>
              <w:t>Земельный участок (долевая)</w:t>
            </w:r>
          </w:p>
        </w:tc>
        <w:tc>
          <w:tcPr>
            <w:tcW w:w="1329" w:type="dxa"/>
            <w:gridSpan w:val="4"/>
          </w:tcPr>
          <w:p w:rsidR="00AA7F89" w:rsidRDefault="00AA7F89" w:rsidP="005076F0">
            <w:pPr>
              <w:jc w:val="center"/>
            </w:pPr>
            <w:r>
              <w:t>58,1</w:t>
            </w:r>
          </w:p>
          <w:p w:rsidR="00AA7F89" w:rsidRPr="00807E1D" w:rsidRDefault="00AA7F89" w:rsidP="005076F0">
            <w:pPr>
              <w:jc w:val="center"/>
            </w:pPr>
            <w:r>
              <w:t>1856</w:t>
            </w:r>
          </w:p>
        </w:tc>
        <w:tc>
          <w:tcPr>
            <w:tcW w:w="1422" w:type="dxa"/>
            <w:gridSpan w:val="5"/>
          </w:tcPr>
          <w:p w:rsidR="00AA7F89" w:rsidRDefault="00AA7F89" w:rsidP="005076F0">
            <w:pPr>
              <w:jc w:val="center"/>
            </w:pPr>
            <w:r>
              <w:t>Россия</w:t>
            </w:r>
          </w:p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420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Дербуш Т. Ю.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>Зам. начальника отдела – начальник отделения надзорной деятельности  МОНД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374751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(долевая)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42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супруг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170000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(долевая)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42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Pr="00807E1D" w:rsidRDefault="00AA7F89" w:rsidP="005076F0">
            <w:pPr>
              <w:jc w:val="center"/>
            </w:pPr>
            <w:r>
              <w:t>Форд Фокус (индивидуальная)</w:t>
            </w: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(долевая)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42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421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Максимова Я. В.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 xml:space="preserve">Дознователь отделения надзорной деятельности МОНД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168499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42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сын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жилой дом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42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807E1D" w:rsidRDefault="00AA7F89" w:rsidP="005076F0">
            <w:pPr>
              <w:jc w:val="center"/>
            </w:pPr>
            <w:r>
              <w:t>422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Филинов С. А.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 xml:space="preserve">Зам. начальника МОНД 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357484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комната (аренда)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12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Default="00AA7F89" w:rsidP="005076F0">
            <w:pPr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jc w:val="center"/>
            </w:pPr>
            <w:r>
              <w:t>Хонда Цивик (индивидуальная)</w:t>
            </w:r>
          </w:p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 w:val="restart"/>
          </w:tcPr>
          <w:p w:rsidR="00AA7F89" w:rsidRPr="00807E1D" w:rsidRDefault="00AA7F89" w:rsidP="005076F0">
            <w:pPr>
              <w:jc w:val="center"/>
            </w:pPr>
            <w:r>
              <w:t>423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Лёдов Д.В.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>инспектор отделения надзорной деятельности МОНД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265094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60,1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супруга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153125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60,1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  <w:vMerge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дочь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60,1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  <w:tr w:rsidR="00AA7F89" w:rsidRPr="00807E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692" w:type="dxa"/>
            <w:gridSpan w:val="2"/>
          </w:tcPr>
          <w:p w:rsidR="00AA7F89" w:rsidRPr="00807E1D" w:rsidRDefault="00AA7F89" w:rsidP="005076F0">
            <w:pPr>
              <w:jc w:val="center"/>
            </w:pPr>
            <w:r>
              <w:t>424</w:t>
            </w:r>
          </w:p>
        </w:tc>
        <w:tc>
          <w:tcPr>
            <w:tcW w:w="1958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Курденко С. Н.</w:t>
            </w:r>
          </w:p>
        </w:tc>
        <w:tc>
          <w:tcPr>
            <w:tcW w:w="1864" w:type="dxa"/>
          </w:tcPr>
          <w:p w:rsidR="00AA7F89" w:rsidRPr="00807E1D" w:rsidRDefault="00AA7F89" w:rsidP="005076F0">
            <w:pPr>
              <w:jc w:val="center"/>
            </w:pPr>
            <w:r>
              <w:t>Стажер по должности инспектора отделения надзорной деятельности МОНД</w:t>
            </w:r>
          </w:p>
        </w:tc>
        <w:tc>
          <w:tcPr>
            <w:tcW w:w="1622" w:type="dxa"/>
            <w:gridSpan w:val="3"/>
          </w:tcPr>
          <w:p w:rsidR="00AA7F89" w:rsidRPr="00807E1D" w:rsidRDefault="00AA7F89" w:rsidP="005076F0">
            <w:pPr>
              <w:jc w:val="center"/>
            </w:pPr>
            <w:r>
              <w:t>65816</w:t>
            </w:r>
          </w:p>
        </w:tc>
        <w:tc>
          <w:tcPr>
            <w:tcW w:w="2967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квартира (фактическое предоставление)</w:t>
            </w:r>
          </w:p>
        </w:tc>
        <w:tc>
          <w:tcPr>
            <w:tcW w:w="1329" w:type="dxa"/>
            <w:gridSpan w:val="4"/>
          </w:tcPr>
          <w:p w:rsidR="00AA7F89" w:rsidRPr="00807E1D" w:rsidRDefault="00AA7F89" w:rsidP="005076F0">
            <w:pPr>
              <w:jc w:val="center"/>
            </w:pPr>
            <w:r>
              <w:t>89</w:t>
            </w:r>
          </w:p>
        </w:tc>
        <w:tc>
          <w:tcPr>
            <w:tcW w:w="1422" w:type="dxa"/>
            <w:gridSpan w:val="5"/>
          </w:tcPr>
          <w:p w:rsidR="00AA7F89" w:rsidRPr="00807E1D" w:rsidRDefault="00AA7F89" w:rsidP="005076F0">
            <w:pPr>
              <w:jc w:val="center"/>
            </w:pPr>
            <w:r>
              <w:t>Россия</w:t>
            </w:r>
          </w:p>
        </w:tc>
        <w:tc>
          <w:tcPr>
            <w:tcW w:w="2834" w:type="dxa"/>
            <w:gridSpan w:val="2"/>
          </w:tcPr>
          <w:p w:rsidR="00AA7F89" w:rsidRPr="00807E1D" w:rsidRDefault="00AA7F89" w:rsidP="005076F0">
            <w:pPr>
              <w:jc w:val="center"/>
            </w:pPr>
          </w:p>
        </w:tc>
      </w:tr>
    </w:tbl>
    <w:p w:rsidR="00AA7F89" w:rsidRPr="005076F0" w:rsidRDefault="00AA7F89" w:rsidP="005076F0">
      <w:pPr>
        <w:rPr>
          <w:sz w:val="16"/>
          <w:szCs w:val="16"/>
        </w:rPr>
      </w:pPr>
    </w:p>
    <w:p w:rsidR="00AA7F89" w:rsidRPr="005076F0" w:rsidRDefault="00AA7F89" w:rsidP="005076F0">
      <w:pPr>
        <w:pStyle w:val="Style6"/>
        <w:widowControl/>
        <w:jc w:val="center"/>
        <w:rPr>
          <w:rStyle w:val="FontStyle12"/>
          <w:b/>
          <w:szCs w:val="28"/>
        </w:rPr>
      </w:pPr>
      <w:r>
        <w:rPr>
          <w:rStyle w:val="FontStyle12"/>
          <w:b/>
          <w:szCs w:val="28"/>
        </w:rPr>
        <w:t>Федеральные г</w:t>
      </w:r>
      <w:r w:rsidRPr="005076F0">
        <w:rPr>
          <w:rStyle w:val="FontStyle12"/>
          <w:b/>
          <w:szCs w:val="28"/>
        </w:rPr>
        <w:t>осударственные гражданские служащие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935"/>
        <w:gridCol w:w="1985"/>
        <w:gridCol w:w="1559"/>
        <w:gridCol w:w="2977"/>
        <w:gridCol w:w="1264"/>
        <w:gridCol w:w="1571"/>
        <w:gridCol w:w="2569"/>
      </w:tblGrid>
      <w:tr w:rsidR="00AA7F89" w:rsidRPr="00B64FC3">
        <w:tc>
          <w:tcPr>
            <w:tcW w:w="900" w:type="dxa"/>
            <w:vMerge w:val="restart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№ пп</w:t>
            </w:r>
          </w:p>
        </w:tc>
        <w:tc>
          <w:tcPr>
            <w:tcW w:w="1935" w:type="dxa"/>
            <w:vMerge w:val="restart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Фамилия, инициалы</w:t>
            </w:r>
          </w:p>
        </w:tc>
        <w:tc>
          <w:tcPr>
            <w:tcW w:w="1985" w:type="dxa"/>
            <w:vMerge w:val="restart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Общая сумма декларированного годового дохода</w:t>
            </w:r>
          </w:p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за 201</w:t>
            </w:r>
            <w:r>
              <w:rPr>
                <w:b/>
              </w:rPr>
              <w:t>1</w:t>
            </w:r>
            <w:r w:rsidRPr="00B64FC3">
              <w:rPr>
                <w:b/>
              </w:rPr>
              <w:t xml:space="preserve"> г. (руб.)</w:t>
            </w:r>
          </w:p>
        </w:tc>
        <w:tc>
          <w:tcPr>
            <w:tcW w:w="5812" w:type="dxa"/>
            <w:gridSpan w:val="3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69" w:type="dxa"/>
            <w:vMerge w:val="restart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AA7F89" w:rsidRPr="00B64FC3">
        <w:tc>
          <w:tcPr>
            <w:tcW w:w="900" w:type="dxa"/>
            <w:vMerge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35" w:type="dxa"/>
            <w:vMerge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Вид</w:t>
            </w:r>
          </w:p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 xml:space="preserve">объектов </w:t>
            </w:r>
          </w:p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недвижимости</w:t>
            </w:r>
          </w:p>
        </w:tc>
        <w:tc>
          <w:tcPr>
            <w:tcW w:w="1264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Площадь</w:t>
            </w:r>
          </w:p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(кв. м.)</w:t>
            </w:r>
          </w:p>
        </w:tc>
        <w:tc>
          <w:tcPr>
            <w:tcW w:w="1571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 xml:space="preserve">Страна </w:t>
            </w:r>
          </w:p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расположения</w:t>
            </w:r>
          </w:p>
        </w:tc>
        <w:tc>
          <w:tcPr>
            <w:tcW w:w="2569" w:type="dxa"/>
            <w:vMerge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7F89" w:rsidRPr="00B64FC3">
        <w:tc>
          <w:tcPr>
            <w:tcW w:w="900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1</w:t>
            </w:r>
          </w:p>
        </w:tc>
        <w:tc>
          <w:tcPr>
            <w:tcW w:w="1935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2</w:t>
            </w:r>
          </w:p>
        </w:tc>
        <w:tc>
          <w:tcPr>
            <w:tcW w:w="1985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3</w:t>
            </w:r>
          </w:p>
        </w:tc>
        <w:tc>
          <w:tcPr>
            <w:tcW w:w="1559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4</w:t>
            </w:r>
          </w:p>
        </w:tc>
        <w:tc>
          <w:tcPr>
            <w:tcW w:w="2977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5</w:t>
            </w:r>
          </w:p>
        </w:tc>
        <w:tc>
          <w:tcPr>
            <w:tcW w:w="1264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6</w:t>
            </w:r>
          </w:p>
        </w:tc>
        <w:tc>
          <w:tcPr>
            <w:tcW w:w="1571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7</w:t>
            </w:r>
          </w:p>
        </w:tc>
        <w:tc>
          <w:tcPr>
            <w:tcW w:w="2569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4FC3">
              <w:rPr>
                <w:b/>
              </w:rPr>
              <w:t>8</w:t>
            </w:r>
          </w:p>
        </w:tc>
      </w:tr>
      <w:tr w:rsidR="00AA7F89" w:rsidRPr="00B64FC3">
        <w:trPr>
          <w:trHeight w:val="191"/>
        </w:trPr>
        <w:tc>
          <w:tcPr>
            <w:tcW w:w="900" w:type="dxa"/>
            <w:vMerge w:val="restart"/>
          </w:tcPr>
          <w:p w:rsidR="00AA7F89" w:rsidRPr="009B4D6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4D6A">
              <w:t>1.</w:t>
            </w:r>
          </w:p>
        </w:tc>
        <w:tc>
          <w:tcPr>
            <w:tcW w:w="1935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Пелевина Ю. А.</w:t>
            </w:r>
          </w:p>
        </w:tc>
        <w:tc>
          <w:tcPr>
            <w:tcW w:w="1985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Главный специалист-эксперт </w:t>
            </w:r>
          </w:p>
        </w:tc>
        <w:tc>
          <w:tcPr>
            <w:tcW w:w="1559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344932,82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</w:t>
            </w:r>
            <w:r>
              <w:t>фактическое предоставление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85,9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105"/>
        </w:trPr>
        <w:tc>
          <w:tcPr>
            <w:tcW w:w="900" w:type="dxa"/>
            <w:vMerge/>
          </w:tcPr>
          <w:p w:rsidR="00AA7F89" w:rsidRPr="009B4D6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</w:t>
            </w:r>
          </w:p>
        </w:tc>
        <w:tc>
          <w:tcPr>
            <w:tcW w:w="1985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416369,58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</w:t>
            </w:r>
            <w:r>
              <w:t>фактическое предоставление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85,9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64"/>
        </w:trPr>
        <w:tc>
          <w:tcPr>
            <w:tcW w:w="900" w:type="dxa"/>
            <w:vMerge/>
          </w:tcPr>
          <w:p w:rsidR="00AA7F89" w:rsidRPr="009B4D6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64FC3">
              <w:rPr>
                <w:szCs w:val="24"/>
              </w:rPr>
              <w:t>сын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</w:t>
            </w:r>
            <w:r>
              <w:t>фактическое предоставление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85,9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445"/>
        </w:trPr>
        <w:tc>
          <w:tcPr>
            <w:tcW w:w="900" w:type="dxa"/>
            <w:vMerge w:val="restart"/>
          </w:tcPr>
          <w:p w:rsidR="00AA7F89" w:rsidRPr="009B4D6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4D6A">
              <w:t>2.</w:t>
            </w:r>
          </w:p>
        </w:tc>
        <w:tc>
          <w:tcPr>
            <w:tcW w:w="1935" w:type="dxa"/>
            <w:vMerge w:val="restart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Лавренов С. А.</w:t>
            </w:r>
          </w:p>
        </w:tc>
        <w:tc>
          <w:tcPr>
            <w:tcW w:w="1985" w:type="dxa"/>
            <w:vMerge w:val="restart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Заместитель руководителя территориального органа </w:t>
            </w:r>
          </w:p>
        </w:tc>
        <w:tc>
          <w:tcPr>
            <w:tcW w:w="1559" w:type="dxa"/>
            <w:vMerge w:val="restart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729701,74</w:t>
            </w:r>
          </w:p>
        </w:tc>
        <w:tc>
          <w:tcPr>
            <w:tcW w:w="2977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1300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Pr="00FD6F7F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Хонда </w:t>
            </w:r>
            <w:r w:rsidRPr="00B64FC3">
              <w:rPr>
                <w:lang w:val="en-US"/>
              </w:rPr>
              <w:t>C</w:t>
            </w:r>
            <w:r>
              <w:rPr>
                <w:lang w:val="en-US"/>
              </w:rPr>
              <w:t>R</w:t>
            </w:r>
            <w:r w:rsidRPr="00627B29">
              <w:t>-</w:t>
            </w:r>
            <w:r>
              <w:rPr>
                <w:lang w:val="en-US"/>
              </w:rPr>
              <w:t>V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  <w:p w:rsidR="00AA7F89" w:rsidRPr="00FD6F7F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445"/>
        </w:trPr>
        <w:tc>
          <w:tcPr>
            <w:tcW w:w="900" w:type="dxa"/>
            <w:vMerge/>
          </w:tcPr>
          <w:p w:rsidR="00AA7F89" w:rsidRPr="009B4D6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</w:t>
            </w:r>
            <w:r>
              <w:t>фактическое предоставление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281"/>
        </w:trPr>
        <w:tc>
          <w:tcPr>
            <w:tcW w:w="900" w:type="dxa"/>
            <w:vMerge/>
          </w:tcPr>
          <w:p w:rsidR="00AA7F89" w:rsidRPr="009B4D6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гараж </w:t>
            </w:r>
            <w:r w:rsidRPr="00345F20">
              <w:t>(</w:t>
            </w:r>
            <w:r>
              <w:t>аренда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207"/>
        </w:trPr>
        <w:tc>
          <w:tcPr>
            <w:tcW w:w="900" w:type="dxa"/>
            <w:vMerge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Pr="00B64FC3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476077,79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64"/>
        </w:trPr>
        <w:tc>
          <w:tcPr>
            <w:tcW w:w="900" w:type="dxa"/>
            <w:vMerge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37,5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170"/>
        </w:trPr>
        <w:tc>
          <w:tcPr>
            <w:tcW w:w="900" w:type="dxa"/>
            <w:vMerge w:val="restart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Алемасов А. Н.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742306,93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627B2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FD6F7F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ВАЗ-21070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307"/>
        </w:trPr>
        <w:tc>
          <w:tcPr>
            <w:tcW w:w="900" w:type="dxa"/>
            <w:vMerge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капитальный гараж (индивидуальная)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407"/>
        </w:trPr>
        <w:tc>
          <w:tcPr>
            <w:tcW w:w="900" w:type="dxa"/>
            <w:vMerge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306368,21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в пансионате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416"/>
        </w:trPr>
        <w:tc>
          <w:tcPr>
            <w:tcW w:w="900" w:type="dxa"/>
            <w:vMerge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627B2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231"/>
        </w:trPr>
        <w:tc>
          <w:tcPr>
            <w:tcW w:w="900" w:type="dxa"/>
            <w:vMerge w:val="restart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Зотов А. В.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Ведущий специалист-эксперт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514670,82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FD6F7F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ВАЗ-21060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иные транспортные средства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ПМГ</w:t>
            </w:r>
            <w:r>
              <w:rPr>
                <w:lang w:val="en-US"/>
              </w:rPr>
              <w:t>-120</w:t>
            </w:r>
          </w:p>
          <w:p w:rsidR="00AA7F89" w:rsidRPr="00A94B4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203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 (индивидуальная)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17,9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6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гараж (индивидуальная)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18,1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23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355647,85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17,6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896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(индивидуальная)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1444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390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жилой дом 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390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Лукиных И. С.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Главный специалист-эксперт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560535,52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FD6F7F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Ситроен С1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390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524188,88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86703C">
        <w:trPr>
          <w:trHeight w:val="855"/>
        </w:trPr>
        <w:tc>
          <w:tcPr>
            <w:tcW w:w="900" w:type="dxa"/>
            <w:vMerge w:val="restart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6.</w:t>
            </w:r>
          </w:p>
        </w:tc>
        <w:tc>
          <w:tcPr>
            <w:tcW w:w="1935" w:type="dxa"/>
            <w:vMerge w:val="restart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90F7D">
              <w:rPr>
                <w:szCs w:val="24"/>
              </w:rPr>
              <w:t>Носырев А.А.</w:t>
            </w:r>
          </w:p>
        </w:tc>
        <w:tc>
          <w:tcPr>
            <w:tcW w:w="1985" w:type="dxa"/>
            <w:vMerge w:val="restart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Помощник начальника Главного управления</w:t>
            </w:r>
          </w:p>
        </w:tc>
        <w:tc>
          <w:tcPr>
            <w:tcW w:w="1559" w:type="dxa"/>
            <w:vMerge w:val="restart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1035639</w:t>
            </w:r>
          </w:p>
        </w:tc>
        <w:tc>
          <w:tcPr>
            <w:tcW w:w="2977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земельный участок (индивидуальная)</w:t>
            </w:r>
          </w:p>
        </w:tc>
        <w:tc>
          <w:tcPr>
            <w:tcW w:w="1264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2800</w:t>
            </w:r>
          </w:p>
        </w:tc>
        <w:tc>
          <w:tcPr>
            <w:tcW w:w="1571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Россия</w:t>
            </w:r>
          </w:p>
        </w:tc>
        <w:tc>
          <w:tcPr>
            <w:tcW w:w="2569" w:type="dxa"/>
            <w:vMerge w:val="restart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 xml:space="preserve">автомобиль легковой </w:t>
            </w:r>
          </w:p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 xml:space="preserve">Тойота </w:t>
            </w:r>
            <w:r w:rsidRPr="00A90F7D">
              <w:rPr>
                <w:lang w:val="en-US"/>
              </w:rPr>
              <w:t>Spacio</w:t>
            </w:r>
          </w:p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(индивидуальная)</w:t>
            </w:r>
          </w:p>
        </w:tc>
      </w:tr>
      <w:tr w:rsidR="00AA7F89" w:rsidRPr="0086703C">
        <w:trPr>
          <w:trHeight w:val="398"/>
        </w:trPr>
        <w:tc>
          <w:tcPr>
            <w:tcW w:w="900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квартира</w:t>
            </w:r>
          </w:p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(индивидуальная)</w:t>
            </w:r>
          </w:p>
        </w:tc>
        <w:tc>
          <w:tcPr>
            <w:tcW w:w="1264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41,4</w:t>
            </w:r>
          </w:p>
        </w:tc>
        <w:tc>
          <w:tcPr>
            <w:tcW w:w="1571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Россия</w:t>
            </w:r>
          </w:p>
        </w:tc>
        <w:tc>
          <w:tcPr>
            <w:tcW w:w="2569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86703C">
        <w:trPr>
          <w:trHeight w:val="398"/>
        </w:trPr>
        <w:tc>
          <w:tcPr>
            <w:tcW w:w="900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квартира</w:t>
            </w:r>
          </w:p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(фактическое предоставление)</w:t>
            </w:r>
          </w:p>
        </w:tc>
        <w:tc>
          <w:tcPr>
            <w:tcW w:w="1264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46,4</w:t>
            </w:r>
          </w:p>
        </w:tc>
        <w:tc>
          <w:tcPr>
            <w:tcW w:w="1571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Россия</w:t>
            </w:r>
          </w:p>
        </w:tc>
        <w:tc>
          <w:tcPr>
            <w:tcW w:w="2569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86703C">
        <w:trPr>
          <w:trHeight w:val="690"/>
        </w:trPr>
        <w:tc>
          <w:tcPr>
            <w:tcW w:w="900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90F7D">
              <w:rPr>
                <w:szCs w:val="24"/>
              </w:rPr>
              <w:t>супруга</w:t>
            </w:r>
          </w:p>
        </w:tc>
        <w:tc>
          <w:tcPr>
            <w:tcW w:w="1985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-</w:t>
            </w:r>
          </w:p>
        </w:tc>
        <w:tc>
          <w:tcPr>
            <w:tcW w:w="1559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328500</w:t>
            </w:r>
          </w:p>
        </w:tc>
        <w:tc>
          <w:tcPr>
            <w:tcW w:w="2977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квартира</w:t>
            </w:r>
          </w:p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(фактическое предоставление)</w:t>
            </w:r>
          </w:p>
        </w:tc>
        <w:tc>
          <w:tcPr>
            <w:tcW w:w="1264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46,4</w:t>
            </w:r>
          </w:p>
        </w:tc>
        <w:tc>
          <w:tcPr>
            <w:tcW w:w="1571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Россия</w:t>
            </w:r>
          </w:p>
        </w:tc>
        <w:tc>
          <w:tcPr>
            <w:tcW w:w="2569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-</w:t>
            </w:r>
          </w:p>
        </w:tc>
      </w:tr>
      <w:tr w:rsidR="00AA7F89" w:rsidRPr="0086703C">
        <w:trPr>
          <w:trHeight w:val="424"/>
        </w:trPr>
        <w:tc>
          <w:tcPr>
            <w:tcW w:w="900" w:type="dxa"/>
            <w:vMerge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90F7D">
              <w:rPr>
                <w:szCs w:val="24"/>
              </w:rPr>
              <w:t>сын</w:t>
            </w:r>
          </w:p>
        </w:tc>
        <w:tc>
          <w:tcPr>
            <w:tcW w:w="1985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-</w:t>
            </w:r>
          </w:p>
        </w:tc>
        <w:tc>
          <w:tcPr>
            <w:tcW w:w="1559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-</w:t>
            </w:r>
          </w:p>
        </w:tc>
        <w:tc>
          <w:tcPr>
            <w:tcW w:w="2977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квартира</w:t>
            </w:r>
          </w:p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(индивидуальная)</w:t>
            </w:r>
          </w:p>
        </w:tc>
        <w:tc>
          <w:tcPr>
            <w:tcW w:w="1264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66</w:t>
            </w:r>
          </w:p>
        </w:tc>
        <w:tc>
          <w:tcPr>
            <w:tcW w:w="1571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Россия</w:t>
            </w:r>
          </w:p>
        </w:tc>
        <w:tc>
          <w:tcPr>
            <w:tcW w:w="2569" w:type="dxa"/>
          </w:tcPr>
          <w:p w:rsidR="00AA7F89" w:rsidRPr="00A90F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0F7D">
              <w:t>-</w:t>
            </w:r>
          </w:p>
        </w:tc>
      </w:tr>
      <w:tr w:rsidR="00AA7F89" w:rsidRPr="00B64FC3">
        <w:trPr>
          <w:trHeight w:val="899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Попейко А. В.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руководителя территориального органа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1607333,2</w:t>
            </w:r>
          </w:p>
        </w:tc>
        <w:tc>
          <w:tcPr>
            <w:tcW w:w="2977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квартира</w:t>
            </w:r>
            <w:r>
              <w:t xml:space="preserve">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55,4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3777E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Лексус РХ-350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  <w:p w:rsidR="00AA7F89" w:rsidRPr="003777E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24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108742,00</w:t>
            </w:r>
          </w:p>
        </w:tc>
        <w:tc>
          <w:tcPr>
            <w:tcW w:w="2977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квартира</w:t>
            </w:r>
            <w:r>
              <w:t xml:space="preserve">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136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73373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490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Титов В. Г.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552450,29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КИА </w:t>
            </w:r>
            <w:r>
              <w:rPr>
                <w:lang w:val="en-US"/>
              </w:rPr>
              <w:t>Spectra</w:t>
            </w:r>
          </w:p>
          <w:p w:rsidR="00AA7F89" w:rsidRPr="00AF59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Шеврале Клан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55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CD44A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548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гараж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470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1550507,32</w:t>
            </w:r>
          </w:p>
        </w:tc>
        <w:tc>
          <w:tcPr>
            <w:tcW w:w="2977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64,3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111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CD44A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111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Сидоров В. В.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начальника отдела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507977,50</w:t>
            </w:r>
          </w:p>
        </w:tc>
        <w:tc>
          <w:tcPr>
            <w:tcW w:w="2977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квартира</w:t>
            </w:r>
            <w:r>
              <w:t xml:space="preserve">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44,9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357F5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Субару </w:t>
            </w:r>
            <w:r>
              <w:rPr>
                <w:lang w:val="en-US"/>
              </w:rPr>
              <w:t>Forester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238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AA7F89" w:rsidRPr="00AF597D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124780,00</w:t>
            </w: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гараж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18,</w:t>
            </w:r>
            <w:r>
              <w:rPr>
                <w:lang w:val="en-US"/>
              </w:rPr>
              <w:t>4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326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4D4BD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44.9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326"/>
        </w:trPr>
        <w:tc>
          <w:tcPr>
            <w:tcW w:w="900" w:type="dxa"/>
            <w:vMerge w:val="restart"/>
          </w:tcPr>
          <w:p w:rsidR="00AA7F89" w:rsidRPr="00F6280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10</w:t>
            </w:r>
          </w:p>
        </w:tc>
        <w:tc>
          <w:tcPr>
            <w:tcW w:w="1935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Фомин С. А.</w:t>
            </w:r>
          </w:p>
        </w:tc>
        <w:tc>
          <w:tcPr>
            <w:tcW w:w="1985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начальника отдела</w:t>
            </w:r>
          </w:p>
        </w:tc>
        <w:tc>
          <w:tcPr>
            <w:tcW w:w="1559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656505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Pr="00FD6F7F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Хонда </w:t>
            </w:r>
            <w:r w:rsidRPr="00B64FC3">
              <w:rPr>
                <w:lang w:val="en-US"/>
              </w:rPr>
              <w:t>C</w:t>
            </w:r>
            <w:r>
              <w:rPr>
                <w:lang w:val="en-US"/>
              </w:rPr>
              <w:t>R</w:t>
            </w:r>
            <w:r w:rsidRPr="00627B29">
              <w:t>-</w:t>
            </w:r>
            <w:r>
              <w:rPr>
                <w:lang w:val="en-US"/>
              </w:rPr>
              <w:t>V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6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31668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231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Петраков В. Н.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начальника отдела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624200,06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Ниссан </w:t>
            </w:r>
            <w:r>
              <w:rPr>
                <w:lang w:val="en-US"/>
              </w:rPr>
              <w:t>Tiida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ГАЗ-24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Ниссан Патфайндер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Автоприцеп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217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гараж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39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312965,13</w:t>
            </w:r>
          </w:p>
        </w:tc>
        <w:tc>
          <w:tcPr>
            <w:tcW w:w="2977" w:type="dxa"/>
          </w:tcPr>
          <w:p w:rsidR="00AA7F89" w:rsidRPr="00CD44A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960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6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369"/>
        </w:trPr>
        <w:tc>
          <w:tcPr>
            <w:tcW w:w="900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Матвеева З. Г.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Ведущий специалист-эксперт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450473</w:t>
            </w:r>
          </w:p>
        </w:tc>
        <w:tc>
          <w:tcPr>
            <w:tcW w:w="2977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квартира</w:t>
            </w:r>
            <w:r>
              <w:t xml:space="preserve">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35,9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369"/>
        </w:trPr>
        <w:tc>
          <w:tcPr>
            <w:tcW w:w="900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Петровская Ю. В.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начальника отдела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443685,13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комната в пансионате</w:t>
            </w:r>
          </w:p>
          <w:p w:rsidR="00AA7F89" w:rsidRPr="00345F20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(аренда)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12,1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Киа Пиканто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1380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Доржиев В. А.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Ведущий специалист-эксперт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331144,61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Тойота Аурис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Тойота Спринтер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240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670B">
              <w:t>квартира</w:t>
            </w:r>
            <w:r>
              <w:t xml:space="preserve"> </w:t>
            </w:r>
            <w:r w:rsidRPr="0052670B">
              <w:t>(общая долевая)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380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Каплин С.С.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454300,70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C3450C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ВАЗ-21011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ВАЗ-2108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380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C3450C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692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Семенов С.Л.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Заместитель начальника отдела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402780,04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земельный участок 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</w:t>
            </w:r>
            <w:r w:rsidRPr="0052670B">
              <w:t>общая долевая</w:t>
            </w:r>
            <w:r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ВАЗ-11183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67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4E12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22.2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624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 w:val="restart"/>
          </w:tcPr>
          <w:p w:rsidR="00AA7F89" w:rsidRPr="004E12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51771,5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для садоводства и огородничества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</w:t>
            </w:r>
            <w:r w:rsidRPr="0052670B">
              <w:t>общая долевая</w:t>
            </w:r>
            <w:r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136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OLE_LINK1"/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4E12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22.2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для садоводства и огородничества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</w:t>
            </w:r>
            <w:r w:rsidRPr="0052670B">
              <w:t>общая долевая</w:t>
            </w:r>
            <w:r>
              <w:t>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bookmarkEnd w:id="0"/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дочь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5F20">
              <w:t>(безвозмездное пользование)</w:t>
            </w:r>
          </w:p>
        </w:tc>
        <w:tc>
          <w:tcPr>
            <w:tcW w:w="1264" w:type="dxa"/>
          </w:tcPr>
          <w:p w:rsidR="00AA7F89" w:rsidRPr="004E12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22.2</w:t>
            </w:r>
          </w:p>
        </w:tc>
        <w:tc>
          <w:tcPr>
            <w:tcW w:w="1571" w:type="dxa"/>
          </w:tcPr>
          <w:p w:rsidR="00AA7F89" w:rsidRPr="00037992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Ибрагимов А. Г.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помощник руководителя территориального органа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3401407,97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264" w:type="dxa"/>
          </w:tcPr>
          <w:p w:rsidR="00AA7F89" w:rsidRPr="00357F5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Хендай Туссон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</w:tc>
      </w:tr>
      <w:tr w:rsidR="00AA7F89" w:rsidRPr="00B64FC3">
        <w:trPr>
          <w:trHeight w:val="690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под ИЖС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264" w:type="dxa"/>
          </w:tcPr>
          <w:p w:rsidR="00AA7F89" w:rsidRPr="00357F5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1500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Автоприцеп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КМ 38136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301666,78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(безвозмездное пользование)</w:t>
            </w:r>
          </w:p>
        </w:tc>
        <w:tc>
          <w:tcPr>
            <w:tcW w:w="1264" w:type="dxa"/>
          </w:tcPr>
          <w:p w:rsidR="00AA7F89" w:rsidRPr="00357F5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74,3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Логинов А. В.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381416,62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 под ИЖС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264" w:type="dxa"/>
          </w:tcPr>
          <w:p w:rsidR="00AA7F89" w:rsidRPr="00357F5A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759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 21213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264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1571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Цузуки Гранд Витара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4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Водный транспорт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Лодка деревянная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супруга</w:t>
            </w:r>
          </w:p>
        </w:tc>
        <w:tc>
          <w:tcPr>
            <w:tcW w:w="1985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93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Вазенмиллер В. Р.</w:t>
            </w:r>
          </w:p>
        </w:tc>
        <w:tc>
          <w:tcPr>
            <w:tcW w:w="1985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Начальник отдела</w:t>
            </w:r>
          </w:p>
        </w:tc>
        <w:tc>
          <w:tcPr>
            <w:tcW w:w="155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1160363,04</w:t>
            </w: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 (совместная)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66,8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Тойота королла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гараж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20,4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 w:val="restart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легковой </w:t>
            </w:r>
          </w:p>
          <w:p w:rsidR="00AA7F89" w:rsidRPr="00796FD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Тойота Рав 4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(индивидуальная);</w:t>
            </w: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Pr="0052670B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гараж </w:t>
            </w:r>
            <w:r w:rsidRPr="00345F20">
              <w:t>(</w:t>
            </w:r>
            <w:r>
              <w:t>индивидуальная</w:t>
            </w:r>
            <w:r w:rsidRPr="00345F20">
              <w:t>)</w:t>
            </w:r>
          </w:p>
        </w:tc>
        <w:tc>
          <w:tcPr>
            <w:tcW w:w="1264" w:type="dxa"/>
          </w:tcPr>
          <w:p w:rsidR="00AA7F89" w:rsidRPr="00395368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18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A7F89" w:rsidRPr="00B64FC3">
        <w:trPr>
          <w:trHeight w:val="242"/>
        </w:trPr>
        <w:tc>
          <w:tcPr>
            <w:tcW w:w="900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985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Квартира</w:t>
            </w:r>
          </w:p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264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53,10</w:t>
            </w:r>
          </w:p>
        </w:tc>
        <w:tc>
          <w:tcPr>
            <w:tcW w:w="1571" w:type="dxa"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569" w:type="dxa"/>
            <w:vMerge/>
          </w:tcPr>
          <w:p w:rsidR="00AA7F89" w:rsidRDefault="00AA7F89" w:rsidP="005076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A7F89" w:rsidRDefault="00AA7F89" w:rsidP="005076F0"/>
    <w:p w:rsidR="00AA7F89" w:rsidRDefault="00AA7F89" w:rsidP="00AE24D8"/>
    <w:sectPr w:rsidR="00AA7F89" w:rsidSect="00AE24D8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ЛОМе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4D8"/>
    <w:rsid w:val="000067AE"/>
    <w:rsid w:val="000258D9"/>
    <w:rsid w:val="000258DE"/>
    <w:rsid w:val="0002605C"/>
    <w:rsid w:val="00027094"/>
    <w:rsid w:val="000279B8"/>
    <w:rsid w:val="0003276A"/>
    <w:rsid w:val="00032A8D"/>
    <w:rsid w:val="00035E62"/>
    <w:rsid w:val="00037992"/>
    <w:rsid w:val="000432AB"/>
    <w:rsid w:val="00044FDF"/>
    <w:rsid w:val="0004608D"/>
    <w:rsid w:val="00051728"/>
    <w:rsid w:val="00052327"/>
    <w:rsid w:val="0006440F"/>
    <w:rsid w:val="00065446"/>
    <w:rsid w:val="00071685"/>
    <w:rsid w:val="00077281"/>
    <w:rsid w:val="000776F9"/>
    <w:rsid w:val="00083DE7"/>
    <w:rsid w:val="00090301"/>
    <w:rsid w:val="00090EAE"/>
    <w:rsid w:val="0009338E"/>
    <w:rsid w:val="0009341D"/>
    <w:rsid w:val="000950DB"/>
    <w:rsid w:val="000958E4"/>
    <w:rsid w:val="000A234D"/>
    <w:rsid w:val="000A2482"/>
    <w:rsid w:val="000A4CF2"/>
    <w:rsid w:val="000A79E4"/>
    <w:rsid w:val="000B2BBA"/>
    <w:rsid w:val="000B5696"/>
    <w:rsid w:val="000B684F"/>
    <w:rsid w:val="000B7283"/>
    <w:rsid w:val="000C2E3E"/>
    <w:rsid w:val="000C6635"/>
    <w:rsid w:val="000C751E"/>
    <w:rsid w:val="000C7999"/>
    <w:rsid w:val="000D5347"/>
    <w:rsid w:val="000D56D1"/>
    <w:rsid w:val="000D7505"/>
    <w:rsid w:val="000E1038"/>
    <w:rsid w:val="000E1DB6"/>
    <w:rsid w:val="000E734A"/>
    <w:rsid w:val="000F0615"/>
    <w:rsid w:val="000F794A"/>
    <w:rsid w:val="00106D36"/>
    <w:rsid w:val="00112084"/>
    <w:rsid w:val="00115236"/>
    <w:rsid w:val="00117E41"/>
    <w:rsid w:val="00122477"/>
    <w:rsid w:val="001265C6"/>
    <w:rsid w:val="0013056E"/>
    <w:rsid w:val="00131AC4"/>
    <w:rsid w:val="001420CB"/>
    <w:rsid w:val="00142179"/>
    <w:rsid w:val="001442B9"/>
    <w:rsid w:val="00144C48"/>
    <w:rsid w:val="001519EF"/>
    <w:rsid w:val="00152775"/>
    <w:rsid w:val="001561A0"/>
    <w:rsid w:val="00160864"/>
    <w:rsid w:val="001610B7"/>
    <w:rsid w:val="0016193D"/>
    <w:rsid w:val="00163BE8"/>
    <w:rsid w:val="00166344"/>
    <w:rsid w:val="001664AC"/>
    <w:rsid w:val="00170CC1"/>
    <w:rsid w:val="0017261C"/>
    <w:rsid w:val="00172820"/>
    <w:rsid w:val="00174BFB"/>
    <w:rsid w:val="00176F18"/>
    <w:rsid w:val="0018130E"/>
    <w:rsid w:val="001825BE"/>
    <w:rsid w:val="00184613"/>
    <w:rsid w:val="00187CB1"/>
    <w:rsid w:val="0019004A"/>
    <w:rsid w:val="0019339D"/>
    <w:rsid w:val="00193ACA"/>
    <w:rsid w:val="00193C91"/>
    <w:rsid w:val="00194118"/>
    <w:rsid w:val="00194435"/>
    <w:rsid w:val="001957FE"/>
    <w:rsid w:val="00197BC5"/>
    <w:rsid w:val="00197D9B"/>
    <w:rsid w:val="001A0418"/>
    <w:rsid w:val="001A15F5"/>
    <w:rsid w:val="001B3924"/>
    <w:rsid w:val="001B63C8"/>
    <w:rsid w:val="001C0FF4"/>
    <w:rsid w:val="001C3C59"/>
    <w:rsid w:val="001C3F5C"/>
    <w:rsid w:val="001C5B3E"/>
    <w:rsid w:val="001C7003"/>
    <w:rsid w:val="001C7229"/>
    <w:rsid w:val="001C7568"/>
    <w:rsid w:val="001D006A"/>
    <w:rsid w:val="001D0942"/>
    <w:rsid w:val="001D245C"/>
    <w:rsid w:val="001D25ED"/>
    <w:rsid w:val="001D3775"/>
    <w:rsid w:val="001D3F11"/>
    <w:rsid w:val="001D655E"/>
    <w:rsid w:val="001F0573"/>
    <w:rsid w:val="001F1781"/>
    <w:rsid w:val="001F480A"/>
    <w:rsid w:val="0020004E"/>
    <w:rsid w:val="002035A2"/>
    <w:rsid w:val="00203BA4"/>
    <w:rsid w:val="00204D9C"/>
    <w:rsid w:val="00205BEA"/>
    <w:rsid w:val="002078BA"/>
    <w:rsid w:val="00210A85"/>
    <w:rsid w:val="00212BF2"/>
    <w:rsid w:val="00220C5D"/>
    <w:rsid w:val="00220F92"/>
    <w:rsid w:val="00221270"/>
    <w:rsid w:val="00221441"/>
    <w:rsid w:val="0022145C"/>
    <w:rsid w:val="00222C2A"/>
    <w:rsid w:val="00226F68"/>
    <w:rsid w:val="00234C82"/>
    <w:rsid w:val="002366CE"/>
    <w:rsid w:val="002426B9"/>
    <w:rsid w:val="002434CC"/>
    <w:rsid w:val="00254E35"/>
    <w:rsid w:val="00260369"/>
    <w:rsid w:val="002615AC"/>
    <w:rsid w:val="002649B8"/>
    <w:rsid w:val="00265E3C"/>
    <w:rsid w:val="00267CA8"/>
    <w:rsid w:val="002717DF"/>
    <w:rsid w:val="002731EB"/>
    <w:rsid w:val="002732B6"/>
    <w:rsid w:val="002745EE"/>
    <w:rsid w:val="0027659C"/>
    <w:rsid w:val="0028113D"/>
    <w:rsid w:val="002823FC"/>
    <w:rsid w:val="00283A80"/>
    <w:rsid w:val="00283B76"/>
    <w:rsid w:val="00290777"/>
    <w:rsid w:val="00291836"/>
    <w:rsid w:val="00292963"/>
    <w:rsid w:val="00297AAE"/>
    <w:rsid w:val="00297B14"/>
    <w:rsid w:val="002A05CC"/>
    <w:rsid w:val="002A1BA8"/>
    <w:rsid w:val="002A20F1"/>
    <w:rsid w:val="002A32E1"/>
    <w:rsid w:val="002A3BD0"/>
    <w:rsid w:val="002A4588"/>
    <w:rsid w:val="002A5D80"/>
    <w:rsid w:val="002A6330"/>
    <w:rsid w:val="002B1029"/>
    <w:rsid w:val="002B42D8"/>
    <w:rsid w:val="002B689A"/>
    <w:rsid w:val="002B78B2"/>
    <w:rsid w:val="002C0E75"/>
    <w:rsid w:val="002D0ABE"/>
    <w:rsid w:val="002D2A1D"/>
    <w:rsid w:val="002D4460"/>
    <w:rsid w:val="002D6588"/>
    <w:rsid w:val="002D6840"/>
    <w:rsid w:val="002D7058"/>
    <w:rsid w:val="002D7F7E"/>
    <w:rsid w:val="002E0046"/>
    <w:rsid w:val="002E6143"/>
    <w:rsid w:val="002E6833"/>
    <w:rsid w:val="002E7751"/>
    <w:rsid w:val="002E7DA4"/>
    <w:rsid w:val="002F16C4"/>
    <w:rsid w:val="002F1853"/>
    <w:rsid w:val="002F2107"/>
    <w:rsid w:val="002F2509"/>
    <w:rsid w:val="002F2673"/>
    <w:rsid w:val="002F2CB6"/>
    <w:rsid w:val="002F328E"/>
    <w:rsid w:val="002F6361"/>
    <w:rsid w:val="002F7D5F"/>
    <w:rsid w:val="00300D9C"/>
    <w:rsid w:val="003042AC"/>
    <w:rsid w:val="00304CA2"/>
    <w:rsid w:val="0030654E"/>
    <w:rsid w:val="00307FE8"/>
    <w:rsid w:val="00311088"/>
    <w:rsid w:val="00312571"/>
    <w:rsid w:val="00317AA0"/>
    <w:rsid w:val="00320BC4"/>
    <w:rsid w:val="00323039"/>
    <w:rsid w:val="0032633C"/>
    <w:rsid w:val="00336793"/>
    <w:rsid w:val="00337260"/>
    <w:rsid w:val="00345F15"/>
    <w:rsid w:val="00345F20"/>
    <w:rsid w:val="00353797"/>
    <w:rsid w:val="00357F5A"/>
    <w:rsid w:val="003607F9"/>
    <w:rsid w:val="00362FE0"/>
    <w:rsid w:val="0036461F"/>
    <w:rsid w:val="003655CF"/>
    <w:rsid w:val="00366348"/>
    <w:rsid w:val="003708C3"/>
    <w:rsid w:val="003711C0"/>
    <w:rsid w:val="00371E87"/>
    <w:rsid w:val="0037370F"/>
    <w:rsid w:val="00374397"/>
    <w:rsid w:val="00374CF0"/>
    <w:rsid w:val="003777EA"/>
    <w:rsid w:val="003855B1"/>
    <w:rsid w:val="00385928"/>
    <w:rsid w:val="0038709A"/>
    <w:rsid w:val="003871BA"/>
    <w:rsid w:val="00387B56"/>
    <w:rsid w:val="00391940"/>
    <w:rsid w:val="00394E15"/>
    <w:rsid w:val="00395115"/>
    <w:rsid w:val="00395368"/>
    <w:rsid w:val="003A019B"/>
    <w:rsid w:val="003A07BB"/>
    <w:rsid w:val="003A2C93"/>
    <w:rsid w:val="003A2F9D"/>
    <w:rsid w:val="003A36A9"/>
    <w:rsid w:val="003A5EC8"/>
    <w:rsid w:val="003A743D"/>
    <w:rsid w:val="003B1C7D"/>
    <w:rsid w:val="003B7911"/>
    <w:rsid w:val="003C1440"/>
    <w:rsid w:val="003C250E"/>
    <w:rsid w:val="003C2567"/>
    <w:rsid w:val="003C47B9"/>
    <w:rsid w:val="003C6E30"/>
    <w:rsid w:val="003C7772"/>
    <w:rsid w:val="003C7A2B"/>
    <w:rsid w:val="003D4A5E"/>
    <w:rsid w:val="003D4C7B"/>
    <w:rsid w:val="003D6635"/>
    <w:rsid w:val="003D76ED"/>
    <w:rsid w:val="003E3BB1"/>
    <w:rsid w:val="003E4D76"/>
    <w:rsid w:val="003E57EF"/>
    <w:rsid w:val="003E5803"/>
    <w:rsid w:val="003E66C7"/>
    <w:rsid w:val="003E7757"/>
    <w:rsid w:val="003F2828"/>
    <w:rsid w:val="003F3B99"/>
    <w:rsid w:val="0040212C"/>
    <w:rsid w:val="004078C0"/>
    <w:rsid w:val="00407BF3"/>
    <w:rsid w:val="004105D0"/>
    <w:rsid w:val="00410CF6"/>
    <w:rsid w:val="00411E7D"/>
    <w:rsid w:val="00417D08"/>
    <w:rsid w:val="00420887"/>
    <w:rsid w:val="004242CE"/>
    <w:rsid w:val="00425DE8"/>
    <w:rsid w:val="00425FFB"/>
    <w:rsid w:val="00430B47"/>
    <w:rsid w:val="00430B84"/>
    <w:rsid w:val="00431D14"/>
    <w:rsid w:val="00435BAA"/>
    <w:rsid w:val="0043607C"/>
    <w:rsid w:val="00436BA3"/>
    <w:rsid w:val="00436CB5"/>
    <w:rsid w:val="00441A36"/>
    <w:rsid w:val="00442A36"/>
    <w:rsid w:val="004443D9"/>
    <w:rsid w:val="00453B20"/>
    <w:rsid w:val="004561C4"/>
    <w:rsid w:val="00461466"/>
    <w:rsid w:val="004636B5"/>
    <w:rsid w:val="00466A83"/>
    <w:rsid w:val="00467642"/>
    <w:rsid w:val="00471437"/>
    <w:rsid w:val="004715AD"/>
    <w:rsid w:val="004742F3"/>
    <w:rsid w:val="0047594D"/>
    <w:rsid w:val="00475E22"/>
    <w:rsid w:val="004821C5"/>
    <w:rsid w:val="00482E91"/>
    <w:rsid w:val="00484FF7"/>
    <w:rsid w:val="00486C4F"/>
    <w:rsid w:val="00490478"/>
    <w:rsid w:val="00492D22"/>
    <w:rsid w:val="004A0C49"/>
    <w:rsid w:val="004A1E67"/>
    <w:rsid w:val="004A49AA"/>
    <w:rsid w:val="004A49DE"/>
    <w:rsid w:val="004A76BC"/>
    <w:rsid w:val="004B116D"/>
    <w:rsid w:val="004B25FA"/>
    <w:rsid w:val="004C0F95"/>
    <w:rsid w:val="004C5275"/>
    <w:rsid w:val="004D020D"/>
    <w:rsid w:val="004D4BDA"/>
    <w:rsid w:val="004D4E30"/>
    <w:rsid w:val="004D6282"/>
    <w:rsid w:val="004D66AD"/>
    <w:rsid w:val="004D6B53"/>
    <w:rsid w:val="004D6DA3"/>
    <w:rsid w:val="004E0CA0"/>
    <w:rsid w:val="004E1292"/>
    <w:rsid w:val="004E1AEF"/>
    <w:rsid w:val="004E6434"/>
    <w:rsid w:val="004F01D7"/>
    <w:rsid w:val="004F2369"/>
    <w:rsid w:val="004F2785"/>
    <w:rsid w:val="004F2884"/>
    <w:rsid w:val="00500C8E"/>
    <w:rsid w:val="00504738"/>
    <w:rsid w:val="0050500A"/>
    <w:rsid w:val="00506038"/>
    <w:rsid w:val="005076F0"/>
    <w:rsid w:val="00510060"/>
    <w:rsid w:val="005123C7"/>
    <w:rsid w:val="00513118"/>
    <w:rsid w:val="0051373B"/>
    <w:rsid w:val="00516908"/>
    <w:rsid w:val="00520189"/>
    <w:rsid w:val="005214C7"/>
    <w:rsid w:val="0052280C"/>
    <w:rsid w:val="005263D0"/>
    <w:rsid w:val="0052670B"/>
    <w:rsid w:val="005272EF"/>
    <w:rsid w:val="00533CCB"/>
    <w:rsid w:val="0053659F"/>
    <w:rsid w:val="00537573"/>
    <w:rsid w:val="00537C4F"/>
    <w:rsid w:val="00541761"/>
    <w:rsid w:val="00543A77"/>
    <w:rsid w:val="0054768A"/>
    <w:rsid w:val="00555855"/>
    <w:rsid w:val="00556000"/>
    <w:rsid w:val="00562FA8"/>
    <w:rsid w:val="00563963"/>
    <w:rsid w:val="0057123D"/>
    <w:rsid w:val="0057202D"/>
    <w:rsid w:val="005813D9"/>
    <w:rsid w:val="005816A1"/>
    <w:rsid w:val="00587CCA"/>
    <w:rsid w:val="005901CC"/>
    <w:rsid w:val="00590A2C"/>
    <w:rsid w:val="00592D10"/>
    <w:rsid w:val="00593AB7"/>
    <w:rsid w:val="00594A88"/>
    <w:rsid w:val="005958E9"/>
    <w:rsid w:val="005A4D51"/>
    <w:rsid w:val="005A6829"/>
    <w:rsid w:val="005B249C"/>
    <w:rsid w:val="005B3D8F"/>
    <w:rsid w:val="005B4D84"/>
    <w:rsid w:val="005B5128"/>
    <w:rsid w:val="005B6B0F"/>
    <w:rsid w:val="005C023B"/>
    <w:rsid w:val="005C0FBF"/>
    <w:rsid w:val="005C2183"/>
    <w:rsid w:val="005C30C9"/>
    <w:rsid w:val="005C3868"/>
    <w:rsid w:val="005C4A59"/>
    <w:rsid w:val="005C5ACB"/>
    <w:rsid w:val="005C5EA3"/>
    <w:rsid w:val="005D510F"/>
    <w:rsid w:val="005D5BDA"/>
    <w:rsid w:val="005E0CE7"/>
    <w:rsid w:val="005E1800"/>
    <w:rsid w:val="005E1B68"/>
    <w:rsid w:val="005E2984"/>
    <w:rsid w:val="005E2DE1"/>
    <w:rsid w:val="005E3C9C"/>
    <w:rsid w:val="005E4ABC"/>
    <w:rsid w:val="005E5B9F"/>
    <w:rsid w:val="005E5E23"/>
    <w:rsid w:val="005F0926"/>
    <w:rsid w:val="005F3C1C"/>
    <w:rsid w:val="005F3C9B"/>
    <w:rsid w:val="005F4CFF"/>
    <w:rsid w:val="005F5957"/>
    <w:rsid w:val="005F64E2"/>
    <w:rsid w:val="005F689B"/>
    <w:rsid w:val="005F799E"/>
    <w:rsid w:val="005F7C50"/>
    <w:rsid w:val="00600CE6"/>
    <w:rsid w:val="00600D4C"/>
    <w:rsid w:val="00601F2E"/>
    <w:rsid w:val="00603B8F"/>
    <w:rsid w:val="0060452A"/>
    <w:rsid w:val="006055CD"/>
    <w:rsid w:val="00606DB0"/>
    <w:rsid w:val="00610B86"/>
    <w:rsid w:val="00610D37"/>
    <w:rsid w:val="00612B30"/>
    <w:rsid w:val="006137B6"/>
    <w:rsid w:val="0061419E"/>
    <w:rsid w:val="0061455D"/>
    <w:rsid w:val="00614704"/>
    <w:rsid w:val="006149DF"/>
    <w:rsid w:val="006173EB"/>
    <w:rsid w:val="006175E3"/>
    <w:rsid w:val="00617975"/>
    <w:rsid w:val="00624B10"/>
    <w:rsid w:val="00624DE5"/>
    <w:rsid w:val="00626738"/>
    <w:rsid w:val="00626892"/>
    <w:rsid w:val="00627B29"/>
    <w:rsid w:val="006314DA"/>
    <w:rsid w:val="00631FA5"/>
    <w:rsid w:val="006339CC"/>
    <w:rsid w:val="0063450B"/>
    <w:rsid w:val="0063695F"/>
    <w:rsid w:val="006401B0"/>
    <w:rsid w:val="00642BC5"/>
    <w:rsid w:val="00643AC7"/>
    <w:rsid w:val="00644B12"/>
    <w:rsid w:val="00645433"/>
    <w:rsid w:val="00650A25"/>
    <w:rsid w:val="006543C6"/>
    <w:rsid w:val="00655044"/>
    <w:rsid w:val="00656AB0"/>
    <w:rsid w:val="00660839"/>
    <w:rsid w:val="00664820"/>
    <w:rsid w:val="00664F84"/>
    <w:rsid w:val="00665185"/>
    <w:rsid w:val="00665C28"/>
    <w:rsid w:val="006725B5"/>
    <w:rsid w:val="00673AFA"/>
    <w:rsid w:val="00677694"/>
    <w:rsid w:val="006778A0"/>
    <w:rsid w:val="006806D5"/>
    <w:rsid w:val="00680C7A"/>
    <w:rsid w:val="00680F06"/>
    <w:rsid w:val="0068131D"/>
    <w:rsid w:val="00682762"/>
    <w:rsid w:val="006828A6"/>
    <w:rsid w:val="00685C63"/>
    <w:rsid w:val="00691BF4"/>
    <w:rsid w:val="00692450"/>
    <w:rsid w:val="00693111"/>
    <w:rsid w:val="00694A25"/>
    <w:rsid w:val="00694C42"/>
    <w:rsid w:val="00696B60"/>
    <w:rsid w:val="006A1B87"/>
    <w:rsid w:val="006A221A"/>
    <w:rsid w:val="006A2D50"/>
    <w:rsid w:val="006A3416"/>
    <w:rsid w:val="006A5A08"/>
    <w:rsid w:val="006A6DEF"/>
    <w:rsid w:val="006A786A"/>
    <w:rsid w:val="006A78C4"/>
    <w:rsid w:val="006B2CAA"/>
    <w:rsid w:val="006B2E0B"/>
    <w:rsid w:val="006B3336"/>
    <w:rsid w:val="006B3A41"/>
    <w:rsid w:val="006B65E5"/>
    <w:rsid w:val="006B7C19"/>
    <w:rsid w:val="006C0B3A"/>
    <w:rsid w:val="006C0D6D"/>
    <w:rsid w:val="006C1706"/>
    <w:rsid w:val="006C5D5A"/>
    <w:rsid w:val="006D3129"/>
    <w:rsid w:val="006D4605"/>
    <w:rsid w:val="006D7B4E"/>
    <w:rsid w:val="006E06B1"/>
    <w:rsid w:val="006E07CF"/>
    <w:rsid w:val="006E2B0F"/>
    <w:rsid w:val="006E3C67"/>
    <w:rsid w:val="006E3D37"/>
    <w:rsid w:val="006E55CE"/>
    <w:rsid w:val="006F4F7A"/>
    <w:rsid w:val="006F54E1"/>
    <w:rsid w:val="006F740E"/>
    <w:rsid w:val="0071070F"/>
    <w:rsid w:val="00710B2A"/>
    <w:rsid w:val="00712B11"/>
    <w:rsid w:val="007136CD"/>
    <w:rsid w:val="00713FF2"/>
    <w:rsid w:val="00714AC6"/>
    <w:rsid w:val="00714C81"/>
    <w:rsid w:val="0071777D"/>
    <w:rsid w:val="00723C37"/>
    <w:rsid w:val="00730215"/>
    <w:rsid w:val="00730BF4"/>
    <w:rsid w:val="00731C16"/>
    <w:rsid w:val="007324B4"/>
    <w:rsid w:val="00733732"/>
    <w:rsid w:val="00734681"/>
    <w:rsid w:val="00735790"/>
    <w:rsid w:val="00736D31"/>
    <w:rsid w:val="007406D0"/>
    <w:rsid w:val="00742CFB"/>
    <w:rsid w:val="007437DE"/>
    <w:rsid w:val="00745C62"/>
    <w:rsid w:val="00750381"/>
    <w:rsid w:val="007538A2"/>
    <w:rsid w:val="00757340"/>
    <w:rsid w:val="00760016"/>
    <w:rsid w:val="00760FFA"/>
    <w:rsid w:val="00761EBC"/>
    <w:rsid w:val="007644D3"/>
    <w:rsid w:val="007704E4"/>
    <w:rsid w:val="007722A3"/>
    <w:rsid w:val="00772BE6"/>
    <w:rsid w:val="0078297C"/>
    <w:rsid w:val="00784FB1"/>
    <w:rsid w:val="007858C6"/>
    <w:rsid w:val="00786A34"/>
    <w:rsid w:val="00786E6B"/>
    <w:rsid w:val="007871D6"/>
    <w:rsid w:val="007915D9"/>
    <w:rsid w:val="00793542"/>
    <w:rsid w:val="0079454A"/>
    <w:rsid w:val="0079553F"/>
    <w:rsid w:val="00796FD8"/>
    <w:rsid w:val="00797819"/>
    <w:rsid w:val="007978AD"/>
    <w:rsid w:val="007A3898"/>
    <w:rsid w:val="007A5523"/>
    <w:rsid w:val="007B0F8C"/>
    <w:rsid w:val="007B3DC0"/>
    <w:rsid w:val="007B61FE"/>
    <w:rsid w:val="007C042B"/>
    <w:rsid w:val="007C1DEC"/>
    <w:rsid w:val="007C27DC"/>
    <w:rsid w:val="007D0CFE"/>
    <w:rsid w:val="007D2429"/>
    <w:rsid w:val="007D7D8D"/>
    <w:rsid w:val="007E5010"/>
    <w:rsid w:val="007E602B"/>
    <w:rsid w:val="007E61BC"/>
    <w:rsid w:val="007E73B3"/>
    <w:rsid w:val="007E764F"/>
    <w:rsid w:val="007F0EE0"/>
    <w:rsid w:val="007F19F9"/>
    <w:rsid w:val="007F3560"/>
    <w:rsid w:val="007F5C86"/>
    <w:rsid w:val="007F6ADA"/>
    <w:rsid w:val="00801492"/>
    <w:rsid w:val="00801C8D"/>
    <w:rsid w:val="00802017"/>
    <w:rsid w:val="0080235A"/>
    <w:rsid w:val="0080294F"/>
    <w:rsid w:val="00806671"/>
    <w:rsid w:val="00807E1D"/>
    <w:rsid w:val="0081085B"/>
    <w:rsid w:val="00810F78"/>
    <w:rsid w:val="008151E2"/>
    <w:rsid w:val="008266EA"/>
    <w:rsid w:val="00836A90"/>
    <w:rsid w:val="00841A63"/>
    <w:rsid w:val="00842083"/>
    <w:rsid w:val="008449B6"/>
    <w:rsid w:val="008509E9"/>
    <w:rsid w:val="00851E2C"/>
    <w:rsid w:val="00854241"/>
    <w:rsid w:val="008571AC"/>
    <w:rsid w:val="0086013A"/>
    <w:rsid w:val="00862F4C"/>
    <w:rsid w:val="00864EC4"/>
    <w:rsid w:val="0086703C"/>
    <w:rsid w:val="008671E8"/>
    <w:rsid w:val="00870A44"/>
    <w:rsid w:val="008720EC"/>
    <w:rsid w:val="00872345"/>
    <w:rsid w:val="008738EA"/>
    <w:rsid w:val="008739B9"/>
    <w:rsid w:val="0087466F"/>
    <w:rsid w:val="00874AE6"/>
    <w:rsid w:val="0087537B"/>
    <w:rsid w:val="008753B6"/>
    <w:rsid w:val="00877A71"/>
    <w:rsid w:val="00880143"/>
    <w:rsid w:val="00881741"/>
    <w:rsid w:val="00882C4C"/>
    <w:rsid w:val="00884A1E"/>
    <w:rsid w:val="008928C8"/>
    <w:rsid w:val="00894247"/>
    <w:rsid w:val="00894352"/>
    <w:rsid w:val="008943A6"/>
    <w:rsid w:val="0089788A"/>
    <w:rsid w:val="008A0AE4"/>
    <w:rsid w:val="008A1022"/>
    <w:rsid w:val="008A132C"/>
    <w:rsid w:val="008A23F4"/>
    <w:rsid w:val="008B1BDE"/>
    <w:rsid w:val="008B1EFC"/>
    <w:rsid w:val="008B2004"/>
    <w:rsid w:val="008B2A38"/>
    <w:rsid w:val="008B30AA"/>
    <w:rsid w:val="008B50DF"/>
    <w:rsid w:val="008C3C80"/>
    <w:rsid w:val="008C4D23"/>
    <w:rsid w:val="008C75CB"/>
    <w:rsid w:val="008C7D0F"/>
    <w:rsid w:val="008D01B1"/>
    <w:rsid w:val="008D22E2"/>
    <w:rsid w:val="008D3477"/>
    <w:rsid w:val="008D3A7C"/>
    <w:rsid w:val="008E07C0"/>
    <w:rsid w:val="008E07E3"/>
    <w:rsid w:val="008E0992"/>
    <w:rsid w:val="008E1DCB"/>
    <w:rsid w:val="008E4398"/>
    <w:rsid w:val="008E7828"/>
    <w:rsid w:val="008F05F4"/>
    <w:rsid w:val="008F3AAA"/>
    <w:rsid w:val="008F3CD2"/>
    <w:rsid w:val="008F5C1F"/>
    <w:rsid w:val="008F65B3"/>
    <w:rsid w:val="008F6A73"/>
    <w:rsid w:val="0090125E"/>
    <w:rsid w:val="0090480F"/>
    <w:rsid w:val="00907AC5"/>
    <w:rsid w:val="00913626"/>
    <w:rsid w:val="00913DBC"/>
    <w:rsid w:val="0091483E"/>
    <w:rsid w:val="009309CB"/>
    <w:rsid w:val="009314A3"/>
    <w:rsid w:val="00937123"/>
    <w:rsid w:val="00937D40"/>
    <w:rsid w:val="00937E42"/>
    <w:rsid w:val="00943B00"/>
    <w:rsid w:val="00945C0B"/>
    <w:rsid w:val="00947576"/>
    <w:rsid w:val="009501A7"/>
    <w:rsid w:val="00954A51"/>
    <w:rsid w:val="00955A82"/>
    <w:rsid w:val="00960CC5"/>
    <w:rsid w:val="0096227A"/>
    <w:rsid w:val="009629E0"/>
    <w:rsid w:val="00966ACB"/>
    <w:rsid w:val="00967800"/>
    <w:rsid w:val="00970879"/>
    <w:rsid w:val="00970CAC"/>
    <w:rsid w:val="00972222"/>
    <w:rsid w:val="00974874"/>
    <w:rsid w:val="00976413"/>
    <w:rsid w:val="00976DCD"/>
    <w:rsid w:val="009776CD"/>
    <w:rsid w:val="0098157B"/>
    <w:rsid w:val="009824BE"/>
    <w:rsid w:val="0098258D"/>
    <w:rsid w:val="00983A55"/>
    <w:rsid w:val="00984AF9"/>
    <w:rsid w:val="00986585"/>
    <w:rsid w:val="0099123D"/>
    <w:rsid w:val="00993C03"/>
    <w:rsid w:val="00994075"/>
    <w:rsid w:val="00997708"/>
    <w:rsid w:val="009A3643"/>
    <w:rsid w:val="009A52B5"/>
    <w:rsid w:val="009A6194"/>
    <w:rsid w:val="009A71D7"/>
    <w:rsid w:val="009B24B9"/>
    <w:rsid w:val="009B4D6A"/>
    <w:rsid w:val="009B5312"/>
    <w:rsid w:val="009B69CC"/>
    <w:rsid w:val="009B723A"/>
    <w:rsid w:val="009B72A4"/>
    <w:rsid w:val="009C0335"/>
    <w:rsid w:val="009C1CFC"/>
    <w:rsid w:val="009C1EC4"/>
    <w:rsid w:val="009C247B"/>
    <w:rsid w:val="009C268B"/>
    <w:rsid w:val="009C390B"/>
    <w:rsid w:val="009C3A05"/>
    <w:rsid w:val="009C6609"/>
    <w:rsid w:val="009C74F0"/>
    <w:rsid w:val="009D1D39"/>
    <w:rsid w:val="009D2604"/>
    <w:rsid w:val="009D3249"/>
    <w:rsid w:val="009E0786"/>
    <w:rsid w:val="009E1F7B"/>
    <w:rsid w:val="009E33A6"/>
    <w:rsid w:val="009E3BF6"/>
    <w:rsid w:val="009E4311"/>
    <w:rsid w:val="009E5113"/>
    <w:rsid w:val="009F0C70"/>
    <w:rsid w:val="009F2D4A"/>
    <w:rsid w:val="009F2E9C"/>
    <w:rsid w:val="009F2FA6"/>
    <w:rsid w:val="009F5564"/>
    <w:rsid w:val="009F68BA"/>
    <w:rsid w:val="009F6A39"/>
    <w:rsid w:val="009F6ED4"/>
    <w:rsid w:val="00A00C8D"/>
    <w:rsid w:val="00A01882"/>
    <w:rsid w:val="00A01EB2"/>
    <w:rsid w:val="00A045FD"/>
    <w:rsid w:val="00A054A9"/>
    <w:rsid w:val="00A07090"/>
    <w:rsid w:val="00A0728D"/>
    <w:rsid w:val="00A073E8"/>
    <w:rsid w:val="00A07C66"/>
    <w:rsid w:val="00A132FB"/>
    <w:rsid w:val="00A15A1E"/>
    <w:rsid w:val="00A22459"/>
    <w:rsid w:val="00A229B5"/>
    <w:rsid w:val="00A24A2C"/>
    <w:rsid w:val="00A25E11"/>
    <w:rsid w:val="00A26154"/>
    <w:rsid w:val="00A30DC1"/>
    <w:rsid w:val="00A31D7A"/>
    <w:rsid w:val="00A37161"/>
    <w:rsid w:val="00A408ED"/>
    <w:rsid w:val="00A41C33"/>
    <w:rsid w:val="00A4414B"/>
    <w:rsid w:val="00A46427"/>
    <w:rsid w:val="00A5006A"/>
    <w:rsid w:val="00A51684"/>
    <w:rsid w:val="00A532B5"/>
    <w:rsid w:val="00A535F8"/>
    <w:rsid w:val="00A537D3"/>
    <w:rsid w:val="00A538CF"/>
    <w:rsid w:val="00A53F92"/>
    <w:rsid w:val="00A56282"/>
    <w:rsid w:val="00A62CD5"/>
    <w:rsid w:val="00A62F02"/>
    <w:rsid w:val="00A63451"/>
    <w:rsid w:val="00A653D6"/>
    <w:rsid w:val="00A65F0C"/>
    <w:rsid w:val="00A67CB1"/>
    <w:rsid w:val="00A7336E"/>
    <w:rsid w:val="00A737BE"/>
    <w:rsid w:val="00A80580"/>
    <w:rsid w:val="00A8178E"/>
    <w:rsid w:val="00A81B50"/>
    <w:rsid w:val="00A842F9"/>
    <w:rsid w:val="00A84BF1"/>
    <w:rsid w:val="00A85DBC"/>
    <w:rsid w:val="00A909F5"/>
    <w:rsid w:val="00A90F7D"/>
    <w:rsid w:val="00A91E5B"/>
    <w:rsid w:val="00A94B4D"/>
    <w:rsid w:val="00A954EC"/>
    <w:rsid w:val="00A964C7"/>
    <w:rsid w:val="00AA0A78"/>
    <w:rsid w:val="00AA1EC9"/>
    <w:rsid w:val="00AA3007"/>
    <w:rsid w:val="00AA3656"/>
    <w:rsid w:val="00AA3776"/>
    <w:rsid w:val="00AA5776"/>
    <w:rsid w:val="00AA7C70"/>
    <w:rsid w:val="00AA7F89"/>
    <w:rsid w:val="00AB3656"/>
    <w:rsid w:val="00AB55FD"/>
    <w:rsid w:val="00AB5EF6"/>
    <w:rsid w:val="00AB6837"/>
    <w:rsid w:val="00AB6996"/>
    <w:rsid w:val="00AC3F72"/>
    <w:rsid w:val="00AC485A"/>
    <w:rsid w:val="00AD0AC6"/>
    <w:rsid w:val="00AD280E"/>
    <w:rsid w:val="00AD3768"/>
    <w:rsid w:val="00AD52FC"/>
    <w:rsid w:val="00AD5CEA"/>
    <w:rsid w:val="00AD66CA"/>
    <w:rsid w:val="00AD735A"/>
    <w:rsid w:val="00AE0ADC"/>
    <w:rsid w:val="00AE103B"/>
    <w:rsid w:val="00AE1F2F"/>
    <w:rsid w:val="00AE24D8"/>
    <w:rsid w:val="00AE256C"/>
    <w:rsid w:val="00AE6281"/>
    <w:rsid w:val="00AE79B6"/>
    <w:rsid w:val="00AF1F96"/>
    <w:rsid w:val="00AF319D"/>
    <w:rsid w:val="00AF445F"/>
    <w:rsid w:val="00AF469B"/>
    <w:rsid w:val="00AF597D"/>
    <w:rsid w:val="00AF6DCC"/>
    <w:rsid w:val="00B078AA"/>
    <w:rsid w:val="00B1143A"/>
    <w:rsid w:val="00B15489"/>
    <w:rsid w:val="00B15A1D"/>
    <w:rsid w:val="00B170D4"/>
    <w:rsid w:val="00B17B77"/>
    <w:rsid w:val="00B215A3"/>
    <w:rsid w:val="00B23D5B"/>
    <w:rsid w:val="00B24407"/>
    <w:rsid w:val="00B24CA4"/>
    <w:rsid w:val="00B25E09"/>
    <w:rsid w:val="00B3237F"/>
    <w:rsid w:val="00B32515"/>
    <w:rsid w:val="00B3454B"/>
    <w:rsid w:val="00B3550E"/>
    <w:rsid w:val="00B35625"/>
    <w:rsid w:val="00B362CA"/>
    <w:rsid w:val="00B3647D"/>
    <w:rsid w:val="00B371FF"/>
    <w:rsid w:val="00B373DB"/>
    <w:rsid w:val="00B37906"/>
    <w:rsid w:val="00B37E15"/>
    <w:rsid w:val="00B42ED7"/>
    <w:rsid w:val="00B4642A"/>
    <w:rsid w:val="00B4756C"/>
    <w:rsid w:val="00B50862"/>
    <w:rsid w:val="00B52244"/>
    <w:rsid w:val="00B5554B"/>
    <w:rsid w:val="00B56ED8"/>
    <w:rsid w:val="00B578CC"/>
    <w:rsid w:val="00B6150F"/>
    <w:rsid w:val="00B61601"/>
    <w:rsid w:val="00B6197A"/>
    <w:rsid w:val="00B64FC3"/>
    <w:rsid w:val="00B65C5F"/>
    <w:rsid w:val="00B66222"/>
    <w:rsid w:val="00B667C2"/>
    <w:rsid w:val="00B67100"/>
    <w:rsid w:val="00B67A84"/>
    <w:rsid w:val="00B67C5C"/>
    <w:rsid w:val="00B72B70"/>
    <w:rsid w:val="00B73512"/>
    <w:rsid w:val="00B73E1B"/>
    <w:rsid w:val="00B7610A"/>
    <w:rsid w:val="00B779C5"/>
    <w:rsid w:val="00B836A0"/>
    <w:rsid w:val="00B8506E"/>
    <w:rsid w:val="00B956F3"/>
    <w:rsid w:val="00BA1628"/>
    <w:rsid w:val="00BA25BD"/>
    <w:rsid w:val="00BA2D11"/>
    <w:rsid w:val="00BA3633"/>
    <w:rsid w:val="00BA70D0"/>
    <w:rsid w:val="00BA7DCC"/>
    <w:rsid w:val="00BB02D0"/>
    <w:rsid w:val="00BB366E"/>
    <w:rsid w:val="00BB4B48"/>
    <w:rsid w:val="00BC0D22"/>
    <w:rsid w:val="00BC1DB8"/>
    <w:rsid w:val="00BC381A"/>
    <w:rsid w:val="00BC5AAB"/>
    <w:rsid w:val="00BD0765"/>
    <w:rsid w:val="00BD5867"/>
    <w:rsid w:val="00BE00B5"/>
    <w:rsid w:val="00BE1CD0"/>
    <w:rsid w:val="00BE2BC1"/>
    <w:rsid w:val="00BE406E"/>
    <w:rsid w:val="00BE5EB4"/>
    <w:rsid w:val="00BE5ECB"/>
    <w:rsid w:val="00BF157B"/>
    <w:rsid w:val="00BF3DCB"/>
    <w:rsid w:val="00BF6923"/>
    <w:rsid w:val="00BF7746"/>
    <w:rsid w:val="00BF7A58"/>
    <w:rsid w:val="00C00EC5"/>
    <w:rsid w:val="00C01297"/>
    <w:rsid w:val="00C04B2F"/>
    <w:rsid w:val="00C060F2"/>
    <w:rsid w:val="00C06198"/>
    <w:rsid w:val="00C10D71"/>
    <w:rsid w:val="00C12383"/>
    <w:rsid w:val="00C145A6"/>
    <w:rsid w:val="00C14BE1"/>
    <w:rsid w:val="00C17719"/>
    <w:rsid w:val="00C241BB"/>
    <w:rsid w:val="00C25C38"/>
    <w:rsid w:val="00C32CA9"/>
    <w:rsid w:val="00C3450C"/>
    <w:rsid w:val="00C36CB4"/>
    <w:rsid w:val="00C37831"/>
    <w:rsid w:val="00C4316B"/>
    <w:rsid w:val="00C44915"/>
    <w:rsid w:val="00C4785F"/>
    <w:rsid w:val="00C47F0E"/>
    <w:rsid w:val="00C56A9C"/>
    <w:rsid w:val="00C621AD"/>
    <w:rsid w:val="00C8215B"/>
    <w:rsid w:val="00C83AD1"/>
    <w:rsid w:val="00C849D5"/>
    <w:rsid w:val="00C87721"/>
    <w:rsid w:val="00C87CFF"/>
    <w:rsid w:val="00C87E04"/>
    <w:rsid w:val="00C91DF3"/>
    <w:rsid w:val="00C92709"/>
    <w:rsid w:val="00C94996"/>
    <w:rsid w:val="00C95B5E"/>
    <w:rsid w:val="00C96CC1"/>
    <w:rsid w:val="00CA1160"/>
    <w:rsid w:val="00CA14F8"/>
    <w:rsid w:val="00CA2A69"/>
    <w:rsid w:val="00CA3628"/>
    <w:rsid w:val="00CA3648"/>
    <w:rsid w:val="00CA3DB8"/>
    <w:rsid w:val="00CC1BA9"/>
    <w:rsid w:val="00CC1FAD"/>
    <w:rsid w:val="00CC213C"/>
    <w:rsid w:val="00CC2358"/>
    <w:rsid w:val="00CC7384"/>
    <w:rsid w:val="00CD0CB5"/>
    <w:rsid w:val="00CD41FF"/>
    <w:rsid w:val="00CD44AB"/>
    <w:rsid w:val="00CD6FA1"/>
    <w:rsid w:val="00CD7171"/>
    <w:rsid w:val="00CD7F24"/>
    <w:rsid w:val="00CE7837"/>
    <w:rsid w:val="00CF281A"/>
    <w:rsid w:val="00CF4BF7"/>
    <w:rsid w:val="00CF52CE"/>
    <w:rsid w:val="00CF5859"/>
    <w:rsid w:val="00CF6DAD"/>
    <w:rsid w:val="00CF7295"/>
    <w:rsid w:val="00CF7EDD"/>
    <w:rsid w:val="00D003DD"/>
    <w:rsid w:val="00D0391B"/>
    <w:rsid w:val="00D03ADF"/>
    <w:rsid w:val="00D0478D"/>
    <w:rsid w:val="00D04CCC"/>
    <w:rsid w:val="00D051B1"/>
    <w:rsid w:val="00D05EA5"/>
    <w:rsid w:val="00D0767B"/>
    <w:rsid w:val="00D15023"/>
    <w:rsid w:val="00D23BD0"/>
    <w:rsid w:val="00D24B37"/>
    <w:rsid w:val="00D256D8"/>
    <w:rsid w:val="00D2645B"/>
    <w:rsid w:val="00D273FF"/>
    <w:rsid w:val="00D31909"/>
    <w:rsid w:val="00D31924"/>
    <w:rsid w:val="00D35341"/>
    <w:rsid w:val="00D3576B"/>
    <w:rsid w:val="00D36A19"/>
    <w:rsid w:val="00D4110F"/>
    <w:rsid w:val="00D421C1"/>
    <w:rsid w:val="00D434DA"/>
    <w:rsid w:val="00D43BB4"/>
    <w:rsid w:val="00D466C9"/>
    <w:rsid w:val="00D512F3"/>
    <w:rsid w:val="00D513AB"/>
    <w:rsid w:val="00D52A0E"/>
    <w:rsid w:val="00D5606B"/>
    <w:rsid w:val="00D568E0"/>
    <w:rsid w:val="00D57C3D"/>
    <w:rsid w:val="00D6031A"/>
    <w:rsid w:val="00D60792"/>
    <w:rsid w:val="00D6157B"/>
    <w:rsid w:val="00D62C1D"/>
    <w:rsid w:val="00D63C7D"/>
    <w:rsid w:val="00D64312"/>
    <w:rsid w:val="00D65141"/>
    <w:rsid w:val="00D66B86"/>
    <w:rsid w:val="00D70723"/>
    <w:rsid w:val="00D742BE"/>
    <w:rsid w:val="00D83DE2"/>
    <w:rsid w:val="00D85430"/>
    <w:rsid w:val="00D854A2"/>
    <w:rsid w:val="00D9064D"/>
    <w:rsid w:val="00D90D46"/>
    <w:rsid w:val="00D90DFC"/>
    <w:rsid w:val="00DA0DD6"/>
    <w:rsid w:val="00DA6AC6"/>
    <w:rsid w:val="00DB118F"/>
    <w:rsid w:val="00DB121B"/>
    <w:rsid w:val="00DB1513"/>
    <w:rsid w:val="00DB315D"/>
    <w:rsid w:val="00DB3249"/>
    <w:rsid w:val="00DB3BAD"/>
    <w:rsid w:val="00DB3C12"/>
    <w:rsid w:val="00DB46C7"/>
    <w:rsid w:val="00DB60A9"/>
    <w:rsid w:val="00DB60BB"/>
    <w:rsid w:val="00DC1EF8"/>
    <w:rsid w:val="00DC2D40"/>
    <w:rsid w:val="00DD6289"/>
    <w:rsid w:val="00DE10B8"/>
    <w:rsid w:val="00DE1CD0"/>
    <w:rsid w:val="00DE4AD7"/>
    <w:rsid w:val="00DE7C4B"/>
    <w:rsid w:val="00DF16F4"/>
    <w:rsid w:val="00E000A4"/>
    <w:rsid w:val="00E0103F"/>
    <w:rsid w:val="00E0183B"/>
    <w:rsid w:val="00E01D54"/>
    <w:rsid w:val="00E06B88"/>
    <w:rsid w:val="00E06CA9"/>
    <w:rsid w:val="00E070B5"/>
    <w:rsid w:val="00E0767E"/>
    <w:rsid w:val="00E121DC"/>
    <w:rsid w:val="00E135AA"/>
    <w:rsid w:val="00E20BB0"/>
    <w:rsid w:val="00E2208C"/>
    <w:rsid w:val="00E222D1"/>
    <w:rsid w:val="00E24E9D"/>
    <w:rsid w:val="00E25DA2"/>
    <w:rsid w:val="00E272B6"/>
    <w:rsid w:val="00E278DA"/>
    <w:rsid w:val="00E41D09"/>
    <w:rsid w:val="00E42D27"/>
    <w:rsid w:val="00E5390F"/>
    <w:rsid w:val="00E556E1"/>
    <w:rsid w:val="00E566F4"/>
    <w:rsid w:val="00E57ABD"/>
    <w:rsid w:val="00E60FC3"/>
    <w:rsid w:val="00E619E8"/>
    <w:rsid w:val="00E61D1E"/>
    <w:rsid w:val="00E6360D"/>
    <w:rsid w:val="00E65031"/>
    <w:rsid w:val="00E70418"/>
    <w:rsid w:val="00E70BEB"/>
    <w:rsid w:val="00E714C1"/>
    <w:rsid w:val="00E72EF4"/>
    <w:rsid w:val="00E75302"/>
    <w:rsid w:val="00E76D8E"/>
    <w:rsid w:val="00E76F6B"/>
    <w:rsid w:val="00E774CE"/>
    <w:rsid w:val="00E8297F"/>
    <w:rsid w:val="00E836D6"/>
    <w:rsid w:val="00E923EB"/>
    <w:rsid w:val="00EB0A3C"/>
    <w:rsid w:val="00EB4D4B"/>
    <w:rsid w:val="00EC298F"/>
    <w:rsid w:val="00EC3EAD"/>
    <w:rsid w:val="00EC4522"/>
    <w:rsid w:val="00EC664A"/>
    <w:rsid w:val="00EC7D01"/>
    <w:rsid w:val="00ED205D"/>
    <w:rsid w:val="00ED7BEF"/>
    <w:rsid w:val="00EE30A3"/>
    <w:rsid w:val="00EE551D"/>
    <w:rsid w:val="00EE7EC5"/>
    <w:rsid w:val="00EF1757"/>
    <w:rsid w:val="00EF18F6"/>
    <w:rsid w:val="00EF2D65"/>
    <w:rsid w:val="00EF5FEA"/>
    <w:rsid w:val="00EF62EA"/>
    <w:rsid w:val="00F01323"/>
    <w:rsid w:val="00F03EA0"/>
    <w:rsid w:val="00F068AE"/>
    <w:rsid w:val="00F07A78"/>
    <w:rsid w:val="00F1163E"/>
    <w:rsid w:val="00F22989"/>
    <w:rsid w:val="00F328CE"/>
    <w:rsid w:val="00F34A97"/>
    <w:rsid w:val="00F34C0E"/>
    <w:rsid w:val="00F41143"/>
    <w:rsid w:val="00F425CA"/>
    <w:rsid w:val="00F4286A"/>
    <w:rsid w:val="00F443CE"/>
    <w:rsid w:val="00F45256"/>
    <w:rsid w:val="00F452DD"/>
    <w:rsid w:val="00F4683B"/>
    <w:rsid w:val="00F471AA"/>
    <w:rsid w:val="00F51014"/>
    <w:rsid w:val="00F611AE"/>
    <w:rsid w:val="00F62802"/>
    <w:rsid w:val="00F66973"/>
    <w:rsid w:val="00F673CA"/>
    <w:rsid w:val="00F70057"/>
    <w:rsid w:val="00F756A9"/>
    <w:rsid w:val="00F8086B"/>
    <w:rsid w:val="00F808B5"/>
    <w:rsid w:val="00F815A2"/>
    <w:rsid w:val="00F85A0B"/>
    <w:rsid w:val="00F93553"/>
    <w:rsid w:val="00F970D7"/>
    <w:rsid w:val="00FA029D"/>
    <w:rsid w:val="00FA3153"/>
    <w:rsid w:val="00FA48A3"/>
    <w:rsid w:val="00FA4EDA"/>
    <w:rsid w:val="00FA6A5D"/>
    <w:rsid w:val="00FA6D93"/>
    <w:rsid w:val="00FA7798"/>
    <w:rsid w:val="00FA7F7F"/>
    <w:rsid w:val="00FB2748"/>
    <w:rsid w:val="00FB4AF6"/>
    <w:rsid w:val="00FB4BA6"/>
    <w:rsid w:val="00FB53E6"/>
    <w:rsid w:val="00FB6AEB"/>
    <w:rsid w:val="00FB6ECB"/>
    <w:rsid w:val="00FC0DA6"/>
    <w:rsid w:val="00FC1388"/>
    <w:rsid w:val="00FC2B81"/>
    <w:rsid w:val="00FC3F54"/>
    <w:rsid w:val="00FC7ED7"/>
    <w:rsid w:val="00FD02A8"/>
    <w:rsid w:val="00FD155F"/>
    <w:rsid w:val="00FD183C"/>
    <w:rsid w:val="00FD2E00"/>
    <w:rsid w:val="00FD3778"/>
    <w:rsid w:val="00FD3978"/>
    <w:rsid w:val="00FD3F13"/>
    <w:rsid w:val="00FD6F7F"/>
    <w:rsid w:val="00FE0653"/>
    <w:rsid w:val="00FE3E82"/>
    <w:rsid w:val="00FE51B0"/>
    <w:rsid w:val="00FE5222"/>
    <w:rsid w:val="00FE5672"/>
    <w:rsid w:val="00FE5E16"/>
    <w:rsid w:val="00FE7ED7"/>
    <w:rsid w:val="00FF1B41"/>
    <w:rsid w:val="00FF21D2"/>
    <w:rsid w:val="00FF275A"/>
    <w:rsid w:val="00FF3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4D8"/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AE24D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Style2">
    <w:name w:val="Style2"/>
    <w:basedOn w:val="Normal"/>
    <w:rsid w:val="00AE24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Normal"/>
    <w:rsid w:val="00AE24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Normal"/>
    <w:rsid w:val="00AE24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Normal"/>
    <w:rsid w:val="00AE24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Normal"/>
    <w:rsid w:val="00AE24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Normal"/>
    <w:rsid w:val="00AE24D8"/>
    <w:pPr>
      <w:widowControl w:val="0"/>
      <w:autoSpaceDE w:val="0"/>
      <w:autoSpaceDN w:val="0"/>
      <w:adjustRightInd w:val="0"/>
      <w:spacing w:line="237" w:lineRule="exact"/>
    </w:pPr>
    <w:rPr>
      <w:sz w:val="24"/>
      <w:szCs w:val="24"/>
    </w:rPr>
  </w:style>
  <w:style w:type="paragraph" w:customStyle="1" w:styleId="Style9">
    <w:name w:val="Style9"/>
    <w:basedOn w:val="Normal"/>
    <w:rsid w:val="00AE24D8"/>
    <w:pPr>
      <w:widowControl w:val="0"/>
      <w:autoSpaceDE w:val="0"/>
      <w:autoSpaceDN w:val="0"/>
      <w:adjustRightInd w:val="0"/>
      <w:spacing w:line="265" w:lineRule="exact"/>
      <w:jc w:val="center"/>
    </w:pPr>
    <w:rPr>
      <w:sz w:val="24"/>
      <w:szCs w:val="24"/>
    </w:rPr>
  </w:style>
  <w:style w:type="paragraph" w:customStyle="1" w:styleId="Style10">
    <w:name w:val="Style10"/>
    <w:basedOn w:val="Normal"/>
    <w:rsid w:val="00AE24D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rsid w:val="00AE24D8"/>
    <w:rPr>
      <w:rFonts w:ascii="Times New Roman" w:hAnsi="Times New Roman"/>
      <w:sz w:val="28"/>
    </w:rPr>
  </w:style>
  <w:style w:type="character" w:customStyle="1" w:styleId="FontStyle13">
    <w:name w:val="Font Style13"/>
    <w:rsid w:val="00AE24D8"/>
    <w:rPr>
      <w:rFonts w:ascii="Times New Roman" w:hAnsi="Times New Roman"/>
      <w:i/>
      <w:sz w:val="20"/>
    </w:rPr>
  </w:style>
  <w:style w:type="character" w:customStyle="1" w:styleId="FontStyle14">
    <w:name w:val="Font Style14"/>
    <w:rsid w:val="00AE24D8"/>
    <w:rPr>
      <w:rFonts w:ascii="Times New Roman" w:hAnsi="Times New Roman"/>
      <w:sz w:val="18"/>
    </w:rPr>
  </w:style>
  <w:style w:type="character" w:customStyle="1" w:styleId="FontStyle15">
    <w:name w:val="Font Style15"/>
    <w:rsid w:val="00AE24D8"/>
    <w:rPr>
      <w:rFonts w:ascii="Times New Roman" w:hAnsi="Times New Roman"/>
      <w:sz w:val="22"/>
    </w:rPr>
  </w:style>
  <w:style w:type="table" w:styleId="TableGrid">
    <w:name w:val="Table Grid"/>
    <w:basedOn w:val="TableNormal"/>
    <w:uiPriority w:val="59"/>
    <w:rsid w:val="00AE24D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1</Pages>
  <Words>22908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Шитыка</dc:creator>
  <cp:keywords/>
  <dc:description/>
  <cp:lastModifiedBy>Шитыка</cp:lastModifiedBy>
  <cp:revision>9</cp:revision>
  <dcterms:created xsi:type="dcterms:W3CDTF">2012-04-26T14:24:00Z</dcterms:created>
  <dcterms:modified xsi:type="dcterms:W3CDTF">2012-05-11T12:55:00Z</dcterms:modified>
</cp:coreProperties>
</file>