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2C1407" w:rsidRDefault="00304865" w:rsidP="00304865">
      <w:pPr>
        <w:pStyle w:val="ConsPlusNonformat"/>
        <w:jc w:val="center"/>
        <w:rPr>
          <w:b/>
          <w:bCs/>
        </w:rPr>
      </w:pPr>
      <w:r w:rsidRPr="00013EBB">
        <w:rPr>
          <w:b/>
        </w:rPr>
        <w:t xml:space="preserve">характера </w:t>
      </w:r>
      <w:r w:rsidR="00FF68B4">
        <w:rPr>
          <w:b/>
          <w:bCs/>
        </w:rPr>
        <w:t>директора муниципального бюджетного учреждения «Городской информационно-методический центр»</w:t>
      </w:r>
      <w:r w:rsidR="00BA3422">
        <w:rPr>
          <w:b/>
          <w:bCs/>
        </w:rPr>
        <w:t xml:space="preserve">  города </w:t>
      </w:r>
      <w:r w:rsidR="00BA3422" w:rsidRPr="005579F2">
        <w:rPr>
          <w:b/>
          <w:bCs/>
        </w:rPr>
        <w:t>Бородино</w:t>
      </w:r>
    </w:p>
    <w:p w:rsidR="00304865" w:rsidRPr="00013EBB" w:rsidRDefault="00A678CA" w:rsidP="00304865">
      <w:pPr>
        <w:pStyle w:val="ConsPlusNonformat"/>
        <w:jc w:val="center"/>
        <w:rPr>
          <w:b/>
        </w:rPr>
      </w:pPr>
      <w:r>
        <w:rPr>
          <w:b/>
          <w:bCs/>
        </w:rPr>
        <w:t>за 2014 год</w:t>
      </w:r>
      <w:r w:rsidR="002C1407">
        <w:rPr>
          <w:b/>
          <w:bCs/>
        </w:rPr>
        <w:t>,</w:t>
      </w:r>
      <w:r w:rsidR="00BA3422" w:rsidRPr="005579F2">
        <w:rPr>
          <w:b/>
          <w:bCs/>
        </w:rPr>
        <w:t xml:space="preserve"> </w:t>
      </w:r>
      <w:r w:rsidR="00304865" w:rsidRPr="00013EBB">
        <w:rPr>
          <w:b/>
        </w:rPr>
        <w:t>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277"/>
        <w:gridCol w:w="1129"/>
        <w:gridCol w:w="1440"/>
      </w:tblGrid>
      <w:tr w:rsidR="00304865" w:rsidRPr="00FB2678" w:rsidTr="009E23A5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</w:t>
            </w:r>
            <w:r w:rsidR="005227F4">
              <w:rPr>
                <w:sz w:val="18"/>
                <w:szCs w:val="18"/>
                <w:u w:val="single"/>
              </w:rPr>
              <w:t>4</w:t>
            </w:r>
            <w:r w:rsidRPr="001F7095">
              <w:rPr>
                <w:sz w:val="18"/>
                <w:szCs w:val="18"/>
                <w:u w:val="single"/>
              </w:rPr>
              <w:t>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3C0CF3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129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3C0CF3">
        <w:tc>
          <w:tcPr>
            <w:tcW w:w="2448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ГИМЦ</w:t>
            </w:r>
          </w:p>
        </w:tc>
        <w:tc>
          <w:tcPr>
            <w:tcW w:w="2340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Бондарева Олеся Сергеевна</w:t>
            </w:r>
          </w:p>
        </w:tc>
        <w:tc>
          <w:tcPr>
            <w:tcW w:w="1326" w:type="dxa"/>
            <w:shd w:val="clear" w:color="auto" w:fill="auto"/>
          </w:tcPr>
          <w:p w:rsidR="003B234D" w:rsidRPr="00FB2678" w:rsidRDefault="00C501E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446773,49</w:t>
            </w:r>
          </w:p>
        </w:tc>
        <w:tc>
          <w:tcPr>
            <w:tcW w:w="1194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(1/2 доли)</w:t>
            </w:r>
          </w:p>
          <w:p w:rsidR="003C0CF3" w:rsidRDefault="003C0CF3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C417EA" w:rsidRDefault="003C0CF3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FF68B4">
              <w:rPr>
                <w:sz w:val="18"/>
                <w:szCs w:val="18"/>
              </w:rPr>
              <w:t>емельный участок</w:t>
            </w:r>
            <w:r w:rsidR="00C417EA" w:rsidRPr="00C417EA">
              <w:rPr>
                <w:sz w:val="18"/>
                <w:szCs w:val="18"/>
              </w:rPr>
              <w:t xml:space="preserve"> </w:t>
            </w:r>
          </w:p>
          <w:p w:rsidR="00FF68B4" w:rsidRPr="00FB2678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834" w:type="dxa"/>
            <w:shd w:val="clear" w:color="auto" w:fill="auto"/>
          </w:tcPr>
          <w:p w:rsidR="00C417EA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297,7</w:t>
            </w:r>
          </w:p>
          <w:p w:rsidR="00C417EA" w:rsidRPr="00C417EA" w:rsidRDefault="00C417EA" w:rsidP="00C417EA">
            <w:pPr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P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C417EA">
              <w:rPr>
                <w:rFonts w:ascii="Courier New" w:eastAsia="Times New Roman" w:hAnsi="Courier New" w:cs="Courier New"/>
                <w:sz w:val="18"/>
                <w:szCs w:val="18"/>
              </w:rPr>
              <w:t>998,0</w:t>
            </w:r>
          </w:p>
        </w:tc>
        <w:tc>
          <w:tcPr>
            <w:tcW w:w="966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FF68B4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FB2678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  <w:r w:rsidR="00C417EA">
              <w:rPr>
                <w:sz w:val="18"/>
                <w:szCs w:val="18"/>
              </w:rPr>
              <w:t xml:space="preserve"> </w:t>
            </w:r>
            <w:r w:rsidR="00C417EA">
              <w:rPr>
                <w:sz w:val="18"/>
                <w:szCs w:val="18"/>
                <w:lang w:val="en-US"/>
              </w:rPr>
              <w:t>IST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135FA9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29" w:type="dxa"/>
            <w:shd w:val="clear" w:color="auto" w:fill="auto"/>
          </w:tcPr>
          <w:p w:rsidR="00304865" w:rsidRPr="00C417EA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135FA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3C0CF3">
        <w:tc>
          <w:tcPr>
            <w:tcW w:w="2448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304865" w:rsidRDefault="00E42BEB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481259,41</w:t>
            </w:r>
            <w:bookmarkStart w:id="0" w:name="_GoBack"/>
            <w:bookmarkEnd w:id="0"/>
          </w:p>
        </w:tc>
        <w:tc>
          <w:tcPr>
            <w:tcW w:w="1194" w:type="dxa"/>
            <w:shd w:val="clear" w:color="auto" w:fill="auto"/>
          </w:tcPr>
          <w:p w:rsidR="00135FA9" w:rsidRDefault="00135FA9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(1/2 доли)</w:t>
            </w:r>
          </w:p>
          <w:p w:rsidR="003C0CF3" w:rsidRDefault="003C0CF3" w:rsidP="00135FA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135FA9" w:rsidRDefault="003C0CF3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135FA9">
              <w:rPr>
                <w:sz w:val="18"/>
                <w:szCs w:val="18"/>
              </w:rPr>
              <w:t>емельный участок</w:t>
            </w:r>
          </w:p>
          <w:p w:rsidR="00C417EA" w:rsidRDefault="00C417EA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C417EA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297,7</w:t>
            </w:r>
          </w:p>
          <w:p w:rsidR="00C417EA" w:rsidRDefault="00C417EA" w:rsidP="00C417EA"/>
          <w:p w:rsidR="00C417EA" w:rsidRDefault="00C417EA" w:rsidP="00C417EA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Pr="00C417EA" w:rsidRDefault="00C417EA" w:rsidP="00C417EA">
            <w:pPr>
              <w:pStyle w:val="ConsPlusNonformat"/>
              <w:jc w:val="center"/>
            </w:pPr>
            <w:r w:rsidRPr="00C417EA">
              <w:rPr>
                <w:sz w:val="18"/>
                <w:szCs w:val="18"/>
              </w:rPr>
              <w:t>998,0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04865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Грузовой автомобиль</w:t>
            </w:r>
          </w:p>
          <w:p w:rsidR="00B738D0" w:rsidRPr="003E4C1F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MITSUBISHI</w:t>
            </w:r>
            <w:r w:rsidRPr="003E4C1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CANTER</w:t>
            </w:r>
          </w:p>
          <w:p w:rsidR="00B738D0" w:rsidRPr="003E4C1F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B738D0" w:rsidRPr="00B738D0" w:rsidRDefault="00B738D0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304865" w:rsidRDefault="00135FA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29" w:type="dxa"/>
            <w:shd w:val="clear" w:color="auto" w:fill="auto"/>
          </w:tcPr>
          <w:p w:rsidR="00304865" w:rsidRDefault="00C417EA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1440" w:type="dxa"/>
            <w:shd w:val="clear" w:color="auto" w:fill="auto"/>
          </w:tcPr>
          <w:p w:rsidR="00304865" w:rsidRDefault="00135FA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304865" w:rsidRDefault="00304865" w:rsidP="00304865">
      <w:pPr>
        <w:pStyle w:val="ConsPlusNonformat"/>
        <w:jc w:val="center"/>
      </w:pPr>
    </w:p>
    <w:p w:rsidR="00304865" w:rsidRDefault="00304865" w:rsidP="00304865">
      <w:pPr>
        <w:spacing w:after="0" w:line="240" w:lineRule="auto"/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304865" w:rsidRDefault="00304865" w:rsidP="00304865">
      <w:pPr>
        <w:spacing w:after="0" w:line="240" w:lineRule="auto"/>
      </w:pPr>
    </w:p>
    <w:p w:rsidR="00CF2BA1" w:rsidRDefault="00CF2BA1"/>
    <w:sectPr w:rsidR="00CF2BA1" w:rsidSect="00C417EA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20FE8"/>
    <w:rsid w:val="00086600"/>
    <w:rsid w:val="0009755E"/>
    <w:rsid w:val="000D622C"/>
    <w:rsid w:val="000D6FC9"/>
    <w:rsid w:val="0011387B"/>
    <w:rsid w:val="00135FA9"/>
    <w:rsid w:val="00163D97"/>
    <w:rsid w:val="001E5BD2"/>
    <w:rsid w:val="002342AB"/>
    <w:rsid w:val="00243DE4"/>
    <w:rsid w:val="00251835"/>
    <w:rsid w:val="00254545"/>
    <w:rsid w:val="00260226"/>
    <w:rsid w:val="00267005"/>
    <w:rsid w:val="00287A8B"/>
    <w:rsid w:val="0029057A"/>
    <w:rsid w:val="002C1407"/>
    <w:rsid w:val="002C6C17"/>
    <w:rsid w:val="002C78F9"/>
    <w:rsid w:val="00304865"/>
    <w:rsid w:val="00314A7E"/>
    <w:rsid w:val="003505E3"/>
    <w:rsid w:val="003B234D"/>
    <w:rsid w:val="003C0CF3"/>
    <w:rsid w:val="003C161A"/>
    <w:rsid w:val="003E4C1F"/>
    <w:rsid w:val="003E6C47"/>
    <w:rsid w:val="00403759"/>
    <w:rsid w:val="0046560D"/>
    <w:rsid w:val="00466E21"/>
    <w:rsid w:val="004917F2"/>
    <w:rsid w:val="004A5F86"/>
    <w:rsid w:val="004D2656"/>
    <w:rsid w:val="00507D48"/>
    <w:rsid w:val="005227F4"/>
    <w:rsid w:val="00544878"/>
    <w:rsid w:val="00546DDD"/>
    <w:rsid w:val="0055786A"/>
    <w:rsid w:val="00593E47"/>
    <w:rsid w:val="005A361C"/>
    <w:rsid w:val="0061683F"/>
    <w:rsid w:val="00662D27"/>
    <w:rsid w:val="00665B1D"/>
    <w:rsid w:val="00682109"/>
    <w:rsid w:val="0068597C"/>
    <w:rsid w:val="00691BB2"/>
    <w:rsid w:val="006C4CFE"/>
    <w:rsid w:val="006E4EB7"/>
    <w:rsid w:val="006E7720"/>
    <w:rsid w:val="00703674"/>
    <w:rsid w:val="00720E30"/>
    <w:rsid w:val="00742F27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25959"/>
    <w:rsid w:val="00877D5E"/>
    <w:rsid w:val="00884108"/>
    <w:rsid w:val="008866C2"/>
    <w:rsid w:val="008A2CD0"/>
    <w:rsid w:val="008C15BB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A125A0"/>
    <w:rsid w:val="00A25130"/>
    <w:rsid w:val="00A337E0"/>
    <w:rsid w:val="00A46651"/>
    <w:rsid w:val="00A678CA"/>
    <w:rsid w:val="00A94FD6"/>
    <w:rsid w:val="00AA4A8A"/>
    <w:rsid w:val="00AB5028"/>
    <w:rsid w:val="00AC1352"/>
    <w:rsid w:val="00AC4F4C"/>
    <w:rsid w:val="00AD09B4"/>
    <w:rsid w:val="00AD39CF"/>
    <w:rsid w:val="00B10887"/>
    <w:rsid w:val="00B42588"/>
    <w:rsid w:val="00B71D44"/>
    <w:rsid w:val="00B738D0"/>
    <w:rsid w:val="00B8474E"/>
    <w:rsid w:val="00BA3422"/>
    <w:rsid w:val="00BA79BF"/>
    <w:rsid w:val="00BE32A0"/>
    <w:rsid w:val="00C16435"/>
    <w:rsid w:val="00C25AC9"/>
    <w:rsid w:val="00C417EA"/>
    <w:rsid w:val="00C501E4"/>
    <w:rsid w:val="00C96DF8"/>
    <w:rsid w:val="00CF2BA1"/>
    <w:rsid w:val="00D07AC8"/>
    <w:rsid w:val="00D25C08"/>
    <w:rsid w:val="00D72876"/>
    <w:rsid w:val="00D97AB6"/>
    <w:rsid w:val="00DA5B2A"/>
    <w:rsid w:val="00DD3F96"/>
    <w:rsid w:val="00DF42A9"/>
    <w:rsid w:val="00E0253F"/>
    <w:rsid w:val="00E40B6A"/>
    <w:rsid w:val="00E42BEB"/>
    <w:rsid w:val="00E531C4"/>
    <w:rsid w:val="00E53B27"/>
    <w:rsid w:val="00E55404"/>
    <w:rsid w:val="00EC04CF"/>
    <w:rsid w:val="00F04AF5"/>
    <w:rsid w:val="00F564E0"/>
    <w:rsid w:val="00F64C04"/>
    <w:rsid w:val="00F83372"/>
    <w:rsid w:val="00FB3B9D"/>
    <w:rsid w:val="00FC1FB9"/>
    <w:rsid w:val="00FF2D5E"/>
    <w:rsid w:val="00FF529D"/>
    <w:rsid w:val="00FF68B4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0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Секретарь</cp:lastModifiedBy>
  <cp:revision>21</cp:revision>
  <cp:lastPrinted>2014-04-28T08:41:00Z</cp:lastPrinted>
  <dcterms:created xsi:type="dcterms:W3CDTF">2014-01-15T06:45:00Z</dcterms:created>
  <dcterms:modified xsi:type="dcterms:W3CDTF">2015-04-02T07:43:00Z</dcterms:modified>
</cp:coreProperties>
</file>