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E6" w:rsidRDefault="005C23E6" w:rsidP="00EB2A59">
      <w:pPr>
        <w:jc w:val="center"/>
      </w:pPr>
    </w:p>
    <w:p w:rsidR="005C23E6" w:rsidRPr="0058397E" w:rsidRDefault="005C23E6" w:rsidP="00EB2A59">
      <w:pPr>
        <w:jc w:val="center"/>
      </w:pPr>
      <w:r w:rsidRPr="0058397E">
        <w:t>Сведения</w:t>
      </w:r>
    </w:p>
    <w:p w:rsidR="005C23E6" w:rsidRPr="0058397E" w:rsidRDefault="005C23E6" w:rsidP="00EB2A59">
      <w:pPr>
        <w:jc w:val="center"/>
      </w:pPr>
      <w:r w:rsidRPr="0058397E">
        <w:t xml:space="preserve">о доходах, </w:t>
      </w:r>
      <w:r>
        <w:t xml:space="preserve">об </w:t>
      </w:r>
      <w:r w:rsidRPr="0058397E">
        <w:t>имуществе и обязательствах имущественного характера</w:t>
      </w:r>
    </w:p>
    <w:p w:rsidR="005C23E6" w:rsidRPr="0058397E" w:rsidRDefault="005C23E6" w:rsidP="00B132DC">
      <w:pPr>
        <w:jc w:val="center"/>
      </w:pPr>
      <w:r>
        <w:t>муниципальных служащих аппарата отдела ЗАГС администрации Мартыновского района Ростовской области</w:t>
      </w:r>
      <w:r w:rsidRPr="0058397E">
        <w:t xml:space="preserve"> и членов </w:t>
      </w:r>
      <w:r>
        <w:t>их</w:t>
      </w:r>
      <w:r w:rsidRPr="0058397E">
        <w:t xml:space="preserve"> сем</w:t>
      </w:r>
      <w:r>
        <w:t>ей</w:t>
      </w:r>
    </w:p>
    <w:p w:rsidR="005C23E6" w:rsidRDefault="005C23E6" w:rsidP="00B27809">
      <w:pPr>
        <w:spacing w:line="221" w:lineRule="auto"/>
        <w:jc w:val="center"/>
      </w:pPr>
      <w:r w:rsidRPr="0058397E">
        <w:t xml:space="preserve">за период с </w:t>
      </w:r>
      <w:r>
        <w:t>0</w:t>
      </w:r>
      <w:r w:rsidRPr="0058397E">
        <w:t>1 января по 31 декабря 201</w:t>
      </w:r>
      <w:r>
        <w:t>4</w:t>
      </w:r>
      <w:r w:rsidRPr="0058397E">
        <w:t xml:space="preserve"> года</w:t>
      </w:r>
    </w:p>
    <w:p w:rsidR="005C23E6" w:rsidRPr="0058397E" w:rsidRDefault="005C23E6" w:rsidP="00B27809">
      <w:pPr>
        <w:spacing w:line="221" w:lineRule="auto"/>
        <w:jc w:val="center"/>
      </w:pPr>
    </w:p>
    <w:p w:rsidR="005C23E6" w:rsidRPr="0058397E" w:rsidRDefault="005C23E6" w:rsidP="00EB2A59">
      <w:pPr>
        <w:jc w:val="center"/>
      </w:pPr>
    </w:p>
    <w:tbl>
      <w:tblPr>
        <w:tblW w:w="158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303"/>
        <w:gridCol w:w="1757"/>
        <w:gridCol w:w="1512"/>
        <w:gridCol w:w="1692"/>
        <w:gridCol w:w="1044"/>
        <w:gridCol w:w="936"/>
        <w:gridCol w:w="1224"/>
        <w:gridCol w:w="1080"/>
        <w:gridCol w:w="972"/>
        <w:gridCol w:w="1476"/>
        <w:gridCol w:w="1296"/>
        <w:gridCol w:w="936"/>
      </w:tblGrid>
      <w:tr w:rsidR="005C23E6" w:rsidRPr="00FC5D37">
        <w:tc>
          <w:tcPr>
            <w:tcW w:w="648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84" w:type="dxa"/>
            <w:gridSpan w:val="4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Объекты недвижимости, находящихся в собственности</w:t>
            </w:r>
          </w:p>
        </w:tc>
        <w:tc>
          <w:tcPr>
            <w:tcW w:w="3276" w:type="dxa"/>
            <w:gridSpan w:val="3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Объекты недвижимости, находящихся в пользовании</w:t>
            </w:r>
          </w:p>
        </w:tc>
        <w:tc>
          <w:tcPr>
            <w:tcW w:w="1476" w:type="dxa"/>
            <w:vMerge w:val="restart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6" w:type="dxa"/>
            <w:vMerge w:val="restart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 xml:space="preserve">Декларированный 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 xml:space="preserve">годовой  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 xml:space="preserve">доход 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(руб.)</w:t>
            </w:r>
          </w:p>
        </w:tc>
        <w:tc>
          <w:tcPr>
            <w:tcW w:w="936" w:type="dxa"/>
            <w:vMerge w:val="restart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5C23E6" w:rsidRPr="00FC5D37">
        <w:tc>
          <w:tcPr>
            <w:tcW w:w="648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№ п/п</w:t>
            </w:r>
          </w:p>
        </w:tc>
        <w:tc>
          <w:tcPr>
            <w:tcW w:w="1303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57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Должность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 xml:space="preserve">Вид 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объекта</w:t>
            </w:r>
          </w:p>
        </w:tc>
        <w:tc>
          <w:tcPr>
            <w:tcW w:w="169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4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Площадь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(кв.м)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Страна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22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Площадь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(кв.м.)</w:t>
            </w:r>
          </w:p>
        </w:tc>
        <w:tc>
          <w:tcPr>
            <w:tcW w:w="97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76" w:type="dxa"/>
            <w:vMerge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</w:tr>
      <w:tr w:rsidR="005C23E6" w:rsidRPr="000835E2">
        <w:tc>
          <w:tcPr>
            <w:tcW w:w="648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1.</w:t>
            </w:r>
          </w:p>
        </w:tc>
        <w:tc>
          <w:tcPr>
            <w:tcW w:w="1303" w:type="dxa"/>
          </w:tcPr>
          <w:p w:rsidR="005C23E6" w:rsidRPr="0021200B" w:rsidRDefault="005C23E6" w:rsidP="0021200B">
            <w:pPr>
              <w:spacing w:line="228" w:lineRule="auto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Рогозина Галина Михайловна</w:t>
            </w:r>
          </w:p>
        </w:tc>
        <w:tc>
          <w:tcPr>
            <w:tcW w:w="1757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Начальник отдела ЗАГС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Земли населённых пунктов для ведения личного подсобного хозяйства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квартира</w:t>
            </w:r>
          </w:p>
        </w:tc>
        <w:tc>
          <w:tcPr>
            <w:tcW w:w="169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Индивидуальная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4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719,0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85,9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9B2770">
            <w:pPr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</w:tc>
        <w:tc>
          <w:tcPr>
            <w:tcW w:w="122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Легковой автомобиль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Лада Самара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Иж Комби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770 434,06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</w:tr>
      <w:tr w:rsidR="005C23E6" w:rsidRPr="000835E2">
        <w:tc>
          <w:tcPr>
            <w:tcW w:w="648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2.</w:t>
            </w:r>
          </w:p>
        </w:tc>
        <w:tc>
          <w:tcPr>
            <w:tcW w:w="1303" w:type="dxa"/>
          </w:tcPr>
          <w:p w:rsidR="005C23E6" w:rsidRPr="0021200B" w:rsidRDefault="005C23E6" w:rsidP="0021200B">
            <w:pPr>
              <w:spacing w:line="228" w:lineRule="auto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Саркисянц Вера Владимировна</w:t>
            </w:r>
          </w:p>
        </w:tc>
        <w:tc>
          <w:tcPr>
            <w:tcW w:w="1757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22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87,5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</w:tc>
        <w:tc>
          <w:tcPr>
            <w:tcW w:w="147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240 429,58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</w:tr>
      <w:tr w:rsidR="005C23E6" w:rsidRPr="000835E2">
        <w:tc>
          <w:tcPr>
            <w:tcW w:w="648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3.</w:t>
            </w:r>
          </w:p>
        </w:tc>
        <w:tc>
          <w:tcPr>
            <w:tcW w:w="1303" w:type="dxa"/>
          </w:tcPr>
          <w:p w:rsidR="005C23E6" w:rsidRPr="0021200B" w:rsidRDefault="005C23E6" w:rsidP="0021200B">
            <w:pPr>
              <w:spacing w:line="228" w:lineRule="auto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супруг</w:t>
            </w:r>
          </w:p>
        </w:tc>
        <w:tc>
          <w:tcPr>
            <w:tcW w:w="1757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4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41,7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080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Легковой автомобиль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kern w:val="36"/>
                <w:sz w:val="20"/>
                <w:szCs w:val="20"/>
              </w:rPr>
              <w:t>Hyundai Accent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136 740,00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</w:tr>
      <w:tr w:rsidR="005C23E6" w:rsidRPr="000835E2">
        <w:tc>
          <w:tcPr>
            <w:tcW w:w="648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4.</w:t>
            </w:r>
          </w:p>
        </w:tc>
        <w:tc>
          <w:tcPr>
            <w:tcW w:w="1303" w:type="dxa"/>
          </w:tcPr>
          <w:p w:rsidR="005C23E6" w:rsidRPr="0021200B" w:rsidRDefault="005C23E6" w:rsidP="0021200B">
            <w:pPr>
              <w:spacing w:line="228" w:lineRule="auto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Гаврилова Елена Васильевна</w:t>
            </w:r>
          </w:p>
        </w:tc>
        <w:tc>
          <w:tcPr>
            <w:tcW w:w="1757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692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Общая долевая,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12590/807373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доли</w:t>
            </w:r>
          </w:p>
        </w:tc>
        <w:tc>
          <w:tcPr>
            <w:tcW w:w="104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807373</w:t>
            </w: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</w:tc>
        <w:tc>
          <w:tcPr>
            <w:tcW w:w="122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51,3</w:t>
            </w:r>
          </w:p>
        </w:tc>
        <w:tc>
          <w:tcPr>
            <w:tcW w:w="97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</w:tc>
        <w:tc>
          <w:tcPr>
            <w:tcW w:w="147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96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243 946,86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</w:tr>
      <w:tr w:rsidR="005C23E6" w:rsidRPr="000835E2">
        <w:trPr>
          <w:trHeight w:val="840"/>
        </w:trPr>
        <w:tc>
          <w:tcPr>
            <w:tcW w:w="648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5.</w:t>
            </w:r>
          </w:p>
        </w:tc>
        <w:tc>
          <w:tcPr>
            <w:tcW w:w="1303" w:type="dxa"/>
          </w:tcPr>
          <w:p w:rsidR="005C23E6" w:rsidRPr="0021200B" w:rsidRDefault="005C23E6" w:rsidP="004269C9">
            <w:pPr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супруг</w:t>
            </w:r>
          </w:p>
          <w:p w:rsidR="005C23E6" w:rsidRPr="0021200B" w:rsidRDefault="005C23E6" w:rsidP="004269C9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Приусадебный участок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Земельный пай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Земельный пай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Квартира</w:t>
            </w:r>
          </w:p>
        </w:tc>
        <w:tc>
          <w:tcPr>
            <w:tcW w:w="1692" w:type="dxa"/>
          </w:tcPr>
          <w:p w:rsidR="005C23E6" w:rsidRPr="0021200B" w:rsidRDefault="005C23E6" w:rsidP="00B13E55">
            <w:pPr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Индивидуальная</w:t>
            </w:r>
          </w:p>
          <w:p w:rsidR="005C23E6" w:rsidRPr="0021200B" w:rsidRDefault="005C23E6" w:rsidP="003F648E">
            <w:pPr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Общая долевая ½ доли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Общая долевая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44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822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241600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12,6 га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51,3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  <w:p w:rsidR="005C23E6" w:rsidRPr="0021200B" w:rsidRDefault="005C23E6" w:rsidP="00175155">
            <w:pPr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</w:tc>
        <w:tc>
          <w:tcPr>
            <w:tcW w:w="1224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004CD6">
            <w:pPr>
              <w:rPr>
                <w:sz w:val="20"/>
                <w:szCs w:val="20"/>
              </w:rPr>
            </w:pPr>
          </w:p>
          <w:p w:rsidR="005C23E6" w:rsidRPr="0021200B" w:rsidRDefault="005C23E6" w:rsidP="0036768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C23E6" w:rsidRPr="0021200B" w:rsidRDefault="005C23E6" w:rsidP="0021200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367681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36768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Легковой автомобиль</w:t>
            </w:r>
          </w:p>
          <w:p w:rsidR="005C23E6" w:rsidRPr="00810557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  <w:lang w:val="en-US"/>
              </w:rPr>
              <w:t>CHEVROLET</w:t>
            </w:r>
            <w:r w:rsidRPr="00810557">
              <w:rPr>
                <w:sz w:val="20"/>
                <w:szCs w:val="20"/>
              </w:rPr>
              <w:t xml:space="preserve">, </w:t>
            </w:r>
            <w:r w:rsidRPr="0021200B">
              <w:rPr>
                <w:sz w:val="20"/>
                <w:szCs w:val="20"/>
                <w:lang w:val="en-US"/>
              </w:rPr>
              <w:t>KLAN</w:t>
            </w:r>
            <w:r w:rsidRPr="00810557">
              <w:rPr>
                <w:sz w:val="20"/>
                <w:szCs w:val="20"/>
              </w:rPr>
              <w:t xml:space="preserve"> (</w:t>
            </w:r>
            <w:r w:rsidRPr="0021200B">
              <w:rPr>
                <w:sz w:val="20"/>
                <w:szCs w:val="20"/>
                <w:lang w:val="en-US"/>
              </w:rPr>
              <w:t>J</w:t>
            </w:r>
            <w:r w:rsidRPr="00810557">
              <w:rPr>
                <w:sz w:val="20"/>
                <w:szCs w:val="20"/>
              </w:rPr>
              <w:t xml:space="preserve">200 </w:t>
            </w:r>
            <w:r w:rsidRPr="0021200B">
              <w:rPr>
                <w:sz w:val="20"/>
                <w:szCs w:val="20"/>
                <w:lang w:val="en-US"/>
              </w:rPr>
              <w:t>chevrolet</w:t>
            </w:r>
            <w:r w:rsidRPr="00810557">
              <w:rPr>
                <w:sz w:val="20"/>
                <w:szCs w:val="20"/>
              </w:rPr>
              <w:t xml:space="preserve"> </w:t>
            </w:r>
            <w:r w:rsidRPr="0021200B">
              <w:rPr>
                <w:sz w:val="20"/>
                <w:szCs w:val="20"/>
                <w:lang w:val="en-US"/>
              </w:rPr>
              <w:t>lacetti</w:t>
            </w:r>
            <w:r w:rsidRPr="0081055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662 423,64</w:t>
            </w:r>
          </w:p>
          <w:p w:rsidR="005C23E6" w:rsidRPr="0021200B" w:rsidRDefault="005C23E6" w:rsidP="00C42B30">
            <w:pPr>
              <w:rPr>
                <w:sz w:val="20"/>
                <w:szCs w:val="20"/>
              </w:rPr>
            </w:pPr>
          </w:p>
          <w:p w:rsidR="005C23E6" w:rsidRPr="0021200B" w:rsidRDefault="005C23E6" w:rsidP="00C42B3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</w:tr>
      <w:tr w:rsidR="005C23E6" w:rsidRPr="000835E2">
        <w:trPr>
          <w:trHeight w:val="85"/>
        </w:trPr>
        <w:tc>
          <w:tcPr>
            <w:tcW w:w="648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6.</w:t>
            </w:r>
          </w:p>
        </w:tc>
        <w:tc>
          <w:tcPr>
            <w:tcW w:w="1303" w:type="dxa"/>
          </w:tcPr>
          <w:p w:rsidR="005C23E6" w:rsidRPr="0021200B" w:rsidRDefault="005C23E6" w:rsidP="004269C9">
            <w:pPr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Городянко Ольга Геннадьевна</w:t>
            </w:r>
          </w:p>
        </w:tc>
        <w:tc>
          <w:tcPr>
            <w:tcW w:w="1757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0E497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224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258 356,57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</w:tr>
      <w:tr w:rsidR="005C23E6" w:rsidRPr="000835E2">
        <w:trPr>
          <w:trHeight w:val="85"/>
        </w:trPr>
        <w:tc>
          <w:tcPr>
            <w:tcW w:w="648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7.</w:t>
            </w:r>
          </w:p>
        </w:tc>
        <w:tc>
          <w:tcPr>
            <w:tcW w:w="1303" w:type="dxa"/>
          </w:tcPr>
          <w:p w:rsidR="005C23E6" w:rsidRPr="0021200B" w:rsidRDefault="005C23E6" w:rsidP="004269C9">
            <w:pPr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Финашина Людмила Олеговна</w:t>
            </w:r>
          </w:p>
        </w:tc>
        <w:tc>
          <w:tcPr>
            <w:tcW w:w="1757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51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Земельные участки для ведения личного подсобного хозяйства и индивидуального жилищного строительства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Жилой дом</w:t>
            </w:r>
          </w:p>
        </w:tc>
        <w:tc>
          <w:tcPr>
            <w:tcW w:w="169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Общая долевая, ½ доли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Общая долевая, ½ доли</w:t>
            </w:r>
          </w:p>
        </w:tc>
        <w:tc>
          <w:tcPr>
            <w:tcW w:w="1044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1148,0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67,0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Россия</w:t>
            </w:r>
          </w:p>
        </w:tc>
        <w:tc>
          <w:tcPr>
            <w:tcW w:w="1224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ВАЗ 21150</w:t>
            </w:r>
          </w:p>
        </w:tc>
        <w:tc>
          <w:tcPr>
            <w:tcW w:w="129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370 446,97</w:t>
            </w:r>
          </w:p>
        </w:tc>
        <w:tc>
          <w:tcPr>
            <w:tcW w:w="936" w:type="dxa"/>
          </w:tcPr>
          <w:p w:rsidR="005C23E6" w:rsidRPr="0021200B" w:rsidRDefault="005C23E6" w:rsidP="0021200B">
            <w:pPr>
              <w:jc w:val="center"/>
              <w:rPr>
                <w:sz w:val="20"/>
                <w:szCs w:val="20"/>
              </w:rPr>
            </w:pPr>
            <w:r w:rsidRPr="0021200B">
              <w:rPr>
                <w:sz w:val="20"/>
                <w:szCs w:val="20"/>
              </w:rPr>
              <w:t>-</w:t>
            </w:r>
          </w:p>
        </w:tc>
      </w:tr>
    </w:tbl>
    <w:p w:rsidR="005C23E6" w:rsidRPr="0058397E" w:rsidRDefault="005C23E6" w:rsidP="005B4D39"/>
    <w:sectPr w:rsidR="005C23E6" w:rsidRPr="0058397E" w:rsidSect="00DE2089">
      <w:pgSz w:w="16838" w:h="11906" w:orient="landscape"/>
      <w:pgMar w:top="720" w:right="567" w:bottom="53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A59"/>
    <w:rsid w:val="0000344B"/>
    <w:rsid w:val="00003F4A"/>
    <w:rsid w:val="00004CD6"/>
    <w:rsid w:val="00005F78"/>
    <w:rsid w:val="00012CD4"/>
    <w:rsid w:val="000216B7"/>
    <w:rsid w:val="00025FB1"/>
    <w:rsid w:val="00036F29"/>
    <w:rsid w:val="00054CEE"/>
    <w:rsid w:val="00062F01"/>
    <w:rsid w:val="00074A96"/>
    <w:rsid w:val="00074B39"/>
    <w:rsid w:val="00074C86"/>
    <w:rsid w:val="00075D28"/>
    <w:rsid w:val="0008012F"/>
    <w:rsid w:val="0008069D"/>
    <w:rsid w:val="000835E2"/>
    <w:rsid w:val="00085BC7"/>
    <w:rsid w:val="0009281F"/>
    <w:rsid w:val="0009538F"/>
    <w:rsid w:val="00096B51"/>
    <w:rsid w:val="000A0BD8"/>
    <w:rsid w:val="000A19AA"/>
    <w:rsid w:val="000A4F26"/>
    <w:rsid w:val="000B091F"/>
    <w:rsid w:val="000B222D"/>
    <w:rsid w:val="000B2704"/>
    <w:rsid w:val="000B2732"/>
    <w:rsid w:val="000B2C16"/>
    <w:rsid w:val="000D027F"/>
    <w:rsid w:val="000D6C7F"/>
    <w:rsid w:val="000E0E4D"/>
    <w:rsid w:val="000E497A"/>
    <w:rsid w:val="000E55B4"/>
    <w:rsid w:val="000F6343"/>
    <w:rsid w:val="00102934"/>
    <w:rsid w:val="00105C18"/>
    <w:rsid w:val="0010659B"/>
    <w:rsid w:val="001134B1"/>
    <w:rsid w:val="0012465F"/>
    <w:rsid w:val="00140B48"/>
    <w:rsid w:val="00152D66"/>
    <w:rsid w:val="0016700D"/>
    <w:rsid w:val="00167C3F"/>
    <w:rsid w:val="00175155"/>
    <w:rsid w:val="0018106E"/>
    <w:rsid w:val="00185D04"/>
    <w:rsid w:val="00190F3C"/>
    <w:rsid w:val="00191440"/>
    <w:rsid w:val="00191DA2"/>
    <w:rsid w:val="00193493"/>
    <w:rsid w:val="00197493"/>
    <w:rsid w:val="001A004D"/>
    <w:rsid w:val="001A4513"/>
    <w:rsid w:val="001B13F6"/>
    <w:rsid w:val="001B2A08"/>
    <w:rsid w:val="001B3208"/>
    <w:rsid w:val="001B3270"/>
    <w:rsid w:val="001C1F5A"/>
    <w:rsid w:val="001C4DF2"/>
    <w:rsid w:val="001C5AE7"/>
    <w:rsid w:val="001D17E2"/>
    <w:rsid w:val="001D62CE"/>
    <w:rsid w:val="001E656B"/>
    <w:rsid w:val="001F4D59"/>
    <w:rsid w:val="002025A6"/>
    <w:rsid w:val="00206277"/>
    <w:rsid w:val="0021200B"/>
    <w:rsid w:val="002129C8"/>
    <w:rsid w:val="00226C3D"/>
    <w:rsid w:val="0022781B"/>
    <w:rsid w:val="00234247"/>
    <w:rsid w:val="00240A63"/>
    <w:rsid w:val="00243759"/>
    <w:rsid w:val="002459E6"/>
    <w:rsid w:val="00246052"/>
    <w:rsid w:val="00246E9E"/>
    <w:rsid w:val="00253FAB"/>
    <w:rsid w:val="00263670"/>
    <w:rsid w:val="00266429"/>
    <w:rsid w:val="00272D97"/>
    <w:rsid w:val="00274AC8"/>
    <w:rsid w:val="00274B62"/>
    <w:rsid w:val="00284FC3"/>
    <w:rsid w:val="00286422"/>
    <w:rsid w:val="00291D11"/>
    <w:rsid w:val="00296ED6"/>
    <w:rsid w:val="002A0BE1"/>
    <w:rsid w:val="002A1F67"/>
    <w:rsid w:val="002A6453"/>
    <w:rsid w:val="002A6ED3"/>
    <w:rsid w:val="002B190F"/>
    <w:rsid w:val="002B23D3"/>
    <w:rsid w:val="002B2A7B"/>
    <w:rsid w:val="002C691F"/>
    <w:rsid w:val="002D70F2"/>
    <w:rsid w:val="002D7311"/>
    <w:rsid w:val="002E444F"/>
    <w:rsid w:val="002F28CF"/>
    <w:rsid w:val="002F3797"/>
    <w:rsid w:val="002F4B59"/>
    <w:rsid w:val="003023AF"/>
    <w:rsid w:val="003025A6"/>
    <w:rsid w:val="00305B3D"/>
    <w:rsid w:val="00310B94"/>
    <w:rsid w:val="003139DB"/>
    <w:rsid w:val="00314812"/>
    <w:rsid w:val="00314E7E"/>
    <w:rsid w:val="00325525"/>
    <w:rsid w:val="00336B2C"/>
    <w:rsid w:val="00337F0A"/>
    <w:rsid w:val="00343EF7"/>
    <w:rsid w:val="00344CBF"/>
    <w:rsid w:val="00345D7D"/>
    <w:rsid w:val="00351D85"/>
    <w:rsid w:val="00353F85"/>
    <w:rsid w:val="00366355"/>
    <w:rsid w:val="00366B52"/>
    <w:rsid w:val="00367681"/>
    <w:rsid w:val="003755A1"/>
    <w:rsid w:val="0037604D"/>
    <w:rsid w:val="003814DC"/>
    <w:rsid w:val="003928AA"/>
    <w:rsid w:val="00395E4A"/>
    <w:rsid w:val="003976B7"/>
    <w:rsid w:val="003A156B"/>
    <w:rsid w:val="003A3BA9"/>
    <w:rsid w:val="003A3F64"/>
    <w:rsid w:val="003A6A79"/>
    <w:rsid w:val="003A7447"/>
    <w:rsid w:val="003B01F1"/>
    <w:rsid w:val="003B1060"/>
    <w:rsid w:val="003B4930"/>
    <w:rsid w:val="003B56C4"/>
    <w:rsid w:val="003C2804"/>
    <w:rsid w:val="003C2849"/>
    <w:rsid w:val="003C29EA"/>
    <w:rsid w:val="003C7ED1"/>
    <w:rsid w:val="003D0A59"/>
    <w:rsid w:val="003D0D4A"/>
    <w:rsid w:val="003D4F8A"/>
    <w:rsid w:val="003E5D8B"/>
    <w:rsid w:val="003F25F7"/>
    <w:rsid w:val="003F648E"/>
    <w:rsid w:val="003F6B03"/>
    <w:rsid w:val="00401356"/>
    <w:rsid w:val="004026D8"/>
    <w:rsid w:val="00403D28"/>
    <w:rsid w:val="004105E2"/>
    <w:rsid w:val="00410DBC"/>
    <w:rsid w:val="004253C8"/>
    <w:rsid w:val="004269C9"/>
    <w:rsid w:val="00442F6F"/>
    <w:rsid w:val="00451269"/>
    <w:rsid w:val="00454FE5"/>
    <w:rsid w:val="00455CCA"/>
    <w:rsid w:val="00470A15"/>
    <w:rsid w:val="004813C3"/>
    <w:rsid w:val="004831B2"/>
    <w:rsid w:val="00483CA2"/>
    <w:rsid w:val="00485C06"/>
    <w:rsid w:val="004869CF"/>
    <w:rsid w:val="00487E16"/>
    <w:rsid w:val="004A13A9"/>
    <w:rsid w:val="004B2A53"/>
    <w:rsid w:val="004B3FB0"/>
    <w:rsid w:val="004B57DC"/>
    <w:rsid w:val="004B738B"/>
    <w:rsid w:val="004C304C"/>
    <w:rsid w:val="004C7905"/>
    <w:rsid w:val="004D7AB0"/>
    <w:rsid w:val="004E2DBA"/>
    <w:rsid w:val="004E526B"/>
    <w:rsid w:val="004F2C21"/>
    <w:rsid w:val="004F75EE"/>
    <w:rsid w:val="00500FDE"/>
    <w:rsid w:val="00505943"/>
    <w:rsid w:val="00506343"/>
    <w:rsid w:val="00506C07"/>
    <w:rsid w:val="00516D9A"/>
    <w:rsid w:val="0052646A"/>
    <w:rsid w:val="00526B9B"/>
    <w:rsid w:val="00530810"/>
    <w:rsid w:val="00542CDC"/>
    <w:rsid w:val="005538B6"/>
    <w:rsid w:val="00561004"/>
    <w:rsid w:val="005703BC"/>
    <w:rsid w:val="00573E87"/>
    <w:rsid w:val="00575B79"/>
    <w:rsid w:val="0058397E"/>
    <w:rsid w:val="00592074"/>
    <w:rsid w:val="00592748"/>
    <w:rsid w:val="005A1AF0"/>
    <w:rsid w:val="005A2B63"/>
    <w:rsid w:val="005A4D84"/>
    <w:rsid w:val="005B4114"/>
    <w:rsid w:val="005B4D39"/>
    <w:rsid w:val="005C23E6"/>
    <w:rsid w:val="005C4AB2"/>
    <w:rsid w:val="005D6937"/>
    <w:rsid w:val="005D79E2"/>
    <w:rsid w:val="005D7DA7"/>
    <w:rsid w:val="005E3289"/>
    <w:rsid w:val="005E5D86"/>
    <w:rsid w:val="00601275"/>
    <w:rsid w:val="00603840"/>
    <w:rsid w:val="00615855"/>
    <w:rsid w:val="00637727"/>
    <w:rsid w:val="006413FE"/>
    <w:rsid w:val="006441C3"/>
    <w:rsid w:val="00650FD5"/>
    <w:rsid w:val="00652D40"/>
    <w:rsid w:val="00653B8B"/>
    <w:rsid w:val="006566F2"/>
    <w:rsid w:val="006612DA"/>
    <w:rsid w:val="00661D9D"/>
    <w:rsid w:val="00662D8F"/>
    <w:rsid w:val="00663C3D"/>
    <w:rsid w:val="006676DD"/>
    <w:rsid w:val="006839C8"/>
    <w:rsid w:val="00692C08"/>
    <w:rsid w:val="00695C25"/>
    <w:rsid w:val="00696AB6"/>
    <w:rsid w:val="006A1BEE"/>
    <w:rsid w:val="006B03D6"/>
    <w:rsid w:val="006B11DE"/>
    <w:rsid w:val="006B1725"/>
    <w:rsid w:val="006B693A"/>
    <w:rsid w:val="006B7470"/>
    <w:rsid w:val="006C4176"/>
    <w:rsid w:val="006C41B8"/>
    <w:rsid w:val="006D407B"/>
    <w:rsid w:val="006D4349"/>
    <w:rsid w:val="006E32F7"/>
    <w:rsid w:val="006F3A5B"/>
    <w:rsid w:val="006F6AA5"/>
    <w:rsid w:val="00704160"/>
    <w:rsid w:val="00704525"/>
    <w:rsid w:val="00706071"/>
    <w:rsid w:val="00706AF5"/>
    <w:rsid w:val="007124D1"/>
    <w:rsid w:val="00713768"/>
    <w:rsid w:val="00715A04"/>
    <w:rsid w:val="00715AEA"/>
    <w:rsid w:val="00715CB0"/>
    <w:rsid w:val="007166EA"/>
    <w:rsid w:val="00723A51"/>
    <w:rsid w:val="00725237"/>
    <w:rsid w:val="00726EE6"/>
    <w:rsid w:val="00731DF4"/>
    <w:rsid w:val="00732118"/>
    <w:rsid w:val="007321D4"/>
    <w:rsid w:val="00742624"/>
    <w:rsid w:val="00743998"/>
    <w:rsid w:val="00751622"/>
    <w:rsid w:val="00752090"/>
    <w:rsid w:val="0076216B"/>
    <w:rsid w:val="00775096"/>
    <w:rsid w:val="007770CA"/>
    <w:rsid w:val="00782340"/>
    <w:rsid w:val="0078591D"/>
    <w:rsid w:val="00786AFA"/>
    <w:rsid w:val="0079593D"/>
    <w:rsid w:val="007A79D3"/>
    <w:rsid w:val="007B1769"/>
    <w:rsid w:val="007B2B22"/>
    <w:rsid w:val="007B46FA"/>
    <w:rsid w:val="007B5536"/>
    <w:rsid w:val="007C62B9"/>
    <w:rsid w:val="007D13F1"/>
    <w:rsid w:val="007D5B6F"/>
    <w:rsid w:val="007D5F7D"/>
    <w:rsid w:val="007E33F7"/>
    <w:rsid w:val="007E69EF"/>
    <w:rsid w:val="007F2694"/>
    <w:rsid w:val="007F5640"/>
    <w:rsid w:val="008053ED"/>
    <w:rsid w:val="00806D14"/>
    <w:rsid w:val="00810557"/>
    <w:rsid w:val="00811D87"/>
    <w:rsid w:val="008241F2"/>
    <w:rsid w:val="008307DA"/>
    <w:rsid w:val="00836B44"/>
    <w:rsid w:val="00843694"/>
    <w:rsid w:val="00847B9B"/>
    <w:rsid w:val="00870B6B"/>
    <w:rsid w:val="00871247"/>
    <w:rsid w:val="008720B6"/>
    <w:rsid w:val="00876481"/>
    <w:rsid w:val="0087717A"/>
    <w:rsid w:val="0088011A"/>
    <w:rsid w:val="0088257D"/>
    <w:rsid w:val="00884C4F"/>
    <w:rsid w:val="00885059"/>
    <w:rsid w:val="0089041B"/>
    <w:rsid w:val="00897FD4"/>
    <w:rsid w:val="008B2A13"/>
    <w:rsid w:val="008B53AA"/>
    <w:rsid w:val="008B6369"/>
    <w:rsid w:val="008C1984"/>
    <w:rsid w:val="008C1E25"/>
    <w:rsid w:val="008C21FD"/>
    <w:rsid w:val="008C2FDD"/>
    <w:rsid w:val="008C5811"/>
    <w:rsid w:val="008D679F"/>
    <w:rsid w:val="008E0274"/>
    <w:rsid w:val="008E522E"/>
    <w:rsid w:val="008F3FA9"/>
    <w:rsid w:val="009004D6"/>
    <w:rsid w:val="0091626A"/>
    <w:rsid w:val="00916490"/>
    <w:rsid w:val="00916D83"/>
    <w:rsid w:val="00923093"/>
    <w:rsid w:val="00924F7C"/>
    <w:rsid w:val="00925C85"/>
    <w:rsid w:val="00926B72"/>
    <w:rsid w:val="00930381"/>
    <w:rsid w:val="00940757"/>
    <w:rsid w:val="00967AE5"/>
    <w:rsid w:val="009726FD"/>
    <w:rsid w:val="00974EBB"/>
    <w:rsid w:val="00982D91"/>
    <w:rsid w:val="00985221"/>
    <w:rsid w:val="00985A44"/>
    <w:rsid w:val="0099784A"/>
    <w:rsid w:val="009A38B6"/>
    <w:rsid w:val="009B02F9"/>
    <w:rsid w:val="009B12A0"/>
    <w:rsid w:val="009B229E"/>
    <w:rsid w:val="009B2770"/>
    <w:rsid w:val="009B3CF9"/>
    <w:rsid w:val="009B6BD0"/>
    <w:rsid w:val="009B723A"/>
    <w:rsid w:val="009C158E"/>
    <w:rsid w:val="009C57D9"/>
    <w:rsid w:val="009C6018"/>
    <w:rsid w:val="009C62BF"/>
    <w:rsid w:val="009D7CEE"/>
    <w:rsid w:val="009E59B9"/>
    <w:rsid w:val="009E6F6B"/>
    <w:rsid w:val="00A02901"/>
    <w:rsid w:val="00A03417"/>
    <w:rsid w:val="00A05D5C"/>
    <w:rsid w:val="00A110FD"/>
    <w:rsid w:val="00A16644"/>
    <w:rsid w:val="00A21840"/>
    <w:rsid w:val="00A27047"/>
    <w:rsid w:val="00A311ED"/>
    <w:rsid w:val="00A425C9"/>
    <w:rsid w:val="00A4425E"/>
    <w:rsid w:val="00A4699B"/>
    <w:rsid w:val="00A531E4"/>
    <w:rsid w:val="00A55339"/>
    <w:rsid w:val="00A56196"/>
    <w:rsid w:val="00A61640"/>
    <w:rsid w:val="00A659D5"/>
    <w:rsid w:val="00A668CA"/>
    <w:rsid w:val="00A7085C"/>
    <w:rsid w:val="00A7275B"/>
    <w:rsid w:val="00A760A8"/>
    <w:rsid w:val="00A812FB"/>
    <w:rsid w:val="00A90477"/>
    <w:rsid w:val="00A90D54"/>
    <w:rsid w:val="00A93B0A"/>
    <w:rsid w:val="00AB2004"/>
    <w:rsid w:val="00AB27A5"/>
    <w:rsid w:val="00AB6161"/>
    <w:rsid w:val="00AB6276"/>
    <w:rsid w:val="00AC13A4"/>
    <w:rsid w:val="00AC74DA"/>
    <w:rsid w:val="00AC7B06"/>
    <w:rsid w:val="00AE1B81"/>
    <w:rsid w:val="00AF20B8"/>
    <w:rsid w:val="00AF7988"/>
    <w:rsid w:val="00B132DC"/>
    <w:rsid w:val="00B13E55"/>
    <w:rsid w:val="00B162D2"/>
    <w:rsid w:val="00B234BA"/>
    <w:rsid w:val="00B27809"/>
    <w:rsid w:val="00B357B4"/>
    <w:rsid w:val="00B37EE0"/>
    <w:rsid w:val="00B40FFA"/>
    <w:rsid w:val="00B43A72"/>
    <w:rsid w:val="00B72359"/>
    <w:rsid w:val="00B81563"/>
    <w:rsid w:val="00B863AF"/>
    <w:rsid w:val="00B94121"/>
    <w:rsid w:val="00B97378"/>
    <w:rsid w:val="00BA0B2B"/>
    <w:rsid w:val="00BA2BB1"/>
    <w:rsid w:val="00BB125D"/>
    <w:rsid w:val="00BB30B0"/>
    <w:rsid w:val="00BB4D74"/>
    <w:rsid w:val="00BB68F9"/>
    <w:rsid w:val="00BC5228"/>
    <w:rsid w:val="00BD06C2"/>
    <w:rsid w:val="00BD0904"/>
    <w:rsid w:val="00BD2219"/>
    <w:rsid w:val="00BE4F43"/>
    <w:rsid w:val="00BE7A73"/>
    <w:rsid w:val="00BF14E7"/>
    <w:rsid w:val="00BF1A40"/>
    <w:rsid w:val="00BF4AA1"/>
    <w:rsid w:val="00BF5FBE"/>
    <w:rsid w:val="00C00FDA"/>
    <w:rsid w:val="00C01855"/>
    <w:rsid w:val="00C103ED"/>
    <w:rsid w:val="00C17CDF"/>
    <w:rsid w:val="00C21584"/>
    <w:rsid w:val="00C337AD"/>
    <w:rsid w:val="00C339A7"/>
    <w:rsid w:val="00C34A4D"/>
    <w:rsid w:val="00C4096D"/>
    <w:rsid w:val="00C42895"/>
    <w:rsid w:val="00C42B30"/>
    <w:rsid w:val="00C44A0E"/>
    <w:rsid w:val="00C46000"/>
    <w:rsid w:val="00C477BA"/>
    <w:rsid w:val="00C47CA5"/>
    <w:rsid w:val="00C508F1"/>
    <w:rsid w:val="00C50A02"/>
    <w:rsid w:val="00C53470"/>
    <w:rsid w:val="00C54C07"/>
    <w:rsid w:val="00C54E26"/>
    <w:rsid w:val="00C6134F"/>
    <w:rsid w:val="00C65CD8"/>
    <w:rsid w:val="00C750C7"/>
    <w:rsid w:val="00C76768"/>
    <w:rsid w:val="00C7699C"/>
    <w:rsid w:val="00C76D49"/>
    <w:rsid w:val="00C81FE1"/>
    <w:rsid w:val="00C86030"/>
    <w:rsid w:val="00C95123"/>
    <w:rsid w:val="00CA1DEC"/>
    <w:rsid w:val="00CB0DFB"/>
    <w:rsid w:val="00CB1B20"/>
    <w:rsid w:val="00CB2865"/>
    <w:rsid w:val="00CB65C3"/>
    <w:rsid w:val="00CC6845"/>
    <w:rsid w:val="00CE0A86"/>
    <w:rsid w:val="00CF5EFF"/>
    <w:rsid w:val="00CF7132"/>
    <w:rsid w:val="00D00E14"/>
    <w:rsid w:val="00D06860"/>
    <w:rsid w:val="00D1505E"/>
    <w:rsid w:val="00D21F60"/>
    <w:rsid w:val="00D22BF5"/>
    <w:rsid w:val="00D268E9"/>
    <w:rsid w:val="00D316B3"/>
    <w:rsid w:val="00D33ECC"/>
    <w:rsid w:val="00D410EE"/>
    <w:rsid w:val="00D41D81"/>
    <w:rsid w:val="00D433FB"/>
    <w:rsid w:val="00D477FA"/>
    <w:rsid w:val="00D54F22"/>
    <w:rsid w:val="00D6194D"/>
    <w:rsid w:val="00D63CD0"/>
    <w:rsid w:val="00D71FB8"/>
    <w:rsid w:val="00D74217"/>
    <w:rsid w:val="00D77C41"/>
    <w:rsid w:val="00D82723"/>
    <w:rsid w:val="00D87C9B"/>
    <w:rsid w:val="00D918AE"/>
    <w:rsid w:val="00D91D34"/>
    <w:rsid w:val="00DA151C"/>
    <w:rsid w:val="00DA16BA"/>
    <w:rsid w:val="00DA4AC5"/>
    <w:rsid w:val="00DA51AE"/>
    <w:rsid w:val="00DA6611"/>
    <w:rsid w:val="00DB467C"/>
    <w:rsid w:val="00DC1CC2"/>
    <w:rsid w:val="00DC58D3"/>
    <w:rsid w:val="00DD2E83"/>
    <w:rsid w:val="00DE2089"/>
    <w:rsid w:val="00DE5737"/>
    <w:rsid w:val="00DF7708"/>
    <w:rsid w:val="00E12D93"/>
    <w:rsid w:val="00E131A6"/>
    <w:rsid w:val="00E162C9"/>
    <w:rsid w:val="00E2102F"/>
    <w:rsid w:val="00E2359E"/>
    <w:rsid w:val="00E31120"/>
    <w:rsid w:val="00E3430C"/>
    <w:rsid w:val="00E35933"/>
    <w:rsid w:val="00E40B70"/>
    <w:rsid w:val="00E410E3"/>
    <w:rsid w:val="00E46FCC"/>
    <w:rsid w:val="00E52351"/>
    <w:rsid w:val="00E54414"/>
    <w:rsid w:val="00E627CC"/>
    <w:rsid w:val="00E70A1A"/>
    <w:rsid w:val="00E717DF"/>
    <w:rsid w:val="00E73667"/>
    <w:rsid w:val="00E87A77"/>
    <w:rsid w:val="00E948B7"/>
    <w:rsid w:val="00EA50C1"/>
    <w:rsid w:val="00EB2A59"/>
    <w:rsid w:val="00EC0D50"/>
    <w:rsid w:val="00ED39FF"/>
    <w:rsid w:val="00EE1147"/>
    <w:rsid w:val="00EE12A4"/>
    <w:rsid w:val="00EE44D0"/>
    <w:rsid w:val="00EE6247"/>
    <w:rsid w:val="00EE67E7"/>
    <w:rsid w:val="00EF09A3"/>
    <w:rsid w:val="00EF2547"/>
    <w:rsid w:val="00EF2D5A"/>
    <w:rsid w:val="00EF5DF7"/>
    <w:rsid w:val="00F02171"/>
    <w:rsid w:val="00F03222"/>
    <w:rsid w:val="00F121AC"/>
    <w:rsid w:val="00F14E36"/>
    <w:rsid w:val="00F4386B"/>
    <w:rsid w:val="00F65AE9"/>
    <w:rsid w:val="00F7202E"/>
    <w:rsid w:val="00F76CBA"/>
    <w:rsid w:val="00F8567C"/>
    <w:rsid w:val="00F948A9"/>
    <w:rsid w:val="00F97EE8"/>
    <w:rsid w:val="00FB3DBE"/>
    <w:rsid w:val="00FC43FB"/>
    <w:rsid w:val="00FC5D37"/>
    <w:rsid w:val="00FD1FFE"/>
    <w:rsid w:val="00FD7558"/>
    <w:rsid w:val="00FE0A32"/>
    <w:rsid w:val="00FE22AE"/>
    <w:rsid w:val="00FE367A"/>
    <w:rsid w:val="00FE3D50"/>
    <w:rsid w:val="00FF2850"/>
    <w:rsid w:val="00FF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91F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054C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4CEE"/>
    <w:rPr>
      <w:b/>
      <w:bCs/>
      <w:kern w:val="36"/>
      <w:sz w:val="48"/>
      <w:szCs w:val="48"/>
    </w:rPr>
  </w:style>
  <w:style w:type="table" w:styleId="TableGrid">
    <w:name w:val="Table Grid"/>
    <w:basedOn w:val="TableNormal"/>
    <w:uiPriority w:val="99"/>
    <w:rsid w:val="00EB2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00F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845"/>
    <w:rPr>
      <w:sz w:val="0"/>
      <w:szCs w:val="0"/>
    </w:rPr>
  </w:style>
  <w:style w:type="paragraph" w:customStyle="1" w:styleId="a">
    <w:name w:val="Обычный + По центру"/>
    <w:aliases w:val="Междустр.интервал:  множитель 0,95 ин"/>
    <w:basedOn w:val="Normal"/>
    <w:uiPriority w:val="99"/>
    <w:rsid w:val="002F3797"/>
    <w:pPr>
      <w:spacing w:line="228" w:lineRule="auto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50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294</Words>
  <Characters>1681</Characters>
  <Application>Microsoft Office Outlook</Application>
  <DocSecurity>0</DocSecurity>
  <Lines>0</Lines>
  <Paragraphs>0</Paragraphs>
  <ScaleCrop>false</ScaleCrop>
  <Company>Ростовская область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Администрация</dc:creator>
  <cp:keywords/>
  <dc:description/>
  <cp:lastModifiedBy>Customer</cp:lastModifiedBy>
  <cp:revision>4</cp:revision>
  <cp:lastPrinted>2015-06-10T07:41:00Z</cp:lastPrinted>
  <dcterms:created xsi:type="dcterms:W3CDTF">2015-06-10T07:56:00Z</dcterms:created>
  <dcterms:modified xsi:type="dcterms:W3CDTF">2015-06-10T08:08:00Z</dcterms:modified>
</cp:coreProperties>
</file>