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84" w:rsidRDefault="003B7E84" w:rsidP="00B961D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B7E84" w:rsidRDefault="003B7E84" w:rsidP="00B961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3B7E84" w:rsidRDefault="003B7E84" w:rsidP="00B961D1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2014 г. по 31 декабря 2014г.</w:t>
      </w:r>
    </w:p>
    <w:p w:rsidR="003B7E84" w:rsidRDefault="003B7E84" w:rsidP="00B961D1">
      <w:pPr>
        <w:jc w:val="center"/>
        <w:rPr>
          <w:sz w:val="28"/>
          <w:szCs w:val="28"/>
        </w:rPr>
      </w:pPr>
    </w:p>
    <w:tbl>
      <w:tblPr>
        <w:tblW w:w="15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602"/>
        <w:gridCol w:w="1079"/>
        <w:gridCol w:w="1080"/>
        <w:gridCol w:w="1080"/>
        <w:gridCol w:w="971"/>
        <w:gridCol w:w="1189"/>
        <w:gridCol w:w="1080"/>
        <w:gridCol w:w="1080"/>
        <w:gridCol w:w="1740"/>
        <w:gridCol w:w="1740"/>
        <w:gridCol w:w="1740"/>
      </w:tblGrid>
      <w:tr w:rsidR="003B7E84">
        <w:tc>
          <w:tcPr>
            <w:tcW w:w="1384" w:type="dxa"/>
            <w:vMerge w:val="restart"/>
            <w:vAlign w:val="center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vAlign w:val="center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210" w:type="dxa"/>
            <w:gridSpan w:val="4"/>
            <w:vAlign w:val="center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349" w:type="dxa"/>
            <w:gridSpan w:val="3"/>
            <w:vAlign w:val="center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находящиеся в пользовании</w:t>
            </w:r>
          </w:p>
        </w:tc>
        <w:tc>
          <w:tcPr>
            <w:tcW w:w="1740" w:type="dxa"/>
            <w:vMerge w:val="restart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</w:tcPr>
          <w:p w:rsidR="003B7E84" w:rsidRDefault="003B7E84" w:rsidP="006823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7E84">
        <w:tc>
          <w:tcPr>
            <w:tcW w:w="1384" w:type="dxa"/>
            <w:vMerge/>
            <w:vAlign w:val="center"/>
          </w:tcPr>
          <w:p w:rsidR="003B7E84" w:rsidRDefault="003B7E84" w:rsidP="00B46079">
            <w:pPr>
              <w:rPr>
                <w:lang w:eastAsia="en-US"/>
              </w:rPr>
            </w:pPr>
          </w:p>
        </w:tc>
        <w:tc>
          <w:tcPr>
            <w:tcW w:w="1602" w:type="dxa"/>
            <w:vMerge/>
            <w:vAlign w:val="center"/>
          </w:tcPr>
          <w:p w:rsidR="003B7E84" w:rsidRDefault="003B7E84" w:rsidP="00B46079">
            <w:pPr>
              <w:rPr>
                <w:lang w:eastAsia="en-US"/>
              </w:rPr>
            </w:pPr>
          </w:p>
        </w:tc>
        <w:tc>
          <w:tcPr>
            <w:tcW w:w="1079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971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9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3B7E84" w:rsidRPr="00682377" w:rsidRDefault="003B7E84" w:rsidP="00682377">
            <w:pPr>
              <w:jc w:val="center"/>
              <w:rPr>
                <w:sz w:val="20"/>
                <w:szCs w:val="20"/>
                <w:lang w:eastAsia="en-US"/>
              </w:rPr>
            </w:pPr>
            <w:r w:rsidRPr="00682377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vAlign w:val="center"/>
          </w:tcPr>
          <w:p w:rsidR="003B7E84" w:rsidRDefault="003B7E84" w:rsidP="00B46079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3B7E84" w:rsidRDefault="003B7E84" w:rsidP="00B46079">
            <w:pPr>
              <w:rPr>
                <w:lang w:eastAsia="en-US"/>
              </w:rPr>
            </w:pPr>
          </w:p>
        </w:tc>
        <w:tc>
          <w:tcPr>
            <w:tcW w:w="1740" w:type="dxa"/>
            <w:vMerge/>
            <w:vAlign w:val="center"/>
          </w:tcPr>
          <w:p w:rsidR="003B7E84" w:rsidRDefault="003B7E84" w:rsidP="00B46079">
            <w:pPr>
              <w:rPr>
                <w:lang w:eastAsia="en-US"/>
              </w:rPr>
            </w:pPr>
          </w:p>
        </w:tc>
      </w:tr>
      <w:tr w:rsidR="003B7E84">
        <w:trPr>
          <w:trHeight w:val="2034"/>
        </w:trPr>
        <w:tc>
          <w:tcPr>
            <w:tcW w:w="1384" w:type="dxa"/>
          </w:tcPr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Рахмату-лин Р.Н.</w:t>
            </w:r>
          </w:p>
        </w:tc>
        <w:tc>
          <w:tcPr>
            <w:tcW w:w="1602" w:type="dxa"/>
          </w:tcPr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Директор МБОУ ДО</w:t>
            </w:r>
            <w:r w:rsidRPr="00682377">
              <w:rPr>
                <w:color w:val="333333"/>
                <w:lang w:eastAsia="en-US"/>
              </w:rPr>
              <w:t xml:space="preserve"> ДЮСШ</w:t>
            </w:r>
          </w:p>
        </w:tc>
        <w:tc>
          <w:tcPr>
            <w:tcW w:w="1079" w:type="dxa"/>
          </w:tcPr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3B7E84" w:rsidRDefault="003B7E84" w:rsidP="00B46079">
            <w:pPr>
              <w:rPr>
                <w:lang w:eastAsia="en-US"/>
              </w:rPr>
            </w:pPr>
          </w:p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 </w:t>
            </w:r>
          </w:p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>Земель-ный участок</w:t>
            </w:r>
          </w:p>
        </w:tc>
        <w:tc>
          <w:tcPr>
            <w:tcW w:w="1080" w:type="dxa"/>
          </w:tcPr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  <w:r w:rsidRPr="00682377">
              <w:rPr>
                <w:color w:val="333333"/>
                <w:lang w:eastAsia="en-US"/>
              </w:rPr>
              <w:t>Общая долевая</w:t>
            </w:r>
          </w:p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1/2 </w:t>
            </w: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Инди-видуль-ная</w:t>
            </w: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080" w:type="dxa"/>
          </w:tcPr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77</w:t>
            </w:r>
          </w:p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</w:p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</w:p>
          <w:p w:rsidR="003B7E84" w:rsidRPr="00682377" w:rsidRDefault="003B7E84" w:rsidP="00B50B0F">
            <w:pPr>
              <w:rPr>
                <w:color w:val="333333"/>
                <w:lang w:eastAsia="en-US"/>
              </w:rPr>
            </w:pPr>
          </w:p>
          <w:p w:rsidR="003B7E84" w:rsidRPr="00682377" w:rsidRDefault="003B7E84" w:rsidP="00B50B0F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914</w:t>
            </w: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71" w:type="dxa"/>
          </w:tcPr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  <w:r w:rsidRPr="00682377">
              <w:rPr>
                <w:color w:val="333333"/>
                <w:lang w:eastAsia="en-US"/>
              </w:rPr>
              <w:t>Россия</w:t>
            </w: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  <w:r w:rsidRPr="00682377">
              <w:rPr>
                <w:color w:val="333333"/>
                <w:lang w:eastAsia="en-US"/>
              </w:rPr>
              <w:t>Россия</w:t>
            </w: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89" w:type="dxa"/>
          </w:tcPr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080" w:type="dxa"/>
          </w:tcPr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31,3</w:t>
            </w:r>
          </w:p>
        </w:tc>
        <w:tc>
          <w:tcPr>
            <w:tcW w:w="1080" w:type="dxa"/>
          </w:tcPr>
          <w:p w:rsidR="003B7E84" w:rsidRPr="00682377" w:rsidRDefault="003B7E84" w:rsidP="00682377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740" w:type="dxa"/>
          </w:tcPr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  <w:p w:rsidR="003B7E84" w:rsidRDefault="003B7E84" w:rsidP="00B46079">
            <w:pPr>
              <w:rPr>
                <w:lang w:eastAsia="en-US"/>
              </w:rPr>
            </w:pPr>
            <w:r>
              <w:rPr>
                <w:lang w:eastAsia="en-US"/>
              </w:rPr>
              <w:t>Фольксваген Гольф</w:t>
            </w:r>
          </w:p>
        </w:tc>
        <w:tc>
          <w:tcPr>
            <w:tcW w:w="1740" w:type="dxa"/>
          </w:tcPr>
          <w:p w:rsidR="003B7E84" w:rsidRPr="00682377" w:rsidRDefault="003B7E84" w:rsidP="00B46079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294107,76</w:t>
            </w:r>
          </w:p>
        </w:tc>
        <w:tc>
          <w:tcPr>
            <w:tcW w:w="1740" w:type="dxa"/>
          </w:tcPr>
          <w:p w:rsidR="003B7E84" w:rsidRPr="00682377" w:rsidRDefault="003B7E84" w:rsidP="00B46079">
            <w:pPr>
              <w:rPr>
                <w:color w:val="333333"/>
                <w:lang w:val="en-US" w:eastAsia="en-US"/>
              </w:rPr>
            </w:pPr>
          </w:p>
        </w:tc>
      </w:tr>
    </w:tbl>
    <w:p w:rsidR="003B7E84" w:rsidRDefault="003B7E84" w:rsidP="00B961D1">
      <w:pPr>
        <w:rPr>
          <w:color w:val="800000"/>
        </w:rPr>
      </w:pPr>
    </w:p>
    <w:p w:rsidR="003B7E84" w:rsidRDefault="003B7E84" w:rsidP="00B961D1"/>
    <w:p w:rsidR="003B7E84" w:rsidRDefault="003B7E84"/>
    <w:sectPr w:rsidR="003B7E84" w:rsidSect="00B961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5A7"/>
    <w:rsid w:val="000532E3"/>
    <w:rsid w:val="000847EA"/>
    <w:rsid w:val="00151EFC"/>
    <w:rsid w:val="00156DDF"/>
    <w:rsid w:val="003A5D91"/>
    <w:rsid w:val="003B7E84"/>
    <w:rsid w:val="00467E21"/>
    <w:rsid w:val="005361F5"/>
    <w:rsid w:val="00622CCF"/>
    <w:rsid w:val="006745E6"/>
    <w:rsid w:val="00682377"/>
    <w:rsid w:val="007602C8"/>
    <w:rsid w:val="008534DA"/>
    <w:rsid w:val="00857A21"/>
    <w:rsid w:val="00871675"/>
    <w:rsid w:val="00880A8A"/>
    <w:rsid w:val="008A1AA5"/>
    <w:rsid w:val="008E46AC"/>
    <w:rsid w:val="008E7BA7"/>
    <w:rsid w:val="00953F32"/>
    <w:rsid w:val="00A815A7"/>
    <w:rsid w:val="00B46079"/>
    <w:rsid w:val="00B50B0F"/>
    <w:rsid w:val="00B961D1"/>
    <w:rsid w:val="00BF0B99"/>
    <w:rsid w:val="00C04AA0"/>
    <w:rsid w:val="00CA45FA"/>
    <w:rsid w:val="00CA60E9"/>
    <w:rsid w:val="00E65AFA"/>
    <w:rsid w:val="00F0313C"/>
    <w:rsid w:val="00F6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1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961D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127</Words>
  <Characters>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2014-05-08T07:11:00Z</dcterms:created>
  <dcterms:modified xsi:type="dcterms:W3CDTF">2015-05-20T05:16:00Z</dcterms:modified>
</cp:coreProperties>
</file>