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94B" w:rsidRDefault="00A6294B" w:rsidP="00E336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6294B" w:rsidRPr="00535268" w:rsidRDefault="00A6294B" w:rsidP="00822A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35268">
        <w:rPr>
          <w:rFonts w:ascii="Times New Roman" w:hAnsi="Times New Roman"/>
          <w:sz w:val="28"/>
          <w:szCs w:val="28"/>
        </w:rPr>
        <w:t>СВЕДЕНИЯ</w:t>
      </w:r>
    </w:p>
    <w:p w:rsidR="00A6294B" w:rsidRPr="00464137" w:rsidRDefault="00A6294B" w:rsidP="004641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35268">
        <w:rPr>
          <w:rFonts w:ascii="Times New Roman" w:hAnsi="Times New Roman" w:cs="Times New Roman"/>
          <w:sz w:val="28"/>
          <w:szCs w:val="28"/>
        </w:rPr>
        <w:t xml:space="preserve">о доходах, расходах об имуществе и обязательствах имущественного характера </w:t>
      </w:r>
      <w:r>
        <w:rPr>
          <w:rFonts w:ascii="Times New Roman" w:hAnsi="Times New Roman" w:cs="Times New Roman"/>
          <w:sz w:val="28"/>
          <w:szCs w:val="28"/>
        </w:rPr>
        <w:t xml:space="preserve">лиц, замещающих должности </w:t>
      </w:r>
      <w:r w:rsidRPr="00535268">
        <w:rPr>
          <w:rFonts w:ascii="Times New Roman" w:hAnsi="Times New Roman" w:cs="Times New Roman"/>
          <w:color w:val="000000"/>
          <w:sz w:val="28"/>
          <w:szCs w:val="28"/>
        </w:rPr>
        <w:t>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Pr="005352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службы</w:t>
      </w:r>
      <w:r w:rsidRPr="00535268">
        <w:rPr>
          <w:rFonts w:ascii="Times New Roman" w:hAnsi="Times New Roman" w:cs="Times New Roman"/>
          <w:color w:val="000000"/>
          <w:sz w:val="28"/>
          <w:szCs w:val="28"/>
        </w:rPr>
        <w:t xml:space="preserve"> Брянской городской администрации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535268">
        <w:rPr>
          <w:rFonts w:ascii="Times New Roman" w:hAnsi="Times New Roman" w:cs="Times New Roman"/>
          <w:color w:val="000000"/>
          <w:sz w:val="28"/>
          <w:szCs w:val="28"/>
        </w:rPr>
        <w:t xml:space="preserve"> руководителей муниципальных учреждений города Брянска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535268">
        <w:rPr>
          <w:rFonts w:ascii="Times New Roman" w:hAnsi="Times New Roman" w:cs="Times New Roman"/>
          <w:color w:val="000000"/>
          <w:sz w:val="28"/>
          <w:szCs w:val="28"/>
        </w:rPr>
        <w:t xml:space="preserve">  членов их семей, </w:t>
      </w:r>
      <w:r>
        <w:rPr>
          <w:rFonts w:ascii="Times New Roman" w:hAnsi="Times New Roman" w:cs="Times New Roman"/>
          <w:sz w:val="28"/>
          <w:szCs w:val="28"/>
        </w:rPr>
        <w:t>с 1 января по 31 декабря 2014</w:t>
      </w:r>
      <w:r w:rsidRPr="00047CCB">
        <w:rPr>
          <w:rFonts w:ascii="Times New Roman" w:hAnsi="Times New Roman" w:cs="Times New Roman"/>
          <w:sz w:val="28"/>
          <w:szCs w:val="28"/>
        </w:rPr>
        <w:t xml:space="preserve"> года для размещения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Брянской городской администрации </w:t>
      </w:r>
      <w:r w:rsidRPr="00047CCB">
        <w:rPr>
          <w:rFonts w:ascii="Times New Roman" w:hAnsi="Times New Roman" w:cs="Times New Roman"/>
          <w:sz w:val="28"/>
          <w:szCs w:val="28"/>
        </w:rPr>
        <w:t>и предоставления этих сведений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7CCB">
        <w:rPr>
          <w:rFonts w:ascii="Times New Roman" w:hAnsi="Times New Roman" w:cs="Times New Roman"/>
          <w:sz w:val="28"/>
          <w:szCs w:val="28"/>
        </w:rPr>
        <w:t>средствам массовой информации для опубликования</w:t>
      </w:r>
    </w:p>
    <w:p w:rsidR="00A6294B" w:rsidRDefault="00A6294B" w:rsidP="00822A75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A6294B" w:rsidRDefault="00A6294B" w:rsidP="00822A75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A6294B" w:rsidRPr="00F36806" w:rsidRDefault="00A6294B" w:rsidP="00822A75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tbl>
      <w:tblPr>
        <w:tblW w:w="1547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50"/>
        <w:gridCol w:w="2244"/>
        <w:gridCol w:w="1276"/>
        <w:gridCol w:w="1843"/>
        <w:gridCol w:w="1330"/>
        <w:gridCol w:w="1951"/>
        <w:gridCol w:w="993"/>
        <w:gridCol w:w="1415"/>
        <w:gridCol w:w="1843"/>
        <w:gridCol w:w="2126"/>
      </w:tblGrid>
      <w:tr w:rsidR="00A6294B" w:rsidRPr="00EE349B" w:rsidTr="005111C7"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bookmarkStart w:id="0" w:name="Par88"/>
            <w:bookmarkEnd w:id="0"/>
            <w:r>
              <w:rPr>
                <w:rFonts w:ascii="Times New Roman" w:hAnsi="Times New Roman"/>
              </w:rPr>
              <w:t>№</w:t>
            </w:r>
            <w:r w:rsidRPr="00EE349B"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w="2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Фамилия, имя, отчество </w:t>
            </w:r>
            <w:r w:rsidRPr="00EE349B">
              <w:rPr>
                <w:rFonts w:ascii="Times New Roman" w:hAnsi="Times New Roman"/>
              </w:rPr>
              <w:t>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48CD">
              <w:rPr>
                <w:rFonts w:ascii="Times New Roman" w:hAnsi="Times New Roman"/>
              </w:rPr>
              <w:t>Должность</w:t>
            </w:r>
            <w:r>
              <w:rPr>
                <w:rFonts w:ascii="Times New Roman" w:hAnsi="Times New Roman"/>
              </w:rPr>
              <w:t xml:space="preserve"> </w:t>
            </w:r>
            <w:r w:rsidRPr="008E34EA">
              <w:rPr>
                <w:rFonts w:ascii="Times New Roman" w:hAnsi="Times New Roman"/>
              </w:rPr>
              <w:t>лица, представившего сведения</w:t>
            </w:r>
            <w:bookmarkStart w:id="1" w:name="_GoBack"/>
            <w:bookmarkEnd w:id="1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сумма д</w:t>
            </w:r>
            <w:r w:rsidRPr="00EE349B">
              <w:rPr>
                <w:rFonts w:ascii="Times New Roman" w:hAnsi="Times New Roman"/>
              </w:rPr>
              <w:t>екларированн</w:t>
            </w:r>
            <w:r>
              <w:rPr>
                <w:rFonts w:ascii="Times New Roman" w:hAnsi="Times New Roman"/>
              </w:rPr>
              <w:t>ого</w:t>
            </w:r>
            <w:r w:rsidRPr="00EE349B">
              <w:rPr>
                <w:rFonts w:ascii="Times New Roman" w:hAnsi="Times New Roman"/>
              </w:rPr>
              <w:t xml:space="preserve"> годово</w:t>
            </w:r>
            <w:r>
              <w:rPr>
                <w:rFonts w:ascii="Times New Roman" w:hAnsi="Times New Roman"/>
              </w:rPr>
              <w:t>го</w:t>
            </w:r>
            <w:r w:rsidRPr="00EE349B">
              <w:rPr>
                <w:rFonts w:ascii="Times New Roman" w:hAnsi="Times New Roman"/>
              </w:rPr>
              <w:t xml:space="preserve"> доход</w:t>
            </w:r>
            <w:r>
              <w:rPr>
                <w:rFonts w:ascii="Times New Roman" w:hAnsi="Times New Roman"/>
              </w:rPr>
              <w:t>а</w:t>
            </w:r>
            <w:r w:rsidRPr="00EE349B">
              <w:rPr>
                <w:rFonts w:ascii="Times New Roman" w:hAnsi="Times New Roman"/>
              </w:rPr>
              <w:t xml:space="preserve"> </w:t>
            </w:r>
            <w:hyperlink w:anchor="Par184" w:history="1">
              <w:r w:rsidRPr="00EE349B">
                <w:rPr>
                  <w:rFonts w:ascii="Times New Roman" w:hAnsi="Times New Roman"/>
                  <w:color w:val="0000FF"/>
                </w:rPr>
                <w:t>&lt;1&gt;</w:t>
              </w:r>
            </w:hyperlink>
            <w:r w:rsidRPr="00EE349B">
              <w:rPr>
                <w:rFonts w:ascii="Times New Roman" w:hAnsi="Times New Roman"/>
              </w:rPr>
              <w:t xml:space="preserve"> (руб.)</w:t>
            </w:r>
          </w:p>
        </w:tc>
        <w:tc>
          <w:tcPr>
            <w:tcW w:w="5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Перечень объектов</w:t>
            </w:r>
            <w:r w:rsidRPr="00EE349B">
              <w:rPr>
                <w:rFonts w:ascii="Times New Roman" w:hAnsi="Times New Roman"/>
              </w:rPr>
              <w:t xml:space="preserve"> недвижимо</w:t>
            </w:r>
            <w:r>
              <w:rPr>
                <w:rFonts w:ascii="Times New Roman" w:hAnsi="Times New Roman"/>
              </w:rPr>
              <w:t>го имущества</w:t>
            </w:r>
            <w:r w:rsidRPr="00EE349B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принадлежащих на праве собственности или находящихся в пользовании</w:t>
            </w:r>
            <w:r w:rsidRPr="00EE349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Перечень т</w:t>
            </w:r>
            <w:r w:rsidRPr="00EE349B">
              <w:rPr>
                <w:rFonts w:ascii="Times New Roman" w:hAnsi="Times New Roman"/>
              </w:rPr>
              <w:t>ранспортны</w:t>
            </w:r>
            <w:r>
              <w:rPr>
                <w:rFonts w:ascii="Times New Roman" w:hAnsi="Times New Roman"/>
              </w:rPr>
              <w:t>х</w:t>
            </w:r>
            <w:r w:rsidRPr="00EE349B">
              <w:rPr>
                <w:rFonts w:ascii="Times New Roman" w:hAnsi="Times New Roman"/>
              </w:rPr>
              <w:t xml:space="preserve"> средств</w:t>
            </w:r>
            <w:r>
              <w:rPr>
                <w:rFonts w:ascii="Times New Roman" w:hAnsi="Times New Roman"/>
              </w:rPr>
              <w:t>, принадлежащих  на праве собственности</w:t>
            </w:r>
            <w:r w:rsidRPr="00EE349B">
              <w:rPr>
                <w:rFonts w:ascii="Times New Roman" w:hAnsi="Times New Roman"/>
              </w:rPr>
              <w:t xml:space="preserve"> (марка</w:t>
            </w:r>
            <w:r>
              <w:rPr>
                <w:rFonts w:ascii="Times New Roman" w:hAnsi="Times New Roman"/>
              </w:rPr>
              <w:t>, модель, вид собственности</w:t>
            </w:r>
            <w:r w:rsidRPr="00EE349B">
              <w:rPr>
                <w:rFonts w:ascii="Times New Roman" w:hAnsi="Times New Roman"/>
              </w:rPr>
              <w:t>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 w:rsidRPr="00EE349B">
              <w:rPr>
                <w:rFonts w:ascii="Times New Roman" w:hAnsi="Times New Roman"/>
              </w:rPr>
              <w:t xml:space="preserve">Сведения об источниках получения средств, за счет которых совершена сделка </w:t>
            </w:r>
            <w:hyperlink w:anchor="Par185" w:history="1">
              <w:r w:rsidRPr="00EE349B">
                <w:rPr>
                  <w:rFonts w:ascii="Times New Roman" w:hAnsi="Times New Roman"/>
                  <w:color w:val="0000FF"/>
                </w:rPr>
                <w:t>&lt;2&gt;</w:t>
              </w:r>
            </w:hyperlink>
            <w:r w:rsidRPr="00EE349B">
              <w:rPr>
                <w:rFonts w:ascii="Times New Roman" w:hAnsi="Times New Roman"/>
              </w:rPr>
              <w:t xml:space="preserve"> (вид приобретенного имущества, источники)</w:t>
            </w:r>
          </w:p>
        </w:tc>
      </w:tr>
      <w:tr w:rsidR="00A6294B" w:rsidRPr="00EE349B" w:rsidTr="005111C7"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EE349B">
              <w:rPr>
                <w:rFonts w:ascii="Times New Roman" w:hAnsi="Times New Roman"/>
              </w:rPr>
              <w:t>ид объект</w:t>
            </w:r>
            <w:r>
              <w:rPr>
                <w:rFonts w:ascii="Times New Roman" w:hAnsi="Times New Roman"/>
              </w:rPr>
              <w:t>ов недвижимос-ти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EE349B">
              <w:rPr>
                <w:rFonts w:ascii="Times New Roman" w:hAnsi="Times New Roman"/>
              </w:rPr>
              <w:t>ид собственности</w:t>
            </w:r>
            <w:r>
              <w:rPr>
                <w:rFonts w:ascii="Times New Roman" w:hAnsi="Times New Roman"/>
              </w:rPr>
              <w:t xml:space="preserve"> или вид и сроки пользования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EE349B">
              <w:rPr>
                <w:rFonts w:ascii="Times New Roman" w:hAnsi="Times New Roman"/>
              </w:rPr>
              <w:t>лощадь (кв. м</w:t>
            </w:r>
            <w:r>
              <w:rPr>
                <w:rFonts w:ascii="Times New Roman" w:hAnsi="Times New Roman"/>
              </w:rPr>
              <w:t>.</w:t>
            </w:r>
            <w:r w:rsidRPr="00EE349B">
              <w:rPr>
                <w:rFonts w:ascii="Times New Roman" w:hAnsi="Times New Roman"/>
              </w:rPr>
              <w:t>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EE349B">
              <w:rPr>
                <w:rFonts w:ascii="Times New Roman" w:hAnsi="Times New Roman"/>
              </w:rPr>
              <w:t>трана расположения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294B" w:rsidRPr="00EE349B" w:rsidTr="005111C7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Волоская Наталья Владимировна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916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организаци-онно-кадровой работы и муниципа-льной службы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865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603883, 49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865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(долевая)</w:t>
            </w: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(долевая) </w:t>
            </w: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(долевая)</w:t>
            </w: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 w:rsidRPr="00BB7569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индивидуальная</w:t>
            </w:r>
            <w:r w:rsidRPr="00BB7569">
              <w:rPr>
                <w:rFonts w:ascii="Times New Roman" w:hAnsi="Times New Roman"/>
              </w:rPr>
              <w:t>)</w:t>
            </w: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115,3</w:t>
            </w: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82,11</w:t>
            </w: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865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Фольксваген поло (индивидуальная)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865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6294B" w:rsidRPr="00EE349B" w:rsidTr="005111C7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Рязанцев Василий Викторович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916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муниципального контроля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EF2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938824,67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(долевая) </w:t>
            </w: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(долевая)</w:t>
            </w: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798</w:t>
            </w: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871</w:t>
            </w: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58,1</w:t>
            </w: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EF2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Дэу нексия</w:t>
            </w:r>
          </w:p>
          <w:p w:rsidR="00A6294B" w:rsidRDefault="00A6294B" w:rsidP="00EF2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A6294B" w:rsidRDefault="00A6294B" w:rsidP="00EF2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6294B" w:rsidRDefault="00A6294B" w:rsidP="00EF2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6294B" w:rsidRDefault="00A6294B" w:rsidP="00EF2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Урал</w:t>
            </w:r>
          </w:p>
          <w:p w:rsidR="00A6294B" w:rsidRPr="00EE349B" w:rsidRDefault="00A6294B" w:rsidP="00EF2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EF2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6294B" w:rsidRPr="00EE349B" w:rsidTr="005111C7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916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444003,42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916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(долевая) </w:t>
            </w: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A6294B" w:rsidRDefault="00A6294B" w:rsidP="00916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(долевая)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871</w:t>
            </w: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58,1</w:t>
            </w:r>
          </w:p>
          <w:p w:rsidR="00A6294B" w:rsidRDefault="00A6294B" w:rsidP="00916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294B" w:rsidRDefault="00A6294B" w:rsidP="00916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6294B" w:rsidRPr="00EE349B" w:rsidTr="005111C7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Агалаков Роман Владимирович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916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информатизации и компьютерных технологий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916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6294B" w:rsidRPr="00EE349B" w:rsidRDefault="00A6294B" w:rsidP="00916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699153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 w:rsidRPr="00BB7569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индивидуальная</w:t>
            </w:r>
            <w:r w:rsidRPr="00BB7569">
              <w:rPr>
                <w:rFonts w:ascii="Times New Roman" w:hAnsi="Times New Roman"/>
              </w:rPr>
              <w:t>)</w:t>
            </w: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56,8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916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 2106</w:t>
            </w:r>
          </w:p>
          <w:p w:rsidR="00A6294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A6294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6294B" w:rsidRDefault="00A6294B" w:rsidP="00916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Митсубиси лансер</w:t>
            </w:r>
          </w:p>
          <w:p w:rsidR="00A6294B" w:rsidRPr="00EE349B" w:rsidRDefault="00A6294B" w:rsidP="00916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6294B" w:rsidRPr="00EE349B" w:rsidTr="005111C7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 w:rsidRPr="00EE349B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916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916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(безвозмездное пользование)</w:t>
            </w: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56,8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786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6294B" w:rsidRPr="00EE349B" w:rsidTr="005111C7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Лашко Ольга Юрьевна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786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пресс-службы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786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460783,99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A6294B" w:rsidRDefault="00A6294B" w:rsidP="00786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(долевая)</w:t>
            </w: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A6294B" w:rsidRDefault="00A6294B" w:rsidP="00786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43,6</w:t>
            </w: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40,9</w:t>
            </w:r>
          </w:p>
          <w:p w:rsidR="00A6294B" w:rsidRDefault="00A6294B" w:rsidP="00786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294B" w:rsidRDefault="00A6294B" w:rsidP="00786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786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786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294B" w:rsidRPr="00EE349B" w:rsidTr="005111C7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 w:rsidRPr="00EE349B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786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786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786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(долевая)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786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C90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294B" w:rsidRDefault="00A6294B" w:rsidP="00786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786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6294B" w:rsidRPr="00EE349B" w:rsidTr="005111C7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Галухина Валентина Андреевна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7B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делопроизводства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7B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727682,70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(долевая)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 w:rsidRPr="00BB7569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долевая</w:t>
            </w:r>
            <w:r w:rsidRPr="00BB7569">
              <w:rPr>
                <w:rFonts w:ascii="Times New Roman" w:hAnsi="Times New Roman"/>
              </w:rPr>
              <w:t>)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42,9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7B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6294B" w:rsidRPr="00EE349B" w:rsidTr="005111C7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7B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7B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393251,56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7B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A6294B" w:rsidRDefault="00A6294B" w:rsidP="00270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A6294B" w:rsidRDefault="00A6294B" w:rsidP="00270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A6294B" w:rsidRDefault="00A6294B" w:rsidP="00270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270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  <w:p w:rsidR="00A6294B" w:rsidRDefault="00A6294B" w:rsidP="00270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270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270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(долевая)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(долевая)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 w:rsidRPr="00BB7569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индивидуальная</w:t>
            </w:r>
            <w:r w:rsidRPr="00BB7569">
              <w:rPr>
                <w:rFonts w:ascii="Times New Roman" w:hAnsi="Times New Roman"/>
              </w:rPr>
              <w:t>)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A6294B" w:rsidRDefault="00A6294B" w:rsidP="00270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 w:rsidRPr="00BB7569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индивидуальная</w:t>
            </w:r>
            <w:r w:rsidRPr="00BB7569">
              <w:rPr>
                <w:rFonts w:ascii="Times New Roman" w:hAnsi="Times New Roman"/>
              </w:rPr>
              <w:t>)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A6294B" w:rsidRDefault="00A6294B" w:rsidP="00270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 w:rsidRPr="00BB7569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индивидуальная</w:t>
            </w:r>
            <w:r w:rsidRPr="00BB7569">
              <w:rPr>
                <w:rFonts w:ascii="Times New Roman" w:hAnsi="Times New Roman"/>
              </w:rPr>
              <w:t>)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522,0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270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42,9</w:t>
            </w:r>
          </w:p>
          <w:p w:rsidR="00A6294B" w:rsidRDefault="00A6294B" w:rsidP="00270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68,1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30,9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21,9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270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270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270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270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 – 11183</w:t>
            </w:r>
          </w:p>
          <w:p w:rsidR="00A6294B" w:rsidRDefault="00A6294B" w:rsidP="00270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A6294B" w:rsidRDefault="00A6294B" w:rsidP="00270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270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Pr="002708F7" w:rsidRDefault="00A6294B" w:rsidP="00270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Митсубиси </w:t>
            </w:r>
            <w:r>
              <w:rPr>
                <w:rFonts w:ascii="Times New Roman" w:hAnsi="Times New Roman"/>
                <w:lang w:val="en-US"/>
              </w:rPr>
              <w:t>ASX</w:t>
            </w:r>
          </w:p>
          <w:p w:rsidR="00A6294B" w:rsidRPr="002708F7" w:rsidRDefault="00A6294B" w:rsidP="00270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 w:rsidRPr="002708F7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индивидуальная</w:t>
            </w:r>
            <w:r w:rsidRPr="002708F7">
              <w:rPr>
                <w:rFonts w:ascii="Times New Roman" w:hAnsi="Times New Roman"/>
              </w:rPr>
              <w:t>)</w:t>
            </w:r>
          </w:p>
          <w:p w:rsidR="00A6294B" w:rsidRPr="00EE349B" w:rsidRDefault="00A6294B" w:rsidP="007B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7B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294B" w:rsidRPr="00EE349B" w:rsidTr="005111C7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Терешин Николай Иванович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Default="00A6294B" w:rsidP="00270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по промышленности, транспорту</w:t>
            </w:r>
          </w:p>
          <w:p w:rsidR="00A6294B" w:rsidRPr="00EE349B" w:rsidRDefault="00A6294B" w:rsidP="00270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и связи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270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865096,51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270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270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(безвозмездное пользование)</w:t>
            </w:r>
          </w:p>
          <w:p w:rsidR="00A6294B" w:rsidRPr="00EE349B" w:rsidRDefault="00A6294B" w:rsidP="00270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270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270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294B" w:rsidRPr="00EE349B" w:rsidRDefault="00A6294B" w:rsidP="00270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270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Лендровер Ленд</w:t>
            </w:r>
          </w:p>
          <w:p w:rsidR="00A6294B" w:rsidRPr="00EE349B" w:rsidRDefault="00A6294B" w:rsidP="00270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270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294B" w:rsidRPr="00EE349B" w:rsidTr="005111C7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270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1770540,33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(аренда)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(индивидуальная) 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 w:rsidRPr="00BB7569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индивидуальная</w:t>
            </w:r>
            <w:r w:rsidRPr="00BB7569">
              <w:rPr>
                <w:rFonts w:ascii="Times New Roman" w:hAnsi="Times New Roman"/>
              </w:rPr>
              <w:t>)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890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60,5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65,4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270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270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294B" w:rsidRPr="00EE349B" w:rsidTr="005111C7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 w:rsidRPr="00EE349B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C80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C80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C80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A6294B" w:rsidRDefault="00A6294B" w:rsidP="00C80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A6294B" w:rsidRDefault="00A6294B" w:rsidP="00C80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65,4</w:t>
            </w:r>
          </w:p>
          <w:p w:rsidR="00A6294B" w:rsidRDefault="00A6294B" w:rsidP="00C80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294B" w:rsidRDefault="00A6294B" w:rsidP="00C80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C80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C80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294B" w:rsidRPr="00EE349B" w:rsidTr="005111C7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 w:rsidRPr="00EE349B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65,4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294B" w:rsidRPr="00EE349B" w:rsidTr="005111C7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Введенская Ирина Андреевна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0E0E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начальника правового управления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0E0E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691170,20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A6294B" w:rsidRDefault="00A6294B" w:rsidP="000E0E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0E0E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(индивидуальная) 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0E0E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(безвозмездное пользование)</w:t>
            </w:r>
          </w:p>
          <w:p w:rsidR="00A6294B" w:rsidRDefault="00A6294B" w:rsidP="000E0E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747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62,6</w:t>
            </w:r>
          </w:p>
          <w:p w:rsidR="00A6294B" w:rsidRDefault="00A6294B" w:rsidP="000E0E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294B" w:rsidRDefault="00A6294B" w:rsidP="000E0E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0E0E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KIA Sportage</w:t>
            </w:r>
          </w:p>
          <w:p w:rsidR="00A6294B" w:rsidRPr="000E0E0A" w:rsidRDefault="00A6294B" w:rsidP="000E0E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0E0E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294B" w:rsidRPr="00EE349B" w:rsidTr="005111C7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Ерохов Дмитрий Егорович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контрольно-ревизионно-го отдела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0E0E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894222,20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Садовый домик</w:t>
            </w:r>
          </w:p>
          <w:p w:rsidR="00A6294B" w:rsidRDefault="00A6294B" w:rsidP="002E1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A6294B" w:rsidRDefault="00A6294B" w:rsidP="002E1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 w:rsidRPr="00BB7569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индивидуальная</w:t>
            </w:r>
            <w:r w:rsidRPr="00BB7569">
              <w:rPr>
                <w:rFonts w:ascii="Times New Roman" w:hAnsi="Times New Roman"/>
              </w:rPr>
              <w:t>)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 w:rsidRPr="00BB7569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индивидуальная</w:t>
            </w:r>
            <w:r w:rsidRPr="00BB7569">
              <w:rPr>
                <w:rFonts w:ascii="Times New Roman" w:hAnsi="Times New Roman"/>
              </w:rPr>
              <w:t>)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A6294B" w:rsidRDefault="00A6294B" w:rsidP="002E1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(безвозмездное пользование)</w:t>
            </w:r>
          </w:p>
          <w:p w:rsidR="00A6294B" w:rsidRDefault="00A6294B" w:rsidP="002E1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648,0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23,0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22,8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41,1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24,4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49,60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2E1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0E0E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Нисан Икс-трейл</w:t>
            </w:r>
          </w:p>
          <w:p w:rsidR="00A6294B" w:rsidRPr="00EE349B" w:rsidRDefault="00A6294B" w:rsidP="000E0E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0E0E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294B" w:rsidRPr="00EE349B" w:rsidTr="005111C7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2E1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2E1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531185,15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Садовый домик</w:t>
            </w:r>
          </w:p>
          <w:p w:rsidR="00A6294B" w:rsidRDefault="00A6294B" w:rsidP="002E1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020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020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2E1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(безвозмездное пользование)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2E1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(безвозмездное пользование)</w:t>
            </w:r>
          </w:p>
          <w:p w:rsidR="00A6294B" w:rsidRDefault="00A6294B" w:rsidP="002E1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A6294B" w:rsidRDefault="00A6294B" w:rsidP="002E1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6294B" w:rsidRDefault="00A6294B" w:rsidP="002E1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(безвозмездное пользование)</w:t>
            </w:r>
          </w:p>
          <w:p w:rsidR="00A6294B" w:rsidRDefault="00A6294B" w:rsidP="002E1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A6294B" w:rsidRDefault="00A6294B" w:rsidP="002E1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(безвозмездное пользование)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A6294B" w:rsidRDefault="00A6294B" w:rsidP="002E1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(безвозмездное пользование)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(долевая)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648,0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23,0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22,8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41,1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24,4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49,60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2E1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2E1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294B" w:rsidRPr="00EE349B" w:rsidTr="005111C7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Склянная Татьяна Александровна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D63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D63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904779,11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A6294B" w:rsidRDefault="00A6294B" w:rsidP="00D63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A6294B" w:rsidRDefault="00A6294B" w:rsidP="00D63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D63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Дачный дом</w:t>
            </w:r>
          </w:p>
          <w:p w:rsidR="00A6294B" w:rsidRDefault="00A6294B" w:rsidP="00D63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D63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(индивидуальная) 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9E4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A6294B" w:rsidRDefault="00A6294B" w:rsidP="009E4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9E4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(безвозмездное пользование)</w:t>
            </w:r>
          </w:p>
          <w:p w:rsidR="00A6294B" w:rsidRDefault="00A6294B" w:rsidP="009E4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41,7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A6294B" w:rsidRDefault="00A6294B" w:rsidP="00D63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  <w:p w:rsidR="00A6294B" w:rsidRDefault="00A6294B" w:rsidP="00D63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D63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  <w:p w:rsidR="00A6294B" w:rsidRDefault="00A6294B" w:rsidP="00D63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D63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</w:rPr>
            </w:pPr>
          </w:p>
          <w:p w:rsidR="00A6294B" w:rsidRDefault="00A6294B" w:rsidP="00D63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294B" w:rsidRDefault="00A6294B" w:rsidP="00D63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9E4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294B" w:rsidRDefault="00A6294B" w:rsidP="009E4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9E4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D63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D63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294B" w:rsidRPr="00EE349B" w:rsidTr="00C76326">
        <w:trPr>
          <w:trHeight w:val="208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D63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D63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489327,35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(индивидуальная) 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64,2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D63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Нисан Альмера</w:t>
            </w:r>
          </w:p>
          <w:p w:rsidR="00A6294B" w:rsidRPr="00EE349B" w:rsidRDefault="00A6294B" w:rsidP="00D63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D63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294B" w:rsidRPr="00EE349B" w:rsidTr="005111C7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Андреева Нина Викторовна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A07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муниципального заказа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A07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872636,96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(долевая)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 w:rsidRPr="00BB7569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долевая</w:t>
            </w:r>
            <w:r w:rsidRPr="00BB7569">
              <w:rPr>
                <w:rFonts w:ascii="Times New Roman" w:hAnsi="Times New Roman"/>
              </w:rPr>
              <w:t>)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2000,00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74,7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1C1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A07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A07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294B" w:rsidRPr="00EE349B" w:rsidTr="005111C7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Веркеенко Сергей Иванович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694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И.о. директора МБУ «Дорожное управление» Бежицкого района города Брянска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694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563778,06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5B1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A6294B" w:rsidRDefault="00A6294B" w:rsidP="005B1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5B1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A6294B" w:rsidRDefault="00A6294B" w:rsidP="005B1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A6294B" w:rsidRDefault="00A6294B" w:rsidP="005B1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Садовый домик</w:t>
            </w:r>
          </w:p>
          <w:p w:rsidR="00A6294B" w:rsidRDefault="00A6294B" w:rsidP="005B1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A6294B" w:rsidRDefault="00A6294B" w:rsidP="005B1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A6294B" w:rsidRDefault="00A6294B" w:rsidP="005B1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A6294B" w:rsidRDefault="00A6294B" w:rsidP="005B1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  <w:p w:rsidR="00A6294B" w:rsidRDefault="00A6294B" w:rsidP="005B1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5B1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5B1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A6294B" w:rsidRDefault="00A6294B" w:rsidP="005B1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5B1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5B1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A6294B" w:rsidRDefault="00A6294B" w:rsidP="005B1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5B1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5B1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A6294B" w:rsidRDefault="00A6294B" w:rsidP="005B1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5B1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5B1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 w:rsidRPr="00BB7569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долевая 4/5</w:t>
            </w:r>
            <w:r w:rsidRPr="00BB7569">
              <w:rPr>
                <w:rFonts w:ascii="Times New Roman" w:hAnsi="Times New Roman"/>
              </w:rPr>
              <w:t>)</w:t>
            </w:r>
          </w:p>
          <w:p w:rsidR="00A6294B" w:rsidRDefault="00A6294B" w:rsidP="005B1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A6294B" w:rsidRDefault="00A6294B" w:rsidP="005B1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  <w:r w:rsidRPr="00BB7569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индивидуальная</w:t>
            </w:r>
            <w:r w:rsidRPr="00BB7569">
              <w:rPr>
                <w:rFonts w:ascii="Times New Roman" w:hAnsi="Times New Roman"/>
              </w:rPr>
              <w:t>)</w:t>
            </w:r>
          </w:p>
          <w:p w:rsidR="00A6294B" w:rsidRDefault="00A6294B" w:rsidP="005B1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A6294B" w:rsidRDefault="00A6294B" w:rsidP="005B1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(безвозмездное пользование)</w:t>
            </w:r>
          </w:p>
          <w:p w:rsidR="00A6294B" w:rsidRDefault="00A6294B" w:rsidP="005B1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5B1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  <w:p w:rsidR="00A6294B" w:rsidRDefault="00A6294B" w:rsidP="005B1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5B1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5B1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  <w:p w:rsidR="00A6294B" w:rsidRDefault="00A6294B" w:rsidP="005B1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5B1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5B1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17,3</w:t>
            </w:r>
          </w:p>
          <w:p w:rsidR="00A6294B" w:rsidRDefault="00A6294B" w:rsidP="005B1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5B1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</w:p>
          <w:p w:rsidR="00A6294B" w:rsidRDefault="00A6294B" w:rsidP="005B1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44,40</w:t>
            </w:r>
          </w:p>
          <w:p w:rsidR="00A6294B" w:rsidRDefault="00A6294B" w:rsidP="005B1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5B1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  <w:p w:rsidR="00A6294B" w:rsidRDefault="00A6294B" w:rsidP="005B1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</w:p>
          <w:p w:rsidR="00A6294B" w:rsidRDefault="00A6294B" w:rsidP="005B1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5B1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294B" w:rsidRDefault="00A6294B" w:rsidP="005B1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5B1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5B1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294B" w:rsidRDefault="00A6294B" w:rsidP="005B1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5B1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</w:rPr>
            </w:pPr>
          </w:p>
          <w:p w:rsidR="00A6294B" w:rsidRDefault="00A6294B" w:rsidP="005B1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294B" w:rsidRDefault="00A6294B" w:rsidP="005B1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5B1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5B1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294B" w:rsidRDefault="00A6294B" w:rsidP="005B1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5B1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294B" w:rsidRDefault="00A6294B" w:rsidP="005B1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</w:p>
          <w:p w:rsidR="00A6294B" w:rsidRDefault="00A6294B" w:rsidP="005B1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5B1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Шевроле Нива</w:t>
            </w:r>
          </w:p>
          <w:p w:rsidR="00A6294B" w:rsidRDefault="00A6294B" w:rsidP="005B1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212300-55</w:t>
            </w:r>
          </w:p>
          <w:p w:rsidR="00A6294B" w:rsidRPr="00EE349B" w:rsidRDefault="00A6294B" w:rsidP="005B1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694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294B" w:rsidRPr="00EE349B" w:rsidTr="005111C7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694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694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459910,23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807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807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A6294B" w:rsidRDefault="00A6294B" w:rsidP="00807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807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807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294B" w:rsidRDefault="00A6294B" w:rsidP="00807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694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694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294B" w:rsidRPr="00EE349B" w:rsidTr="005111C7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4E3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807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(безвозмездное пользование)</w:t>
            </w:r>
          </w:p>
          <w:p w:rsidR="00A6294B" w:rsidRDefault="00A6294B" w:rsidP="004E3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4E3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4E3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294B" w:rsidRDefault="00A6294B" w:rsidP="004E3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6294B" w:rsidRPr="00EE349B" w:rsidTr="005111C7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4E3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4E3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(безвозмездное пользование)</w:t>
            </w:r>
          </w:p>
          <w:p w:rsidR="00A6294B" w:rsidRDefault="00A6294B" w:rsidP="004E3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4E3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Default="00A6294B" w:rsidP="004E3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294B" w:rsidRDefault="00A6294B" w:rsidP="004E3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294B" w:rsidRPr="00EE349B" w:rsidRDefault="00A6294B" w:rsidP="00AF2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6294B" w:rsidRDefault="00A6294B" w:rsidP="00822A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A6294B" w:rsidRDefault="00A6294B" w:rsidP="00822A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sectPr w:rsidR="00A6294B" w:rsidSect="001F0E58">
      <w:pgSz w:w="16838" w:h="11906" w:orient="landscape"/>
      <w:pgMar w:top="851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60C0"/>
    <w:rsid w:val="00020CBE"/>
    <w:rsid w:val="0003334B"/>
    <w:rsid w:val="00047CCB"/>
    <w:rsid w:val="000530A4"/>
    <w:rsid w:val="00086448"/>
    <w:rsid w:val="000905F3"/>
    <w:rsid w:val="00094BF6"/>
    <w:rsid w:val="000C5BDE"/>
    <w:rsid w:val="000E0E0A"/>
    <w:rsid w:val="000F348D"/>
    <w:rsid w:val="00123DE9"/>
    <w:rsid w:val="00130901"/>
    <w:rsid w:val="001A7691"/>
    <w:rsid w:val="001B6E22"/>
    <w:rsid w:val="001C1474"/>
    <w:rsid w:val="001F0E58"/>
    <w:rsid w:val="00222505"/>
    <w:rsid w:val="00241002"/>
    <w:rsid w:val="00263C85"/>
    <w:rsid w:val="002708F7"/>
    <w:rsid w:val="002A49CC"/>
    <w:rsid w:val="002C18C0"/>
    <w:rsid w:val="002C7091"/>
    <w:rsid w:val="002E10AD"/>
    <w:rsid w:val="002E5BBA"/>
    <w:rsid w:val="00305197"/>
    <w:rsid w:val="00327160"/>
    <w:rsid w:val="00335909"/>
    <w:rsid w:val="00354E9A"/>
    <w:rsid w:val="00365A4C"/>
    <w:rsid w:val="003759FE"/>
    <w:rsid w:val="003A0B16"/>
    <w:rsid w:val="003B4E3F"/>
    <w:rsid w:val="003E57C0"/>
    <w:rsid w:val="004178F4"/>
    <w:rsid w:val="0045097B"/>
    <w:rsid w:val="00464137"/>
    <w:rsid w:val="0049043B"/>
    <w:rsid w:val="004B0C65"/>
    <w:rsid w:val="004D2411"/>
    <w:rsid w:val="004D6A06"/>
    <w:rsid w:val="004E3F41"/>
    <w:rsid w:val="005111C7"/>
    <w:rsid w:val="00517103"/>
    <w:rsid w:val="00535268"/>
    <w:rsid w:val="005443CE"/>
    <w:rsid w:val="005505E4"/>
    <w:rsid w:val="00550CBC"/>
    <w:rsid w:val="005548CD"/>
    <w:rsid w:val="005A02D1"/>
    <w:rsid w:val="005B1037"/>
    <w:rsid w:val="005D12C4"/>
    <w:rsid w:val="005D738E"/>
    <w:rsid w:val="005E2E59"/>
    <w:rsid w:val="0061230A"/>
    <w:rsid w:val="00612623"/>
    <w:rsid w:val="006226F2"/>
    <w:rsid w:val="006306F5"/>
    <w:rsid w:val="0063080A"/>
    <w:rsid w:val="006851C2"/>
    <w:rsid w:val="00694F98"/>
    <w:rsid w:val="006A4F1C"/>
    <w:rsid w:val="006A73AF"/>
    <w:rsid w:val="006B187A"/>
    <w:rsid w:val="006B6464"/>
    <w:rsid w:val="006C0BA3"/>
    <w:rsid w:val="006C53BE"/>
    <w:rsid w:val="006E3BEC"/>
    <w:rsid w:val="00717033"/>
    <w:rsid w:val="00786408"/>
    <w:rsid w:val="00797EFE"/>
    <w:rsid w:val="007A5BC9"/>
    <w:rsid w:val="007B2856"/>
    <w:rsid w:val="007B7A49"/>
    <w:rsid w:val="008072EE"/>
    <w:rsid w:val="00822A75"/>
    <w:rsid w:val="00826102"/>
    <w:rsid w:val="0086568D"/>
    <w:rsid w:val="00890BEC"/>
    <w:rsid w:val="008C0A2F"/>
    <w:rsid w:val="008E34EA"/>
    <w:rsid w:val="008E6337"/>
    <w:rsid w:val="0091646E"/>
    <w:rsid w:val="00942C6B"/>
    <w:rsid w:val="00980D4B"/>
    <w:rsid w:val="009C6D53"/>
    <w:rsid w:val="009E2F6E"/>
    <w:rsid w:val="009E4199"/>
    <w:rsid w:val="009E7EEA"/>
    <w:rsid w:val="009F6E77"/>
    <w:rsid w:val="00A071A7"/>
    <w:rsid w:val="00A466D0"/>
    <w:rsid w:val="00A54095"/>
    <w:rsid w:val="00A57719"/>
    <w:rsid w:val="00A6294B"/>
    <w:rsid w:val="00AD6850"/>
    <w:rsid w:val="00AE4FBF"/>
    <w:rsid w:val="00AE5149"/>
    <w:rsid w:val="00AF2E85"/>
    <w:rsid w:val="00B01AF3"/>
    <w:rsid w:val="00B616E4"/>
    <w:rsid w:val="00BB28BF"/>
    <w:rsid w:val="00BB5D50"/>
    <w:rsid w:val="00BB7569"/>
    <w:rsid w:val="00BF306C"/>
    <w:rsid w:val="00BF458F"/>
    <w:rsid w:val="00C17278"/>
    <w:rsid w:val="00C2621F"/>
    <w:rsid w:val="00C460C0"/>
    <w:rsid w:val="00C76326"/>
    <w:rsid w:val="00C80624"/>
    <w:rsid w:val="00C837E4"/>
    <w:rsid w:val="00C90D74"/>
    <w:rsid w:val="00C96695"/>
    <w:rsid w:val="00CE3FC1"/>
    <w:rsid w:val="00D629DC"/>
    <w:rsid w:val="00D6387B"/>
    <w:rsid w:val="00D70145"/>
    <w:rsid w:val="00D82C44"/>
    <w:rsid w:val="00DA657C"/>
    <w:rsid w:val="00DE570F"/>
    <w:rsid w:val="00E211A4"/>
    <w:rsid w:val="00E23C74"/>
    <w:rsid w:val="00E301DE"/>
    <w:rsid w:val="00E336E3"/>
    <w:rsid w:val="00E439B4"/>
    <w:rsid w:val="00E51F33"/>
    <w:rsid w:val="00E86D65"/>
    <w:rsid w:val="00EA207D"/>
    <w:rsid w:val="00EC3F1A"/>
    <w:rsid w:val="00EE349B"/>
    <w:rsid w:val="00EF226E"/>
    <w:rsid w:val="00F21402"/>
    <w:rsid w:val="00F34631"/>
    <w:rsid w:val="00F36806"/>
    <w:rsid w:val="00FB3148"/>
    <w:rsid w:val="00FD60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A75"/>
    <w:pPr>
      <w:spacing w:after="200" w:line="276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822A75"/>
    <w:rPr>
      <w:rFonts w:ascii="Calibri" w:hAnsi="Calibri"/>
      <w:lang w:eastAsia="en-US"/>
    </w:rPr>
  </w:style>
  <w:style w:type="paragraph" w:customStyle="1" w:styleId="ConsPlusNonformat">
    <w:name w:val="ConsPlusNonformat"/>
    <w:uiPriority w:val="99"/>
    <w:rsid w:val="00822A7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141</TotalTime>
  <Pages>7</Pages>
  <Words>864</Words>
  <Characters>4931</Characters>
  <Application>Microsoft Office Outlook</Application>
  <DocSecurity>0</DocSecurity>
  <Lines>0</Lines>
  <Paragraphs>0</Paragraphs>
  <ScaleCrop>false</ScaleCrop>
  <Company>ABO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Павленко Оксана Валентиновна</dc:creator>
  <cp:keywords/>
  <dc:description/>
  <cp:lastModifiedBy>pc</cp:lastModifiedBy>
  <cp:revision>7</cp:revision>
  <cp:lastPrinted>2015-05-07T09:29:00Z</cp:lastPrinted>
  <dcterms:created xsi:type="dcterms:W3CDTF">2015-05-18T10:20:00Z</dcterms:created>
  <dcterms:modified xsi:type="dcterms:W3CDTF">2015-05-21T13:11:00Z</dcterms:modified>
</cp:coreProperties>
</file>