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DED" w:rsidRDefault="00C36DED" w:rsidP="00F81D1A">
      <w:pPr>
        <w:jc w:val="center"/>
        <w:rPr>
          <w:sz w:val="32"/>
          <w:szCs w:val="32"/>
        </w:rPr>
      </w:pPr>
      <w:r>
        <w:rPr>
          <w:sz w:val="32"/>
          <w:szCs w:val="32"/>
        </w:rPr>
        <w:t>Сведения</w:t>
      </w:r>
      <w:r>
        <w:rPr>
          <w:sz w:val="32"/>
          <w:szCs w:val="32"/>
        </w:rPr>
        <w:br/>
        <w:t>о доходах, об имуществе и обязательствах имущественного характера лиц, замещающих государственные должности в Александрово-Гайском районном отделе судебных приставов УФССП России по Саратовской области, и членов их семей за период с 1 января 2012 года по 31 декабря 2012 года</w:t>
      </w:r>
    </w:p>
    <w:p w:rsidR="00C36DED" w:rsidRDefault="00C36DED" w:rsidP="00F81D1A">
      <w:pPr>
        <w:rPr>
          <w:sz w:val="32"/>
          <w:szCs w:val="32"/>
        </w:rPr>
      </w:pPr>
    </w:p>
    <w:p w:rsidR="00C36DED" w:rsidRDefault="00C36DED" w:rsidP="00F81D1A"/>
    <w:tbl>
      <w:tblPr>
        <w:tblW w:w="0" w:type="auto"/>
        <w:tblInd w:w="-5" w:type="dxa"/>
        <w:tblLayout w:type="fixed"/>
        <w:tblLook w:val="0000"/>
      </w:tblPr>
      <w:tblGrid>
        <w:gridCol w:w="2421"/>
        <w:gridCol w:w="2049"/>
        <w:gridCol w:w="2112"/>
        <w:gridCol w:w="2462"/>
        <w:gridCol w:w="1899"/>
        <w:gridCol w:w="1677"/>
        <w:gridCol w:w="2961"/>
      </w:tblGrid>
      <w:tr w:rsidR="00C36DED" w:rsidTr="00D01B82"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  <w:r>
              <w:t>Фамилия, инициалы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  <w:r>
              <w:t>Должность</w:t>
            </w:r>
          </w:p>
        </w:tc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Default="00C36DED" w:rsidP="0010030A">
            <w:pPr>
              <w:snapToGrid w:val="0"/>
              <w:jc w:val="center"/>
            </w:pPr>
            <w: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t>2012 г</w:t>
              </w:r>
            </w:smartTag>
            <w:r>
              <w:t>. (руб.)</w:t>
            </w:r>
          </w:p>
        </w:tc>
        <w:tc>
          <w:tcPr>
            <w:tcW w:w="6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</w:tr>
      <w:tr w:rsidR="00C36DED" w:rsidTr="00D01B82"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</w:p>
        </w:tc>
        <w:tc>
          <w:tcPr>
            <w:tcW w:w="2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  <w:r>
              <w:t>Площадь</w:t>
            </w:r>
            <w:r>
              <w:br/>
              <w:t>(кв.м.)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</w:p>
        </w:tc>
      </w:tr>
      <w:tr w:rsidR="00C36DED" w:rsidTr="00D01B82">
        <w:trPr>
          <w:trHeight w:val="1120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36903" w:rsidRDefault="00C36DED" w:rsidP="00D01B82">
            <w:pPr>
              <w:snapToGrid w:val="0"/>
            </w:pPr>
            <w:r w:rsidRPr="00C36903">
              <w:t>Жумашева Л.Е.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36903" w:rsidRDefault="00C36DED" w:rsidP="00D01B82">
            <w:pPr>
              <w:snapToGrid w:val="0"/>
            </w:pPr>
            <w:r w:rsidRPr="00C36903">
              <w:t xml:space="preserve">Начальник отдела – старший судебный пристав 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36903" w:rsidRDefault="00C36DED" w:rsidP="00D01B82">
            <w:pPr>
              <w:snapToGrid w:val="0"/>
              <w:jc w:val="center"/>
            </w:pPr>
            <w:r w:rsidRPr="00C36903">
              <w:t>448 033, 23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36903" w:rsidRDefault="00C36DED" w:rsidP="00D01B82">
            <w:pPr>
              <w:snapToGrid w:val="0"/>
            </w:pPr>
            <w:r w:rsidRPr="00C36903">
              <w:t xml:space="preserve">Жилой дом </w:t>
            </w:r>
          </w:p>
          <w:p w:rsidR="00C36DED" w:rsidRPr="00C36903" w:rsidRDefault="00C36DED" w:rsidP="00D01B82">
            <w:pPr>
              <w:snapToGrid w:val="0"/>
            </w:pPr>
            <w:r w:rsidRPr="00C36903">
              <w:t>(в совместном пользовании)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36903" w:rsidRDefault="00C36DED" w:rsidP="00D01B82">
            <w:pPr>
              <w:snapToGrid w:val="0"/>
            </w:pPr>
            <w:r w:rsidRPr="00C36903">
              <w:t>110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36903" w:rsidRDefault="00C36DED" w:rsidP="00D01B82">
            <w:pPr>
              <w:snapToGrid w:val="0"/>
            </w:pPr>
            <w:r w:rsidRPr="00C36903">
              <w:t xml:space="preserve">Россия 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C36903" w:rsidRDefault="00C36DED" w:rsidP="00D01B82">
            <w:pPr>
              <w:snapToGrid w:val="0"/>
            </w:pPr>
            <w:r w:rsidRPr="00C36903">
              <w:t>-</w:t>
            </w:r>
          </w:p>
        </w:tc>
      </w:tr>
      <w:tr w:rsidR="00C36DED" w:rsidTr="00D01B82">
        <w:trPr>
          <w:trHeight w:val="126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3407C5" w:rsidRDefault="00C36DED" w:rsidP="00D01B82">
            <w:pPr>
              <w:snapToGrid w:val="0"/>
            </w:pPr>
            <w:r w:rsidRPr="003407C5">
              <w:t>Гурьянова Н.В.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BF5AD6" w:rsidRDefault="00C36DED" w:rsidP="00D01B82">
            <w:pPr>
              <w:snapToGrid w:val="0"/>
            </w:pPr>
            <w:r w:rsidRPr="00BF5AD6">
              <w:t>Судебный пристав – исполнитель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BF5AD6" w:rsidRDefault="00C36DED" w:rsidP="00D01B82">
            <w:pPr>
              <w:snapToGrid w:val="0"/>
              <w:jc w:val="center"/>
            </w:pPr>
            <w:r w:rsidRPr="00BF5AD6">
              <w:t>299 731, 81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BF5AD6" w:rsidRDefault="00C36DED" w:rsidP="00D01B82">
            <w:pPr>
              <w:snapToGrid w:val="0"/>
            </w:pPr>
            <w:r w:rsidRPr="00BF5AD6">
              <w:t xml:space="preserve">Квартира </w:t>
            </w:r>
          </w:p>
          <w:p w:rsidR="00C36DED" w:rsidRDefault="00C36DED" w:rsidP="00D01B82">
            <w:pPr>
              <w:snapToGrid w:val="0"/>
            </w:pPr>
            <w:r w:rsidRPr="00BF5AD6">
              <w:t>(в совместном пользовании)</w:t>
            </w:r>
          </w:p>
          <w:p w:rsidR="00C36DED" w:rsidRDefault="00C36DED" w:rsidP="00D01B82">
            <w:pPr>
              <w:snapToGrid w:val="0"/>
            </w:pPr>
          </w:p>
          <w:p w:rsidR="00C36DED" w:rsidRPr="00592A64" w:rsidRDefault="00C36DED" w:rsidP="00592A64">
            <w:pPr>
              <w:snapToGrid w:val="0"/>
            </w:pPr>
            <w:r w:rsidRPr="00592A64">
              <w:t xml:space="preserve">Жилой дом </w:t>
            </w:r>
          </w:p>
          <w:p w:rsidR="00C36DED" w:rsidRPr="00592A64" w:rsidRDefault="00C36DED" w:rsidP="00592A64">
            <w:pPr>
              <w:snapToGrid w:val="0"/>
            </w:pPr>
            <w:r w:rsidRPr="00592A64">
              <w:t>(в совместном пользовании)</w:t>
            </w:r>
          </w:p>
          <w:p w:rsidR="00C36DED" w:rsidRPr="00BF5AD6" w:rsidRDefault="00C36DED" w:rsidP="00D01B82">
            <w:pPr>
              <w:snapToGrid w:val="0"/>
            </w:pPr>
          </w:p>
          <w:p w:rsidR="00C36DED" w:rsidRPr="00BF5AD6" w:rsidRDefault="00C36DED" w:rsidP="00D01B82">
            <w:pPr>
              <w:snapToGrid w:val="0"/>
            </w:pPr>
            <w:r w:rsidRPr="00BF5AD6">
              <w:t>Земельный участок (под индивидуальное жилищное строительство) (долевая ¼)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BF5AD6" w:rsidRDefault="00C36DED" w:rsidP="00D01B82">
            <w:pPr>
              <w:snapToGrid w:val="0"/>
            </w:pPr>
            <w:r w:rsidRPr="00BF5AD6">
              <w:t>56</w:t>
            </w:r>
          </w:p>
          <w:p w:rsidR="00C36DED" w:rsidRPr="00BF5AD6" w:rsidRDefault="00C36DED" w:rsidP="00D01B82">
            <w:pPr>
              <w:snapToGrid w:val="0"/>
            </w:pPr>
          </w:p>
          <w:p w:rsidR="00C36DED" w:rsidRPr="00BF5AD6" w:rsidRDefault="00C36DED" w:rsidP="00D01B82">
            <w:pPr>
              <w:snapToGrid w:val="0"/>
            </w:pPr>
          </w:p>
          <w:p w:rsidR="00C36DED" w:rsidRPr="00BF5AD6" w:rsidRDefault="00C36DED" w:rsidP="00D01B82">
            <w:pPr>
              <w:snapToGrid w:val="0"/>
            </w:pPr>
          </w:p>
          <w:p w:rsidR="00C36DED" w:rsidRDefault="00C36DED" w:rsidP="00D01B82">
            <w:pPr>
              <w:snapToGrid w:val="0"/>
            </w:pPr>
            <w:r>
              <w:t>97</w:t>
            </w:r>
          </w:p>
          <w:p w:rsidR="00C36DED" w:rsidRDefault="00C36DED" w:rsidP="00D01B82">
            <w:pPr>
              <w:snapToGrid w:val="0"/>
            </w:pPr>
          </w:p>
          <w:p w:rsidR="00C36DED" w:rsidRDefault="00C36DED" w:rsidP="00D01B82">
            <w:pPr>
              <w:snapToGrid w:val="0"/>
            </w:pPr>
          </w:p>
          <w:p w:rsidR="00C36DED" w:rsidRDefault="00C36DED" w:rsidP="00D01B82">
            <w:pPr>
              <w:snapToGrid w:val="0"/>
            </w:pPr>
          </w:p>
          <w:p w:rsidR="00C36DED" w:rsidRPr="00BF5AD6" w:rsidRDefault="00C36DED" w:rsidP="00D01B82">
            <w:pPr>
              <w:snapToGrid w:val="0"/>
            </w:pPr>
            <w:r w:rsidRPr="00BF5AD6">
              <w:t>1496 – общая</w:t>
            </w:r>
          </w:p>
          <w:p w:rsidR="00C36DED" w:rsidRPr="00BF5AD6" w:rsidRDefault="00C36DED" w:rsidP="00D01B82">
            <w:pPr>
              <w:snapToGrid w:val="0"/>
            </w:pPr>
            <w:r w:rsidRPr="00BF5AD6">
              <w:t>374 -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BF5AD6" w:rsidRDefault="00C36DED" w:rsidP="00D01B82">
            <w:pPr>
              <w:snapToGrid w:val="0"/>
            </w:pPr>
            <w:r w:rsidRPr="00BF5AD6">
              <w:t>Россия</w:t>
            </w:r>
          </w:p>
          <w:p w:rsidR="00C36DED" w:rsidRPr="00BF5AD6" w:rsidRDefault="00C36DED" w:rsidP="00D01B82">
            <w:pPr>
              <w:snapToGrid w:val="0"/>
            </w:pPr>
          </w:p>
          <w:p w:rsidR="00C36DED" w:rsidRPr="00BF5AD6" w:rsidRDefault="00C36DED" w:rsidP="00D01B82">
            <w:pPr>
              <w:snapToGrid w:val="0"/>
            </w:pPr>
          </w:p>
          <w:p w:rsidR="00C36DED" w:rsidRPr="00BF5AD6" w:rsidRDefault="00C36DED" w:rsidP="00D01B82">
            <w:pPr>
              <w:snapToGrid w:val="0"/>
            </w:pPr>
          </w:p>
          <w:p w:rsidR="00C36DED" w:rsidRDefault="00C36DED" w:rsidP="00D01B82">
            <w:pPr>
              <w:snapToGrid w:val="0"/>
            </w:pPr>
            <w:r>
              <w:t>Россия</w:t>
            </w:r>
          </w:p>
          <w:p w:rsidR="00C36DED" w:rsidRDefault="00C36DED" w:rsidP="00D01B82">
            <w:pPr>
              <w:snapToGrid w:val="0"/>
            </w:pPr>
          </w:p>
          <w:p w:rsidR="00C36DED" w:rsidRDefault="00C36DED" w:rsidP="00D01B82">
            <w:pPr>
              <w:snapToGrid w:val="0"/>
            </w:pPr>
          </w:p>
          <w:p w:rsidR="00C36DED" w:rsidRDefault="00C36DED" w:rsidP="00D01B82">
            <w:pPr>
              <w:snapToGrid w:val="0"/>
            </w:pPr>
          </w:p>
          <w:p w:rsidR="00C36DED" w:rsidRPr="00BF5AD6" w:rsidRDefault="00C36DED" w:rsidP="00D01B82">
            <w:pPr>
              <w:snapToGrid w:val="0"/>
            </w:pPr>
            <w:r w:rsidRPr="00BF5AD6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BF5AD6" w:rsidRDefault="00C36DED" w:rsidP="00D01B82">
            <w:pPr>
              <w:snapToGrid w:val="0"/>
            </w:pPr>
            <w:r w:rsidRPr="00BF5AD6">
              <w:t>-</w:t>
            </w:r>
          </w:p>
        </w:tc>
      </w:tr>
      <w:tr w:rsidR="00C36DED" w:rsidTr="00D01B82">
        <w:trPr>
          <w:trHeight w:val="16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592A64" w:rsidRDefault="00C36DED" w:rsidP="00D01B82">
            <w:pPr>
              <w:snapToGrid w:val="0"/>
            </w:pPr>
            <w:r w:rsidRPr="00592A64">
              <w:t>Супруг</w:t>
            </w: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pPr>
              <w:snapToGrid w:val="0"/>
              <w:rPr>
                <w:color w:val="7F7F7F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592A64" w:rsidRDefault="00C36DED" w:rsidP="00D01B82">
            <w:pPr>
              <w:snapToGrid w:val="0"/>
              <w:jc w:val="center"/>
            </w:pPr>
            <w:r w:rsidRPr="00592A64">
              <w:t>238 727, 20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BF5AD6" w:rsidRDefault="00C36DED" w:rsidP="00A927E0">
            <w:pPr>
              <w:snapToGrid w:val="0"/>
            </w:pPr>
            <w:r w:rsidRPr="00BF5AD6">
              <w:t xml:space="preserve">Квартира </w:t>
            </w:r>
          </w:p>
          <w:p w:rsidR="00C36DED" w:rsidRDefault="00C36DED" w:rsidP="00A927E0">
            <w:pPr>
              <w:snapToGrid w:val="0"/>
            </w:pPr>
            <w:r w:rsidRPr="00BF5AD6">
              <w:t>(в совместном пользовании)</w:t>
            </w:r>
          </w:p>
          <w:p w:rsidR="00C36DED" w:rsidRDefault="00C36DED" w:rsidP="00A927E0">
            <w:pPr>
              <w:snapToGrid w:val="0"/>
            </w:pPr>
          </w:p>
          <w:p w:rsidR="00C36DED" w:rsidRPr="00592A64" w:rsidRDefault="00C36DED" w:rsidP="00A927E0">
            <w:pPr>
              <w:snapToGrid w:val="0"/>
            </w:pPr>
            <w:r w:rsidRPr="00592A64">
              <w:t xml:space="preserve">Жилой дом </w:t>
            </w:r>
          </w:p>
          <w:p w:rsidR="00C36DED" w:rsidRPr="00592A64" w:rsidRDefault="00C36DED" w:rsidP="00A927E0">
            <w:pPr>
              <w:snapToGrid w:val="0"/>
            </w:pPr>
            <w:r w:rsidRPr="00592A64">
              <w:t>(в совместном пользовании)</w:t>
            </w:r>
          </w:p>
          <w:p w:rsidR="00C36DED" w:rsidRPr="00BF5AD6" w:rsidRDefault="00C36DED" w:rsidP="00A927E0">
            <w:pPr>
              <w:snapToGrid w:val="0"/>
            </w:pPr>
          </w:p>
          <w:p w:rsidR="00C36DED" w:rsidRPr="00BF5AD6" w:rsidRDefault="00C36DED" w:rsidP="00A927E0">
            <w:pPr>
              <w:snapToGrid w:val="0"/>
            </w:pPr>
            <w:r w:rsidRPr="00BF5AD6">
              <w:t>Земельный участок (под индивидуальное жилищное строительство) (долевая ¼)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BF5AD6" w:rsidRDefault="00C36DED" w:rsidP="00A927E0">
            <w:pPr>
              <w:snapToGrid w:val="0"/>
            </w:pPr>
            <w:r w:rsidRPr="00BF5AD6">
              <w:t>56</w:t>
            </w:r>
          </w:p>
          <w:p w:rsidR="00C36DED" w:rsidRPr="00BF5AD6" w:rsidRDefault="00C36DED" w:rsidP="00A927E0">
            <w:pPr>
              <w:snapToGrid w:val="0"/>
            </w:pPr>
          </w:p>
          <w:p w:rsidR="00C36DED" w:rsidRPr="00BF5AD6" w:rsidRDefault="00C36DED" w:rsidP="00A927E0">
            <w:pPr>
              <w:snapToGrid w:val="0"/>
            </w:pPr>
          </w:p>
          <w:p w:rsidR="00C36DED" w:rsidRPr="00BF5AD6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  <w:r>
              <w:t>97</w:t>
            </w:r>
          </w:p>
          <w:p w:rsidR="00C36DED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</w:p>
          <w:p w:rsidR="00C36DED" w:rsidRPr="00BF5AD6" w:rsidRDefault="00C36DED" w:rsidP="00A927E0">
            <w:pPr>
              <w:snapToGrid w:val="0"/>
            </w:pPr>
            <w:r w:rsidRPr="00BF5AD6">
              <w:t>1496 – общая</w:t>
            </w:r>
          </w:p>
          <w:p w:rsidR="00C36DED" w:rsidRPr="00BF5AD6" w:rsidRDefault="00C36DED" w:rsidP="00A927E0">
            <w:pPr>
              <w:snapToGrid w:val="0"/>
            </w:pPr>
            <w:r w:rsidRPr="00BF5AD6">
              <w:t>374 -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BF5AD6" w:rsidRDefault="00C36DED" w:rsidP="00A927E0">
            <w:pPr>
              <w:snapToGrid w:val="0"/>
            </w:pPr>
            <w:r w:rsidRPr="00BF5AD6">
              <w:t>Россия</w:t>
            </w:r>
          </w:p>
          <w:p w:rsidR="00C36DED" w:rsidRPr="00BF5AD6" w:rsidRDefault="00C36DED" w:rsidP="00A927E0">
            <w:pPr>
              <w:snapToGrid w:val="0"/>
            </w:pPr>
          </w:p>
          <w:p w:rsidR="00C36DED" w:rsidRPr="00BF5AD6" w:rsidRDefault="00C36DED" w:rsidP="00A927E0">
            <w:pPr>
              <w:snapToGrid w:val="0"/>
            </w:pPr>
          </w:p>
          <w:p w:rsidR="00C36DED" w:rsidRPr="00BF5AD6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  <w:r>
              <w:t>Россия</w:t>
            </w:r>
          </w:p>
          <w:p w:rsidR="00C36DED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</w:p>
          <w:p w:rsidR="00C36DED" w:rsidRPr="00BF5AD6" w:rsidRDefault="00C36DED" w:rsidP="00A927E0">
            <w:pPr>
              <w:snapToGrid w:val="0"/>
            </w:pPr>
            <w:r w:rsidRPr="00BF5AD6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592A64" w:rsidRDefault="00C36DED" w:rsidP="00D01B82">
            <w:pPr>
              <w:snapToGrid w:val="0"/>
            </w:pPr>
            <w:r w:rsidRPr="00592A64">
              <w:t>ВАЗ 2110</w:t>
            </w:r>
          </w:p>
        </w:tc>
      </w:tr>
      <w:tr w:rsidR="00C36DED" w:rsidTr="00D01B82">
        <w:trPr>
          <w:trHeight w:val="96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864335" w:rsidRDefault="00C36DED" w:rsidP="00D01B82">
            <w:pPr>
              <w:snapToGrid w:val="0"/>
            </w:pPr>
            <w:r w:rsidRPr="00864335">
              <w:t>Дочь</w:t>
            </w: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864335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864335" w:rsidRDefault="00C36DED" w:rsidP="00D01B82">
            <w:pPr>
              <w:snapToGrid w:val="0"/>
              <w:jc w:val="center"/>
            </w:pPr>
            <w:r w:rsidRPr="00864335">
              <w:t>-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864335" w:rsidRDefault="00C36DED" w:rsidP="00D01B82">
            <w:pPr>
              <w:snapToGrid w:val="0"/>
            </w:pPr>
            <w:r w:rsidRPr="00864335">
              <w:t>Земельный участок (под индивидуальное жилищное строительство) (долевая ¼)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864335" w:rsidRDefault="00C36DED" w:rsidP="00D01B82">
            <w:pPr>
              <w:snapToGrid w:val="0"/>
            </w:pPr>
            <w:r w:rsidRPr="00864335">
              <w:t>1496 – общая</w:t>
            </w:r>
          </w:p>
          <w:p w:rsidR="00C36DED" w:rsidRPr="00864335" w:rsidRDefault="00C36DED" w:rsidP="00D01B82">
            <w:pPr>
              <w:snapToGrid w:val="0"/>
            </w:pPr>
            <w:r w:rsidRPr="00864335">
              <w:t>374 -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864335" w:rsidRDefault="00C36DED" w:rsidP="00D01B82">
            <w:pPr>
              <w:snapToGrid w:val="0"/>
            </w:pPr>
            <w:r w:rsidRPr="00864335">
              <w:t>Россия</w:t>
            </w:r>
          </w:p>
          <w:p w:rsidR="00C36DED" w:rsidRPr="00864335" w:rsidRDefault="00C36DED" w:rsidP="00D01B82">
            <w:pPr>
              <w:snapToGrid w:val="0"/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864335" w:rsidRDefault="00C36DED" w:rsidP="00D01B82">
            <w:pPr>
              <w:snapToGrid w:val="0"/>
            </w:pPr>
            <w:r w:rsidRPr="00864335">
              <w:t>-</w:t>
            </w:r>
          </w:p>
        </w:tc>
      </w:tr>
      <w:tr w:rsidR="00C36DED" w:rsidTr="00D01B82">
        <w:trPr>
          <w:trHeight w:val="337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864335" w:rsidRDefault="00C36DED" w:rsidP="00D01B82">
            <w:pPr>
              <w:snapToGrid w:val="0"/>
            </w:pPr>
            <w:r w:rsidRPr="00864335">
              <w:t>Сын</w:t>
            </w: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864335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864335" w:rsidRDefault="00C36DED" w:rsidP="00D01B82">
            <w:pPr>
              <w:snapToGrid w:val="0"/>
              <w:jc w:val="center"/>
            </w:pPr>
            <w:r w:rsidRPr="00864335">
              <w:t>-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864335" w:rsidRDefault="00C36DED" w:rsidP="00D01B82">
            <w:pPr>
              <w:snapToGrid w:val="0"/>
            </w:pPr>
            <w:r w:rsidRPr="00864335">
              <w:t>Земельный участок (под индивидуальное жилищное строительство) (долевая ¼)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864335" w:rsidRDefault="00C36DED" w:rsidP="00D01B82">
            <w:pPr>
              <w:snapToGrid w:val="0"/>
            </w:pPr>
            <w:r w:rsidRPr="00864335">
              <w:t>1496 – общая</w:t>
            </w:r>
          </w:p>
          <w:p w:rsidR="00C36DED" w:rsidRPr="00864335" w:rsidRDefault="00C36DED" w:rsidP="00D01B82">
            <w:pPr>
              <w:snapToGrid w:val="0"/>
            </w:pPr>
            <w:r w:rsidRPr="00864335">
              <w:t>374 -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864335" w:rsidRDefault="00C36DED" w:rsidP="00D01B82">
            <w:pPr>
              <w:snapToGrid w:val="0"/>
            </w:pPr>
            <w:r w:rsidRPr="00864335">
              <w:t>Россия</w:t>
            </w:r>
          </w:p>
          <w:p w:rsidR="00C36DED" w:rsidRPr="00864335" w:rsidRDefault="00C36DED" w:rsidP="00D01B82">
            <w:pPr>
              <w:snapToGrid w:val="0"/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864335" w:rsidRDefault="00C36DED" w:rsidP="00D01B82">
            <w:pPr>
              <w:snapToGrid w:val="0"/>
            </w:pPr>
            <w:r w:rsidRPr="00864335">
              <w:t>-</w:t>
            </w:r>
          </w:p>
        </w:tc>
      </w:tr>
      <w:tr w:rsidR="00C36DED" w:rsidTr="00D01B82">
        <w:trPr>
          <w:trHeight w:val="111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F010E8" w:rsidRDefault="00C36DED" w:rsidP="00D01B82">
            <w:pPr>
              <w:snapToGrid w:val="0"/>
            </w:pPr>
            <w:r w:rsidRPr="00F010E8">
              <w:t>Мендыгалиев С.Т.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36DED" w:rsidRPr="00F010E8" w:rsidRDefault="00C36DED" w:rsidP="00D01B82">
            <w:pPr>
              <w:snapToGrid w:val="0"/>
            </w:pPr>
            <w:r w:rsidRPr="00F010E8">
              <w:t>Судебный пристав – исполнитель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F010E8" w:rsidRDefault="00C36DED" w:rsidP="00D01B82">
            <w:pPr>
              <w:snapToGrid w:val="0"/>
              <w:jc w:val="center"/>
            </w:pPr>
            <w:r w:rsidRPr="00F010E8">
              <w:t xml:space="preserve">118 587, 96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F010E8" w:rsidRDefault="00C36DED" w:rsidP="00D01B82">
            <w:pPr>
              <w:snapToGrid w:val="0"/>
            </w:pPr>
            <w:r w:rsidRPr="00F010E8">
              <w:t>Жилой дом (в совместном пользовании)</w:t>
            </w: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  <w:r w:rsidRPr="00F010E8">
              <w:t>Земельный участок (под индивидуальное жилищное строительство) (долевая 1/6)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F010E8" w:rsidRDefault="00C36DED" w:rsidP="00D01B82">
            <w:pPr>
              <w:snapToGrid w:val="0"/>
            </w:pPr>
            <w:r w:rsidRPr="00F010E8">
              <w:t>80,9</w:t>
            </w: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  <w:r w:rsidRPr="00F010E8">
              <w:t>611 – общая</w:t>
            </w:r>
          </w:p>
          <w:p w:rsidR="00C36DED" w:rsidRPr="00F010E8" w:rsidRDefault="00C36DED" w:rsidP="00D01B82">
            <w:pPr>
              <w:snapToGrid w:val="0"/>
            </w:pPr>
            <w:r w:rsidRPr="00F010E8">
              <w:t>101, 83 -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F010E8" w:rsidRDefault="00C36DED" w:rsidP="00D01B82">
            <w:pPr>
              <w:snapToGrid w:val="0"/>
            </w:pPr>
            <w:r w:rsidRPr="00F010E8">
              <w:t>Россия</w:t>
            </w: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  <w:r w:rsidRPr="00F010E8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F010E8" w:rsidRDefault="00C36DED" w:rsidP="00D01B82">
            <w:pPr>
              <w:snapToGrid w:val="0"/>
            </w:pPr>
            <w:r w:rsidRPr="00F010E8">
              <w:t>-</w:t>
            </w:r>
          </w:p>
        </w:tc>
      </w:tr>
      <w:tr w:rsidR="00C36DED" w:rsidTr="00D01B82">
        <w:trPr>
          <w:trHeight w:val="150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F010E8" w:rsidRDefault="00C36DED" w:rsidP="00D01B82">
            <w:pPr>
              <w:snapToGrid w:val="0"/>
            </w:pPr>
            <w:r w:rsidRPr="00F010E8">
              <w:t>Супруга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C36DED" w:rsidRPr="0010030A" w:rsidRDefault="00C36DED" w:rsidP="00D01B82">
            <w:pPr>
              <w:snapToGrid w:val="0"/>
              <w:rPr>
                <w:color w:val="7F7F7F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F010E8" w:rsidRDefault="00C36DED" w:rsidP="00D01B82">
            <w:pPr>
              <w:snapToGrid w:val="0"/>
              <w:jc w:val="center"/>
            </w:pPr>
            <w:r w:rsidRPr="00F010E8">
              <w:t>5 729, 78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F010E8" w:rsidRDefault="00C36DED" w:rsidP="00D01B82">
            <w:pPr>
              <w:snapToGrid w:val="0"/>
            </w:pPr>
            <w:r w:rsidRPr="00F010E8">
              <w:t>Жилой дом (в совместном пользовании)</w:t>
            </w: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  <w:r w:rsidRPr="00F010E8">
              <w:t>Земельный участок (под индивидуальное жилищное строительство) (долевая 1/6)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F010E8" w:rsidRDefault="00C36DED" w:rsidP="00D01B82">
            <w:pPr>
              <w:snapToGrid w:val="0"/>
            </w:pPr>
            <w:r w:rsidRPr="00F010E8">
              <w:t>80,9</w:t>
            </w: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  <w:r w:rsidRPr="00F010E8">
              <w:t>611 – общая</w:t>
            </w:r>
          </w:p>
          <w:p w:rsidR="00C36DED" w:rsidRPr="00F010E8" w:rsidRDefault="00C36DED" w:rsidP="00D01B82">
            <w:pPr>
              <w:snapToGrid w:val="0"/>
            </w:pPr>
            <w:r w:rsidRPr="00F010E8">
              <w:t>101, 83 -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F010E8" w:rsidRDefault="00C36DED" w:rsidP="00D01B82">
            <w:pPr>
              <w:snapToGrid w:val="0"/>
            </w:pPr>
            <w:r w:rsidRPr="00F010E8">
              <w:t>Россия</w:t>
            </w: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</w:p>
          <w:p w:rsidR="00C36DED" w:rsidRPr="00F010E8" w:rsidRDefault="00C36DED" w:rsidP="00D01B82">
            <w:pPr>
              <w:snapToGrid w:val="0"/>
            </w:pPr>
            <w:r w:rsidRPr="00F010E8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F010E8" w:rsidRDefault="00C36DED" w:rsidP="00D01B82">
            <w:pPr>
              <w:snapToGrid w:val="0"/>
            </w:pPr>
            <w:r w:rsidRPr="00F010E8">
              <w:t>-</w:t>
            </w:r>
          </w:p>
        </w:tc>
      </w:tr>
      <w:tr w:rsidR="00C36DED" w:rsidTr="00D01B82">
        <w:trPr>
          <w:trHeight w:val="150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E8537F" w:rsidRDefault="00C36DED" w:rsidP="00D01B82">
            <w:pPr>
              <w:snapToGrid w:val="0"/>
            </w:pPr>
            <w:r w:rsidRPr="00E8537F">
              <w:t>Сын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C36DED" w:rsidRPr="00E8537F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E8537F" w:rsidRDefault="00C36DED" w:rsidP="00D01B82">
            <w:pPr>
              <w:snapToGrid w:val="0"/>
              <w:jc w:val="center"/>
            </w:pPr>
            <w:r w:rsidRPr="00E8537F">
              <w:t>-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E8537F" w:rsidRDefault="00C36DED" w:rsidP="00D01B82">
            <w:pPr>
              <w:snapToGrid w:val="0"/>
            </w:pPr>
            <w:r w:rsidRPr="00E8537F">
              <w:t>Земельный участок (под индивидуальное жилищное строительство) (долевая 1/3)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E8537F" w:rsidRDefault="00C36DED" w:rsidP="00D01B82">
            <w:pPr>
              <w:snapToGrid w:val="0"/>
            </w:pPr>
            <w:r w:rsidRPr="00E8537F">
              <w:t>611 – общая</w:t>
            </w:r>
          </w:p>
          <w:p w:rsidR="00C36DED" w:rsidRPr="00E8537F" w:rsidRDefault="00C36DED" w:rsidP="007B3FAC">
            <w:pPr>
              <w:snapToGrid w:val="0"/>
            </w:pPr>
            <w:r>
              <w:t>203</w:t>
            </w:r>
            <w:r w:rsidRPr="00E8537F">
              <w:t xml:space="preserve">, </w:t>
            </w:r>
            <w:r>
              <w:t>66</w:t>
            </w:r>
            <w:r w:rsidRPr="00E8537F">
              <w:t xml:space="preserve">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E8537F" w:rsidRDefault="00C36DED" w:rsidP="00D01B82">
            <w:pPr>
              <w:snapToGrid w:val="0"/>
            </w:pPr>
            <w:r w:rsidRPr="00E8537F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E8537F" w:rsidRDefault="00C36DED" w:rsidP="00D01B82">
            <w:pPr>
              <w:snapToGrid w:val="0"/>
            </w:pPr>
            <w:r w:rsidRPr="00E8537F">
              <w:t>-</w:t>
            </w:r>
          </w:p>
        </w:tc>
      </w:tr>
      <w:tr w:rsidR="00C36DED" w:rsidTr="00D01B82">
        <w:trPr>
          <w:trHeight w:val="150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Сын</w:t>
            </w:r>
          </w:p>
        </w:tc>
        <w:tc>
          <w:tcPr>
            <w:tcW w:w="20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E8537F" w:rsidRDefault="00C36DED" w:rsidP="00D01B82">
            <w:pPr>
              <w:snapToGrid w:val="0"/>
              <w:jc w:val="center"/>
            </w:pPr>
            <w:r w:rsidRPr="00E8537F">
              <w:t>-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E8537F" w:rsidRDefault="00C36DED" w:rsidP="00D01B82">
            <w:pPr>
              <w:snapToGrid w:val="0"/>
            </w:pPr>
            <w:r w:rsidRPr="00E8537F">
              <w:t>Земельный участок (под индивидуальное жилищное строительство) (долевая 1/3)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E8537F" w:rsidRDefault="00C36DED" w:rsidP="00D01B82">
            <w:pPr>
              <w:snapToGrid w:val="0"/>
            </w:pPr>
            <w:r w:rsidRPr="00E8537F">
              <w:t>611 – общая</w:t>
            </w:r>
          </w:p>
          <w:p w:rsidR="00C36DED" w:rsidRPr="00E8537F" w:rsidRDefault="00C36DED" w:rsidP="007B3FAC">
            <w:pPr>
              <w:snapToGrid w:val="0"/>
            </w:pPr>
            <w:r>
              <w:t>203</w:t>
            </w:r>
            <w:r w:rsidRPr="00E8537F">
              <w:t xml:space="preserve">, </w:t>
            </w:r>
            <w:r>
              <w:t>66</w:t>
            </w:r>
            <w:r w:rsidRPr="00E8537F">
              <w:t xml:space="preserve">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E8537F" w:rsidRDefault="00C36DED" w:rsidP="00D01B82">
            <w:pPr>
              <w:snapToGrid w:val="0"/>
            </w:pPr>
            <w:r w:rsidRPr="00E8537F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E8537F" w:rsidRDefault="00C36DED" w:rsidP="00D01B82">
            <w:pPr>
              <w:snapToGrid w:val="0"/>
            </w:pPr>
            <w:r w:rsidRPr="00E8537F">
              <w:t>-</w:t>
            </w:r>
          </w:p>
        </w:tc>
      </w:tr>
      <w:tr w:rsidR="00C36DED" w:rsidTr="00D01B82">
        <w:trPr>
          <w:trHeight w:val="120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Таскалиев К.М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Ведущий специалист – эксперт (дознаватель)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  <w:jc w:val="center"/>
            </w:pPr>
            <w:r w:rsidRPr="00CB4F75">
              <w:t>456 681, 60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r w:rsidRPr="00CB4F75">
              <w:t>Жилой дом</w:t>
            </w:r>
          </w:p>
          <w:p w:rsidR="00C36DED" w:rsidRPr="00CB4F75" w:rsidRDefault="00C36DED" w:rsidP="00D01B82">
            <w:r w:rsidRPr="00CB4F75">
              <w:t>(долевая 1/3)</w:t>
            </w:r>
          </w:p>
          <w:p w:rsidR="00C36DED" w:rsidRPr="00CB4F75" w:rsidRDefault="00C36DED" w:rsidP="00D01B82"/>
          <w:p w:rsidR="00C36DED" w:rsidRPr="00CB4F75" w:rsidRDefault="00C36DED" w:rsidP="00D01B82">
            <w:r w:rsidRPr="00CB4F75">
              <w:t>Земельный участок  (для ведения личного подсобного хозяйства)</w:t>
            </w:r>
          </w:p>
          <w:p w:rsidR="00C36DED" w:rsidRPr="00CB4F75" w:rsidRDefault="00C36DED" w:rsidP="00D01B82">
            <w:r w:rsidRPr="00CB4F75">
              <w:t>(долевая 1/3)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r w:rsidRPr="00CB4F75">
              <w:t>89, 9 – общая</w:t>
            </w:r>
          </w:p>
          <w:p w:rsidR="00C36DED" w:rsidRPr="00CB4F75" w:rsidRDefault="00C36DED" w:rsidP="00D01B82">
            <w:r w:rsidRPr="00CB4F75">
              <w:t>29, 97 – доля</w:t>
            </w:r>
          </w:p>
          <w:p w:rsidR="00C36DED" w:rsidRPr="00CB4F75" w:rsidRDefault="00C36DED" w:rsidP="00D01B82"/>
          <w:p w:rsidR="00C36DED" w:rsidRPr="00CB4F75" w:rsidRDefault="00C36DED" w:rsidP="00D01B82">
            <w:r w:rsidRPr="00CB4F75">
              <w:t>580, 49  – общая</w:t>
            </w:r>
          </w:p>
          <w:p w:rsidR="00C36DED" w:rsidRPr="00CB4F75" w:rsidRDefault="00C36DED" w:rsidP="00D01B82">
            <w:r w:rsidRPr="00CB4F75">
              <w:t>193, 5 -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Россия</w:t>
            </w:r>
          </w:p>
          <w:p w:rsidR="00C36DED" w:rsidRPr="00CB4F75" w:rsidRDefault="00C36DED" w:rsidP="00D01B82">
            <w:pPr>
              <w:snapToGrid w:val="0"/>
            </w:pPr>
          </w:p>
          <w:p w:rsidR="00C36DED" w:rsidRPr="00CB4F75" w:rsidRDefault="00C36DED" w:rsidP="00D01B82">
            <w:pPr>
              <w:snapToGrid w:val="0"/>
            </w:pPr>
          </w:p>
          <w:p w:rsidR="00C36DED" w:rsidRPr="00CB4F75" w:rsidRDefault="00C36DED" w:rsidP="00D01B82">
            <w:pPr>
              <w:snapToGrid w:val="0"/>
            </w:pPr>
            <w:r w:rsidRPr="00CB4F75">
              <w:t>Россия</w:t>
            </w:r>
          </w:p>
          <w:p w:rsidR="00C36DED" w:rsidRPr="00CB4F75" w:rsidRDefault="00C36DED" w:rsidP="00D01B82">
            <w:pPr>
              <w:snapToGrid w:val="0"/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ВАЗ 2109</w:t>
            </w:r>
          </w:p>
        </w:tc>
      </w:tr>
      <w:tr w:rsidR="00C36DED" w:rsidTr="00D01B82">
        <w:trPr>
          <w:trHeight w:val="111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Супруга</w:t>
            </w: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  <w:jc w:val="center"/>
            </w:pPr>
            <w:r w:rsidRPr="00CB4F75">
              <w:t>168 485, 26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r w:rsidRPr="00CB4F75">
              <w:t>Жилой дом</w:t>
            </w:r>
          </w:p>
          <w:p w:rsidR="00C36DED" w:rsidRPr="00CB4F75" w:rsidRDefault="00C36DED" w:rsidP="00D01B82">
            <w:r w:rsidRPr="00CB4F75">
              <w:t>(долевая 1/3)</w:t>
            </w:r>
          </w:p>
          <w:p w:rsidR="00C36DED" w:rsidRPr="00CB4F75" w:rsidRDefault="00C36DED" w:rsidP="00D01B82"/>
          <w:p w:rsidR="00C36DED" w:rsidRPr="00CB4F75" w:rsidRDefault="00C36DED" w:rsidP="00D01B82">
            <w:r w:rsidRPr="00CB4F75">
              <w:t>Земельный участок  (для ведения личного подсобного хозяйства)</w:t>
            </w:r>
          </w:p>
          <w:p w:rsidR="00C36DED" w:rsidRPr="00CB4F75" w:rsidRDefault="00C36DED" w:rsidP="00D01B82">
            <w:r w:rsidRPr="00CB4F75">
              <w:t>(долевая 1/3)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r w:rsidRPr="00CB4F75">
              <w:t>89, 9 – общая</w:t>
            </w:r>
          </w:p>
          <w:p w:rsidR="00C36DED" w:rsidRPr="00CB4F75" w:rsidRDefault="00C36DED" w:rsidP="00D01B82">
            <w:r w:rsidRPr="00CB4F75">
              <w:t>29, 97 – доля</w:t>
            </w:r>
          </w:p>
          <w:p w:rsidR="00C36DED" w:rsidRPr="00CB4F75" w:rsidRDefault="00C36DED" w:rsidP="00D01B82"/>
          <w:p w:rsidR="00C36DED" w:rsidRPr="00CB4F75" w:rsidRDefault="00C36DED" w:rsidP="00D01B82">
            <w:r w:rsidRPr="00CB4F75">
              <w:t>580, 49  – общая</w:t>
            </w:r>
          </w:p>
          <w:p w:rsidR="00C36DED" w:rsidRPr="00CB4F75" w:rsidRDefault="00C36DED" w:rsidP="00D01B82">
            <w:r w:rsidRPr="00CB4F75">
              <w:t>193, 5 -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Россия</w:t>
            </w:r>
          </w:p>
          <w:p w:rsidR="00C36DED" w:rsidRPr="00CB4F75" w:rsidRDefault="00C36DED" w:rsidP="00D01B82">
            <w:pPr>
              <w:snapToGrid w:val="0"/>
            </w:pPr>
          </w:p>
          <w:p w:rsidR="00C36DED" w:rsidRPr="00CB4F75" w:rsidRDefault="00C36DED" w:rsidP="00D01B82">
            <w:pPr>
              <w:snapToGrid w:val="0"/>
            </w:pPr>
          </w:p>
          <w:p w:rsidR="00C36DED" w:rsidRPr="00CB4F75" w:rsidRDefault="00C36DED" w:rsidP="00D01B82">
            <w:pPr>
              <w:snapToGrid w:val="0"/>
            </w:pPr>
            <w:r w:rsidRPr="00CB4F75">
              <w:t>Россия</w:t>
            </w:r>
          </w:p>
          <w:p w:rsidR="00C36DED" w:rsidRPr="00CB4F75" w:rsidRDefault="00C36DED" w:rsidP="00D01B82">
            <w:pPr>
              <w:snapToGrid w:val="0"/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-</w:t>
            </w:r>
          </w:p>
        </w:tc>
      </w:tr>
      <w:tr w:rsidR="00C36DED" w:rsidTr="00D01B82">
        <w:trPr>
          <w:trHeight w:val="13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273F5A" w:rsidRDefault="00C36DED" w:rsidP="00D01B82">
            <w:pPr>
              <w:snapToGrid w:val="0"/>
            </w:pPr>
            <w:r w:rsidRPr="00273F5A">
              <w:t>Дочь</w:t>
            </w: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pPr>
              <w:snapToGrid w:val="0"/>
              <w:rPr>
                <w:color w:val="7F7F7F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273F5A" w:rsidRDefault="00C36DED" w:rsidP="00D01B82">
            <w:pPr>
              <w:snapToGrid w:val="0"/>
              <w:jc w:val="center"/>
            </w:pPr>
            <w:r w:rsidRPr="00273F5A">
              <w:t>-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273F5A" w:rsidRDefault="00C36DED" w:rsidP="00D01B82">
            <w:r w:rsidRPr="00273F5A">
              <w:t>Жилой дом</w:t>
            </w:r>
          </w:p>
          <w:p w:rsidR="00C36DED" w:rsidRPr="00273F5A" w:rsidRDefault="00C36DED" w:rsidP="00D01B82">
            <w:r w:rsidRPr="00273F5A">
              <w:t>(долевая 1/3)</w:t>
            </w:r>
          </w:p>
          <w:p w:rsidR="00C36DED" w:rsidRPr="00273F5A" w:rsidRDefault="00C36DED" w:rsidP="00D01B82"/>
          <w:p w:rsidR="00C36DED" w:rsidRPr="00273F5A" w:rsidRDefault="00C36DED" w:rsidP="00D01B82">
            <w:r w:rsidRPr="00273F5A">
              <w:t>Земельный участок  (для ведения личного подсобного хозяйства)</w:t>
            </w:r>
          </w:p>
          <w:p w:rsidR="00C36DED" w:rsidRPr="00273F5A" w:rsidRDefault="00C36DED" w:rsidP="00D01B82">
            <w:r w:rsidRPr="00273F5A">
              <w:t>(долевая 1/3)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273F5A" w:rsidRDefault="00C36DED" w:rsidP="00D01B82">
            <w:r w:rsidRPr="00273F5A">
              <w:t>89, 9 – общая</w:t>
            </w:r>
          </w:p>
          <w:p w:rsidR="00C36DED" w:rsidRPr="00273F5A" w:rsidRDefault="00C36DED" w:rsidP="00D01B82">
            <w:r w:rsidRPr="00273F5A">
              <w:t>29, 97 – доля</w:t>
            </w:r>
          </w:p>
          <w:p w:rsidR="00C36DED" w:rsidRPr="00273F5A" w:rsidRDefault="00C36DED" w:rsidP="00D01B82"/>
          <w:p w:rsidR="00C36DED" w:rsidRPr="00273F5A" w:rsidRDefault="00C36DED" w:rsidP="00D01B82">
            <w:r w:rsidRPr="00273F5A">
              <w:t>580, 49  – общая</w:t>
            </w:r>
          </w:p>
          <w:p w:rsidR="00C36DED" w:rsidRPr="00273F5A" w:rsidRDefault="00C36DED" w:rsidP="00D01B82">
            <w:r w:rsidRPr="00273F5A">
              <w:t>193, 5 - доля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273F5A" w:rsidRDefault="00C36DED" w:rsidP="00D01B82">
            <w:pPr>
              <w:snapToGrid w:val="0"/>
            </w:pPr>
            <w:r w:rsidRPr="00273F5A">
              <w:t>Россия</w:t>
            </w:r>
          </w:p>
          <w:p w:rsidR="00C36DED" w:rsidRPr="00273F5A" w:rsidRDefault="00C36DED" w:rsidP="00D01B82">
            <w:pPr>
              <w:snapToGrid w:val="0"/>
            </w:pPr>
          </w:p>
          <w:p w:rsidR="00C36DED" w:rsidRPr="00273F5A" w:rsidRDefault="00C36DED" w:rsidP="00D01B82">
            <w:pPr>
              <w:snapToGrid w:val="0"/>
            </w:pPr>
          </w:p>
          <w:p w:rsidR="00C36DED" w:rsidRPr="00273F5A" w:rsidRDefault="00C36DED" w:rsidP="00D01B82">
            <w:pPr>
              <w:snapToGrid w:val="0"/>
            </w:pPr>
            <w:r w:rsidRPr="00273F5A">
              <w:t>Россия</w:t>
            </w:r>
          </w:p>
          <w:p w:rsidR="00C36DED" w:rsidRPr="00273F5A" w:rsidRDefault="00C36DED" w:rsidP="00D01B82">
            <w:pPr>
              <w:snapToGrid w:val="0"/>
            </w:pPr>
          </w:p>
          <w:p w:rsidR="00C36DED" w:rsidRPr="00273F5A" w:rsidRDefault="00C36DED" w:rsidP="00D01B82">
            <w:pPr>
              <w:snapToGrid w:val="0"/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273F5A" w:rsidRDefault="00C36DED" w:rsidP="00D01B82">
            <w:pPr>
              <w:snapToGrid w:val="0"/>
            </w:pPr>
            <w:r w:rsidRPr="00273F5A">
              <w:t>-</w:t>
            </w:r>
          </w:p>
        </w:tc>
      </w:tr>
      <w:tr w:rsidR="00C36DED" w:rsidTr="00D555E0">
        <w:trPr>
          <w:trHeight w:val="135"/>
        </w:trPr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D01B82">
            <w:pPr>
              <w:snapToGrid w:val="0"/>
            </w:pPr>
            <w:r w:rsidRPr="00601C81">
              <w:t>Романова Н.В.</w:t>
            </w:r>
          </w:p>
        </w:tc>
        <w:tc>
          <w:tcPr>
            <w:tcW w:w="2049" w:type="dxa"/>
            <w:vMerge w:val="restart"/>
            <w:tcBorders>
              <w:left w:val="single" w:sz="4" w:space="0" w:color="000000"/>
            </w:tcBorders>
          </w:tcPr>
          <w:p w:rsidR="00C36DED" w:rsidRPr="00601C81" w:rsidRDefault="00C36DED" w:rsidP="00D01B82">
            <w:pPr>
              <w:snapToGrid w:val="0"/>
            </w:pPr>
            <w:r w:rsidRPr="00601C81">
              <w:t>Судебный пристав – исполнитель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D01B82">
            <w:pPr>
              <w:snapToGrid w:val="0"/>
              <w:jc w:val="center"/>
            </w:pPr>
            <w:r w:rsidRPr="00601C81">
              <w:t>176 028, 75</w:t>
            </w:r>
          </w:p>
        </w:tc>
        <w:tc>
          <w:tcPr>
            <w:tcW w:w="2462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D01B82">
            <w:pPr>
              <w:snapToGrid w:val="0"/>
            </w:pPr>
            <w:r w:rsidRPr="00601C81">
              <w:t>Земельный участок (садовый)</w:t>
            </w:r>
          </w:p>
          <w:p w:rsidR="00C36DED" w:rsidRPr="00601C81" w:rsidRDefault="00C36DED" w:rsidP="00D01B82">
            <w:pPr>
              <w:snapToGrid w:val="0"/>
            </w:pPr>
            <w:r w:rsidRPr="00601C81">
              <w:t>(совместная)</w:t>
            </w:r>
          </w:p>
          <w:p w:rsidR="00C36DED" w:rsidRPr="00601C81" w:rsidRDefault="00C36DED" w:rsidP="00D01B82">
            <w:pPr>
              <w:snapToGrid w:val="0"/>
            </w:pPr>
          </w:p>
          <w:p w:rsidR="00C36DED" w:rsidRPr="00601C81" w:rsidRDefault="00C36DED" w:rsidP="00D01B82">
            <w:pPr>
              <w:snapToGrid w:val="0"/>
            </w:pPr>
            <w:r w:rsidRPr="00601C81">
              <w:t>Жилой дом (совместная)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D01B82">
            <w:pPr>
              <w:snapToGrid w:val="0"/>
            </w:pPr>
            <w:r w:rsidRPr="00601C81">
              <w:t>1106, 19</w:t>
            </w:r>
          </w:p>
          <w:p w:rsidR="00C36DED" w:rsidRPr="00601C81" w:rsidRDefault="00C36DED" w:rsidP="00D01B82">
            <w:pPr>
              <w:snapToGrid w:val="0"/>
            </w:pPr>
          </w:p>
          <w:p w:rsidR="00C36DED" w:rsidRPr="00601C81" w:rsidRDefault="00C36DED" w:rsidP="00D01B82">
            <w:pPr>
              <w:snapToGrid w:val="0"/>
            </w:pPr>
          </w:p>
          <w:p w:rsidR="00C36DED" w:rsidRPr="00601C81" w:rsidRDefault="00C36DED" w:rsidP="00D01B82">
            <w:pPr>
              <w:snapToGrid w:val="0"/>
            </w:pPr>
          </w:p>
          <w:p w:rsidR="00C36DED" w:rsidRPr="00601C81" w:rsidRDefault="00C36DED" w:rsidP="00D01B82">
            <w:pPr>
              <w:snapToGrid w:val="0"/>
            </w:pPr>
            <w:r w:rsidRPr="00601C81">
              <w:t>76 ,4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D01B82">
            <w:pPr>
              <w:snapToGrid w:val="0"/>
            </w:pPr>
            <w:r w:rsidRPr="00601C81">
              <w:t>Россия</w:t>
            </w:r>
          </w:p>
          <w:p w:rsidR="00C36DED" w:rsidRPr="00601C81" w:rsidRDefault="00C36DED" w:rsidP="00D01B82">
            <w:pPr>
              <w:snapToGrid w:val="0"/>
            </w:pPr>
          </w:p>
          <w:p w:rsidR="00C36DED" w:rsidRPr="00601C81" w:rsidRDefault="00C36DED" w:rsidP="00D01B82">
            <w:pPr>
              <w:snapToGrid w:val="0"/>
            </w:pPr>
          </w:p>
          <w:p w:rsidR="00C36DED" w:rsidRPr="00601C81" w:rsidRDefault="00C36DED" w:rsidP="00D01B82">
            <w:pPr>
              <w:snapToGrid w:val="0"/>
            </w:pPr>
          </w:p>
          <w:p w:rsidR="00C36DED" w:rsidRPr="00601C81" w:rsidRDefault="00C36DED" w:rsidP="00D01B82">
            <w:pPr>
              <w:snapToGrid w:val="0"/>
            </w:pPr>
            <w:r w:rsidRPr="00601C81">
              <w:t>Россия</w:t>
            </w:r>
          </w:p>
        </w:tc>
        <w:tc>
          <w:tcPr>
            <w:tcW w:w="2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601C81" w:rsidRDefault="00C36DED" w:rsidP="00D01B82">
            <w:pPr>
              <w:snapToGrid w:val="0"/>
            </w:pPr>
            <w:r w:rsidRPr="00601C81">
              <w:t>-</w:t>
            </w:r>
          </w:p>
        </w:tc>
      </w:tr>
      <w:tr w:rsidR="00C36DED" w:rsidTr="0087241F">
        <w:trPr>
          <w:trHeight w:val="135"/>
        </w:trPr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D01B82">
            <w:pPr>
              <w:snapToGrid w:val="0"/>
            </w:pPr>
            <w:r>
              <w:t>Супруг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C36DED" w:rsidRPr="00601C81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D01B82">
            <w:pPr>
              <w:snapToGrid w:val="0"/>
              <w:jc w:val="center"/>
            </w:pPr>
            <w:r>
              <w:t>141 008, 87</w:t>
            </w:r>
          </w:p>
        </w:tc>
        <w:tc>
          <w:tcPr>
            <w:tcW w:w="2462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601C81">
            <w:pPr>
              <w:snapToGrid w:val="0"/>
            </w:pPr>
            <w:r w:rsidRPr="00601C81">
              <w:t>Земельный участок (садовый)</w:t>
            </w:r>
          </w:p>
          <w:p w:rsidR="00C36DED" w:rsidRPr="00601C81" w:rsidRDefault="00C36DED" w:rsidP="00601C81">
            <w:pPr>
              <w:snapToGrid w:val="0"/>
            </w:pPr>
            <w:r w:rsidRPr="00601C81">
              <w:t>(совместная)</w:t>
            </w:r>
          </w:p>
          <w:p w:rsidR="00C36DED" w:rsidRPr="00601C81" w:rsidRDefault="00C36DED" w:rsidP="00601C81">
            <w:pPr>
              <w:snapToGrid w:val="0"/>
            </w:pPr>
          </w:p>
          <w:p w:rsidR="00C36DED" w:rsidRPr="00601C81" w:rsidRDefault="00C36DED" w:rsidP="00601C81">
            <w:pPr>
              <w:snapToGrid w:val="0"/>
            </w:pPr>
            <w:r w:rsidRPr="00601C81">
              <w:t>Жилой дом (совместная)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A927E0">
            <w:pPr>
              <w:snapToGrid w:val="0"/>
            </w:pPr>
            <w:r w:rsidRPr="00601C81">
              <w:t>1106, 19</w:t>
            </w:r>
          </w:p>
          <w:p w:rsidR="00C36DED" w:rsidRPr="00601C81" w:rsidRDefault="00C36DED" w:rsidP="00A927E0">
            <w:pPr>
              <w:snapToGrid w:val="0"/>
            </w:pPr>
          </w:p>
          <w:p w:rsidR="00C36DED" w:rsidRPr="00601C81" w:rsidRDefault="00C36DED" w:rsidP="00A927E0">
            <w:pPr>
              <w:snapToGrid w:val="0"/>
            </w:pPr>
          </w:p>
          <w:p w:rsidR="00C36DED" w:rsidRPr="00601C81" w:rsidRDefault="00C36DED" w:rsidP="00A927E0">
            <w:pPr>
              <w:snapToGrid w:val="0"/>
            </w:pPr>
          </w:p>
          <w:p w:rsidR="00C36DED" w:rsidRPr="00601C81" w:rsidRDefault="00C36DED" w:rsidP="00A927E0">
            <w:pPr>
              <w:snapToGrid w:val="0"/>
            </w:pPr>
            <w:r w:rsidRPr="00601C81">
              <w:t>76 ,4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A927E0">
            <w:pPr>
              <w:snapToGrid w:val="0"/>
            </w:pPr>
            <w:r w:rsidRPr="00601C81">
              <w:t>Россия</w:t>
            </w:r>
          </w:p>
          <w:p w:rsidR="00C36DED" w:rsidRPr="00601C81" w:rsidRDefault="00C36DED" w:rsidP="00A927E0">
            <w:pPr>
              <w:snapToGrid w:val="0"/>
            </w:pPr>
          </w:p>
          <w:p w:rsidR="00C36DED" w:rsidRPr="00601C81" w:rsidRDefault="00C36DED" w:rsidP="00A927E0">
            <w:pPr>
              <w:snapToGrid w:val="0"/>
            </w:pPr>
          </w:p>
          <w:p w:rsidR="00C36DED" w:rsidRPr="00601C81" w:rsidRDefault="00C36DED" w:rsidP="00A927E0">
            <w:pPr>
              <w:snapToGrid w:val="0"/>
            </w:pPr>
          </w:p>
          <w:p w:rsidR="00C36DED" w:rsidRPr="00601C81" w:rsidRDefault="00C36DED" w:rsidP="00A927E0">
            <w:pPr>
              <w:snapToGrid w:val="0"/>
            </w:pPr>
            <w:r w:rsidRPr="00601C81">
              <w:t>Россия</w:t>
            </w:r>
          </w:p>
        </w:tc>
        <w:tc>
          <w:tcPr>
            <w:tcW w:w="2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601C81" w:rsidRDefault="00C36DED" w:rsidP="00A927E0">
            <w:pPr>
              <w:snapToGrid w:val="0"/>
            </w:pPr>
            <w:r w:rsidRPr="00601C81">
              <w:t>-</w:t>
            </w:r>
          </w:p>
        </w:tc>
      </w:tr>
      <w:tr w:rsidR="00C36DED" w:rsidTr="00D01B82">
        <w:trPr>
          <w:trHeight w:val="135"/>
        </w:trPr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</w:pPr>
            <w:r>
              <w:t>Дочь</w:t>
            </w:r>
          </w:p>
        </w:tc>
        <w:tc>
          <w:tcPr>
            <w:tcW w:w="20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  <w:r>
              <w:t>-</w:t>
            </w:r>
          </w:p>
        </w:tc>
        <w:tc>
          <w:tcPr>
            <w:tcW w:w="2462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601C81">
            <w:pPr>
              <w:snapToGrid w:val="0"/>
            </w:pPr>
            <w:r>
              <w:t>-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A927E0">
            <w:pPr>
              <w:snapToGrid w:val="0"/>
            </w:pPr>
            <w:r>
              <w:t>-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A927E0">
            <w:pPr>
              <w:snapToGrid w:val="0"/>
            </w:pPr>
            <w:r>
              <w:t>-</w:t>
            </w:r>
          </w:p>
        </w:tc>
        <w:tc>
          <w:tcPr>
            <w:tcW w:w="2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601C81" w:rsidRDefault="00C36DED" w:rsidP="00A927E0">
            <w:pPr>
              <w:snapToGrid w:val="0"/>
            </w:pPr>
            <w:r>
              <w:t>-</w:t>
            </w:r>
          </w:p>
        </w:tc>
      </w:tr>
      <w:tr w:rsidR="00C36DED" w:rsidTr="00DC316D">
        <w:trPr>
          <w:trHeight w:val="135"/>
        </w:trPr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</w:pPr>
            <w:r>
              <w:t>Мадашева Е.М.</w:t>
            </w:r>
          </w:p>
        </w:tc>
        <w:tc>
          <w:tcPr>
            <w:tcW w:w="2049" w:type="dxa"/>
            <w:vMerge w:val="restart"/>
            <w:tcBorders>
              <w:left w:val="single" w:sz="4" w:space="0" w:color="000000"/>
            </w:tcBorders>
          </w:tcPr>
          <w:p w:rsidR="00C36DED" w:rsidRPr="00601C81" w:rsidRDefault="00C36DED" w:rsidP="00D01B82">
            <w:pPr>
              <w:snapToGrid w:val="0"/>
            </w:pPr>
            <w:r w:rsidRPr="00601C81">
              <w:t>Судебный пристав – исполнитель</w:t>
            </w: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  <w:r>
              <w:t>37 710, 36</w:t>
            </w:r>
          </w:p>
        </w:tc>
        <w:tc>
          <w:tcPr>
            <w:tcW w:w="2462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601C81">
            <w:pPr>
              <w:snapToGrid w:val="0"/>
            </w:pPr>
            <w:r>
              <w:t xml:space="preserve">Жилой дом </w:t>
            </w:r>
          </w:p>
          <w:p w:rsidR="00C36DED" w:rsidRDefault="00C36DED" w:rsidP="00601C81">
            <w:pPr>
              <w:snapToGrid w:val="0"/>
            </w:pPr>
            <w:r>
              <w:t>(долевая ½)</w:t>
            </w:r>
          </w:p>
          <w:p w:rsidR="00C36DED" w:rsidRDefault="00C36DED" w:rsidP="00601C81">
            <w:pPr>
              <w:snapToGrid w:val="0"/>
            </w:pPr>
          </w:p>
          <w:p w:rsidR="00C36DED" w:rsidRDefault="00C36DED" w:rsidP="00601C81">
            <w:pPr>
              <w:snapToGrid w:val="0"/>
            </w:pPr>
            <w:r>
              <w:t xml:space="preserve">Жилой дом </w:t>
            </w:r>
          </w:p>
          <w:p w:rsidR="00C36DED" w:rsidRDefault="00C36DED" w:rsidP="00601C81">
            <w:pPr>
              <w:snapToGrid w:val="0"/>
            </w:pPr>
            <w:r>
              <w:t>(в совместном пользовании)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A927E0">
            <w:pPr>
              <w:snapToGrid w:val="0"/>
            </w:pPr>
            <w:r>
              <w:t>72 – общая</w:t>
            </w:r>
          </w:p>
          <w:p w:rsidR="00C36DED" w:rsidRDefault="00C36DED" w:rsidP="00A927E0">
            <w:pPr>
              <w:snapToGrid w:val="0"/>
            </w:pPr>
            <w:r>
              <w:t>36 – доля</w:t>
            </w:r>
          </w:p>
          <w:p w:rsidR="00C36DED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  <w:r>
              <w:t>58, 6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A927E0">
            <w:pPr>
              <w:snapToGrid w:val="0"/>
            </w:pPr>
            <w:r>
              <w:t>Россия</w:t>
            </w:r>
          </w:p>
          <w:p w:rsidR="00C36DED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  <w:r>
              <w:t>Россия</w:t>
            </w:r>
          </w:p>
        </w:tc>
        <w:tc>
          <w:tcPr>
            <w:tcW w:w="2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Default="00C36DED" w:rsidP="00A927E0">
            <w:pPr>
              <w:snapToGrid w:val="0"/>
            </w:pPr>
            <w:r>
              <w:t>-</w:t>
            </w:r>
          </w:p>
        </w:tc>
      </w:tr>
      <w:tr w:rsidR="00C36DED" w:rsidTr="00DC316D">
        <w:trPr>
          <w:trHeight w:val="135"/>
        </w:trPr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</w:pPr>
            <w:r>
              <w:t>Супруг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C36DED" w:rsidRPr="00601C81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  <w:r>
              <w:t>47 596, 41</w:t>
            </w:r>
          </w:p>
        </w:tc>
        <w:tc>
          <w:tcPr>
            <w:tcW w:w="2462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413976">
            <w:pPr>
              <w:snapToGrid w:val="0"/>
            </w:pPr>
            <w:r>
              <w:t xml:space="preserve">Жилой дом </w:t>
            </w:r>
          </w:p>
          <w:p w:rsidR="00C36DED" w:rsidRDefault="00C36DED" w:rsidP="00413976">
            <w:pPr>
              <w:snapToGrid w:val="0"/>
            </w:pPr>
            <w:r>
              <w:t>(в совместном пользовании)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A927E0">
            <w:pPr>
              <w:snapToGrid w:val="0"/>
            </w:pPr>
            <w:r>
              <w:t>58, 6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A927E0">
            <w:pPr>
              <w:snapToGrid w:val="0"/>
            </w:pPr>
            <w:r>
              <w:t>Россия</w:t>
            </w:r>
          </w:p>
        </w:tc>
        <w:tc>
          <w:tcPr>
            <w:tcW w:w="2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Default="00C36DED" w:rsidP="00A927E0">
            <w:pPr>
              <w:snapToGrid w:val="0"/>
            </w:pPr>
            <w:r>
              <w:t>-</w:t>
            </w:r>
          </w:p>
        </w:tc>
      </w:tr>
      <w:tr w:rsidR="00C36DED" w:rsidTr="00D01B82">
        <w:trPr>
          <w:trHeight w:val="135"/>
        </w:trPr>
        <w:tc>
          <w:tcPr>
            <w:tcW w:w="2421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</w:pPr>
            <w:r>
              <w:t>Сын</w:t>
            </w:r>
          </w:p>
        </w:tc>
        <w:tc>
          <w:tcPr>
            <w:tcW w:w="20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01C81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D01B82">
            <w:pPr>
              <w:snapToGrid w:val="0"/>
              <w:jc w:val="center"/>
            </w:pPr>
            <w:r>
              <w:t>-</w:t>
            </w:r>
          </w:p>
        </w:tc>
        <w:tc>
          <w:tcPr>
            <w:tcW w:w="2462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601C81">
            <w:pPr>
              <w:snapToGrid w:val="0"/>
            </w:pPr>
            <w:r>
              <w:t>-</w:t>
            </w:r>
          </w:p>
        </w:tc>
        <w:tc>
          <w:tcPr>
            <w:tcW w:w="1899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A927E0">
            <w:pPr>
              <w:snapToGrid w:val="0"/>
            </w:pPr>
            <w:r>
              <w:t>-</w:t>
            </w: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</w:tcPr>
          <w:p w:rsidR="00C36DED" w:rsidRDefault="00C36DED" w:rsidP="00A927E0">
            <w:pPr>
              <w:snapToGrid w:val="0"/>
            </w:pPr>
            <w:r>
              <w:t>-</w:t>
            </w:r>
          </w:p>
        </w:tc>
        <w:tc>
          <w:tcPr>
            <w:tcW w:w="2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Default="00C36DED" w:rsidP="00A927E0">
            <w:pPr>
              <w:snapToGrid w:val="0"/>
            </w:pPr>
            <w:r>
              <w:t>-</w:t>
            </w:r>
          </w:p>
        </w:tc>
      </w:tr>
      <w:tr w:rsidR="00C36DED" w:rsidTr="00D01B82">
        <w:trPr>
          <w:trHeight w:val="13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pPr>
              <w:snapToGrid w:val="0"/>
            </w:pPr>
            <w:r w:rsidRPr="0010030A">
              <w:t>Джалмурзинов К.Н.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pPr>
              <w:snapToGrid w:val="0"/>
            </w:pPr>
            <w:r w:rsidRPr="0010030A">
              <w:t>Судебный пристав по обеспечению установленного порядка деятельности судов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pPr>
              <w:snapToGrid w:val="0"/>
              <w:jc w:val="center"/>
            </w:pPr>
            <w:r w:rsidRPr="0010030A">
              <w:t>265 492, 72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pPr>
              <w:snapToGrid w:val="0"/>
            </w:pPr>
            <w:r>
              <w:t>Квартира</w:t>
            </w:r>
          </w:p>
          <w:p w:rsidR="00C36DED" w:rsidRPr="0010030A" w:rsidRDefault="00C36DED" w:rsidP="00D01B82">
            <w:pPr>
              <w:snapToGrid w:val="0"/>
            </w:pPr>
            <w:r w:rsidRPr="0010030A">
              <w:t>(в совместном пользовании)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pPr>
              <w:snapToGrid w:val="0"/>
            </w:pPr>
            <w:r w:rsidRPr="0010030A">
              <w:t>56, 1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pPr>
              <w:snapToGrid w:val="0"/>
            </w:pPr>
            <w:r w:rsidRPr="0010030A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Default="00C36DED" w:rsidP="00D01B82">
            <w:pPr>
              <w:snapToGrid w:val="0"/>
            </w:pPr>
            <w:r w:rsidRPr="0010030A">
              <w:t>ВАЗ 11113</w:t>
            </w:r>
          </w:p>
          <w:p w:rsidR="00C36DED" w:rsidRPr="0010030A" w:rsidRDefault="00C36DED" w:rsidP="00D01B82">
            <w:pPr>
              <w:snapToGrid w:val="0"/>
            </w:pPr>
            <w:r>
              <w:t>ВАЗ 11113-23</w:t>
            </w:r>
          </w:p>
        </w:tc>
      </w:tr>
      <w:tr w:rsidR="00C36DED" w:rsidTr="00D01B82">
        <w:trPr>
          <w:trHeight w:val="111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pPr>
              <w:snapToGrid w:val="0"/>
            </w:pPr>
            <w:r w:rsidRPr="0010030A">
              <w:t>Супруга</w:t>
            </w: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pPr>
              <w:snapToGrid w:val="0"/>
              <w:rPr>
                <w:color w:val="7F7F7F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pPr>
              <w:snapToGrid w:val="0"/>
              <w:jc w:val="center"/>
            </w:pPr>
            <w:r w:rsidRPr="0010030A">
              <w:t>196 324, 00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r w:rsidRPr="0010030A">
              <w:t>Земельный участок (индивидуальная)</w:t>
            </w:r>
          </w:p>
          <w:p w:rsidR="00C36DED" w:rsidRPr="0010030A" w:rsidRDefault="00C36DED" w:rsidP="00D01B82"/>
          <w:p w:rsidR="00C36DED" w:rsidRPr="0010030A" w:rsidRDefault="00C36DED" w:rsidP="0010030A">
            <w:r w:rsidRPr="0010030A">
              <w:t>Земельный участок (индивидуальная)</w:t>
            </w:r>
          </w:p>
          <w:p w:rsidR="00C36DED" w:rsidRPr="0010030A" w:rsidRDefault="00C36DED" w:rsidP="00D01B82"/>
          <w:p w:rsidR="00C36DED" w:rsidRPr="0010030A" w:rsidRDefault="00C36DED" w:rsidP="00D01B82">
            <w:r>
              <w:t>Квартира</w:t>
            </w:r>
          </w:p>
          <w:p w:rsidR="00C36DED" w:rsidRPr="0010030A" w:rsidRDefault="00C36DED" w:rsidP="00D01B82">
            <w:r w:rsidRPr="0010030A">
              <w:t>(в совместном пользовании)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r w:rsidRPr="0010030A">
              <w:t>44</w:t>
            </w:r>
          </w:p>
          <w:p w:rsidR="00C36DED" w:rsidRPr="0010030A" w:rsidRDefault="00C36DED" w:rsidP="00D01B82"/>
          <w:p w:rsidR="00C36DED" w:rsidRPr="0010030A" w:rsidRDefault="00C36DED" w:rsidP="00D01B82"/>
          <w:p w:rsidR="00C36DED" w:rsidRPr="0010030A" w:rsidRDefault="00C36DED" w:rsidP="00D01B82">
            <w:r w:rsidRPr="0010030A">
              <w:t>26</w:t>
            </w:r>
          </w:p>
          <w:p w:rsidR="00C36DED" w:rsidRPr="0010030A" w:rsidRDefault="00C36DED" w:rsidP="00D01B82"/>
          <w:p w:rsidR="00C36DED" w:rsidRPr="0010030A" w:rsidRDefault="00C36DED" w:rsidP="00D01B82"/>
          <w:p w:rsidR="00C36DED" w:rsidRPr="0010030A" w:rsidRDefault="00C36DED" w:rsidP="00D01B82">
            <w:r w:rsidRPr="0010030A">
              <w:t>56, 1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r w:rsidRPr="0010030A">
              <w:t>Россия</w:t>
            </w:r>
          </w:p>
          <w:p w:rsidR="00C36DED" w:rsidRPr="0010030A" w:rsidRDefault="00C36DED" w:rsidP="00D01B82"/>
          <w:p w:rsidR="00C36DED" w:rsidRPr="0010030A" w:rsidRDefault="00C36DED" w:rsidP="00D01B82"/>
          <w:p w:rsidR="00C36DED" w:rsidRPr="0010030A" w:rsidRDefault="00C36DED" w:rsidP="00D01B82">
            <w:r w:rsidRPr="0010030A">
              <w:t>Россия</w:t>
            </w:r>
          </w:p>
          <w:p w:rsidR="00C36DED" w:rsidRPr="0010030A" w:rsidRDefault="00C36DED" w:rsidP="00D01B82"/>
          <w:p w:rsidR="00C36DED" w:rsidRPr="0010030A" w:rsidRDefault="00C36DED" w:rsidP="00D01B82"/>
          <w:p w:rsidR="00C36DED" w:rsidRPr="0010030A" w:rsidRDefault="00C36DED" w:rsidP="00D01B82">
            <w:r w:rsidRPr="0010030A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10030A" w:rsidRDefault="00C36DED" w:rsidP="00D01B82">
            <w:pPr>
              <w:snapToGrid w:val="0"/>
            </w:pPr>
            <w:r>
              <w:t>Трактор Т-25 АЗ</w:t>
            </w:r>
          </w:p>
        </w:tc>
      </w:tr>
      <w:tr w:rsidR="00C36DED" w:rsidTr="00D01B82">
        <w:trPr>
          <w:trHeight w:val="126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365D08" w:rsidRDefault="00C36DED" w:rsidP="00D01B82">
            <w:pPr>
              <w:snapToGrid w:val="0"/>
            </w:pPr>
            <w:r w:rsidRPr="00365D08">
              <w:t>Сын</w:t>
            </w: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365D08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365D08" w:rsidRDefault="00C36DED" w:rsidP="00D01B82">
            <w:pPr>
              <w:snapToGrid w:val="0"/>
              <w:jc w:val="center"/>
            </w:pPr>
            <w:r w:rsidRPr="00365D08">
              <w:t>-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365D08" w:rsidRDefault="00C36DED" w:rsidP="00D01B82">
            <w:pPr>
              <w:snapToGrid w:val="0"/>
            </w:pPr>
            <w:r w:rsidRPr="00365D08">
              <w:t>-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365D08" w:rsidRDefault="00C36DED" w:rsidP="00D01B82">
            <w:pPr>
              <w:snapToGrid w:val="0"/>
            </w:pPr>
            <w:r w:rsidRPr="00365D08"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365D08" w:rsidRDefault="00C36DED" w:rsidP="00D01B82">
            <w:pPr>
              <w:snapToGrid w:val="0"/>
            </w:pPr>
            <w:r w:rsidRPr="00365D08">
              <w:t>-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365D08" w:rsidRDefault="00C36DED" w:rsidP="00D01B82">
            <w:pPr>
              <w:snapToGrid w:val="0"/>
            </w:pPr>
            <w:r w:rsidRPr="00365D08">
              <w:t>-</w:t>
            </w:r>
          </w:p>
        </w:tc>
      </w:tr>
      <w:tr w:rsidR="00C36DED" w:rsidTr="00D01B82">
        <w:trPr>
          <w:trHeight w:val="13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Полянин С.В.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Судебный пристав по обеспечению установленного порядка деятельности судов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  <w:jc w:val="center"/>
            </w:pPr>
            <w:r w:rsidRPr="00CB4F75">
              <w:t>263 799, 52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Квартира</w:t>
            </w:r>
          </w:p>
          <w:p w:rsidR="00C36DED" w:rsidRPr="00CB4F75" w:rsidRDefault="00C36DED" w:rsidP="00D01B82">
            <w:pPr>
              <w:snapToGrid w:val="0"/>
            </w:pPr>
            <w:r w:rsidRPr="00CB4F75">
              <w:t>(в совместном пользовании)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86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-</w:t>
            </w:r>
          </w:p>
        </w:tc>
      </w:tr>
      <w:tr w:rsidR="00C36DED" w:rsidTr="00D01B82">
        <w:trPr>
          <w:trHeight w:val="126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 xml:space="preserve">Супруга </w:t>
            </w: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10030A" w:rsidRDefault="00C36DED" w:rsidP="00D01B82">
            <w:pPr>
              <w:snapToGrid w:val="0"/>
              <w:rPr>
                <w:color w:val="7F7F7F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  <w:jc w:val="center"/>
            </w:pPr>
            <w:r w:rsidRPr="00CB4F75">
              <w:t>4 350, 96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Квартира</w:t>
            </w:r>
          </w:p>
          <w:p w:rsidR="00C36DED" w:rsidRPr="00CB4F75" w:rsidRDefault="00C36DED" w:rsidP="00D01B82">
            <w:pPr>
              <w:snapToGrid w:val="0"/>
            </w:pPr>
            <w:r w:rsidRPr="00CB4F75">
              <w:t>(в совместном пользовании)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86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-</w:t>
            </w:r>
          </w:p>
        </w:tc>
      </w:tr>
      <w:tr w:rsidR="00C36DED" w:rsidTr="00D01B82">
        <w:trPr>
          <w:trHeight w:val="13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Сын</w:t>
            </w: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  <w:jc w:val="center"/>
            </w:pPr>
            <w:r w:rsidRPr="00CB4F75">
              <w:t>-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-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-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-</w:t>
            </w:r>
          </w:p>
        </w:tc>
      </w:tr>
      <w:tr w:rsidR="00C36DED" w:rsidTr="00D01B82">
        <w:trPr>
          <w:trHeight w:val="13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Сын</w:t>
            </w: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  <w:jc w:val="center"/>
            </w:pPr>
            <w:r w:rsidRPr="00CB4F75">
              <w:t>-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-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-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-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CB4F75" w:rsidRDefault="00C36DED" w:rsidP="00D01B82">
            <w:pPr>
              <w:snapToGrid w:val="0"/>
            </w:pPr>
            <w:r w:rsidRPr="00CB4F75">
              <w:t>-</w:t>
            </w:r>
          </w:p>
        </w:tc>
      </w:tr>
      <w:tr w:rsidR="00C36DED" w:rsidTr="0034753B">
        <w:trPr>
          <w:trHeight w:val="13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  <w:r w:rsidRPr="006127BD">
              <w:t>Джарлыганов И.К.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  <w:r w:rsidRPr="006127BD">
              <w:t>Судебный пристав по обеспечению установленного порядка деятельности судов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D01B82">
            <w:pPr>
              <w:snapToGrid w:val="0"/>
              <w:jc w:val="center"/>
            </w:pPr>
            <w:r w:rsidRPr="006127BD">
              <w:t>186 214, 69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6127BD">
            <w:pPr>
              <w:snapToGrid w:val="0"/>
            </w:pPr>
            <w:r w:rsidRPr="006127BD">
              <w:t>Земельный участок (под индивидуальное жилищное строительство) (долевая 1/4)</w:t>
            </w:r>
          </w:p>
          <w:p w:rsidR="00C36DED" w:rsidRPr="006127BD" w:rsidRDefault="00C36DED" w:rsidP="006127BD">
            <w:pPr>
              <w:snapToGrid w:val="0"/>
            </w:pPr>
          </w:p>
          <w:p w:rsidR="00C36DED" w:rsidRPr="006127BD" w:rsidRDefault="00C36DED" w:rsidP="006127BD">
            <w:pPr>
              <w:snapToGrid w:val="0"/>
            </w:pPr>
            <w:r w:rsidRPr="006127BD">
              <w:t>Незавершенное строительство</w:t>
            </w:r>
          </w:p>
          <w:p w:rsidR="00C36DED" w:rsidRDefault="00C36DED" w:rsidP="006127BD">
            <w:pPr>
              <w:snapToGrid w:val="0"/>
            </w:pPr>
            <w:r w:rsidRPr="006127BD">
              <w:t>(долевая 1/4)</w:t>
            </w:r>
          </w:p>
          <w:p w:rsidR="00C36DED" w:rsidRDefault="00C36DED" w:rsidP="006127BD">
            <w:pPr>
              <w:snapToGrid w:val="0"/>
            </w:pPr>
          </w:p>
          <w:p w:rsidR="00C36DED" w:rsidRDefault="00C36DED" w:rsidP="006127BD">
            <w:pPr>
              <w:snapToGrid w:val="0"/>
            </w:pPr>
            <w:r>
              <w:t xml:space="preserve">Жилой дом </w:t>
            </w:r>
          </w:p>
          <w:p w:rsidR="00C36DED" w:rsidRPr="006127BD" w:rsidRDefault="00C36DED" w:rsidP="006127BD">
            <w:pPr>
              <w:snapToGrid w:val="0"/>
            </w:pPr>
            <w:r>
              <w:t>(в совместном пользовании)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  <w:r w:rsidRPr="006127BD">
              <w:t>835 – общая</w:t>
            </w:r>
          </w:p>
          <w:p w:rsidR="00C36DED" w:rsidRPr="006127BD" w:rsidRDefault="00C36DED" w:rsidP="00D01B82">
            <w:pPr>
              <w:snapToGrid w:val="0"/>
            </w:pPr>
            <w:r w:rsidRPr="006127BD">
              <w:t>208, 75 – доля</w:t>
            </w:r>
          </w:p>
          <w:p w:rsidR="00C36DED" w:rsidRPr="006127BD" w:rsidRDefault="00C36DED" w:rsidP="00D01B82">
            <w:pPr>
              <w:snapToGrid w:val="0"/>
            </w:pPr>
          </w:p>
          <w:p w:rsidR="00C36DED" w:rsidRPr="006127BD" w:rsidRDefault="00C36DED" w:rsidP="00D01B82">
            <w:pPr>
              <w:snapToGrid w:val="0"/>
            </w:pPr>
          </w:p>
          <w:p w:rsidR="00C36DED" w:rsidRPr="006127BD" w:rsidRDefault="00C36DED" w:rsidP="00D01B82">
            <w:pPr>
              <w:snapToGrid w:val="0"/>
            </w:pPr>
          </w:p>
          <w:p w:rsidR="00C36DED" w:rsidRPr="006127BD" w:rsidRDefault="00C36DED" w:rsidP="00D01B82">
            <w:pPr>
              <w:snapToGrid w:val="0"/>
            </w:pPr>
          </w:p>
          <w:p w:rsidR="00C36DED" w:rsidRPr="006127BD" w:rsidRDefault="00C36DED" w:rsidP="00D01B82">
            <w:pPr>
              <w:snapToGrid w:val="0"/>
            </w:pPr>
            <w:r w:rsidRPr="006127BD">
              <w:t>100, 6 – общая</w:t>
            </w:r>
          </w:p>
          <w:p w:rsidR="00C36DED" w:rsidRDefault="00C36DED" w:rsidP="00D01B82">
            <w:pPr>
              <w:snapToGrid w:val="0"/>
            </w:pPr>
            <w:r w:rsidRPr="006127BD">
              <w:t xml:space="preserve">25, 15 </w:t>
            </w:r>
            <w:r>
              <w:t>–</w:t>
            </w:r>
            <w:r w:rsidRPr="006127BD">
              <w:t xml:space="preserve"> доля</w:t>
            </w:r>
          </w:p>
          <w:p w:rsidR="00C36DED" w:rsidRDefault="00C36DED" w:rsidP="00D01B82">
            <w:pPr>
              <w:snapToGrid w:val="0"/>
            </w:pPr>
          </w:p>
          <w:p w:rsidR="00C36DED" w:rsidRDefault="00C36DED" w:rsidP="00D01B82">
            <w:pPr>
              <w:snapToGrid w:val="0"/>
            </w:pPr>
          </w:p>
          <w:p w:rsidR="00C36DED" w:rsidRPr="006127BD" w:rsidRDefault="00C36DED" w:rsidP="00D01B82">
            <w:pPr>
              <w:snapToGrid w:val="0"/>
            </w:pPr>
            <w:r>
              <w:t>54, 55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  <w:r w:rsidRPr="006127BD">
              <w:t>Россия</w:t>
            </w:r>
          </w:p>
          <w:p w:rsidR="00C36DED" w:rsidRPr="006127BD" w:rsidRDefault="00C36DED" w:rsidP="00D01B82">
            <w:pPr>
              <w:snapToGrid w:val="0"/>
            </w:pPr>
          </w:p>
          <w:p w:rsidR="00C36DED" w:rsidRPr="006127BD" w:rsidRDefault="00C36DED" w:rsidP="00D01B82">
            <w:pPr>
              <w:snapToGrid w:val="0"/>
            </w:pPr>
          </w:p>
          <w:p w:rsidR="00C36DED" w:rsidRPr="006127BD" w:rsidRDefault="00C36DED" w:rsidP="00D01B82">
            <w:pPr>
              <w:snapToGrid w:val="0"/>
            </w:pPr>
          </w:p>
          <w:p w:rsidR="00C36DED" w:rsidRPr="006127BD" w:rsidRDefault="00C36DED" w:rsidP="00D01B82">
            <w:pPr>
              <w:snapToGrid w:val="0"/>
            </w:pPr>
          </w:p>
          <w:p w:rsidR="00C36DED" w:rsidRPr="006127BD" w:rsidRDefault="00C36DED" w:rsidP="00D01B82">
            <w:pPr>
              <w:snapToGrid w:val="0"/>
            </w:pPr>
          </w:p>
          <w:p w:rsidR="00C36DED" w:rsidRDefault="00C36DED" w:rsidP="00D01B82">
            <w:pPr>
              <w:snapToGrid w:val="0"/>
            </w:pPr>
            <w:r w:rsidRPr="006127BD">
              <w:t>Россия</w:t>
            </w:r>
          </w:p>
          <w:p w:rsidR="00C36DED" w:rsidRDefault="00C36DED" w:rsidP="00D01B82">
            <w:pPr>
              <w:snapToGrid w:val="0"/>
            </w:pPr>
          </w:p>
          <w:p w:rsidR="00C36DED" w:rsidRDefault="00C36DED" w:rsidP="00D01B82">
            <w:pPr>
              <w:snapToGrid w:val="0"/>
            </w:pPr>
          </w:p>
          <w:p w:rsidR="00C36DED" w:rsidRDefault="00C36DED" w:rsidP="00D01B82">
            <w:pPr>
              <w:snapToGrid w:val="0"/>
            </w:pPr>
          </w:p>
          <w:p w:rsidR="00C36DED" w:rsidRPr="006127BD" w:rsidRDefault="00C36DED" w:rsidP="00D01B82">
            <w:pPr>
              <w:snapToGrid w:val="0"/>
            </w:pPr>
            <w:r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  <w:r w:rsidRPr="006127BD">
              <w:t>ВАЗ 2101</w:t>
            </w:r>
          </w:p>
        </w:tc>
      </w:tr>
      <w:tr w:rsidR="00C36DED" w:rsidTr="0034753B">
        <w:trPr>
          <w:trHeight w:val="13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  <w:r>
              <w:t>Супруга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D01B82">
            <w:pPr>
              <w:snapToGrid w:val="0"/>
              <w:jc w:val="center"/>
            </w:pPr>
            <w:r>
              <w:t>8 701, 92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A927E0">
            <w:pPr>
              <w:snapToGrid w:val="0"/>
            </w:pPr>
            <w:r w:rsidRPr="006127BD">
              <w:t>Земельный участок (под индивидуальное жилищное строительство) (долевая 1/4)</w:t>
            </w: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  <w:r w:rsidRPr="006127BD">
              <w:t>Незавершенное строительство</w:t>
            </w:r>
          </w:p>
          <w:p w:rsidR="00C36DED" w:rsidRDefault="00C36DED" w:rsidP="00A927E0">
            <w:pPr>
              <w:snapToGrid w:val="0"/>
            </w:pPr>
            <w:r w:rsidRPr="006127BD">
              <w:t>(долевая 1/4)</w:t>
            </w:r>
          </w:p>
          <w:p w:rsidR="00C36DED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  <w:r>
              <w:t xml:space="preserve">Жилой дом </w:t>
            </w:r>
          </w:p>
          <w:p w:rsidR="00C36DED" w:rsidRPr="006127BD" w:rsidRDefault="00C36DED" w:rsidP="00A927E0">
            <w:pPr>
              <w:snapToGrid w:val="0"/>
            </w:pPr>
            <w:r>
              <w:t>(в совместном пользовании)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A927E0">
            <w:pPr>
              <w:snapToGrid w:val="0"/>
            </w:pPr>
            <w:r w:rsidRPr="006127BD">
              <w:t>835 – общая</w:t>
            </w:r>
          </w:p>
          <w:p w:rsidR="00C36DED" w:rsidRPr="006127BD" w:rsidRDefault="00C36DED" w:rsidP="00A927E0">
            <w:pPr>
              <w:snapToGrid w:val="0"/>
            </w:pPr>
            <w:r w:rsidRPr="006127BD">
              <w:t>208, 75 – доля</w:t>
            </w: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  <w:r w:rsidRPr="006127BD">
              <w:t>100, 6 – общая</w:t>
            </w:r>
          </w:p>
          <w:p w:rsidR="00C36DED" w:rsidRDefault="00C36DED" w:rsidP="00A927E0">
            <w:pPr>
              <w:snapToGrid w:val="0"/>
            </w:pPr>
            <w:r w:rsidRPr="006127BD">
              <w:t xml:space="preserve">25, 15 </w:t>
            </w:r>
            <w:r>
              <w:t>–</w:t>
            </w:r>
            <w:r w:rsidRPr="006127BD">
              <w:t xml:space="preserve"> доля</w:t>
            </w:r>
          </w:p>
          <w:p w:rsidR="00C36DED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  <w:r>
              <w:t>54, 55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A927E0">
            <w:pPr>
              <w:snapToGrid w:val="0"/>
            </w:pPr>
            <w:r w:rsidRPr="006127BD">
              <w:t>Россия</w:t>
            </w: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  <w:r w:rsidRPr="006127BD">
              <w:t>Россия</w:t>
            </w:r>
          </w:p>
          <w:p w:rsidR="00C36DED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  <w:r>
              <w:t>Россия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  <w:r>
              <w:t>-</w:t>
            </w:r>
          </w:p>
        </w:tc>
      </w:tr>
      <w:tr w:rsidR="00C36DED" w:rsidTr="00AA1F08">
        <w:trPr>
          <w:trHeight w:val="13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  <w:r>
              <w:t>Сын</w:t>
            </w:r>
          </w:p>
        </w:tc>
        <w:tc>
          <w:tcPr>
            <w:tcW w:w="2049" w:type="dxa"/>
            <w:vMerge/>
            <w:tcBorders>
              <w:left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D01B82">
            <w:pPr>
              <w:snapToGrid w:val="0"/>
              <w:jc w:val="center"/>
            </w:pPr>
            <w:r>
              <w:t>-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AA1F08">
            <w:pPr>
              <w:snapToGrid w:val="0"/>
            </w:pPr>
            <w:r w:rsidRPr="006127BD">
              <w:t>Земельный участок (под индивидуальное жилищное строительство) (долевая 1/4)</w:t>
            </w:r>
          </w:p>
          <w:p w:rsidR="00C36DED" w:rsidRDefault="00C36DED" w:rsidP="006127BD">
            <w:pPr>
              <w:snapToGrid w:val="0"/>
            </w:pPr>
          </w:p>
          <w:p w:rsidR="00C36DED" w:rsidRPr="006127BD" w:rsidRDefault="00C36DED" w:rsidP="00AA1F08">
            <w:pPr>
              <w:snapToGrid w:val="0"/>
            </w:pPr>
            <w:r w:rsidRPr="006127BD">
              <w:t>Незавершенное строительство</w:t>
            </w:r>
          </w:p>
          <w:p w:rsidR="00C36DED" w:rsidRPr="006127BD" w:rsidRDefault="00C36DED" w:rsidP="006127BD">
            <w:pPr>
              <w:snapToGrid w:val="0"/>
            </w:pPr>
            <w:r w:rsidRPr="006127BD">
              <w:t>(долевая 1/4)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AA1F08">
            <w:pPr>
              <w:snapToGrid w:val="0"/>
            </w:pPr>
            <w:r w:rsidRPr="006127BD">
              <w:t>835 – общая</w:t>
            </w:r>
          </w:p>
          <w:p w:rsidR="00C36DED" w:rsidRPr="006127BD" w:rsidRDefault="00C36DED" w:rsidP="00AA1F08">
            <w:pPr>
              <w:snapToGrid w:val="0"/>
            </w:pPr>
            <w:r w:rsidRPr="006127BD">
              <w:t>208, 75 – доля</w:t>
            </w:r>
          </w:p>
          <w:p w:rsidR="00C36DED" w:rsidRPr="006127BD" w:rsidRDefault="00C36DED" w:rsidP="00AA1F08">
            <w:pPr>
              <w:snapToGrid w:val="0"/>
            </w:pPr>
          </w:p>
          <w:p w:rsidR="00C36DED" w:rsidRPr="006127BD" w:rsidRDefault="00C36DED" w:rsidP="00AA1F08">
            <w:pPr>
              <w:snapToGrid w:val="0"/>
            </w:pPr>
          </w:p>
          <w:p w:rsidR="00C36DED" w:rsidRPr="006127BD" w:rsidRDefault="00C36DED" w:rsidP="00AA1F08">
            <w:pPr>
              <w:snapToGrid w:val="0"/>
            </w:pPr>
          </w:p>
          <w:p w:rsidR="00C36DED" w:rsidRPr="006127BD" w:rsidRDefault="00C36DED" w:rsidP="00AA1F08">
            <w:pPr>
              <w:snapToGrid w:val="0"/>
            </w:pPr>
          </w:p>
          <w:p w:rsidR="00C36DED" w:rsidRPr="006127BD" w:rsidRDefault="00C36DED" w:rsidP="00AA1F08">
            <w:pPr>
              <w:snapToGrid w:val="0"/>
            </w:pPr>
            <w:r w:rsidRPr="006127BD">
              <w:t>100, 6 – общая</w:t>
            </w:r>
          </w:p>
          <w:p w:rsidR="00C36DED" w:rsidRDefault="00C36DED" w:rsidP="00AA1F08">
            <w:pPr>
              <w:snapToGrid w:val="0"/>
            </w:pPr>
            <w:r w:rsidRPr="006127BD">
              <w:t xml:space="preserve">25, 15 </w:t>
            </w:r>
            <w:r>
              <w:t>–</w:t>
            </w:r>
            <w:r w:rsidRPr="006127BD">
              <w:t xml:space="preserve"> доля</w:t>
            </w:r>
          </w:p>
          <w:p w:rsidR="00C36DED" w:rsidRPr="006127BD" w:rsidRDefault="00C36DED" w:rsidP="00D01B82">
            <w:pPr>
              <w:snapToGrid w:val="0"/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AA1F08">
            <w:pPr>
              <w:snapToGrid w:val="0"/>
            </w:pPr>
            <w:r w:rsidRPr="006127BD">
              <w:t>Россия</w:t>
            </w:r>
          </w:p>
          <w:p w:rsidR="00C36DED" w:rsidRPr="006127BD" w:rsidRDefault="00C36DED" w:rsidP="00AA1F08">
            <w:pPr>
              <w:snapToGrid w:val="0"/>
            </w:pPr>
          </w:p>
          <w:p w:rsidR="00C36DED" w:rsidRPr="006127BD" w:rsidRDefault="00C36DED" w:rsidP="00AA1F08">
            <w:pPr>
              <w:snapToGrid w:val="0"/>
            </w:pPr>
          </w:p>
          <w:p w:rsidR="00C36DED" w:rsidRPr="006127BD" w:rsidRDefault="00C36DED" w:rsidP="00AA1F08">
            <w:pPr>
              <w:snapToGrid w:val="0"/>
            </w:pPr>
          </w:p>
          <w:p w:rsidR="00C36DED" w:rsidRPr="006127BD" w:rsidRDefault="00C36DED" w:rsidP="00AA1F08">
            <w:pPr>
              <w:snapToGrid w:val="0"/>
            </w:pPr>
          </w:p>
          <w:p w:rsidR="00C36DED" w:rsidRPr="006127BD" w:rsidRDefault="00C36DED" w:rsidP="00AA1F08">
            <w:pPr>
              <w:snapToGrid w:val="0"/>
            </w:pPr>
          </w:p>
          <w:p w:rsidR="00C36DED" w:rsidRDefault="00C36DED" w:rsidP="00AA1F08">
            <w:pPr>
              <w:snapToGrid w:val="0"/>
            </w:pPr>
            <w:r w:rsidRPr="006127BD">
              <w:t>Россия</w:t>
            </w:r>
          </w:p>
          <w:p w:rsidR="00C36DED" w:rsidRPr="006127BD" w:rsidRDefault="00C36DED" w:rsidP="00D01B82">
            <w:pPr>
              <w:snapToGrid w:val="0"/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  <w:r>
              <w:t>-</w:t>
            </w:r>
          </w:p>
        </w:tc>
      </w:tr>
      <w:tr w:rsidR="00C36DED" w:rsidTr="0034753B">
        <w:trPr>
          <w:trHeight w:val="135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  <w:r>
              <w:t>Сын</w:t>
            </w:r>
          </w:p>
        </w:tc>
        <w:tc>
          <w:tcPr>
            <w:tcW w:w="20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D01B82">
            <w:pPr>
              <w:snapToGrid w:val="0"/>
              <w:jc w:val="center"/>
            </w:pPr>
            <w:r>
              <w:t>-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A927E0">
            <w:pPr>
              <w:snapToGrid w:val="0"/>
            </w:pPr>
            <w:r w:rsidRPr="006127BD">
              <w:t>Земельный участок (под индивидуальное жилищное строительство) (долевая 1/4)</w:t>
            </w:r>
          </w:p>
          <w:p w:rsidR="00C36DE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  <w:r w:rsidRPr="006127BD">
              <w:t>Незавершенное строительство</w:t>
            </w:r>
          </w:p>
          <w:p w:rsidR="00C36DED" w:rsidRPr="006127BD" w:rsidRDefault="00C36DED" w:rsidP="00A927E0">
            <w:pPr>
              <w:snapToGrid w:val="0"/>
            </w:pPr>
            <w:r w:rsidRPr="006127BD">
              <w:t>(долевая 1/4)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A927E0">
            <w:pPr>
              <w:snapToGrid w:val="0"/>
            </w:pPr>
            <w:r w:rsidRPr="006127BD">
              <w:t>835 – общая</w:t>
            </w:r>
          </w:p>
          <w:p w:rsidR="00C36DED" w:rsidRPr="006127BD" w:rsidRDefault="00C36DED" w:rsidP="00A927E0">
            <w:pPr>
              <w:snapToGrid w:val="0"/>
            </w:pPr>
            <w:r w:rsidRPr="006127BD">
              <w:t>208, 75 – доля</w:t>
            </w: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  <w:r w:rsidRPr="006127BD">
              <w:t>100, 6 – общая</w:t>
            </w:r>
          </w:p>
          <w:p w:rsidR="00C36DED" w:rsidRDefault="00C36DED" w:rsidP="00A927E0">
            <w:pPr>
              <w:snapToGrid w:val="0"/>
            </w:pPr>
            <w:r w:rsidRPr="006127BD">
              <w:t xml:space="preserve">25, 15 </w:t>
            </w:r>
            <w:r>
              <w:t>–</w:t>
            </w:r>
            <w:r w:rsidRPr="006127BD">
              <w:t xml:space="preserve"> доля</w:t>
            </w:r>
          </w:p>
          <w:p w:rsidR="00C36DED" w:rsidRPr="006127BD" w:rsidRDefault="00C36DED" w:rsidP="00A927E0">
            <w:pPr>
              <w:snapToGrid w:val="0"/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6DED" w:rsidRPr="006127BD" w:rsidRDefault="00C36DED" w:rsidP="00A927E0">
            <w:pPr>
              <w:snapToGrid w:val="0"/>
            </w:pPr>
            <w:r w:rsidRPr="006127BD">
              <w:t>Россия</w:t>
            </w: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Pr="006127BD" w:rsidRDefault="00C36DED" w:rsidP="00A927E0">
            <w:pPr>
              <w:snapToGrid w:val="0"/>
            </w:pPr>
          </w:p>
          <w:p w:rsidR="00C36DED" w:rsidRDefault="00C36DED" w:rsidP="00A927E0">
            <w:pPr>
              <w:snapToGrid w:val="0"/>
            </w:pPr>
            <w:r w:rsidRPr="006127BD">
              <w:t>Россия</w:t>
            </w:r>
          </w:p>
          <w:p w:rsidR="00C36DED" w:rsidRPr="006127BD" w:rsidRDefault="00C36DED" w:rsidP="00A927E0">
            <w:pPr>
              <w:snapToGrid w:val="0"/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6DED" w:rsidRPr="006127BD" w:rsidRDefault="00C36DED" w:rsidP="00D01B82">
            <w:pPr>
              <w:snapToGrid w:val="0"/>
            </w:pPr>
            <w:r>
              <w:t>-</w:t>
            </w:r>
          </w:p>
        </w:tc>
      </w:tr>
    </w:tbl>
    <w:p w:rsidR="00C36DED" w:rsidRDefault="00C36DED" w:rsidP="00F81D1A"/>
    <w:p w:rsidR="00C36DED" w:rsidRPr="00F81D1A" w:rsidRDefault="00C36DED" w:rsidP="00F81D1A"/>
    <w:sectPr w:rsidR="00C36DED" w:rsidRPr="00F81D1A" w:rsidSect="00CE7D9A">
      <w:headerReference w:type="even" r:id="rId6"/>
      <w:headerReference w:type="default" r:id="rId7"/>
      <w:pgSz w:w="16838" w:h="11906" w:orient="landscape"/>
      <w:pgMar w:top="851" w:right="567" w:bottom="71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DED" w:rsidRDefault="00C36DED">
      <w:r>
        <w:separator/>
      </w:r>
    </w:p>
  </w:endnote>
  <w:endnote w:type="continuationSeparator" w:id="1">
    <w:p w:rsidR="00C36DED" w:rsidRDefault="00C36D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DED" w:rsidRDefault="00C36DED">
      <w:r>
        <w:separator/>
      </w:r>
    </w:p>
  </w:footnote>
  <w:footnote w:type="continuationSeparator" w:id="1">
    <w:p w:rsidR="00C36DED" w:rsidRDefault="00C36D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DED" w:rsidRDefault="00C36DED" w:rsidP="00264C1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6DED" w:rsidRDefault="00C36D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DED" w:rsidRDefault="00C36DED" w:rsidP="00264C1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C36DED" w:rsidRDefault="00C36D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0FF"/>
    <w:rsid w:val="00031702"/>
    <w:rsid w:val="000550D5"/>
    <w:rsid w:val="00087153"/>
    <w:rsid w:val="00096742"/>
    <w:rsid w:val="000D0628"/>
    <w:rsid w:val="000D5009"/>
    <w:rsid w:val="000F27E8"/>
    <w:rsid w:val="0010030A"/>
    <w:rsid w:val="00101549"/>
    <w:rsid w:val="00114300"/>
    <w:rsid w:val="00126F3E"/>
    <w:rsid w:val="0013292F"/>
    <w:rsid w:val="0014072F"/>
    <w:rsid w:val="00163759"/>
    <w:rsid w:val="001674FB"/>
    <w:rsid w:val="001723B5"/>
    <w:rsid w:val="0017512A"/>
    <w:rsid w:val="001766A0"/>
    <w:rsid w:val="001949B6"/>
    <w:rsid w:val="001C6939"/>
    <w:rsid w:val="00216671"/>
    <w:rsid w:val="00237783"/>
    <w:rsid w:val="00264C1C"/>
    <w:rsid w:val="00273F5A"/>
    <w:rsid w:val="00275C3D"/>
    <w:rsid w:val="00292792"/>
    <w:rsid w:val="002934DB"/>
    <w:rsid w:val="002B7B73"/>
    <w:rsid w:val="002D3A50"/>
    <w:rsid w:val="002E7F8F"/>
    <w:rsid w:val="00302E65"/>
    <w:rsid w:val="0030392D"/>
    <w:rsid w:val="00312877"/>
    <w:rsid w:val="00321246"/>
    <w:rsid w:val="00321665"/>
    <w:rsid w:val="003407C5"/>
    <w:rsid w:val="00344015"/>
    <w:rsid w:val="00346DD9"/>
    <w:rsid w:val="0034753B"/>
    <w:rsid w:val="00365D08"/>
    <w:rsid w:val="003713DD"/>
    <w:rsid w:val="00391758"/>
    <w:rsid w:val="003A5A0C"/>
    <w:rsid w:val="003A7D5D"/>
    <w:rsid w:val="003B3ECE"/>
    <w:rsid w:val="003F2B53"/>
    <w:rsid w:val="00412DE8"/>
    <w:rsid w:val="00413976"/>
    <w:rsid w:val="0042269F"/>
    <w:rsid w:val="00467E00"/>
    <w:rsid w:val="00470CA3"/>
    <w:rsid w:val="00471337"/>
    <w:rsid w:val="00480517"/>
    <w:rsid w:val="004A196F"/>
    <w:rsid w:val="004A37F5"/>
    <w:rsid w:val="004C3158"/>
    <w:rsid w:val="00521A8B"/>
    <w:rsid w:val="00522DC6"/>
    <w:rsid w:val="00526AD1"/>
    <w:rsid w:val="00531B4E"/>
    <w:rsid w:val="005450FF"/>
    <w:rsid w:val="00552FD0"/>
    <w:rsid w:val="00556507"/>
    <w:rsid w:val="00564EA8"/>
    <w:rsid w:val="00566E3D"/>
    <w:rsid w:val="0056754B"/>
    <w:rsid w:val="00577442"/>
    <w:rsid w:val="00592A64"/>
    <w:rsid w:val="00593947"/>
    <w:rsid w:val="005A4079"/>
    <w:rsid w:val="005A62FF"/>
    <w:rsid w:val="005B332B"/>
    <w:rsid w:val="005B68B8"/>
    <w:rsid w:val="005C7ECE"/>
    <w:rsid w:val="005E13D5"/>
    <w:rsid w:val="00601C81"/>
    <w:rsid w:val="00607A01"/>
    <w:rsid w:val="006127BD"/>
    <w:rsid w:val="0062265C"/>
    <w:rsid w:val="00623711"/>
    <w:rsid w:val="00637D55"/>
    <w:rsid w:val="00637E95"/>
    <w:rsid w:val="006472E3"/>
    <w:rsid w:val="006525FF"/>
    <w:rsid w:val="00664447"/>
    <w:rsid w:val="00664E47"/>
    <w:rsid w:val="00684B47"/>
    <w:rsid w:val="00690B9B"/>
    <w:rsid w:val="006A529D"/>
    <w:rsid w:val="006B1939"/>
    <w:rsid w:val="006B6499"/>
    <w:rsid w:val="006C17C0"/>
    <w:rsid w:val="006D2DDC"/>
    <w:rsid w:val="00710FC4"/>
    <w:rsid w:val="007403F8"/>
    <w:rsid w:val="00760B32"/>
    <w:rsid w:val="00775010"/>
    <w:rsid w:val="00781636"/>
    <w:rsid w:val="00784EEB"/>
    <w:rsid w:val="007A2E02"/>
    <w:rsid w:val="007B3FAC"/>
    <w:rsid w:val="007C2717"/>
    <w:rsid w:val="007C7225"/>
    <w:rsid w:val="007D18D4"/>
    <w:rsid w:val="007D222D"/>
    <w:rsid w:val="007E5345"/>
    <w:rsid w:val="00811296"/>
    <w:rsid w:val="008272F2"/>
    <w:rsid w:val="0083360F"/>
    <w:rsid w:val="00850382"/>
    <w:rsid w:val="00864335"/>
    <w:rsid w:val="0087241F"/>
    <w:rsid w:val="008766B8"/>
    <w:rsid w:val="00880E99"/>
    <w:rsid w:val="00893500"/>
    <w:rsid w:val="008A3E05"/>
    <w:rsid w:val="008B2A67"/>
    <w:rsid w:val="008B4582"/>
    <w:rsid w:val="008C22E0"/>
    <w:rsid w:val="008C7616"/>
    <w:rsid w:val="008F7CB6"/>
    <w:rsid w:val="00902270"/>
    <w:rsid w:val="00905CC7"/>
    <w:rsid w:val="00920852"/>
    <w:rsid w:val="0092705E"/>
    <w:rsid w:val="00931032"/>
    <w:rsid w:val="00936EFA"/>
    <w:rsid w:val="00957FC3"/>
    <w:rsid w:val="00963225"/>
    <w:rsid w:val="009656CB"/>
    <w:rsid w:val="00970755"/>
    <w:rsid w:val="00975377"/>
    <w:rsid w:val="00993673"/>
    <w:rsid w:val="009B1AC2"/>
    <w:rsid w:val="009C00CE"/>
    <w:rsid w:val="009C22E5"/>
    <w:rsid w:val="009D09B8"/>
    <w:rsid w:val="009D6602"/>
    <w:rsid w:val="009E0F61"/>
    <w:rsid w:val="009F4F1F"/>
    <w:rsid w:val="00A0064A"/>
    <w:rsid w:val="00A03DF9"/>
    <w:rsid w:val="00A41612"/>
    <w:rsid w:val="00A837D4"/>
    <w:rsid w:val="00A927E0"/>
    <w:rsid w:val="00AA1F08"/>
    <w:rsid w:val="00AB5ADF"/>
    <w:rsid w:val="00AD5751"/>
    <w:rsid w:val="00B01C04"/>
    <w:rsid w:val="00B1240F"/>
    <w:rsid w:val="00B26EC8"/>
    <w:rsid w:val="00B72C49"/>
    <w:rsid w:val="00B86050"/>
    <w:rsid w:val="00B87012"/>
    <w:rsid w:val="00B905ED"/>
    <w:rsid w:val="00B96BD7"/>
    <w:rsid w:val="00B96E04"/>
    <w:rsid w:val="00BC75D4"/>
    <w:rsid w:val="00BD6DD4"/>
    <w:rsid w:val="00BE43C1"/>
    <w:rsid w:val="00BF5AD6"/>
    <w:rsid w:val="00C256A3"/>
    <w:rsid w:val="00C26EF5"/>
    <w:rsid w:val="00C30FC8"/>
    <w:rsid w:val="00C32881"/>
    <w:rsid w:val="00C36903"/>
    <w:rsid w:val="00C36DED"/>
    <w:rsid w:val="00C43ECF"/>
    <w:rsid w:val="00C6694B"/>
    <w:rsid w:val="00C76F78"/>
    <w:rsid w:val="00CB4F75"/>
    <w:rsid w:val="00CE2B77"/>
    <w:rsid w:val="00CE7D9A"/>
    <w:rsid w:val="00D01B82"/>
    <w:rsid w:val="00D03132"/>
    <w:rsid w:val="00D555E0"/>
    <w:rsid w:val="00D61203"/>
    <w:rsid w:val="00D8034B"/>
    <w:rsid w:val="00D82EFD"/>
    <w:rsid w:val="00D97270"/>
    <w:rsid w:val="00DC316D"/>
    <w:rsid w:val="00DE5771"/>
    <w:rsid w:val="00E03505"/>
    <w:rsid w:val="00E25BF3"/>
    <w:rsid w:val="00E546E9"/>
    <w:rsid w:val="00E74267"/>
    <w:rsid w:val="00E8537F"/>
    <w:rsid w:val="00EE09C0"/>
    <w:rsid w:val="00EF3543"/>
    <w:rsid w:val="00EF41BA"/>
    <w:rsid w:val="00F010E8"/>
    <w:rsid w:val="00F03A40"/>
    <w:rsid w:val="00F238A8"/>
    <w:rsid w:val="00F33E78"/>
    <w:rsid w:val="00F5216F"/>
    <w:rsid w:val="00F56015"/>
    <w:rsid w:val="00F744EC"/>
    <w:rsid w:val="00F81D1A"/>
    <w:rsid w:val="00F87C2A"/>
    <w:rsid w:val="00FB257D"/>
    <w:rsid w:val="00FB57CF"/>
    <w:rsid w:val="00FC478C"/>
    <w:rsid w:val="00FD5632"/>
    <w:rsid w:val="00FD6B68"/>
    <w:rsid w:val="00FF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66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450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05CC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7393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05CC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756</Words>
  <Characters>4314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Боков Денис</dc:creator>
  <cp:keywords/>
  <dc:description/>
  <cp:lastModifiedBy>tiyshenko</cp:lastModifiedBy>
  <cp:revision>3</cp:revision>
  <cp:lastPrinted>2010-04-15T10:57:00Z</cp:lastPrinted>
  <dcterms:created xsi:type="dcterms:W3CDTF">2013-05-13T00:20:00Z</dcterms:created>
  <dcterms:modified xsi:type="dcterms:W3CDTF">2013-05-13T13:18:00Z</dcterms:modified>
</cp:coreProperties>
</file>