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proofErr w:type="gramStart"/>
      <w:r w:rsidRPr="004B0C07">
        <w:rPr>
          <w:b/>
          <w:u w:val="single"/>
        </w:rPr>
        <w:t>АДМИНИСТРАЦИЯ</w:t>
      </w:r>
      <w:proofErr w:type="gramEnd"/>
      <w:r w:rsidRPr="004B0C07">
        <w:rPr>
          <w:b/>
          <w:u w:val="single"/>
        </w:rPr>
        <w:t xml:space="preserve"> 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92723A" w:rsidP="00EC186F">
      <w:pPr>
        <w:jc w:val="center"/>
        <w:rPr>
          <w:b/>
          <w:u w:val="single"/>
        </w:rPr>
      </w:pPr>
      <w:r>
        <w:rPr>
          <w:b/>
          <w:u w:val="single"/>
        </w:rPr>
        <w:t>Заведующего отделом учета и отчётности – главного бухгалтера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proofErr w:type="gramStart"/>
            <w:r w:rsidRPr="00DD7E81">
              <w:t>Декларирован</w:t>
            </w:r>
            <w:r w:rsidR="00F2474D">
              <w:t>-</w:t>
            </w:r>
            <w:proofErr w:type="spellStart"/>
            <w:r w:rsidRPr="00DD7E81">
              <w:t>ный</w:t>
            </w:r>
            <w:proofErr w:type="spellEnd"/>
            <w:proofErr w:type="gramEnd"/>
            <w:r w:rsidRPr="00DD7E81">
              <w:t xml:space="preserve">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92723A" w:rsidRDefault="000F75ED" w:rsidP="00F2474D">
            <w:pPr>
              <w:jc w:val="center"/>
              <w:rPr>
                <w:sz w:val="16"/>
                <w:szCs w:val="16"/>
              </w:rPr>
            </w:pPr>
            <w:bookmarkStart w:id="0" w:name="_GoBack"/>
            <w:r w:rsidRPr="0092723A">
              <w:rPr>
                <w:sz w:val="16"/>
                <w:szCs w:val="16"/>
              </w:rPr>
              <w:t xml:space="preserve">Сведения об </w:t>
            </w:r>
            <w:proofErr w:type="spellStart"/>
            <w:proofErr w:type="gramStart"/>
            <w:r w:rsidRPr="0092723A">
              <w:rPr>
                <w:sz w:val="16"/>
                <w:szCs w:val="16"/>
              </w:rPr>
              <w:t>источ</w:t>
            </w:r>
            <w:r w:rsidR="00F2474D" w:rsidRPr="0092723A">
              <w:rPr>
                <w:sz w:val="16"/>
                <w:szCs w:val="16"/>
              </w:rPr>
              <w:t>-</w:t>
            </w:r>
            <w:r w:rsidRPr="0092723A">
              <w:rPr>
                <w:sz w:val="16"/>
                <w:szCs w:val="16"/>
              </w:rPr>
              <w:t>никах</w:t>
            </w:r>
            <w:proofErr w:type="spellEnd"/>
            <w:proofErr w:type="gramEnd"/>
            <w:r w:rsidRPr="0092723A">
              <w:rPr>
                <w:sz w:val="16"/>
                <w:szCs w:val="16"/>
              </w:rPr>
              <w:t xml:space="preserve"> получения средств, за счет кото</w:t>
            </w:r>
            <w:r w:rsidR="00F2474D" w:rsidRPr="0092723A">
              <w:rPr>
                <w:sz w:val="16"/>
                <w:szCs w:val="16"/>
              </w:rPr>
              <w:t>-</w:t>
            </w:r>
            <w:proofErr w:type="spellStart"/>
            <w:r w:rsidRPr="0092723A">
              <w:rPr>
                <w:sz w:val="16"/>
                <w:szCs w:val="16"/>
              </w:rPr>
              <w:t>рых</w:t>
            </w:r>
            <w:proofErr w:type="spellEnd"/>
            <w:r w:rsidRPr="0092723A">
              <w:rPr>
                <w:sz w:val="16"/>
                <w:szCs w:val="16"/>
              </w:rPr>
              <w:t xml:space="preserve"> со</w:t>
            </w:r>
            <w:r w:rsidR="00F2474D" w:rsidRPr="0092723A">
              <w:rPr>
                <w:sz w:val="16"/>
                <w:szCs w:val="16"/>
              </w:rPr>
              <w:t>-</w:t>
            </w:r>
            <w:r w:rsidRPr="0092723A">
              <w:rPr>
                <w:sz w:val="16"/>
                <w:szCs w:val="16"/>
              </w:rPr>
              <w:t xml:space="preserve">вершена сделка по </w:t>
            </w:r>
            <w:proofErr w:type="spellStart"/>
            <w:r w:rsidRPr="0092723A">
              <w:rPr>
                <w:sz w:val="16"/>
                <w:szCs w:val="16"/>
              </w:rPr>
              <w:t>приобре</w:t>
            </w:r>
            <w:r w:rsidR="00F2474D" w:rsidRPr="0092723A">
              <w:rPr>
                <w:sz w:val="16"/>
                <w:szCs w:val="16"/>
              </w:rPr>
              <w:t>-</w:t>
            </w:r>
            <w:r w:rsidRPr="0092723A">
              <w:rPr>
                <w:sz w:val="16"/>
                <w:szCs w:val="16"/>
              </w:rPr>
              <w:t>тению</w:t>
            </w:r>
            <w:proofErr w:type="spellEnd"/>
            <w:r w:rsidRPr="0092723A">
              <w:rPr>
                <w:sz w:val="16"/>
                <w:szCs w:val="16"/>
              </w:rPr>
              <w:t xml:space="preserve"> </w:t>
            </w:r>
            <w:proofErr w:type="spellStart"/>
            <w:r w:rsidR="00F2474D" w:rsidRPr="0092723A">
              <w:rPr>
                <w:sz w:val="16"/>
                <w:szCs w:val="16"/>
              </w:rPr>
              <w:t>зе-</w:t>
            </w:r>
            <w:r w:rsidRPr="0092723A">
              <w:rPr>
                <w:sz w:val="16"/>
                <w:szCs w:val="16"/>
              </w:rPr>
              <w:t>мельного</w:t>
            </w:r>
            <w:proofErr w:type="spellEnd"/>
            <w:r w:rsidRPr="0092723A">
              <w:rPr>
                <w:sz w:val="16"/>
                <w:szCs w:val="16"/>
              </w:rPr>
              <w:t xml:space="preserve"> участка, другого объекта </w:t>
            </w:r>
            <w:proofErr w:type="spellStart"/>
            <w:r w:rsidRPr="0092723A">
              <w:rPr>
                <w:sz w:val="16"/>
                <w:szCs w:val="16"/>
              </w:rPr>
              <w:t>недвижи</w:t>
            </w:r>
            <w:r w:rsidR="00F2474D" w:rsidRPr="0092723A">
              <w:rPr>
                <w:sz w:val="16"/>
                <w:szCs w:val="16"/>
              </w:rPr>
              <w:t>-</w:t>
            </w:r>
            <w:r w:rsidRPr="0092723A">
              <w:rPr>
                <w:sz w:val="16"/>
                <w:szCs w:val="16"/>
              </w:rPr>
              <w:t>мого</w:t>
            </w:r>
            <w:proofErr w:type="spellEnd"/>
            <w:r w:rsidRPr="0092723A">
              <w:rPr>
                <w:sz w:val="16"/>
                <w:szCs w:val="16"/>
              </w:rPr>
              <w:t xml:space="preserve"> </w:t>
            </w:r>
            <w:proofErr w:type="spellStart"/>
            <w:r w:rsidRPr="0092723A">
              <w:rPr>
                <w:sz w:val="16"/>
                <w:szCs w:val="16"/>
              </w:rPr>
              <w:t>иму</w:t>
            </w:r>
            <w:r w:rsidR="00F2474D" w:rsidRPr="0092723A">
              <w:rPr>
                <w:sz w:val="16"/>
                <w:szCs w:val="16"/>
              </w:rPr>
              <w:t>-</w:t>
            </w:r>
            <w:r w:rsidRPr="0092723A">
              <w:rPr>
                <w:sz w:val="16"/>
                <w:szCs w:val="16"/>
              </w:rPr>
              <w:t>щества</w:t>
            </w:r>
            <w:proofErr w:type="spellEnd"/>
            <w:r w:rsidRPr="0092723A">
              <w:rPr>
                <w:sz w:val="16"/>
                <w:szCs w:val="16"/>
              </w:rPr>
              <w:t>, транс</w:t>
            </w:r>
            <w:r w:rsidR="00F2474D" w:rsidRPr="0092723A">
              <w:rPr>
                <w:sz w:val="16"/>
                <w:szCs w:val="16"/>
              </w:rPr>
              <w:t>-</w:t>
            </w:r>
            <w:r w:rsidRPr="0092723A">
              <w:rPr>
                <w:sz w:val="16"/>
                <w:szCs w:val="16"/>
              </w:rPr>
              <w:t>портного средства, ценных бумаг, акций и др.</w:t>
            </w:r>
            <w:bookmarkEnd w:id="0"/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</w:t>
            </w:r>
            <w:proofErr w:type="spellStart"/>
            <w:r w:rsidRPr="00DD7E81">
              <w:t>кв.м</w:t>
            </w:r>
            <w:proofErr w:type="spellEnd"/>
            <w:r w:rsidRPr="00DD7E81">
              <w:t>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 xml:space="preserve">Страна </w:t>
            </w:r>
            <w:proofErr w:type="spellStart"/>
            <w:r w:rsidRPr="00DD7E81">
              <w:t>распо</w:t>
            </w:r>
            <w:proofErr w:type="spellEnd"/>
            <w:r w:rsidR="007C20A8">
              <w:t>-</w:t>
            </w:r>
            <w:r w:rsidRPr="00DD7E81">
              <w:t>ложе</w:t>
            </w:r>
            <w:r w:rsidR="007C20A8">
              <w:t>-</w:t>
            </w:r>
            <w:proofErr w:type="spellStart"/>
            <w:r w:rsidRPr="00DD7E81">
              <w:t>ния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</w:t>
            </w:r>
            <w:proofErr w:type="spellStart"/>
            <w:r w:rsidRPr="00DD7E81">
              <w:t>кв.м</w:t>
            </w:r>
            <w:proofErr w:type="spellEnd"/>
            <w:r w:rsidRPr="00DD7E81">
              <w:t>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Страна </w:t>
            </w:r>
            <w:proofErr w:type="spellStart"/>
            <w:proofErr w:type="gramStart"/>
            <w:r w:rsidRPr="00DD7E81">
              <w:t>располо</w:t>
            </w:r>
            <w:proofErr w:type="spellEnd"/>
            <w:r w:rsidR="00B43834">
              <w:rPr>
                <w:lang w:val="en-US"/>
              </w:rPr>
              <w:t>-</w:t>
            </w:r>
            <w:proofErr w:type="spellStart"/>
            <w:r w:rsidRPr="00DD7E81">
              <w:t>жения</w:t>
            </w:r>
            <w:proofErr w:type="spellEnd"/>
            <w:proofErr w:type="gramEnd"/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92723A" w:rsidP="00935E1F">
            <w:pPr>
              <w:jc w:val="center"/>
            </w:pPr>
            <w:r>
              <w:t>Гоголева Екатерина Николаевна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92723A" w:rsidP="004B0C07">
            <w:pPr>
              <w:jc w:val="center"/>
            </w:pPr>
            <w:r>
              <w:t>396 949,39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5B5443" w:rsidRPr="00DD7E81" w:rsidRDefault="0092723A" w:rsidP="00935E1F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5B5443" w:rsidRPr="00DD7E81" w:rsidRDefault="0092723A" w:rsidP="00935E1F">
            <w:pPr>
              <w:jc w:val="center"/>
            </w:pPr>
            <w:r>
              <w:t>1200,0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5B5443" w:rsidRPr="00DD7E81" w:rsidRDefault="003E1C1D" w:rsidP="005B5443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Pr="00DD7E81" w:rsidRDefault="0092723A" w:rsidP="00935E1F">
            <w:pPr>
              <w:jc w:val="center"/>
            </w:pPr>
            <w:r>
              <w:t>49,1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92723A" w:rsidP="004B0C07">
            <w:pPr>
              <w:jc w:val="center"/>
            </w:pPr>
            <w:r>
              <w:t>1 109 370,00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92723A" w:rsidP="004B0C07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92723A" w:rsidP="004B0C07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92723A" w:rsidP="004B0C07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92723A" w:rsidRDefault="0092723A" w:rsidP="0065445A">
            <w:pPr>
              <w:jc w:val="center"/>
            </w:pPr>
            <w:r>
              <w:t xml:space="preserve">Автомобиль </w:t>
            </w:r>
            <w:proofErr w:type="spellStart"/>
            <w:r>
              <w:t>Тайота</w:t>
            </w:r>
            <w:proofErr w:type="spellEnd"/>
            <w:r>
              <w:t xml:space="preserve"> лексус </w:t>
            </w:r>
            <w:r>
              <w:rPr>
                <w:lang w:val="en-US"/>
              </w:rPr>
              <w:t>RX</w:t>
            </w:r>
            <w:r w:rsidRPr="0092723A">
              <w:t xml:space="preserve"> </w:t>
            </w:r>
            <w:r>
              <w:t>330 2003 года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65445A" w:rsidP="004B0C07">
            <w:pPr>
              <w:jc w:val="center"/>
            </w:pPr>
            <w:r>
              <w:t>К</w:t>
            </w:r>
            <w:r w:rsidR="004B0C07">
              <w:t>вартира</w:t>
            </w:r>
          </w:p>
          <w:p w:rsidR="0065445A" w:rsidRPr="00DD7E81" w:rsidRDefault="0065445A" w:rsidP="004B0C0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92723A" w:rsidP="004B0C07">
            <w:pPr>
              <w:jc w:val="center"/>
            </w:pPr>
            <w:r>
              <w:t>49,1</w:t>
            </w:r>
          </w:p>
          <w:p w:rsidR="0065445A" w:rsidRPr="00DD7E81" w:rsidRDefault="0065445A" w:rsidP="004B0C0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Россия</w:t>
            </w:r>
          </w:p>
          <w:p w:rsidR="0065445A" w:rsidRPr="00DD7E81" w:rsidRDefault="0065445A" w:rsidP="004B0C07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135" w:rsidRDefault="00476135">
      <w:r>
        <w:separator/>
      </w:r>
    </w:p>
  </w:endnote>
  <w:endnote w:type="continuationSeparator" w:id="0">
    <w:p w:rsidR="00476135" w:rsidRDefault="00476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135" w:rsidRDefault="00476135">
      <w:r>
        <w:separator/>
      </w:r>
    </w:p>
  </w:footnote>
  <w:footnote w:type="continuationSeparator" w:id="0">
    <w:p w:rsidR="00476135" w:rsidRDefault="00476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2723A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17BB"/>
    <w:rsid w:val="00067845"/>
    <w:rsid w:val="000768CA"/>
    <w:rsid w:val="00080F1C"/>
    <w:rsid w:val="000A379D"/>
    <w:rsid w:val="000A6E0B"/>
    <w:rsid w:val="000B3645"/>
    <w:rsid w:val="000C639D"/>
    <w:rsid w:val="000F120D"/>
    <w:rsid w:val="000F75ED"/>
    <w:rsid w:val="001029DA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E54AF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1C1D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76135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B5443"/>
    <w:rsid w:val="005C4B88"/>
    <w:rsid w:val="005C7310"/>
    <w:rsid w:val="005C76F1"/>
    <w:rsid w:val="005F0DD9"/>
    <w:rsid w:val="005F1346"/>
    <w:rsid w:val="0062794F"/>
    <w:rsid w:val="006323B2"/>
    <w:rsid w:val="00633D39"/>
    <w:rsid w:val="006362B5"/>
    <w:rsid w:val="006457F2"/>
    <w:rsid w:val="0065445A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2E41"/>
    <w:rsid w:val="008A6D79"/>
    <w:rsid w:val="008B2248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23A"/>
    <w:rsid w:val="0092745D"/>
    <w:rsid w:val="00932ED2"/>
    <w:rsid w:val="00935E1F"/>
    <w:rsid w:val="009406AB"/>
    <w:rsid w:val="00940DDD"/>
    <w:rsid w:val="0094277C"/>
    <w:rsid w:val="00982CE9"/>
    <w:rsid w:val="00983BEF"/>
    <w:rsid w:val="00991358"/>
    <w:rsid w:val="009A13B0"/>
    <w:rsid w:val="009A771F"/>
    <w:rsid w:val="009C067A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B21B6"/>
    <w:rsid w:val="00BC333A"/>
    <w:rsid w:val="00C00865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B3630"/>
    <w:rsid w:val="00CD574C"/>
    <w:rsid w:val="00CF2FD4"/>
    <w:rsid w:val="00CF4301"/>
    <w:rsid w:val="00D016A4"/>
    <w:rsid w:val="00D33434"/>
    <w:rsid w:val="00D3399B"/>
    <w:rsid w:val="00D35AA4"/>
    <w:rsid w:val="00D62B89"/>
    <w:rsid w:val="00D679FE"/>
    <w:rsid w:val="00D71A6E"/>
    <w:rsid w:val="00D758D7"/>
    <w:rsid w:val="00D93569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C5996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32D8"/>
    <w:rsid w:val="00FD4F44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0B607A-6E43-4DD0-95F4-7C65025C1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2</cp:revision>
  <cp:lastPrinted>2015-04-02T06:04:00Z</cp:lastPrinted>
  <dcterms:created xsi:type="dcterms:W3CDTF">2016-05-11T08:37:00Z</dcterms:created>
  <dcterms:modified xsi:type="dcterms:W3CDTF">2016-05-11T08:37:00Z</dcterms:modified>
</cp:coreProperties>
</file>