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3D7" w:rsidRDefault="00AE63D7" w:rsidP="001D1591">
      <w:pPr>
        <w:jc w:val="center"/>
        <w:rPr>
          <w:sz w:val="28"/>
          <w:szCs w:val="28"/>
        </w:rPr>
      </w:pPr>
    </w:p>
    <w:p w:rsidR="00AE63D7" w:rsidRDefault="00AE63D7" w:rsidP="001D159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AE63D7" w:rsidRPr="008731BE" w:rsidRDefault="00AE63D7" w:rsidP="003B435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муниципальных служащих </w:t>
      </w:r>
      <w:r w:rsidRPr="008731BE">
        <w:rPr>
          <w:sz w:val="28"/>
          <w:szCs w:val="28"/>
          <w:u w:val="single"/>
        </w:rPr>
        <w:t>Управления социальной защиты населения</w:t>
      </w:r>
      <w:r>
        <w:rPr>
          <w:sz w:val="28"/>
          <w:szCs w:val="28"/>
        </w:rPr>
        <w:t xml:space="preserve"> администрации Шушенского района, замещающих должности муниципальной службы высшей, главной, ведущей, старшей группы должностей, </w:t>
      </w:r>
      <w:r>
        <w:rPr>
          <w:sz w:val="28"/>
          <w:szCs w:val="28"/>
          <w:u w:val="single"/>
        </w:rPr>
        <w:t xml:space="preserve">за 2015 </w:t>
      </w:r>
      <w:r w:rsidRPr="008731BE">
        <w:rPr>
          <w:sz w:val="28"/>
          <w:szCs w:val="28"/>
          <w:u w:val="single"/>
        </w:rPr>
        <w:t xml:space="preserve"> год</w:t>
      </w:r>
    </w:p>
    <w:p w:rsidR="00AE63D7" w:rsidRDefault="00AE63D7" w:rsidP="001D1591">
      <w:pPr>
        <w:jc w:val="center"/>
        <w:rPr>
          <w:sz w:val="28"/>
          <w:szCs w:val="28"/>
        </w:rPr>
      </w:pPr>
    </w:p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728"/>
        <w:gridCol w:w="1496"/>
        <w:gridCol w:w="1800"/>
        <w:gridCol w:w="1230"/>
        <w:gridCol w:w="1610"/>
        <w:gridCol w:w="1260"/>
        <w:gridCol w:w="1068"/>
        <w:gridCol w:w="952"/>
        <w:gridCol w:w="1031"/>
        <w:gridCol w:w="1169"/>
        <w:gridCol w:w="1704"/>
      </w:tblGrid>
      <w:tr w:rsidR="00AE63D7" w:rsidRPr="0052163A">
        <w:tc>
          <w:tcPr>
            <w:tcW w:w="540" w:type="dxa"/>
            <w:vMerge w:val="restart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№ пп</w:t>
            </w:r>
          </w:p>
        </w:tc>
        <w:tc>
          <w:tcPr>
            <w:tcW w:w="1728" w:type="dxa"/>
            <w:vMerge w:val="restart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Наименование муниципального образования Красноярского края</w:t>
            </w:r>
          </w:p>
        </w:tc>
        <w:tc>
          <w:tcPr>
            <w:tcW w:w="1496" w:type="dxa"/>
            <w:vMerge w:val="restart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Наименование должность </w:t>
            </w:r>
          </w:p>
        </w:tc>
        <w:tc>
          <w:tcPr>
            <w:tcW w:w="1800" w:type="dxa"/>
            <w:vMerge w:val="restart"/>
          </w:tcPr>
          <w:p w:rsidR="00AE63D7" w:rsidRPr="0052163A" w:rsidRDefault="00AE63D7" w:rsidP="008731BE">
            <w:pPr>
              <w:ind w:right="72"/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Фамилия, имя, отчетсво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Годовой доход, </w:t>
            </w:r>
          </w:p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руб.</w:t>
            </w:r>
          </w:p>
        </w:tc>
        <w:tc>
          <w:tcPr>
            <w:tcW w:w="3938" w:type="dxa"/>
            <w:gridSpan w:val="3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152" w:type="dxa"/>
            <w:gridSpan w:val="3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объектов недвижимости,</w:t>
            </w:r>
          </w:p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находящихся в пользовании</w:t>
            </w:r>
          </w:p>
        </w:tc>
        <w:tc>
          <w:tcPr>
            <w:tcW w:w="1704" w:type="dxa"/>
            <w:vMerge w:val="restart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Перечень транспортных средств с указанием вида</w:t>
            </w:r>
          </w:p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 и марки, принадлежащих лицу на праве собственности</w:t>
            </w:r>
          </w:p>
        </w:tc>
      </w:tr>
      <w:tr w:rsidR="00AE63D7" w:rsidRPr="0052163A">
        <w:tc>
          <w:tcPr>
            <w:tcW w:w="540" w:type="dxa"/>
            <w:vMerge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Вид объекта</w:t>
            </w:r>
          </w:p>
        </w:tc>
        <w:tc>
          <w:tcPr>
            <w:tcW w:w="1260" w:type="dxa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068" w:type="dxa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952" w:type="dxa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Вид объекта</w:t>
            </w:r>
          </w:p>
        </w:tc>
        <w:tc>
          <w:tcPr>
            <w:tcW w:w="1031" w:type="dxa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169" w:type="dxa"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1704" w:type="dxa"/>
            <w:vMerge/>
          </w:tcPr>
          <w:p w:rsidR="00AE63D7" w:rsidRPr="0052163A" w:rsidRDefault="00AE63D7" w:rsidP="000B308C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47"/>
        </w:trPr>
        <w:tc>
          <w:tcPr>
            <w:tcW w:w="54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28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Шушенский район</w:t>
            </w:r>
          </w:p>
        </w:tc>
        <w:tc>
          <w:tcPr>
            <w:tcW w:w="1496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Руководитель</w:t>
            </w:r>
          </w:p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 xml:space="preserve">управления </w:t>
            </w:r>
          </w:p>
        </w:tc>
        <w:tc>
          <w:tcPr>
            <w:tcW w:w="1800" w:type="dxa"/>
            <w:vMerge w:val="restart"/>
          </w:tcPr>
          <w:p w:rsidR="00AE63D7" w:rsidRPr="00657C01" w:rsidRDefault="00AE63D7" w:rsidP="000B3F48">
            <w:pPr>
              <w:jc w:val="center"/>
              <w:rPr>
                <w:b/>
                <w:bCs/>
                <w:sz w:val="20"/>
                <w:szCs w:val="20"/>
              </w:rPr>
            </w:pPr>
            <w:r w:rsidRPr="00657C01">
              <w:rPr>
                <w:b/>
                <w:bCs/>
                <w:sz w:val="20"/>
                <w:szCs w:val="20"/>
              </w:rPr>
              <w:t xml:space="preserve">Нор </w:t>
            </w:r>
          </w:p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657C01">
              <w:rPr>
                <w:b/>
                <w:bCs/>
                <w:sz w:val="20"/>
                <w:szCs w:val="20"/>
              </w:rPr>
              <w:t>Людмила Алексеевна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1 832 342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E63D7" w:rsidRPr="0052163A" w:rsidRDefault="00AE63D7" w:rsidP="003A61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346"/>
        </w:trPr>
        <w:tc>
          <w:tcPr>
            <w:tcW w:w="54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364"/>
        </w:trPr>
        <w:tc>
          <w:tcPr>
            <w:tcW w:w="54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364"/>
        </w:trPr>
        <w:tc>
          <w:tcPr>
            <w:tcW w:w="54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116,4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C760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1 220 677</w:t>
            </w:r>
          </w:p>
        </w:tc>
        <w:tc>
          <w:tcPr>
            <w:tcW w:w="1610" w:type="dxa"/>
          </w:tcPr>
          <w:p w:rsidR="00AE63D7" w:rsidRPr="0052163A" w:rsidRDefault="00AE63D7" w:rsidP="00202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 участок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RENAULT SR</w:t>
            </w:r>
          </w:p>
        </w:tc>
      </w:tr>
      <w:tr w:rsidR="00AE63D7" w:rsidRPr="0052163A">
        <w:trPr>
          <w:trHeight w:val="287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82,3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AE63D7" w:rsidRPr="00980D2F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365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BD52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116,4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95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AE63D7" w:rsidRDefault="00AE63D7"/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728"/>
        <w:gridCol w:w="1496"/>
        <w:gridCol w:w="1800"/>
        <w:gridCol w:w="1230"/>
        <w:gridCol w:w="1610"/>
        <w:gridCol w:w="1260"/>
        <w:gridCol w:w="1068"/>
        <w:gridCol w:w="1132"/>
        <w:gridCol w:w="1031"/>
        <w:gridCol w:w="1169"/>
        <w:gridCol w:w="1524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28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96" w:type="dxa"/>
            <w:vMerge w:val="restart"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по вопросам военнослужащих, ветеранов, инвалидов, реабилитированных и лиц, пострадавших от радиации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Величанская Наталья Владимировна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368 828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3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4" w:type="dxa"/>
          </w:tcPr>
          <w:p w:rsidR="00AE63D7" w:rsidRPr="004036FB" w:rsidRDefault="00AE63D7" w:rsidP="0044241D">
            <w:r w:rsidRPr="004036FB">
              <w:t>автомобиль</w:t>
            </w:r>
          </w:p>
          <w:p w:rsidR="00AE63D7" w:rsidRPr="002E6B02" w:rsidRDefault="00AE63D7" w:rsidP="004036FB">
            <w:pPr>
              <w:jc w:val="center"/>
              <w:rPr>
                <w:sz w:val="20"/>
                <w:szCs w:val="20"/>
              </w:rPr>
            </w:pPr>
            <w:r w:rsidRPr="004036FB">
              <w:rPr>
                <w:lang w:val="en-US"/>
              </w:rPr>
              <w:t>HondaEolix</w:t>
            </w:r>
            <w:r w:rsidRPr="004036FB">
              <w:t>,</w:t>
            </w: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8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268 000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068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2163A" w:rsidRDefault="00AE63D7" w:rsidP="00257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информационно-аналитического отдела</w:t>
            </w:r>
          </w:p>
        </w:tc>
        <w:tc>
          <w:tcPr>
            <w:tcW w:w="1800" w:type="dxa"/>
            <w:vMerge w:val="restart"/>
          </w:tcPr>
          <w:p w:rsidR="00AE63D7" w:rsidRPr="009B0111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9B0111">
              <w:rPr>
                <w:b/>
                <w:bCs/>
                <w:sz w:val="20"/>
                <w:szCs w:val="20"/>
              </w:rPr>
              <w:t>Астапкевич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9B0111">
              <w:rPr>
                <w:b/>
                <w:bCs/>
                <w:sz w:val="20"/>
                <w:szCs w:val="20"/>
              </w:rPr>
              <w:t>Владислав Георгиевич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443 649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898,0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447 325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AE63D7" w:rsidRPr="000C6342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земельного участка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898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семейной политики</w:t>
            </w:r>
          </w:p>
        </w:tc>
        <w:tc>
          <w:tcPr>
            <w:tcW w:w="1800" w:type="dxa"/>
            <w:vMerge w:val="restart"/>
          </w:tcPr>
          <w:p w:rsidR="00AE63D7" w:rsidRPr="00534823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Луканова</w:t>
            </w:r>
          </w:p>
          <w:p w:rsidR="00AE63D7" w:rsidRPr="00534823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Лариса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Викторовна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1 801 109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дача</w:t>
            </w:r>
          </w:p>
        </w:tc>
        <w:tc>
          <w:tcPr>
            <w:tcW w:w="1260" w:type="dxa"/>
          </w:tcPr>
          <w:p w:rsidR="00AE63D7" w:rsidRPr="000C6342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942 427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Default="00AE63D7" w:rsidP="00F13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E63D7" w:rsidRDefault="00AE63D7" w:rsidP="00F139EE">
            <w:pPr>
              <w:jc w:val="center"/>
              <w:rPr>
                <w:sz w:val="20"/>
                <w:szCs w:val="20"/>
              </w:rPr>
            </w:pPr>
          </w:p>
          <w:p w:rsidR="00AE63D7" w:rsidRPr="0052163A" w:rsidRDefault="00AE63D7" w:rsidP="00F139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Default="00AE63D7" w:rsidP="00F13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  <w:p w:rsidR="00AE63D7" w:rsidRDefault="00AE63D7" w:rsidP="00F139EE">
            <w:pPr>
              <w:jc w:val="center"/>
              <w:rPr>
                <w:sz w:val="20"/>
                <w:szCs w:val="20"/>
              </w:rPr>
            </w:pPr>
          </w:p>
          <w:p w:rsidR="00AE63D7" w:rsidRPr="0052163A" w:rsidRDefault="00AE63D7" w:rsidP="00F139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Default="00AE63D7" w:rsidP="00F139EE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  <w:p w:rsidR="00AE63D7" w:rsidRDefault="00AE63D7" w:rsidP="00F139EE">
            <w:pPr>
              <w:jc w:val="center"/>
              <w:rPr>
                <w:sz w:val="20"/>
                <w:szCs w:val="20"/>
              </w:rPr>
            </w:pPr>
          </w:p>
          <w:p w:rsidR="00AE63D7" w:rsidRPr="0052163A" w:rsidRDefault="00AE63D7" w:rsidP="00F139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5</w:t>
            </w:r>
          </w:p>
        </w:tc>
        <w:tc>
          <w:tcPr>
            <w:tcW w:w="2032" w:type="dxa"/>
            <w:vMerge w:val="restart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34823" w:rsidRDefault="00AE63D7" w:rsidP="0052163A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Начальник отдела по назначению и выплате пособий на детей, персональных пенсий и пенсий муниципальных служащих</w:t>
            </w:r>
          </w:p>
          <w:p w:rsidR="00AE63D7" w:rsidRPr="00534823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534823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Филкова</w:t>
            </w:r>
          </w:p>
          <w:p w:rsidR="00AE63D7" w:rsidRPr="00534823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 xml:space="preserve">Мария </w:t>
            </w:r>
          </w:p>
          <w:p w:rsidR="00AE63D7" w:rsidRPr="00534823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Валерьевна</w:t>
            </w:r>
          </w:p>
          <w:p w:rsidR="00AE63D7" w:rsidRPr="00534823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AE63D7" w:rsidRPr="00534823" w:rsidRDefault="00AE63D7" w:rsidP="00074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301 178</w:t>
            </w:r>
          </w:p>
        </w:tc>
        <w:tc>
          <w:tcPr>
            <w:tcW w:w="1610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32.8</w:t>
            </w:r>
          </w:p>
        </w:tc>
        <w:tc>
          <w:tcPr>
            <w:tcW w:w="1169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34823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534823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230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32,8</w:t>
            </w:r>
          </w:p>
        </w:tc>
        <w:tc>
          <w:tcPr>
            <w:tcW w:w="1169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6</w:t>
            </w:r>
          </w:p>
        </w:tc>
        <w:tc>
          <w:tcPr>
            <w:tcW w:w="2032" w:type="dxa"/>
            <w:vMerge w:val="restart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34823" w:rsidRDefault="00AE63D7" w:rsidP="004723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Pr="00534823">
              <w:rPr>
                <w:sz w:val="20"/>
                <w:szCs w:val="20"/>
              </w:rPr>
              <w:t xml:space="preserve"> отдела по назначению и выплате пособий на детей, персональных пенсий и пенсий муниципальных служащих</w:t>
            </w:r>
          </w:p>
          <w:p w:rsidR="00AE63D7" w:rsidRPr="00534823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AE63D7" w:rsidRPr="00534823" w:rsidRDefault="00AE63D7" w:rsidP="0047232F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Щеблыкина</w:t>
            </w:r>
          </w:p>
          <w:p w:rsidR="00AE63D7" w:rsidRPr="00534823" w:rsidRDefault="00AE63D7" w:rsidP="0047232F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 xml:space="preserve">Ирина </w:t>
            </w:r>
          </w:p>
          <w:p w:rsidR="00AE63D7" w:rsidRPr="00534823" w:rsidRDefault="00AE63D7" w:rsidP="0047232F">
            <w:pPr>
              <w:jc w:val="center"/>
              <w:rPr>
                <w:b/>
                <w:bCs/>
                <w:sz w:val="20"/>
                <w:szCs w:val="20"/>
              </w:rPr>
            </w:pPr>
            <w:r w:rsidRPr="00534823">
              <w:rPr>
                <w:b/>
                <w:bCs/>
                <w:sz w:val="20"/>
                <w:szCs w:val="20"/>
              </w:rPr>
              <w:t>Валерьевна</w:t>
            </w:r>
          </w:p>
          <w:p w:rsidR="00AE63D7" w:rsidRPr="00534823" w:rsidRDefault="00AE63D7" w:rsidP="00442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 w:val="restart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344 042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гараж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31,5</w:t>
            </w:r>
          </w:p>
        </w:tc>
        <w:tc>
          <w:tcPr>
            <w:tcW w:w="1068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  <w:r w:rsidRPr="00534823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F46B8F" w:rsidRDefault="00AE63D7" w:rsidP="00500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</w:t>
            </w:r>
          </w:p>
        </w:tc>
        <w:tc>
          <w:tcPr>
            <w:tcW w:w="851" w:type="dxa"/>
          </w:tcPr>
          <w:p w:rsidR="00AE63D7" w:rsidRPr="00F46B8F" w:rsidRDefault="00AE63D7" w:rsidP="00500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46,2</w:t>
            </w:r>
          </w:p>
        </w:tc>
        <w:tc>
          <w:tcPr>
            <w:tcW w:w="1169" w:type="dxa"/>
          </w:tcPr>
          <w:p w:rsidR="00AE63D7" w:rsidRPr="00F46B8F" w:rsidRDefault="00AE63D7" w:rsidP="00500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534823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vMerge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96" w:type="dxa"/>
            <w:vMerge/>
          </w:tcPr>
          <w:p w:rsidR="00AE63D7" w:rsidRPr="00F46B8F" w:rsidRDefault="00AE63D7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F46B8F" w:rsidRDefault="00AE63D7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Земельный участок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068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71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vMerge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96" w:type="dxa"/>
            <w:vMerge/>
          </w:tcPr>
          <w:p w:rsidR="00AE63D7" w:rsidRPr="00F46B8F" w:rsidRDefault="00AE63D7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F46B8F" w:rsidRDefault="00AE63D7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дача</w:t>
            </w:r>
          </w:p>
        </w:tc>
        <w:tc>
          <w:tcPr>
            <w:tcW w:w="1260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10,3</w:t>
            </w:r>
          </w:p>
        </w:tc>
        <w:tc>
          <w:tcPr>
            <w:tcW w:w="1068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71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032" w:type="dxa"/>
            <w:vMerge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96" w:type="dxa"/>
            <w:vMerge/>
          </w:tcPr>
          <w:p w:rsidR="00AE63D7" w:rsidRPr="00F46B8F" w:rsidRDefault="00AE63D7" w:rsidP="004723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F46B8F" w:rsidRDefault="00AE63D7" w:rsidP="0047232F">
            <w:pPr>
              <w:jc w:val="center"/>
              <w:rPr>
                <w:sz w:val="20"/>
                <w:szCs w:val="20"/>
              </w:rPr>
            </w:pPr>
            <w:r w:rsidRPr="00F46B8F"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237285</w:t>
            </w:r>
          </w:p>
        </w:tc>
        <w:tc>
          <w:tcPr>
            <w:tcW w:w="1610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 xml:space="preserve">\2 </w:t>
            </w:r>
            <w:r>
              <w:rPr>
                <w:sz w:val="20"/>
                <w:szCs w:val="20"/>
              </w:rPr>
              <w:t>доля квартиры</w:t>
            </w:r>
          </w:p>
        </w:tc>
        <w:tc>
          <w:tcPr>
            <w:tcW w:w="1260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1068" w:type="dxa"/>
          </w:tcPr>
          <w:p w:rsidR="00AE63D7" w:rsidRPr="00F46B8F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69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71" w:type="dxa"/>
          </w:tcPr>
          <w:p w:rsidR="00AE63D7" w:rsidRPr="0047232F" w:rsidRDefault="00AE63D7" w:rsidP="000B3F48">
            <w:pPr>
              <w:jc w:val="center"/>
              <w:rPr>
                <w:sz w:val="20"/>
                <w:szCs w:val="20"/>
                <w:highlight w:val="yellow"/>
              </w:rPr>
            </w:pPr>
            <w:r w:rsidRPr="0007441C">
              <w:rPr>
                <w:sz w:val="20"/>
                <w:szCs w:val="20"/>
              </w:rPr>
              <w:t>Автомобиль УАЗ 469</w:t>
            </w: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32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социальных выплат</w:t>
            </w:r>
          </w:p>
        </w:tc>
        <w:tc>
          <w:tcPr>
            <w:tcW w:w="1800" w:type="dxa"/>
          </w:tcPr>
          <w:p w:rsidR="00AE63D7" w:rsidRPr="00CF76A2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Потылицына</w:t>
            </w:r>
          </w:p>
          <w:p w:rsidR="00AE63D7" w:rsidRPr="00CF76A2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 xml:space="preserve">Ольга </w:t>
            </w:r>
          </w:p>
          <w:p w:rsidR="00AE63D7" w:rsidRPr="00CF76A2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Владимировна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388 935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информационно-аналитического отдела</w:t>
            </w:r>
          </w:p>
        </w:tc>
        <w:tc>
          <w:tcPr>
            <w:tcW w:w="1800" w:type="dxa"/>
            <w:vMerge w:val="restart"/>
          </w:tcPr>
          <w:p w:rsidR="00AE63D7" w:rsidRPr="002F1D26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1D26">
              <w:rPr>
                <w:b/>
                <w:bCs/>
                <w:sz w:val="20"/>
                <w:szCs w:val="20"/>
              </w:rPr>
              <w:t>Анищенко</w:t>
            </w:r>
          </w:p>
          <w:p w:rsidR="00AE63D7" w:rsidRPr="002F1D26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F1D26">
              <w:rPr>
                <w:b/>
                <w:bCs/>
                <w:sz w:val="20"/>
                <w:szCs w:val="20"/>
              </w:rPr>
              <w:t>Тамара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2F1D26">
              <w:rPr>
                <w:b/>
                <w:bCs/>
                <w:sz w:val="20"/>
                <w:szCs w:val="20"/>
              </w:rPr>
              <w:t>Федоровна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585 708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4B0D9B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Suzuki </w:t>
            </w:r>
            <w:r>
              <w:rPr>
                <w:sz w:val="20"/>
                <w:szCs w:val="20"/>
              </w:rPr>
              <w:t>искудо</w:t>
            </w: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192 743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ГАЗ 53</w:t>
            </w: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9</w:t>
            </w:r>
          </w:p>
        </w:tc>
        <w:tc>
          <w:tcPr>
            <w:tcW w:w="2032" w:type="dxa"/>
            <w:vMerge w:val="restart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C353B2" w:rsidRDefault="00AE63D7" w:rsidP="00A7202F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Главный специалист отдела по вопросам военнослужащих, ветеранов, инвалидов, реабилитированных и лиц, пострадавших от радиации</w:t>
            </w:r>
          </w:p>
        </w:tc>
        <w:tc>
          <w:tcPr>
            <w:tcW w:w="1800" w:type="dxa"/>
          </w:tcPr>
          <w:p w:rsidR="00AE63D7" w:rsidRPr="00C353B2" w:rsidRDefault="00AE63D7" w:rsidP="0052163A">
            <w:pPr>
              <w:jc w:val="center"/>
              <w:rPr>
                <w:sz w:val="20"/>
                <w:szCs w:val="20"/>
              </w:rPr>
            </w:pPr>
            <w:r w:rsidRPr="00C353B2">
              <w:rPr>
                <w:b/>
                <w:bCs/>
                <w:sz w:val="20"/>
                <w:szCs w:val="20"/>
              </w:rPr>
              <w:t>Кушнарев Андрей Владимирович</w:t>
            </w:r>
          </w:p>
        </w:tc>
        <w:tc>
          <w:tcPr>
            <w:tcW w:w="123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477 905</w:t>
            </w:r>
          </w:p>
        </w:tc>
        <w:tc>
          <w:tcPr>
            <w:tcW w:w="1610" w:type="dxa"/>
          </w:tcPr>
          <w:p w:rsidR="00AE63D7" w:rsidRPr="00C353B2" w:rsidRDefault="00AE63D7" w:rsidP="00C353B2">
            <w:pPr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126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61,6</w:t>
            </w:r>
          </w:p>
        </w:tc>
        <w:tc>
          <w:tcPr>
            <w:tcW w:w="1068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132" w:type="dxa"/>
          </w:tcPr>
          <w:p w:rsidR="00AE63D7" w:rsidRPr="00C353B2" w:rsidRDefault="00AE63D7" w:rsidP="004036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Pr="00C353B2" w:rsidRDefault="00AE63D7" w:rsidP="00C353B2">
            <w:pPr>
              <w:jc w:val="center"/>
              <w:rPr>
                <w:sz w:val="20"/>
                <w:szCs w:val="20"/>
              </w:rPr>
            </w:pPr>
            <w:r w:rsidRPr="00C353B2">
              <w:t>Автомо</w:t>
            </w:r>
            <w:r>
              <w:t>-</w:t>
            </w:r>
            <w:r w:rsidRPr="00C353B2">
              <w:t>биль хонда</w:t>
            </w: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C353B2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C353B2" w:rsidRDefault="00AE63D7" w:rsidP="0052163A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супруга</w:t>
            </w:r>
          </w:p>
          <w:p w:rsidR="00AE63D7" w:rsidRPr="00C353B2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273 769</w:t>
            </w:r>
          </w:p>
        </w:tc>
        <w:tc>
          <w:tcPr>
            <w:tcW w:w="161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126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61,6</w:t>
            </w:r>
          </w:p>
        </w:tc>
        <w:tc>
          <w:tcPr>
            <w:tcW w:w="1068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C353B2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C353B2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23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17595</w:t>
            </w:r>
          </w:p>
        </w:tc>
        <w:tc>
          <w:tcPr>
            <w:tcW w:w="161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126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61,6</w:t>
            </w:r>
          </w:p>
        </w:tc>
        <w:tc>
          <w:tcPr>
            <w:tcW w:w="1068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C353B2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C353B2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23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42249</w:t>
            </w:r>
          </w:p>
        </w:tc>
        <w:tc>
          <w:tcPr>
            <w:tcW w:w="161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1/4 доли квартиры</w:t>
            </w:r>
          </w:p>
        </w:tc>
        <w:tc>
          <w:tcPr>
            <w:tcW w:w="1260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61,6</w:t>
            </w:r>
          </w:p>
        </w:tc>
        <w:tc>
          <w:tcPr>
            <w:tcW w:w="1068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  <w:r w:rsidRPr="00C353B2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Pr="00C353B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семейной политики</w:t>
            </w:r>
          </w:p>
        </w:tc>
        <w:tc>
          <w:tcPr>
            <w:tcW w:w="1800" w:type="dxa"/>
          </w:tcPr>
          <w:p w:rsidR="00AE63D7" w:rsidRPr="007D2CDF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2CDF">
              <w:rPr>
                <w:b/>
                <w:bCs/>
                <w:sz w:val="20"/>
                <w:szCs w:val="20"/>
              </w:rPr>
              <w:t>Воронкова</w:t>
            </w:r>
          </w:p>
          <w:p w:rsidR="00AE63D7" w:rsidRPr="007D2CDF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7D2CDF">
              <w:rPr>
                <w:b/>
                <w:bCs/>
                <w:sz w:val="20"/>
                <w:szCs w:val="20"/>
              </w:rPr>
              <w:t>Галина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7D2CDF">
              <w:rPr>
                <w:b/>
                <w:bCs/>
                <w:sz w:val="20"/>
                <w:szCs w:val="20"/>
              </w:rPr>
              <w:t>Александровна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469 238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155 221</w:t>
            </w: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2E6B02" w:rsidRDefault="00AE63D7" w:rsidP="008731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Нива 2114</w:t>
            </w:r>
          </w:p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465,7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38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36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информационно-аналитического отдела</w:t>
            </w:r>
          </w:p>
        </w:tc>
        <w:tc>
          <w:tcPr>
            <w:tcW w:w="1800" w:type="dxa"/>
            <w:vMerge w:val="restart"/>
          </w:tcPr>
          <w:p w:rsidR="00AE63D7" w:rsidRPr="004361A0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4361A0">
              <w:rPr>
                <w:b/>
                <w:bCs/>
                <w:sz w:val="20"/>
                <w:szCs w:val="20"/>
              </w:rPr>
              <w:t>Нагайко</w:t>
            </w:r>
          </w:p>
          <w:p w:rsidR="00AE63D7" w:rsidRPr="004361A0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4361A0">
              <w:rPr>
                <w:b/>
                <w:bCs/>
                <w:sz w:val="20"/>
                <w:szCs w:val="20"/>
              </w:rPr>
              <w:t xml:space="preserve">Игорь 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4361A0">
              <w:rPr>
                <w:b/>
                <w:bCs/>
                <w:sz w:val="20"/>
                <w:szCs w:val="20"/>
              </w:rPr>
              <w:t>Борисович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419 087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4655C4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Liana</w:t>
            </w: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4361A0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4361A0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A7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</w:t>
            </w:r>
          </w:p>
          <w:p w:rsidR="00AE63D7" w:rsidRDefault="00AE63D7" w:rsidP="000A7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295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262"/>
        </w:trPr>
        <w:tc>
          <w:tcPr>
            <w:tcW w:w="540" w:type="dxa"/>
            <w:vMerge/>
          </w:tcPr>
          <w:p w:rsidR="00AE63D7" w:rsidRPr="004655C4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4655C4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361 032</w:t>
            </w:r>
          </w:p>
        </w:tc>
        <w:tc>
          <w:tcPr>
            <w:tcW w:w="1610" w:type="dxa"/>
          </w:tcPr>
          <w:p w:rsidR="00AE63D7" w:rsidRDefault="00AE63D7" w:rsidP="000A7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доля</w:t>
            </w:r>
          </w:p>
          <w:p w:rsidR="00AE63D7" w:rsidRDefault="00AE63D7" w:rsidP="000A79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Квартиры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228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  <w:r w:rsidRPr="005216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984"/>
        </w:trPr>
        <w:tc>
          <w:tcPr>
            <w:tcW w:w="54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032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социальных выплат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CF76A2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Вагина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Ирина Александровна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329 698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56.4</w:t>
            </w: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вопросам военнослужащих, ветеранов, инвалидов, реабилитированных и лиц, пострадавших от радиации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CF76A2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Кураленко</w:t>
            </w:r>
          </w:p>
          <w:p w:rsidR="00AE63D7" w:rsidRPr="00CF76A2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Ольга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CF76A2">
              <w:rPr>
                <w:b/>
                <w:bCs/>
                <w:sz w:val="20"/>
                <w:szCs w:val="20"/>
              </w:rPr>
              <w:t>Петровна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432 199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210099,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Pr="000C6342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swift</w:t>
            </w: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198 960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0C6342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Micubisi pagero</w:t>
            </w: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50,7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322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180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по назначению и выплате пособий на детей, персональных пенсий и пенсий муниципальных служащих</w:t>
            </w:r>
          </w:p>
        </w:tc>
        <w:tc>
          <w:tcPr>
            <w:tcW w:w="1800" w:type="dxa"/>
            <w:vMerge w:val="restart"/>
          </w:tcPr>
          <w:p w:rsidR="00AE63D7" w:rsidRPr="00A53043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A53043">
              <w:rPr>
                <w:b/>
                <w:bCs/>
                <w:sz w:val="20"/>
                <w:szCs w:val="20"/>
              </w:rPr>
              <w:t>Ермакова Ирина Борисовна</w:t>
            </w:r>
          </w:p>
        </w:tc>
        <w:tc>
          <w:tcPr>
            <w:tcW w:w="1230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429775</w:t>
            </w:r>
          </w:p>
        </w:tc>
        <w:tc>
          <w:tcPr>
            <w:tcW w:w="1610" w:type="dxa"/>
          </w:tcPr>
          <w:p w:rsidR="00AE63D7" w:rsidRDefault="00AE63D7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AE63D7" w:rsidRDefault="00AE63D7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жилого дома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72,35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Toyotacorolla</w:t>
            </w:r>
          </w:p>
          <w:p w:rsidR="00AE63D7" w:rsidRPr="00F75F5B" w:rsidRDefault="00AE63D7" w:rsidP="000C6342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F75F5B">
            <w:pPr>
              <w:jc w:val="center"/>
              <w:rPr>
                <w:sz w:val="20"/>
                <w:szCs w:val="20"/>
              </w:rPr>
            </w:pPr>
          </w:p>
          <w:p w:rsidR="00AE63D7" w:rsidRDefault="00AE63D7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AE63D7" w:rsidRDefault="00AE63D7" w:rsidP="00F75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приусадебного  участка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10" w:type="dxa"/>
          </w:tcPr>
          <w:p w:rsidR="00AE63D7" w:rsidRDefault="00AE63D7" w:rsidP="0011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AE63D7" w:rsidRDefault="00AE63D7" w:rsidP="0011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жилого дома </w:t>
            </w:r>
          </w:p>
          <w:p w:rsidR="00AE63D7" w:rsidRDefault="00AE63D7" w:rsidP="00115984">
            <w:pPr>
              <w:jc w:val="center"/>
              <w:rPr>
                <w:sz w:val="20"/>
                <w:szCs w:val="20"/>
              </w:rPr>
            </w:pPr>
          </w:p>
          <w:p w:rsidR="00AE63D7" w:rsidRDefault="00AE63D7" w:rsidP="0011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доли</w:t>
            </w:r>
          </w:p>
          <w:p w:rsidR="00AE63D7" w:rsidRDefault="00AE63D7" w:rsidP="00115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приусадебного  участка 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72,35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</w:t>
            </w:r>
          </w:p>
        </w:tc>
        <w:tc>
          <w:tcPr>
            <w:tcW w:w="1068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</w:p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2106</w:t>
            </w:r>
          </w:p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информационно-аналитического отдела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2757E5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 xml:space="preserve">Сафронов 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>Сергей Валерьевич</w:t>
            </w:r>
          </w:p>
        </w:tc>
        <w:tc>
          <w:tcPr>
            <w:tcW w:w="1230" w:type="dxa"/>
          </w:tcPr>
          <w:p w:rsidR="00AE63D7" w:rsidRPr="000C6342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441 732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ВАЗ-2112</w:t>
            </w: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0" w:type="dxa"/>
            <w:vMerge w:val="restart"/>
          </w:tcPr>
          <w:p w:rsidR="00AE63D7" w:rsidRPr="000C6342" w:rsidRDefault="00AE63D7" w:rsidP="000B3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288 196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/>
    <w:tbl>
      <w:tblPr>
        <w:tblW w:w="156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32"/>
        <w:gridCol w:w="1496"/>
        <w:gridCol w:w="1800"/>
        <w:gridCol w:w="1230"/>
        <w:gridCol w:w="1610"/>
        <w:gridCol w:w="1260"/>
        <w:gridCol w:w="1068"/>
        <w:gridCol w:w="1132"/>
        <w:gridCol w:w="851"/>
        <w:gridCol w:w="1169"/>
        <w:gridCol w:w="1471"/>
      </w:tblGrid>
      <w:tr w:rsidR="00AE63D7" w:rsidRPr="0052163A">
        <w:trPr>
          <w:trHeight w:val="556"/>
        </w:trPr>
        <w:tc>
          <w:tcPr>
            <w:tcW w:w="540" w:type="dxa"/>
            <w:vMerge w:val="restart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032" w:type="dxa"/>
            <w:vMerge w:val="restart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 w:val="restart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социальных выплат</w:t>
            </w:r>
          </w:p>
        </w:tc>
        <w:tc>
          <w:tcPr>
            <w:tcW w:w="1800" w:type="dxa"/>
          </w:tcPr>
          <w:p w:rsidR="00AE63D7" w:rsidRPr="002757E5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>Савченко</w:t>
            </w:r>
          </w:p>
          <w:p w:rsidR="00AE63D7" w:rsidRPr="002757E5" w:rsidRDefault="00AE63D7" w:rsidP="0052163A">
            <w:pPr>
              <w:jc w:val="center"/>
              <w:rPr>
                <w:b/>
                <w:bCs/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>Олеся</w:t>
            </w:r>
          </w:p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 w:rsidRPr="002757E5">
              <w:rPr>
                <w:b/>
                <w:bCs/>
                <w:sz w:val="20"/>
                <w:szCs w:val="20"/>
              </w:rPr>
              <w:t>Васильевна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956</w:t>
            </w: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 квартиры</w:t>
            </w: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  <w:tr w:rsidR="00AE63D7" w:rsidRPr="0052163A">
        <w:trPr>
          <w:trHeight w:val="556"/>
        </w:trPr>
        <w:tc>
          <w:tcPr>
            <w:tcW w:w="540" w:type="dxa"/>
            <w:vMerge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6" w:type="dxa"/>
            <w:vMerge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AE63D7" w:rsidRPr="0052163A" w:rsidRDefault="00AE63D7" w:rsidP="00521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Несовершен-нолетний ребенок</w:t>
            </w:r>
          </w:p>
        </w:tc>
        <w:tc>
          <w:tcPr>
            <w:tcW w:w="1230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63D7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169" w:type="dxa"/>
          </w:tcPr>
          <w:p w:rsidR="00AE63D7" w:rsidRPr="0052163A" w:rsidRDefault="00AE63D7" w:rsidP="000B3F48">
            <w:pPr>
              <w:jc w:val="center"/>
              <w:rPr>
                <w:sz w:val="20"/>
                <w:szCs w:val="20"/>
              </w:rPr>
            </w:pPr>
            <w:r w:rsidRPr="0052163A">
              <w:rPr>
                <w:sz w:val="20"/>
                <w:szCs w:val="20"/>
              </w:rPr>
              <w:t>Россия</w:t>
            </w:r>
          </w:p>
        </w:tc>
        <w:tc>
          <w:tcPr>
            <w:tcW w:w="1471" w:type="dxa"/>
          </w:tcPr>
          <w:p w:rsidR="00AE63D7" w:rsidRPr="002E6B02" w:rsidRDefault="00AE63D7" w:rsidP="000B3F4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E63D7" w:rsidRDefault="00AE63D7" w:rsidP="001D1591">
      <w:pPr>
        <w:jc w:val="center"/>
        <w:rPr>
          <w:sz w:val="28"/>
          <w:szCs w:val="28"/>
        </w:rPr>
      </w:pPr>
    </w:p>
    <w:p w:rsidR="00AE63D7" w:rsidRPr="00BD529B" w:rsidRDefault="00AE63D7">
      <w:pPr>
        <w:rPr>
          <w:sz w:val="20"/>
          <w:szCs w:val="20"/>
        </w:rPr>
      </w:pPr>
    </w:p>
    <w:sectPr w:rsidR="00AE63D7" w:rsidRPr="00BD529B" w:rsidSect="00672BC5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7B79ED"/>
    <w:multiLevelType w:val="hybridMultilevel"/>
    <w:tmpl w:val="AED48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591"/>
    <w:rsid w:val="00010344"/>
    <w:rsid w:val="00030E96"/>
    <w:rsid w:val="000414B1"/>
    <w:rsid w:val="00047CD7"/>
    <w:rsid w:val="0007441C"/>
    <w:rsid w:val="0008609B"/>
    <w:rsid w:val="000A7937"/>
    <w:rsid w:val="000B308C"/>
    <w:rsid w:val="000B3F48"/>
    <w:rsid w:val="000B5836"/>
    <w:rsid w:val="000C6342"/>
    <w:rsid w:val="000C7687"/>
    <w:rsid w:val="00115984"/>
    <w:rsid w:val="00197663"/>
    <w:rsid w:val="001A7581"/>
    <w:rsid w:val="001B10A8"/>
    <w:rsid w:val="001D1591"/>
    <w:rsid w:val="001E3F18"/>
    <w:rsid w:val="001F460C"/>
    <w:rsid w:val="00202CEA"/>
    <w:rsid w:val="0023776A"/>
    <w:rsid w:val="00257233"/>
    <w:rsid w:val="002757E5"/>
    <w:rsid w:val="002A4D07"/>
    <w:rsid w:val="002C0A41"/>
    <w:rsid w:val="002E01D9"/>
    <w:rsid w:val="002E2248"/>
    <w:rsid w:val="002E6B02"/>
    <w:rsid w:val="002F1D26"/>
    <w:rsid w:val="003145BD"/>
    <w:rsid w:val="003A61EF"/>
    <w:rsid w:val="003B4355"/>
    <w:rsid w:val="00401862"/>
    <w:rsid w:val="004036FB"/>
    <w:rsid w:val="004361A0"/>
    <w:rsid w:val="0044241D"/>
    <w:rsid w:val="004655C4"/>
    <w:rsid w:val="0047232F"/>
    <w:rsid w:val="00474867"/>
    <w:rsid w:val="004B0D9B"/>
    <w:rsid w:val="004C172F"/>
    <w:rsid w:val="004F484D"/>
    <w:rsid w:val="004F727C"/>
    <w:rsid w:val="00500CA5"/>
    <w:rsid w:val="0052163A"/>
    <w:rsid w:val="005338A3"/>
    <w:rsid w:val="00534823"/>
    <w:rsid w:val="00553D81"/>
    <w:rsid w:val="00583048"/>
    <w:rsid w:val="00592BF7"/>
    <w:rsid w:val="005A3C9F"/>
    <w:rsid w:val="005A3E45"/>
    <w:rsid w:val="005E7FC7"/>
    <w:rsid w:val="00607CAB"/>
    <w:rsid w:val="00632CD2"/>
    <w:rsid w:val="0063584E"/>
    <w:rsid w:val="00644607"/>
    <w:rsid w:val="00657C01"/>
    <w:rsid w:val="00672BC5"/>
    <w:rsid w:val="00681615"/>
    <w:rsid w:val="006B7804"/>
    <w:rsid w:val="006D3565"/>
    <w:rsid w:val="00723984"/>
    <w:rsid w:val="00727949"/>
    <w:rsid w:val="007626A9"/>
    <w:rsid w:val="00767841"/>
    <w:rsid w:val="007A4965"/>
    <w:rsid w:val="007D2CDF"/>
    <w:rsid w:val="008522EF"/>
    <w:rsid w:val="008731BE"/>
    <w:rsid w:val="008760D3"/>
    <w:rsid w:val="008819DE"/>
    <w:rsid w:val="00894F3A"/>
    <w:rsid w:val="008A7420"/>
    <w:rsid w:val="008D64FA"/>
    <w:rsid w:val="009112F9"/>
    <w:rsid w:val="00961BF2"/>
    <w:rsid w:val="009707EF"/>
    <w:rsid w:val="009716F3"/>
    <w:rsid w:val="00980D2F"/>
    <w:rsid w:val="009B0111"/>
    <w:rsid w:val="009F63AE"/>
    <w:rsid w:val="00A20D4A"/>
    <w:rsid w:val="00A53043"/>
    <w:rsid w:val="00A55CE1"/>
    <w:rsid w:val="00A7202F"/>
    <w:rsid w:val="00A912BA"/>
    <w:rsid w:val="00AA6CA9"/>
    <w:rsid w:val="00AB6F8F"/>
    <w:rsid w:val="00AC3A5E"/>
    <w:rsid w:val="00AC64EE"/>
    <w:rsid w:val="00AD0F65"/>
    <w:rsid w:val="00AE63D7"/>
    <w:rsid w:val="00BB3FB2"/>
    <w:rsid w:val="00BD529B"/>
    <w:rsid w:val="00BF77BD"/>
    <w:rsid w:val="00C353B2"/>
    <w:rsid w:val="00C414A6"/>
    <w:rsid w:val="00C760B2"/>
    <w:rsid w:val="00CF520B"/>
    <w:rsid w:val="00CF76A2"/>
    <w:rsid w:val="00D10434"/>
    <w:rsid w:val="00D67F80"/>
    <w:rsid w:val="00D740A1"/>
    <w:rsid w:val="00D87375"/>
    <w:rsid w:val="00DB17F8"/>
    <w:rsid w:val="00DD6806"/>
    <w:rsid w:val="00DE3033"/>
    <w:rsid w:val="00DF2A54"/>
    <w:rsid w:val="00E00149"/>
    <w:rsid w:val="00E34017"/>
    <w:rsid w:val="00E672AF"/>
    <w:rsid w:val="00E75D6F"/>
    <w:rsid w:val="00E85017"/>
    <w:rsid w:val="00E86D16"/>
    <w:rsid w:val="00EB58F5"/>
    <w:rsid w:val="00F05BB0"/>
    <w:rsid w:val="00F139EE"/>
    <w:rsid w:val="00F46B8F"/>
    <w:rsid w:val="00F472D5"/>
    <w:rsid w:val="00F75F5B"/>
    <w:rsid w:val="00F94E92"/>
    <w:rsid w:val="00FA6ED5"/>
    <w:rsid w:val="00FB76DB"/>
    <w:rsid w:val="00FF6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591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D1591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D1591"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B583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B5836"/>
    <w:rPr>
      <w:rFonts w:ascii="Calibri" w:hAnsi="Calibri" w:cs="Calibri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1D15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D159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02C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C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98</TotalTime>
  <Pages>5</Pages>
  <Words>832</Words>
  <Characters>4746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9</cp:revision>
  <cp:lastPrinted>2015-05-15T08:16:00Z</cp:lastPrinted>
  <dcterms:created xsi:type="dcterms:W3CDTF">2015-05-15T07:10:00Z</dcterms:created>
  <dcterms:modified xsi:type="dcterms:W3CDTF">2016-05-06T04:29:00Z</dcterms:modified>
</cp:coreProperties>
</file>