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  <w:sz w:val="28"/>
          <w:szCs w:val="28"/>
        </w:rPr>
        <w:t>Сведения</w:t>
      </w:r>
    </w:p>
    <w:p w:rsidR="00A14149" w:rsidRDefault="00A14149" w:rsidP="00D6588B">
      <w:pPr>
        <w:jc w:val="center"/>
        <w:rPr>
          <w:rStyle w:val="Strong"/>
          <w:color w:val="333333"/>
          <w:sz w:val="28"/>
          <w:szCs w:val="28"/>
        </w:rPr>
      </w:pPr>
      <w:r w:rsidRPr="00D97612">
        <w:rPr>
          <w:rStyle w:val="Strong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 за отчетный период </w:t>
      </w:r>
    </w:p>
    <w:p w:rsidR="00A14149" w:rsidRPr="00D97612" w:rsidRDefault="00A14149" w:rsidP="00D6588B">
      <w:pPr>
        <w:jc w:val="center"/>
        <w:rPr>
          <w:rStyle w:val="Strong"/>
          <w:color w:val="333333"/>
          <w:sz w:val="28"/>
          <w:szCs w:val="28"/>
        </w:rPr>
      </w:pPr>
      <w:r w:rsidRPr="00D97612">
        <w:rPr>
          <w:rStyle w:val="Strong"/>
          <w:color w:val="333333"/>
          <w:sz w:val="28"/>
          <w:szCs w:val="28"/>
        </w:rPr>
        <w:t>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/>
        </w:tc>
        <w:tc>
          <w:tcPr>
            <w:tcW w:w="992" w:type="dxa"/>
            <w:vMerge/>
            <w:vAlign w:val="center"/>
          </w:tcPr>
          <w:p w:rsidR="00A14149" w:rsidRPr="00D97612" w:rsidRDefault="00A14149"/>
        </w:tc>
        <w:tc>
          <w:tcPr>
            <w:tcW w:w="1418" w:type="dxa"/>
          </w:tcPr>
          <w:p w:rsidR="00A14149" w:rsidRPr="00D97612" w:rsidRDefault="00A14149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/>
        </w:tc>
        <w:tc>
          <w:tcPr>
            <w:tcW w:w="1276" w:type="dxa"/>
            <w:vMerge/>
            <w:vAlign w:val="center"/>
          </w:tcPr>
          <w:p w:rsidR="00A14149" w:rsidRPr="00D97612" w:rsidRDefault="00A14149"/>
        </w:tc>
        <w:tc>
          <w:tcPr>
            <w:tcW w:w="2268" w:type="dxa"/>
            <w:vMerge/>
            <w:vAlign w:val="center"/>
          </w:tcPr>
          <w:p w:rsidR="00A14149" w:rsidRPr="00D97612" w:rsidRDefault="00A14149"/>
        </w:tc>
      </w:tr>
      <w:tr w:rsidR="00A14149" w:rsidRPr="00AF25A0">
        <w:tc>
          <w:tcPr>
            <w:tcW w:w="1417" w:type="dxa"/>
            <w:vMerge w:val="restart"/>
          </w:tcPr>
          <w:p w:rsidR="00A14149" w:rsidRPr="004545FC" w:rsidRDefault="00A14149" w:rsidP="000C58CA">
            <w:r w:rsidRPr="004545FC">
              <w:t>Аверкиев С.А.</w:t>
            </w:r>
          </w:p>
        </w:tc>
        <w:tc>
          <w:tcPr>
            <w:tcW w:w="992" w:type="dxa"/>
            <w:vMerge w:val="restart"/>
          </w:tcPr>
          <w:p w:rsidR="00A14149" w:rsidRPr="004545FC" w:rsidRDefault="00A14149" w:rsidP="000C58CA">
            <w:pPr>
              <w:jc w:val="both"/>
            </w:pPr>
            <w:r w:rsidRPr="004545FC">
              <w:rPr>
                <w:sz w:val="22"/>
                <w:szCs w:val="22"/>
              </w:rPr>
              <w:t>Глава муниципального образования Грачевский район Оренбургской области</w:t>
            </w:r>
          </w:p>
        </w:tc>
        <w:tc>
          <w:tcPr>
            <w:tcW w:w="1418" w:type="dxa"/>
          </w:tcPr>
          <w:p w:rsidR="00A14149" w:rsidRPr="004545FC" w:rsidRDefault="00A14149" w:rsidP="000C58CA">
            <w:pPr>
              <w:jc w:val="center"/>
            </w:pPr>
            <w:r w:rsidRPr="004545FC">
              <w:t>Земельный участок</w:t>
            </w:r>
          </w:p>
        </w:tc>
        <w:tc>
          <w:tcPr>
            <w:tcW w:w="1417" w:type="dxa"/>
          </w:tcPr>
          <w:p w:rsidR="00A14149" w:rsidRPr="004545FC" w:rsidRDefault="00A14149" w:rsidP="000C58CA">
            <w:pPr>
              <w:jc w:val="center"/>
            </w:pPr>
            <w:r w:rsidRPr="004545FC">
              <w:t>индивидуальная</w:t>
            </w:r>
          </w:p>
        </w:tc>
        <w:tc>
          <w:tcPr>
            <w:tcW w:w="851" w:type="dxa"/>
          </w:tcPr>
          <w:p w:rsidR="00A14149" w:rsidRPr="004545FC" w:rsidRDefault="00A14149" w:rsidP="000C58CA">
            <w:pPr>
              <w:jc w:val="center"/>
            </w:pPr>
            <w:r w:rsidRPr="004545FC">
              <w:t>63.75</w:t>
            </w:r>
          </w:p>
        </w:tc>
        <w:tc>
          <w:tcPr>
            <w:tcW w:w="992" w:type="dxa"/>
          </w:tcPr>
          <w:p w:rsidR="00A14149" w:rsidRPr="004545FC" w:rsidRDefault="00A14149" w:rsidP="000C58CA">
            <w:pPr>
              <w:jc w:val="center"/>
            </w:pPr>
            <w:r w:rsidRPr="004545FC">
              <w:t>Россия</w:t>
            </w:r>
          </w:p>
        </w:tc>
        <w:tc>
          <w:tcPr>
            <w:tcW w:w="1276" w:type="dxa"/>
          </w:tcPr>
          <w:p w:rsidR="00A14149" w:rsidRPr="004545FC" w:rsidRDefault="00A14149" w:rsidP="000C58CA">
            <w:pPr>
              <w:jc w:val="center"/>
            </w:pPr>
            <w:r w:rsidRPr="004545FC">
              <w:t>Земельный участок</w:t>
            </w:r>
          </w:p>
        </w:tc>
        <w:tc>
          <w:tcPr>
            <w:tcW w:w="850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446,07</w:t>
            </w:r>
          </w:p>
        </w:tc>
        <w:tc>
          <w:tcPr>
            <w:tcW w:w="993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4545FC" w:rsidRDefault="00A14149" w:rsidP="000C58CA">
            <w:pPr>
              <w:jc w:val="center"/>
            </w:pPr>
            <w:r w:rsidRPr="004545FC">
              <w:rPr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45FC">
              <w:t>а/м ХАММЕР</w:t>
            </w:r>
          </w:p>
        </w:tc>
        <w:tc>
          <w:tcPr>
            <w:tcW w:w="1276" w:type="dxa"/>
            <w:vMerge w:val="restart"/>
          </w:tcPr>
          <w:p w:rsidR="00A14149" w:rsidRPr="004545FC" w:rsidRDefault="00A14149" w:rsidP="000C58CA">
            <w:pPr>
              <w:jc w:val="center"/>
            </w:pPr>
            <w:r w:rsidRPr="004545FC">
              <w:t>886050.40</w:t>
            </w:r>
          </w:p>
        </w:tc>
        <w:tc>
          <w:tcPr>
            <w:tcW w:w="2268" w:type="dxa"/>
            <w:vMerge w:val="restart"/>
          </w:tcPr>
          <w:p w:rsidR="00A14149" w:rsidRPr="004545FC" w:rsidRDefault="00A14149" w:rsidP="000C58CA">
            <w:pPr>
              <w:jc w:val="center"/>
            </w:pPr>
          </w:p>
        </w:tc>
      </w:tr>
      <w:tr w:rsidR="00A14149" w:rsidRPr="00AF25A0">
        <w:tc>
          <w:tcPr>
            <w:tcW w:w="1417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Нежилое помещение</w:t>
            </w:r>
          </w:p>
        </w:tc>
        <w:tc>
          <w:tcPr>
            <w:tcW w:w="1417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Долевая 1/8</w:t>
            </w:r>
          </w:p>
        </w:tc>
        <w:tc>
          <w:tcPr>
            <w:tcW w:w="851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400,9</w:t>
            </w:r>
          </w:p>
        </w:tc>
        <w:tc>
          <w:tcPr>
            <w:tcW w:w="992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4545FC" w:rsidRDefault="00A14149" w:rsidP="000C58CA">
            <w:pPr>
              <w:jc w:val="center"/>
            </w:pPr>
            <w:r w:rsidRPr="004545FC">
              <w:t>Жилой дом</w:t>
            </w:r>
          </w:p>
        </w:tc>
        <w:tc>
          <w:tcPr>
            <w:tcW w:w="850" w:type="dxa"/>
            <w:vAlign w:val="center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203,7</w:t>
            </w:r>
          </w:p>
        </w:tc>
        <w:tc>
          <w:tcPr>
            <w:tcW w:w="993" w:type="dxa"/>
            <w:vAlign w:val="center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4545FC" w:rsidRDefault="00A14149" w:rsidP="000C58CA"/>
        </w:tc>
        <w:tc>
          <w:tcPr>
            <w:tcW w:w="1276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4545FC" w:rsidRDefault="00A14149" w:rsidP="000C58CA">
            <w:pPr>
              <w:jc w:val="center"/>
            </w:pPr>
            <w:r w:rsidRPr="004545FC">
              <w:t>Жилой дом</w:t>
            </w:r>
          </w:p>
        </w:tc>
        <w:tc>
          <w:tcPr>
            <w:tcW w:w="850" w:type="dxa"/>
          </w:tcPr>
          <w:p w:rsidR="00A14149" w:rsidRPr="004545FC" w:rsidRDefault="00A14149" w:rsidP="000C58CA">
            <w:pPr>
              <w:jc w:val="center"/>
            </w:pPr>
            <w:r w:rsidRPr="004545FC">
              <w:t>61,5</w:t>
            </w:r>
          </w:p>
        </w:tc>
        <w:tc>
          <w:tcPr>
            <w:tcW w:w="993" w:type="dxa"/>
          </w:tcPr>
          <w:p w:rsidR="00A14149" w:rsidRPr="004545FC" w:rsidRDefault="00A14149" w:rsidP="000C58CA">
            <w:pPr>
              <w:jc w:val="center"/>
            </w:pPr>
            <w:r w:rsidRPr="004545FC">
              <w:t>Россия</w:t>
            </w:r>
          </w:p>
        </w:tc>
        <w:tc>
          <w:tcPr>
            <w:tcW w:w="1559" w:type="dxa"/>
            <w:vMerge/>
          </w:tcPr>
          <w:p w:rsidR="00A14149" w:rsidRPr="004545FC" w:rsidRDefault="00A14149" w:rsidP="000C58CA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 w:val="restart"/>
          </w:tcPr>
          <w:p w:rsidR="00A14149" w:rsidRPr="004545FC" w:rsidRDefault="00A14149" w:rsidP="000C58CA">
            <w:pPr>
              <w:jc w:val="both"/>
            </w:pPr>
            <w:r w:rsidRPr="004545FC">
              <w:t>супруга</w:t>
            </w:r>
          </w:p>
        </w:tc>
        <w:tc>
          <w:tcPr>
            <w:tcW w:w="992" w:type="dxa"/>
            <w:vMerge w:val="restart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4545FC" w:rsidRDefault="00A14149" w:rsidP="000C58CA">
            <w:pPr>
              <w:jc w:val="center"/>
            </w:pPr>
            <w:r w:rsidRPr="004545FC">
              <w:t>Земельный участок</w:t>
            </w:r>
          </w:p>
        </w:tc>
        <w:tc>
          <w:tcPr>
            <w:tcW w:w="1417" w:type="dxa"/>
          </w:tcPr>
          <w:p w:rsidR="00A14149" w:rsidRPr="004545FC" w:rsidRDefault="00A14149" w:rsidP="000C58CA">
            <w:pPr>
              <w:jc w:val="center"/>
            </w:pPr>
            <w:r w:rsidRPr="004545FC">
              <w:t>индивидуальная</w:t>
            </w:r>
          </w:p>
        </w:tc>
        <w:tc>
          <w:tcPr>
            <w:tcW w:w="851" w:type="dxa"/>
          </w:tcPr>
          <w:p w:rsidR="00A14149" w:rsidRPr="004545FC" w:rsidRDefault="00A14149" w:rsidP="000C58CA">
            <w:pPr>
              <w:jc w:val="center"/>
            </w:pPr>
            <w:r w:rsidRPr="004545FC">
              <w:t>446,07</w:t>
            </w:r>
          </w:p>
        </w:tc>
        <w:tc>
          <w:tcPr>
            <w:tcW w:w="992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  <w:r w:rsidRPr="004545FC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4545FC" w:rsidRDefault="00A14149" w:rsidP="000C58CA">
            <w:pPr>
              <w:jc w:val="center"/>
            </w:pPr>
          </w:p>
        </w:tc>
        <w:tc>
          <w:tcPr>
            <w:tcW w:w="850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4545FC" w:rsidRDefault="00A14149" w:rsidP="000C58CA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4545FC" w:rsidRDefault="00A14149" w:rsidP="000C58CA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4545FC" w:rsidRDefault="00A14149" w:rsidP="000C58CA">
            <w:pPr>
              <w:jc w:val="both"/>
            </w:pPr>
            <w:r w:rsidRPr="004545FC">
              <w:t>1668040</w:t>
            </w:r>
          </w:p>
        </w:tc>
        <w:tc>
          <w:tcPr>
            <w:tcW w:w="2268" w:type="dxa"/>
            <w:vMerge w:val="restart"/>
          </w:tcPr>
          <w:p w:rsidR="00A14149" w:rsidRPr="004545FC" w:rsidRDefault="00A14149" w:rsidP="000C58CA">
            <w:pPr>
              <w:jc w:val="center"/>
            </w:pPr>
          </w:p>
        </w:tc>
      </w:tr>
      <w:tr w:rsidR="00A14149" w:rsidRPr="00AF25A0">
        <w:tc>
          <w:tcPr>
            <w:tcW w:w="1417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417,42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1647,86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422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14149" w:rsidRPr="00AF25A0" w:rsidRDefault="00A14149" w:rsidP="000C58CA">
            <w:pPr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203,7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1678,1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Долевая 3/8</w:t>
            </w: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397,5</w:t>
            </w: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 w:val="restart"/>
          </w:tcPr>
          <w:p w:rsidR="00A14149" w:rsidRPr="004545FC" w:rsidRDefault="00A14149" w:rsidP="000C58CA">
            <w:pPr>
              <w:jc w:val="both"/>
            </w:pPr>
            <w:r w:rsidRPr="004545FC"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446,07</w:t>
            </w:r>
          </w:p>
        </w:tc>
        <w:tc>
          <w:tcPr>
            <w:tcW w:w="993" w:type="dxa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</w:tr>
      <w:tr w:rsidR="00A14149" w:rsidRPr="00AF25A0">
        <w:tc>
          <w:tcPr>
            <w:tcW w:w="1417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4149" w:rsidRPr="00AF25A0" w:rsidRDefault="00A14149" w:rsidP="000C58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  <w:r w:rsidRPr="00AF25A0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203,7</w:t>
            </w:r>
          </w:p>
        </w:tc>
        <w:tc>
          <w:tcPr>
            <w:tcW w:w="993" w:type="dxa"/>
            <w:vAlign w:val="center"/>
          </w:tcPr>
          <w:p w:rsidR="00A14149" w:rsidRPr="00AF25A0" w:rsidRDefault="00A14149" w:rsidP="000C58CA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AF25A0">
              <w:rPr>
                <w:rStyle w:val="Strong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4149" w:rsidRPr="00AF25A0" w:rsidRDefault="00A14149" w:rsidP="000C58CA">
            <w:pPr>
              <w:jc w:val="center"/>
              <w:rPr>
                <w:sz w:val="20"/>
                <w:szCs w:val="20"/>
              </w:rPr>
            </w:pPr>
          </w:p>
        </w:tc>
      </w:tr>
    </w:tbl>
    <w:p w:rsidR="00A14149" w:rsidRPr="00AF25A0" w:rsidRDefault="00A14149" w:rsidP="00D97612">
      <w:pPr>
        <w:pStyle w:val="FootnoteText"/>
        <w:jc w:val="both"/>
      </w:pPr>
    </w:p>
    <w:p w:rsidR="00A14149" w:rsidRPr="00AF25A0" w:rsidRDefault="00A14149" w:rsidP="00D6588B">
      <w:pPr>
        <w:pStyle w:val="FootnoteText"/>
        <w:ind w:firstLine="709"/>
        <w:jc w:val="both"/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both"/>
            </w:pPr>
            <w:r w:rsidRPr="00D97612">
              <w:t>Васильев А.А.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5B737F">
            <w:pPr>
              <w:jc w:val="both"/>
            </w:pPr>
            <w:r>
              <w:t xml:space="preserve">Заместитель главы </w:t>
            </w:r>
            <w:r w:rsidRPr="00D97612">
              <w:t>администрации</w:t>
            </w:r>
            <w:r>
              <w:t xml:space="preserve"> района по социальным вопросам</w:t>
            </w: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квартира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совместная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42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 xml:space="preserve">Россия 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  <w:r w:rsidRPr="00D97612">
              <w:t>квартира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57.7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  <w:r w:rsidRPr="00D97612">
              <w:t>а/м Киа-Рио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656334,21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  <w:tr w:rsidR="00A14149" w:rsidRPr="00D97612">
        <w:trPr>
          <w:trHeight w:val="1382"/>
        </w:trPr>
        <w:tc>
          <w:tcPr>
            <w:tcW w:w="1417" w:type="dxa"/>
            <w:vMerge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F34962">
            <w:pPr>
              <w:jc w:val="center"/>
            </w:pPr>
            <w:r w:rsidRPr="00D97612">
              <w:t xml:space="preserve">квартира 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rPr>
                <w:lang w:val="en-US"/>
              </w:rPr>
              <w:t>c</w:t>
            </w:r>
            <w:r w:rsidRPr="00D97612">
              <w:t xml:space="preserve">овместная 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105.2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rPr>
          <w:trHeight w:val="339"/>
        </w:trPr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both"/>
            </w:pPr>
            <w:r w:rsidRPr="00D97612">
              <w:t>супруга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квартира</w:t>
            </w:r>
          </w:p>
        </w:tc>
        <w:tc>
          <w:tcPr>
            <w:tcW w:w="1417" w:type="dxa"/>
          </w:tcPr>
          <w:p w:rsidR="00A14149" w:rsidRPr="004A6B72" w:rsidRDefault="00A14149" w:rsidP="008157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D97612">
              <w:t>овместная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105.2</w:t>
            </w: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both"/>
            </w:pPr>
            <w:r w:rsidRPr="00D97612">
              <w:t>квартира</w:t>
            </w: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57.7</w:t>
            </w: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373690,35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  <w:tr w:rsidR="00A14149" w:rsidRPr="00D97612">
        <w:trPr>
          <w:trHeight w:val="204"/>
        </w:trPr>
        <w:tc>
          <w:tcPr>
            <w:tcW w:w="1417" w:type="dxa"/>
            <w:vMerge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 xml:space="preserve">квартира </w:t>
            </w:r>
          </w:p>
        </w:tc>
        <w:tc>
          <w:tcPr>
            <w:tcW w:w="1417" w:type="dxa"/>
          </w:tcPr>
          <w:p w:rsidR="00A14149" w:rsidRPr="00D97612" w:rsidRDefault="00A14149" w:rsidP="008157A7">
            <w:pPr>
              <w:jc w:val="center"/>
            </w:pPr>
          </w:p>
          <w:p w:rsidR="00A14149" w:rsidRDefault="00A14149" w:rsidP="008157A7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42</w:t>
            </w: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pPr>
              <w:jc w:val="both"/>
            </w:pPr>
            <w:r w:rsidRPr="00D97612">
              <w:t>Несовершеннолетний ребенок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both"/>
            </w:pPr>
            <w:r w:rsidRPr="00D97612">
              <w:t>квартира</w:t>
            </w: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57.7</w:t>
            </w: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</w:p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>
        <w:rPr>
          <w:rStyle w:val="Strong"/>
          <w:color w:val="333333"/>
        </w:rPr>
        <w:t>С</w:t>
      </w:r>
      <w:r w:rsidRPr="00D97612">
        <w:rPr>
          <w:rStyle w:val="Strong"/>
          <w:color w:val="333333"/>
        </w:rPr>
        <w:t>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516"/>
        </w:trPr>
        <w:tc>
          <w:tcPr>
            <w:tcW w:w="1417" w:type="dxa"/>
            <w:vMerge w:val="restart"/>
          </w:tcPr>
          <w:p w:rsidR="00A14149" w:rsidRPr="00D97612" w:rsidRDefault="00A14149" w:rsidP="008157A7">
            <w:pPr>
              <w:jc w:val="both"/>
            </w:pPr>
            <w:r w:rsidRPr="00D97612">
              <w:t>Сигидаев Ю.П.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8157A7">
            <w:pPr>
              <w:jc w:val="both"/>
            </w:pPr>
            <w:r w:rsidRPr="00D97612">
              <w:t>Заместитель главы администрации</w:t>
            </w:r>
            <w:r>
              <w:t xml:space="preserve"> района по эконмическому развитию</w:t>
            </w: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8157A7">
            <w:pPr>
              <w:jc w:val="center"/>
            </w:pPr>
            <w:r>
              <w:rPr>
                <w:lang w:val="en-US"/>
              </w:rPr>
              <w:t>c</w:t>
            </w:r>
            <w:r w:rsidRPr="00D97612">
              <w:t>овместная</w:t>
            </w:r>
          </w:p>
          <w:p w:rsidR="00A14149" w:rsidRPr="00D97612" w:rsidRDefault="00A14149" w:rsidP="008334FC"/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1494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Default="00A14149" w:rsidP="008157A7">
            <w:pPr>
              <w:jc w:val="center"/>
            </w:pPr>
            <w:r>
              <w:t>Россия</w:t>
            </w:r>
          </w:p>
          <w:p w:rsidR="00A14149" w:rsidRPr="00AF25A0" w:rsidRDefault="00A14149" w:rsidP="00AF25A0"/>
        </w:tc>
        <w:tc>
          <w:tcPr>
            <w:tcW w:w="1276" w:type="dxa"/>
            <w:vMerge w:val="restart"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850" w:type="dxa"/>
            <w:vMerge w:val="restart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 w:val="restart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8334FC">
            <w:pPr>
              <w:jc w:val="center"/>
            </w:pPr>
            <w:r w:rsidRPr="00D97612">
              <w:t>легковой автомобиль</w:t>
            </w:r>
          </w:p>
          <w:p w:rsidR="00A14149" w:rsidRPr="00D97612" w:rsidRDefault="00A14149" w:rsidP="008334FC">
            <w:pPr>
              <w:jc w:val="center"/>
            </w:pPr>
            <w:r w:rsidRPr="00D97612">
              <w:t>ВАЗ-21061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легковой автомобиль</w:t>
            </w:r>
          </w:p>
          <w:p w:rsidR="00A14149" w:rsidRPr="00D97612" w:rsidRDefault="00A14149" w:rsidP="008334FC">
            <w:pPr>
              <w:jc w:val="center"/>
            </w:pPr>
            <w:r w:rsidRPr="00D97612">
              <w:rPr>
                <w:lang w:val="en-US"/>
              </w:rPr>
              <w:t>Peug</w:t>
            </w:r>
            <w:r w:rsidRPr="00D97612">
              <w:t>о</w:t>
            </w:r>
            <w:r w:rsidRPr="00D97612">
              <w:rPr>
                <w:lang w:val="en-US"/>
              </w:rPr>
              <w:t>ut</w:t>
            </w:r>
            <w:r w:rsidRPr="00D97612">
              <w:t>-206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8157A7">
            <w:pPr>
              <w:jc w:val="center"/>
            </w:pPr>
            <w:r>
              <w:t>688769.40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8157A7">
            <w:pPr>
              <w:jc w:val="center"/>
            </w:pPr>
          </w:p>
        </w:tc>
      </w:tr>
      <w:tr w:rsidR="00A14149" w:rsidRPr="00D97612">
        <w:trPr>
          <w:trHeight w:val="285"/>
        </w:trPr>
        <w:tc>
          <w:tcPr>
            <w:tcW w:w="1417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</w:tc>
        <w:tc>
          <w:tcPr>
            <w:tcW w:w="1417" w:type="dxa"/>
          </w:tcPr>
          <w:p w:rsidR="00A14149" w:rsidRDefault="00A14149" w:rsidP="008157A7">
            <w:pPr>
              <w:jc w:val="center"/>
              <w:rPr>
                <w:lang w:val="en-US"/>
              </w:rPr>
            </w:pPr>
            <w:r w:rsidRPr="00D97612">
              <w:t>совместная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118,9</w:t>
            </w:r>
          </w:p>
        </w:tc>
        <w:tc>
          <w:tcPr>
            <w:tcW w:w="992" w:type="dxa"/>
          </w:tcPr>
          <w:p w:rsidR="00A14149" w:rsidRDefault="00A14149" w:rsidP="00AF25A0">
            <w:r>
              <w:t>Россия</w:t>
            </w:r>
          </w:p>
        </w:tc>
        <w:tc>
          <w:tcPr>
            <w:tcW w:w="1276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850" w:type="dxa"/>
            <w:vMerge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A14149" w:rsidRPr="00D97612" w:rsidRDefault="00A14149" w:rsidP="008334FC">
            <w:pPr>
              <w:jc w:val="center"/>
            </w:pPr>
          </w:p>
        </w:tc>
        <w:tc>
          <w:tcPr>
            <w:tcW w:w="1276" w:type="dxa"/>
            <w:vMerge/>
          </w:tcPr>
          <w:p w:rsidR="00A14149" w:rsidRDefault="00A14149" w:rsidP="008157A7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8157A7">
            <w:pPr>
              <w:jc w:val="center"/>
            </w:pPr>
          </w:p>
        </w:tc>
      </w:tr>
      <w:tr w:rsidR="00A14149" w:rsidRPr="00D97612">
        <w:trPr>
          <w:trHeight w:val="1114"/>
        </w:trPr>
        <w:tc>
          <w:tcPr>
            <w:tcW w:w="1417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 xml:space="preserve"> жилой дом </w:t>
            </w:r>
          </w:p>
          <w:p w:rsidR="00A14149" w:rsidRPr="00D97612" w:rsidRDefault="00A14149" w:rsidP="00287A22">
            <w:pPr>
              <w:jc w:val="center"/>
            </w:pPr>
          </w:p>
        </w:tc>
        <w:tc>
          <w:tcPr>
            <w:tcW w:w="1417" w:type="dxa"/>
          </w:tcPr>
          <w:p w:rsidR="00A14149" w:rsidRPr="00303575" w:rsidRDefault="00A14149" w:rsidP="008334FC">
            <w:r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88,8</w:t>
            </w:r>
          </w:p>
        </w:tc>
        <w:tc>
          <w:tcPr>
            <w:tcW w:w="992" w:type="dxa"/>
          </w:tcPr>
          <w:p w:rsidR="00A14149" w:rsidRDefault="00A14149" w:rsidP="00AF25A0">
            <w:r>
              <w:t>Россия</w:t>
            </w:r>
          </w:p>
        </w:tc>
        <w:tc>
          <w:tcPr>
            <w:tcW w:w="1276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850" w:type="dxa"/>
            <w:vMerge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A14149" w:rsidRPr="00D97612" w:rsidRDefault="00A14149" w:rsidP="008334FC">
            <w:pPr>
              <w:jc w:val="center"/>
            </w:pPr>
          </w:p>
        </w:tc>
        <w:tc>
          <w:tcPr>
            <w:tcW w:w="1276" w:type="dxa"/>
            <w:vMerge/>
          </w:tcPr>
          <w:p w:rsidR="00A14149" w:rsidRDefault="00A14149" w:rsidP="008157A7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8157A7">
            <w:pPr>
              <w:jc w:val="center"/>
            </w:pPr>
          </w:p>
        </w:tc>
      </w:tr>
      <w:tr w:rsidR="00A14149" w:rsidRPr="00D97612">
        <w:trPr>
          <w:trHeight w:val="614"/>
        </w:trPr>
        <w:tc>
          <w:tcPr>
            <w:tcW w:w="1417" w:type="dxa"/>
            <w:vMerge w:val="restart"/>
          </w:tcPr>
          <w:p w:rsidR="00A14149" w:rsidRPr="00D97612" w:rsidRDefault="00A14149" w:rsidP="008157A7">
            <w:pPr>
              <w:jc w:val="both"/>
            </w:pPr>
            <w:r w:rsidRPr="00D97612">
              <w:t xml:space="preserve">Супруга 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8157A7">
            <w:pPr>
              <w:jc w:val="center"/>
            </w:pPr>
            <w:r>
              <w:rPr>
                <w:lang w:val="en-US"/>
              </w:rPr>
              <w:t>c</w:t>
            </w:r>
            <w:r w:rsidRPr="00D97612">
              <w:t>овместная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1494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850" w:type="dxa"/>
            <w:vMerge w:val="restart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 w:val="restart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303575" w:rsidRDefault="00A14149" w:rsidP="008157A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353447.25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8157A7">
            <w:pPr>
              <w:jc w:val="center"/>
            </w:pPr>
          </w:p>
        </w:tc>
      </w:tr>
      <w:tr w:rsidR="00A14149" w:rsidRPr="00D97612">
        <w:trPr>
          <w:trHeight w:val="606"/>
        </w:trPr>
        <w:tc>
          <w:tcPr>
            <w:tcW w:w="1417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 xml:space="preserve">жилой дом 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8157A7">
            <w:pPr>
              <w:jc w:val="center"/>
            </w:pPr>
          </w:p>
          <w:p w:rsidR="00A14149" w:rsidRDefault="00A14149" w:rsidP="008157A7">
            <w:pPr>
              <w:jc w:val="center"/>
              <w:rPr>
                <w:lang w:val="en-US"/>
              </w:rPr>
            </w:pPr>
            <w:r w:rsidRPr="00D97612">
              <w:t>совместная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118,9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Default="00A14149" w:rsidP="008157A7">
            <w:pPr>
              <w:jc w:val="center"/>
            </w:pPr>
          </w:p>
          <w:p w:rsidR="00A14149" w:rsidRPr="00265C86" w:rsidRDefault="00A14149" w:rsidP="00265C86">
            <w:r>
              <w:t>Россия</w:t>
            </w:r>
          </w:p>
        </w:tc>
        <w:tc>
          <w:tcPr>
            <w:tcW w:w="1276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850" w:type="dxa"/>
            <w:vMerge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  <w:vMerge/>
          </w:tcPr>
          <w:p w:rsidR="00A14149" w:rsidRDefault="00A14149" w:rsidP="008157A7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A14149" w:rsidRPr="00D97612" w:rsidRDefault="00A14149" w:rsidP="008157A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8157A7">
            <w:pPr>
              <w:jc w:val="both"/>
            </w:pPr>
            <w:r w:rsidRPr="00D97612">
              <w:t>Несовершеннолетний ребенок</w:t>
            </w: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</w:pPr>
            <w:r w:rsidRPr="00D97612">
              <w:t>118,9</w:t>
            </w: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2268" w:type="dxa"/>
          </w:tcPr>
          <w:p w:rsidR="00A14149" w:rsidRPr="00D97612" w:rsidRDefault="00A14149" w:rsidP="008157A7">
            <w:pPr>
              <w:jc w:val="center"/>
            </w:pPr>
            <w:r w:rsidRPr="00D97612">
              <w:t>-</w:t>
            </w:r>
          </w:p>
        </w:tc>
      </w:tr>
      <w:tr w:rsidR="00A14149" w:rsidRPr="00D97612">
        <w:tc>
          <w:tcPr>
            <w:tcW w:w="1417" w:type="dxa"/>
            <w:vMerge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0C58CA">
            <w:pPr>
              <w:jc w:val="center"/>
            </w:pPr>
            <w:r w:rsidRPr="00D97612">
              <w:t>земельный участок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850" w:type="dxa"/>
          </w:tcPr>
          <w:p w:rsidR="00A14149" w:rsidRPr="000C58CA" w:rsidRDefault="00A14149" w:rsidP="008157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1494</w:t>
            </w:r>
          </w:p>
        </w:tc>
        <w:tc>
          <w:tcPr>
            <w:tcW w:w="993" w:type="dxa"/>
          </w:tcPr>
          <w:p w:rsidR="00A14149" w:rsidRPr="000C58CA" w:rsidRDefault="00A14149" w:rsidP="000C58CA">
            <w:r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2268" w:type="dxa"/>
          </w:tcPr>
          <w:p w:rsidR="00A14149" w:rsidRPr="00D97612" w:rsidRDefault="00A14149" w:rsidP="008157A7">
            <w:pPr>
              <w:jc w:val="center"/>
            </w:pPr>
          </w:p>
        </w:tc>
      </w:tr>
    </w:tbl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r w:rsidRPr="00D97612">
              <w:t>Савинкова Н.И.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  <w:r w:rsidRPr="00D97612">
              <w:t xml:space="preserve">Начальник отдела </w:t>
            </w:r>
            <w:r>
              <w:t>ЗАГС</w:t>
            </w:r>
          </w:p>
        </w:tc>
        <w:tc>
          <w:tcPr>
            <w:tcW w:w="1418" w:type="dxa"/>
          </w:tcPr>
          <w:p w:rsidR="00A14149" w:rsidRPr="00D97612" w:rsidRDefault="00A14149" w:rsidP="008334FC">
            <w:pPr>
              <w:jc w:val="center"/>
            </w:pPr>
            <w:r w:rsidRPr="00D97612">
              <w:t>земельный участок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жилой дом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квартира</w:t>
            </w:r>
          </w:p>
          <w:p w:rsidR="00A14149" w:rsidRPr="00D97612" w:rsidRDefault="00A14149" w:rsidP="008334FC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индивидуальная</w:t>
            </w:r>
          </w:p>
          <w:p w:rsidR="00A14149" w:rsidRPr="00D97612" w:rsidRDefault="00A14149" w:rsidP="008334FC"/>
          <w:p w:rsidR="00A14149" w:rsidRPr="00D97612" w:rsidRDefault="00A14149" w:rsidP="008334FC">
            <w:pPr>
              <w:jc w:val="center"/>
            </w:pPr>
            <w:r w:rsidRPr="00D97612">
              <w:t>долевая 1/287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индивидуальная</w:t>
            </w:r>
          </w:p>
          <w:p w:rsidR="00A14149" w:rsidRPr="00D97612" w:rsidRDefault="00A14149" w:rsidP="008334FC">
            <w:pPr>
              <w:jc w:val="center"/>
            </w:pPr>
            <w:r w:rsidRPr="00D97612"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8334FC">
            <w:pPr>
              <w:jc w:val="center"/>
            </w:pPr>
            <w:r w:rsidRPr="00D97612">
              <w:t>674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>
              <w:t>1/287</w:t>
            </w:r>
            <w:r w:rsidRPr="00D97612">
              <w:t xml:space="preserve">                                                                                                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111,4</w:t>
            </w:r>
          </w:p>
          <w:p w:rsidR="00A14149" w:rsidRPr="00D97612" w:rsidRDefault="00A14149" w:rsidP="008334FC">
            <w:pPr>
              <w:jc w:val="center"/>
            </w:pPr>
          </w:p>
          <w:p w:rsidR="00A14149" w:rsidRPr="00D97612" w:rsidRDefault="00A14149" w:rsidP="008334FC">
            <w:pPr>
              <w:jc w:val="center"/>
            </w:pPr>
            <w:r w:rsidRPr="00D97612">
              <w:t>27,1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</w:tcPr>
          <w:p w:rsidR="00A14149" w:rsidRPr="00D97612" w:rsidRDefault="00A14149" w:rsidP="009B6B76">
            <w:pPr>
              <w:jc w:val="center"/>
            </w:pPr>
            <w:r w:rsidRPr="00D97612">
              <w:t>легковой автомобиль</w:t>
            </w:r>
          </w:p>
          <w:p w:rsidR="00A14149" w:rsidRPr="00D97612" w:rsidRDefault="00A14149" w:rsidP="009B6B76">
            <w:pPr>
              <w:jc w:val="center"/>
            </w:pPr>
            <w:r w:rsidRPr="00D97612">
              <w:t>Шевролет Авео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375506,29</w:t>
            </w: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>
        <w:rPr>
          <w:rStyle w:val="Strong"/>
          <w:color w:val="333333"/>
        </w:rPr>
        <w:t>С</w:t>
      </w:r>
      <w:r w:rsidRPr="00D97612">
        <w:rPr>
          <w:rStyle w:val="Strong"/>
          <w:color w:val="333333"/>
        </w:rPr>
        <w:t>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Default="00A14149" w:rsidP="00D6588B">
            <w:pPr>
              <w:jc w:val="center"/>
              <w:rPr>
                <w:rStyle w:val="FootnoteReference"/>
              </w:rPr>
            </w:pPr>
            <w:r>
              <w:t>Деклариро</w:t>
            </w:r>
            <w:r w:rsidRPr="00D97612">
              <w:t>ванный годовой доход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pPr>
              <w:jc w:val="both"/>
            </w:pPr>
            <w:r w:rsidRPr="00D97612">
              <w:t>Дорожкина Л.В.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  <w:r w:rsidRPr="00D97612">
              <w:t>Начальник архивного отдела</w:t>
            </w: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 xml:space="preserve">квартира 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квартира</w:t>
            </w:r>
          </w:p>
          <w:p w:rsidR="00A14149" w:rsidRPr="00D97612" w:rsidRDefault="00A14149" w:rsidP="008157A7">
            <w:pPr>
              <w:jc w:val="center"/>
            </w:pPr>
            <w:r w:rsidRPr="00D97612">
              <w:t xml:space="preserve">  </w:t>
            </w:r>
          </w:p>
        </w:tc>
        <w:tc>
          <w:tcPr>
            <w:tcW w:w="1417" w:type="dxa"/>
          </w:tcPr>
          <w:p w:rsidR="00A14149" w:rsidRPr="00D97612" w:rsidRDefault="00A14149" w:rsidP="009B6B76">
            <w:r w:rsidRPr="00D97612">
              <w:t>индивидуальная</w:t>
            </w:r>
          </w:p>
          <w:p w:rsidR="00A14149" w:rsidRPr="00D97612" w:rsidRDefault="00A14149" w:rsidP="009B6B76"/>
          <w:p w:rsidR="00A14149" w:rsidRPr="00D97612" w:rsidRDefault="00A14149" w:rsidP="009B6B76">
            <w:r w:rsidRPr="00D97612">
              <w:t>индивидуальная</w:t>
            </w:r>
          </w:p>
          <w:p w:rsidR="00A14149" w:rsidRPr="00D97612" w:rsidRDefault="00A14149" w:rsidP="009B6B76"/>
          <w:p w:rsidR="00A14149" w:rsidRPr="00D97612" w:rsidRDefault="00A14149" w:rsidP="009B6B76">
            <w:r w:rsidRPr="00D97612">
              <w:t>индивидуальная</w:t>
            </w:r>
          </w:p>
          <w:p w:rsidR="00A14149" w:rsidRPr="00D97612" w:rsidRDefault="00A14149" w:rsidP="00703A8B"/>
          <w:p w:rsidR="00A14149" w:rsidRPr="00D97612" w:rsidRDefault="00A14149" w:rsidP="00703A8B">
            <w:r w:rsidRPr="00D97612">
              <w:t>индивидуальная</w:t>
            </w:r>
          </w:p>
          <w:p w:rsidR="00A14149" w:rsidRPr="00D97612" w:rsidRDefault="00A14149" w:rsidP="00703A8B"/>
          <w:p w:rsidR="00A14149" w:rsidRPr="00D97612" w:rsidRDefault="00A14149" w:rsidP="00703A8B">
            <w:r w:rsidRPr="00D97612">
              <w:t>индивидуальная</w:t>
            </w:r>
          </w:p>
          <w:p w:rsidR="00A14149" w:rsidRPr="00D97612" w:rsidRDefault="00A14149" w:rsidP="00703A8B"/>
          <w:p w:rsidR="00A14149" w:rsidRPr="00D97612" w:rsidRDefault="00A14149" w:rsidP="00703A8B">
            <w:r w:rsidRPr="00D97612">
              <w:t>индивидуальная</w:t>
            </w:r>
          </w:p>
          <w:p w:rsidR="00A14149" w:rsidRPr="00D97612" w:rsidRDefault="00A14149" w:rsidP="00703A8B">
            <w:r w:rsidRPr="00D97612"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60400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5800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5800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344200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52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40.4</w:t>
            </w: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/>
          <w:p w:rsidR="00A14149" w:rsidRPr="00D97612" w:rsidRDefault="00A14149" w:rsidP="008157A7"/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/>
          <w:p w:rsidR="00A14149" w:rsidRPr="00D97612" w:rsidRDefault="00A14149" w:rsidP="008157A7"/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  <w:p w:rsidR="00A14149" w:rsidRPr="00D97612" w:rsidRDefault="00A14149" w:rsidP="008157A7"/>
          <w:p w:rsidR="00A14149" w:rsidRPr="00D97612" w:rsidRDefault="00A14149" w:rsidP="008157A7">
            <w:r w:rsidRPr="00D97612"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</w:pPr>
            <w:r w:rsidRPr="00D97612">
              <w:t>171,1</w:t>
            </w:r>
          </w:p>
          <w:p w:rsidR="00A14149" w:rsidRPr="00D97612" w:rsidRDefault="00A14149" w:rsidP="008157A7"/>
          <w:p w:rsidR="00A14149" w:rsidRPr="00D97612" w:rsidRDefault="00A14149" w:rsidP="008157A7">
            <w:pPr>
              <w:jc w:val="center"/>
            </w:pPr>
            <w:r w:rsidRPr="00D97612">
              <w:t>1217</w:t>
            </w: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/>
          <w:p w:rsidR="00A14149" w:rsidRPr="00D97612" w:rsidRDefault="00A14149" w:rsidP="004E2920">
            <w:pPr>
              <w:jc w:val="both"/>
            </w:pPr>
            <w:r w:rsidRPr="00D97612">
              <w:t xml:space="preserve">  Россия</w:t>
            </w:r>
          </w:p>
        </w:tc>
        <w:tc>
          <w:tcPr>
            <w:tcW w:w="1559" w:type="dxa"/>
          </w:tcPr>
          <w:p w:rsidR="00A14149" w:rsidRPr="00D97612" w:rsidRDefault="00A14149" w:rsidP="00703A8B">
            <w:pPr>
              <w:jc w:val="center"/>
            </w:pPr>
            <w:r w:rsidRPr="00D97612">
              <w:t xml:space="preserve">Легковой автомобиль </w:t>
            </w:r>
          </w:p>
          <w:p w:rsidR="00A14149" w:rsidRPr="00D97612" w:rsidRDefault="00A14149" w:rsidP="000C58CA">
            <w:r w:rsidRPr="00D97612">
              <w:rPr>
                <w:lang w:val="en-US"/>
              </w:rPr>
              <w:t>MITSUBISHI</w:t>
            </w:r>
            <w:r w:rsidRPr="00D97612">
              <w:t xml:space="preserve">  </w:t>
            </w:r>
            <w:r w:rsidRPr="00D97612">
              <w:rPr>
                <w:lang w:val="en-US"/>
              </w:rPr>
              <w:t>Outlander</w:t>
            </w:r>
            <w:r w:rsidRPr="00D97612">
              <w:t xml:space="preserve"> 11 </w:t>
            </w:r>
            <w:r>
              <w:t xml:space="preserve"> </w:t>
            </w:r>
            <w:r w:rsidRPr="00D97612">
              <w:t xml:space="preserve">2 </w:t>
            </w:r>
            <w:r w:rsidRPr="00D97612">
              <w:rPr>
                <w:lang w:val="en-US"/>
              </w:rPr>
              <w:t>XL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437685-20</w:t>
            </w: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pPr>
              <w:jc w:val="both"/>
            </w:pPr>
            <w:r w:rsidRPr="00D97612">
              <w:t>супруг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580F04">
            <w:r w:rsidRPr="00D97612">
              <w:t>земельный участок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квартира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магазин столовая</w:t>
            </w:r>
          </w:p>
          <w:p w:rsidR="00A14149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 xml:space="preserve">нежилое помещение  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703A8B">
            <w:pPr>
              <w:jc w:val="center"/>
            </w:pPr>
            <w:r w:rsidRPr="00D97612">
              <w:t xml:space="preserve">           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Индивидуальная</w:t>
            </w:r>
          </w:p>
          <w:p w:rsidR="00A14149" w:rsidRPr="00D97612" w:rsidRDefault="00A14149" w:rsidP="00D6588B">
            <w:pPr>
              <w:jc w:val="center"/>
            </w:pPr>
          </w:p>
          <w:p w:rsidR="00A14149" w:rsidRPr="00D97612" w:rsidRDefault="00A14149" w:rsidP="00D6588B">
            <w:pPr>
              <w:jc w:val="center"/>
            </w:pPr>
            <w:r w:rsidRPr="00D97612">
              <w:t>Индивидуальная</w:t>
            </w:r>
          </w:p>
          <w:p w:rsidR="00A14149" w:rsidRPr="00D97612" w:rsidRDefault="00A14149" w:rsidP="00D6588B">
            <w:pPr>
              <w:jc w:val="center"/>
            </w:pPr>
          </w:p>
          <w:p w:rsidR="00A14149" w:rsidRPr="00D97612" w:rsidRDefault="00A14149" w:rsidP="00D6588B">
            <w:pPr>
              <w:jc w:val="center"/>
            </w:pPr>
            <w:r w:rsidRPr="00D97612">
              <w:t>Индивидуальная</w:t>
            </w:r>
          </w:p>
          <w:p w:rsidR="00A14149" w:rsidRPr="00D97612" w:rsidRDefault="00A14149" w:rsidP="00D6588B">
            <w:pPr>
              <w:jc w:val="center"/>
            </w:pPr>
          </w:p>
          <w:p w:rsidR="00A14149" w:rsidRPr="00D97612" w:rsidRDefault="00A14149" w:rsidP="00D6588B">
            <w:pPr>
              <w:jc w:val="center"/>
            </w:pPr>
            <w:r w:rsidRPr="00D97612">
              <w:t>индивидуальная</w:t>
            </w:r>
          </w:p>
          <w:p w:rsidR="00A14149" w:rsidRPr="00D97612" w:rsidRDefault="00A14149" w:rsidP="00580F04"/>
          <w:p w:rsidR="00A14149" w:rsidRPr="00D97612" w:rsidRDefault="00A14149" w:rsidP="00580F04">
            <w:r w:rsidRPr="00D97612">
              <w:t>индивидуальная</w:t>
            </w:r>
          </w:p>
          <w:p w:rsidR="00A14149" w:rsidRPr="00D97612" w:rsidRDefault="00A14149" w:rsidP="00580F04"/>
          <w:p w:rsidR="00A14149" w:rsidRPr="00D97612" w:rsidRDefault="00A14149" w:rsidP="00580F04">
            <w:r w:rsidRPr="00D97612">
              <w:t>индивидуальная</w:t>
            </w:r>
          </w:p>
          <w:p w:rsidR="00A14149" w:rsidRPr="00D97612" w:rsidRDefault="00A14149" w:rsidP="00580F04"/>
          <w:p w:rsidR="00A14149" w:rsidRPr="00D97612" w:rsidRDefault="00A14149" w:rsidP="00580F04">
            <w:r w:rsidRPr="00D97612">
              <w:t>индивидуальная</w:t>
            </w:r>
          </w:p>
          <w:p w:rsidR="00A14149" w:rsidRPr="00D97612" w:rsidRDefault="00A14149" w:rsidP="00580F04">
            <w:r w:rsidRPr="00D97612">
              <w:t>долевая 1/5</w:t>
            </w:r>
          </w:p>
          <w:p w:rsidR="00A14149" w:rsidRPr="00D97612" w:rsidRDefault="00A14149" w:rsidP="00580F04"/>
          <w:p w:rsidR="00A14149" w:rsidRPr="00D97612" w:rsidRDefault="00A14149" w:rsidP="00580F04">
            <w:r w:rsidRPr="00D97612">
              <w:t>долевая 9/50</w:t>
            </w:r>
          </w:p>
          <w:p w:rsidR="00A14149" w:rsidRPr="00D97612" w:rsidRDefault="00A14149" w:rsidP="00580F04"/>
          <w:p w:rsidR="00A14149" w:rsidRPr="00D97612" w:rsidRDefault="00A14149" w:rsidP="00580F04">
            <w:r w:rsidRPr="00D97612">
              <w:t>индивидуальная</w:t>
            </w:r>
          </w:p>
          <w:p w:rsidR="00A14149" w:rsidRPr="00D97612" w:rsidRDefault="00A14149" w:rsidP="00580F04">
            <w:r w:rsidRPr="00D97612">
              <w:t>индивидуальная</w:t>
            </w:r>
          </w:p>
          <w:p w:rsidR="00A14149" w:rsidRPr="00D97612" w:rsidRDefault="00A14149" w:rsidP="00A2214D"/>
          <w:p w:rsidR="00A14149" w:rsidRPr="00D97612" w:rsidRDefault="00A14149" w:rsidP="00A2214D">
            <w:r w:rsidRPr="00D97612">
              <w:t>долевая 1/5</w:t>
            </w:r>
          </w:p>
          <w:p w:rsidR="00A14149" w:rsidRDefault="00A14149" w:rsidP="00A2214D"/>
          <w:p w:rsidR="00A14149" w:rsidRPr="00D97612" w:rsidRDefault="00A14149" w:rsidP="00A2214D">
            <w:r w:rsidRPr="00D97612"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765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1217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60400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5800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5800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344200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283800</w:t>
            </w:r>
          </w:p>
          <w:p w:rsidR="00A14149" w:rsidRPr="00D97612" w:rsidRDefault="00A14149" w:rsidP="008157A7">
            <w:pPr>
              <w:jc w:val="center"/>
            </w:pPr>
            <w:r w:rsidRPr="00D97612">
              <w:t>1734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312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171,1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37,2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322,6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100,5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/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</w:tcPr>
          <w:p w:rsidR="00A14149" w:rsidRPr="00D97612" w:rsidRDefault="00A14149" w:rsidP="004E2920">
            <w:pPr>
              <w:jc w:val="center"/>
            </w:pPr>
            <w:r w:rsidRPr="00D97612">
              <w:t>легковой автомобиль</w:t>
            </w:r>
          </w:p>
          <w:p w:rsidR="00A14149" w:rsidRPr="00D97612" w:rsidRDefault="00A14149" w:rsidP="004E2920">
            <w:pPr>
              <w:jc w:val="center"/>
            </w:pPr>
            <w:r w:rsidRPr="00D97612">
              <w:t>УАЗ-31512</w:t>
            </w:r>
          </w:p>
          <w:p w:rsidR="00A14149" w:rsidRPr="00D97612" w:rsidRDefault="00A14149" w:rsidP="004E2920">
            <w:pPr>
              <w:jc w:val="center"/>
            </w:pPr>
          </w:p>
          <w:p w:rsidR="00A14149" w:rsidRPr="00D97612" w:rsidRDefault="00A14149" w:rsidP="004E2920">
            <w:pPr>
              <w:jc w:val="center"/>
            </w:pPr>
            <w:r w:rsidRPr="00D97612">
              <w:t>легковой автомобиль</w:t>
            </w:r>
          </w:p>
          <w:p w:rsidR="00A14149" w:rsidRPr="00D97612" w:rsidRDefault="00A14149" w:rsidP="004E2920">
            <w:pPr>
              <w:jc w:val="center"/>
            </w:pPr>
            <w:r w:rsidRPr="00D97612">
              <w:rPr>
                <w:lang w:val="en-US"/>
              </w:rPr>
              <w:t>Nissan</w:t>
            </w:r>
            <w:r w:rsidRPr="00D97612">
              <w:t xml:space="preserve"> </w:t>
            </w:r>
            <w:r w:rsidRPr="00D97612">
              <w:rPr>
                <w:lang w:val="en-US"/>
              </w:rPr>
              <w:t>Almera</w:t>
            </w:r>
          </w:p>
          <w:p w:rsidR="00A14149" w:rsidRPr="00D97612" w:rsidRDefault="00A14149" w:rsidP="004E2920">
            <w:pPr>
              <w:jc w:val="center"/>
            </w:pPr>
          </w:p>
          <w:p w:rsidR="00A14149" w:rsidRPr="00D97612" w:rsidRDefault="00A14149" w:rsidP="004E2920">
            <w:pPr>
              <w:jc w:val="center"/>
            </w:pPr>
            <w:r w:rsidRPr="00D97612">
              <w:t>мототранспортное средство</w:t>
            </w:r>
          </w:p>
          <w:p w:rsidR="00A14149" w:rsidRPr="00D97612" w:rsidRDefault="00A14149" w:rsidP="004E2920">
            <w:pPr>
              <w:jc w:val="center"/>
            </w:pPr>
            <w:r w:rsidRPr="00D97612">
              <w:t>Ява -350</w:t>
            </w:r>
          </w:p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597589,94</w:t>
            </w: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Pr="00D97612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1B7CE4"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rPr>
          <w:trHeight w:val="1275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pPr>
              <w:jc w:val="both"/>
            </w:pPr>
            <w:r w:rsidRPr="00D97612">
              <w:t>Кохно Т.П.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  <w:r w:rsidRPr="00D97612">
              <w:t>Начальник отдела</w:t>
            </w:r>
            <w:r>
              <w:t xml:space="preserve"> по бухгалтерскому учету и отчетности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</w:pPr>
            <w:r w:rsidRPr="00D97612">
              <w:t>63,6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 xml:space="preserve">1689 </w:t>
            </w: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397017,83</w:t>
            </w: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pPr>
              <w:jc w:val="both"/>
            </w:pPr>
            <w:r w:rsidRPr="00D97612">
              <w:t>Несовершеннолетний ребенок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  <w:r w:rsidRPr="00D97612">
              <w:t xml:space="preserve">жилой дом </w:t>
            </w:r>
          </w:p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8157A7">
            <w:pPr>
              <w:jc w:val="center"/>
            </w:pPr>
            <w:r w:rsidRPr="00D97612">
              <w:t>63,6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1689</w:t>
            </w:r>
          </w:p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8157A7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1B7CE4"/>
          <w:p w:rsidR="00A14149" w:rsidRPr="00D97612" w:rsidRDefault="00A14149" w:rsidP="001B7CE4"/>
          <w:p w:rsidR="00A14149" w:rsidRPr="00D97612" w:rsidRDefault="00A14149" w:rsidP="001B7CE4">
            <w:r w:rsidRPr="00D97612"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88252,05</w:t>
            </w: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384"/>
        <w:gridCol w:w="2160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384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160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rPr>
          <w:trHeight w:val="2325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 w:val="restart"/>
            <w:vAlign w:val="center"/>
          </w:tcPr>
          <w:p w:rsidR="00A14149" w:rsidRPr="00D97612" w:rsidRDefault="00A14149" w:rsidP="00D6588B">
            <w:r w:rsidRPr="00D97612">
              <w:t>Бахметьева С.В.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9061AF" w:rsidRDefault="00A14149" w:rsidP="00D6588B">
            <w:r w:rsidRPr="009061AF">
              <w:t>Главный специалист отдела по физической культуре, спорту и молодежной политики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t>Общая долевая1/4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>
              <w:t>846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14149" w:rsidRPr="00D97612" w:rsidRDefault="00A14149" w:rsidP="00D6588B">
            <w:r w:rsidRPr="00D97612">
              <w:t>-</w:t>
            </w:r>
          </w:p>
        </w:tc>
        <w:tc>
          <w:tcPr>
            <w:tcW w:w="1384" w:type="dxa"/>
            <w:vAlign w:val="center"/>
          </w:tcPr>
          <w:p w:rsidR="00A14149" w:rsidRPr="00D97612" w:rsidRDefault="00A14149" w:rsidP="00D6588B">
            <w:r>
              <w:t>310856,14</w:t>
            </w:r>
          </w:p>
        </w:tc>
        <w:tc>
          <w:tcPr>
            <w:tcW w:w="2160" w:type="dxa"/>
            <w:vAlign w:val="center"/>
          </w:tcPr>
          <w:p w:rsidR="00A14149" w:rsidRPr="00D97612" w:rsidRDefault="00A14149" w:rsidP="00D6588B">
            <w:r w:rsidRPr="00D97612">
              <w:t>-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t>Общая долевая1/4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>
              <w:t>3073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14149" w:rsidRPr="00D97612" w:rsidRDefault="00A14149" w:rsidP="00D6588B"/>
        </w:tc>
        <w:tc>
          <w:tcPr>
            <w:tcW w:w="1384" w:type="dxa"/>
            <w:vAlign w:val="center"/>
          </w:tcPr>
          <w:p w:rsidR="00A14149" w:rsidRDefault="00A14149" w:rsidP="00D6588B"/>
        </w:tc>
        <w:tc>
          <w:tcPr>
            <w:tcW w:w="2160" w:type="dxa"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t>Общая долевая1/4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>
              <w:t>22,9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14149" w:rsidRPr="00D97612" w:rsidRDefault="00A14149" w:rsidP="00D6588B"/>
        </w:tc>
        <w:tc>
          <w:tcPr>
            <w:tcW w:w="1384" w:type="dxa"/>
            <w:vAlign w:val="center"/>
          </w:tcPr>
          <w:p w:rsidR="00A14149" w:rsidRDefault="00A14149" w:rsidP="00D6588B"/>
        </w:tc>
        <w:tc>
          <w:tcPr>
            <w:tcW w:w="2160" w:type="dxa"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3523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>
              <w:t>39,1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14149" w:rsidRPr="00D97612" w:rsidRDefault="00A14149" w:rsidP="00D6588B"/>
        </w:tc>
        <w:tc>
          <w:tcPr>
            <w:tcW w:w="1384" w:type="dxa"/>
            <w:vAlign w:val="center"/>
          </w:tcPr>
          <w:p w:rsidR="00A14149" w:rsidRDefault="00A14149" w:rsidP="00D6588B"/>
        </w:tc>
        <w:tc>
          <w:tcPr>
            <w:tcW w:w="2160" w:type="dxa"/>
            <w:vAlign w:val="center"/>
          </w:tcPr>
          <w:p w:rsidR="00A14149" w:rsidRPr="00D97612" w:rsidRDefault="00A14149" w:rsidP="00D6588B"/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384"/>
        <w:gridCol w:w="2160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384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Деклариро-ванный годовой доход (руб.)</w:t>
            </w:r>
          </w:p>
        </w:tc>
        <w:tc>
          <w:tcPr>
            <w:tcW w:w="2160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584"/>
        </w:trPr>
        <w:tc>
          <w:tcPr>
            <w:tcW w:w="1417" w:type="dxa"/>
            <w:vMerge w:val="restart"/>
            <w:vAlign w:val="center"/>
          </w:tcPr>
          <w:p w:rsidR="00A14149" w:rsidRPr="00D97612" w:rsidRDefault="00A14149" w:rsidP="00D6588B">
            <w:r w:rsidRPr="00D97612">
              <w:t>Максимов В.Е.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D97612" w:rsidRDefault="00A14149" w:rsidP="00D6588B">
            <w:r w:rsidRPr="00D97612">
              <w:t>Начальник отдела</w:t>
            </w:r>
            <w:r>
              <w:t xml:space="preserve"> по физической культуре, спорту и молодежной политики</w:t>
            </w: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Долевая ½</w:t>
            </w:r>
          </w:p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804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 xml:space="preserve">Россия </w:t>
            </w:r>
          </w:p>
          <w:p w:rsidR="00A14149" w:rsidRPr="00D97612" w:rsidRDefault="00A14149" w:rsidP="00CF7655"/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A14149" w:rsidRPr="00D97612" w:rsidRDefault="00A14149" w:rsidP="00D6588B">
            <w:r w:rsidRPr="00D97612">
              <w:t>а/м ТАЙОТА КАРОЛЛА</w:t>
            </w:r>
          </w:p>
        </w:tc>
        <w:tc>
          <w:tcPr>
            <w:tcW w:w="1384" w:type="dxa"/>
            <w:vMerge w:val="restart"/>
            <w:vAlign w:val="center"/>
          </w:tcPr>
          <w:p w:rsidR="00A14149" w:rsidRPr="00D97612" w:rsidRDefault="00A14149" w:rsidP="00D6588B">
            <w:r w:rsidRPr="00D97612">
              <w:t>535486,86</w:t>
            </w:r>
          </w:p>
        </w:tc>
        <w:tc>
          <w:tcPr>
            <w:tcW w:w="2160" w:type="dxa"/>
            <w:vMerge w:val="restart"/>
            <w:vAlign w:val="center"/>
          </w:tcPr>
          <w:p w:rsidR="00A14149" w:rsidRPr="00D97612" w:rsidRDefault="00A14149" w:rsidP="00D6588B">
            <w:r w:rsidRPr="00D97612">
              <w:t>Источник средств ,за счет которых совершена сделка по приобретению транспорта является: доход по основному месту работы</w:t>
            </w:r>
            <w:r>
              <w:t>, кредит</w:t>
            </w:r>
          </w:p>
        </w:tc>
      </w:tr>
      <w:tr w:rsidR="00A14149" w:rsidRPr="00D97612">
        <w:trPr>
          <w:trHeight w:val="1630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</w:p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  <w:p w:rsidR="00A14149" w:rsidRPr="00D97612" w:rsidRDefault="00A14149" w:rsidP="006D292A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  <w:p w:rsidR="00A14149" w:rsidRPr="00D97612" w:rsidRDefault="00A14149" w:rsidP="00D6588B">
            <w:pPr>
              <w:jc w:val="center"/>
            </w:pPr>
            <w:r>
              <w:t>Д</w:t>
            </w:r>
            <w:r w:rsidRPr="00D97612">
              <w:t>олевая 1/2</w:t>
            </w:r>
          </w:p>
        </w:tc>
        <w:tc>
          <w:tcPr>
            <w:tcW w:w="851" w:type="dxa"/>
          </w:tcPr>
          <w:p w:rsidR="00A14149" w:rsidRPr="00D97612" w:rsidRDefault="00A14149" w:rsidP="00C72014"/>
          <w:p w:rsidR="00A14149" w:rsidRPr="00D97612" w:rsidRDefault="00A14149" w:rsidP="00C72014">
            <w:r w:rsidRPr="00D97612">
              <w:t>80,5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F7655"/>
          <w:p w:rsidR="00A14149" w:rsidRPr="00D97612" w:rsidRDefault="00A14149" w:rsidP="00CF7655">
            <w:r w:rsidRPr="00D97612">
              <w:t>Россия</w:t>
            </w:r>
          </w:p>
        </w:tc>
        <w:tc>
          <w:tcPr>
            <w:tcW w:w="1276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545"/>
        </w:trPr>
        <w:tc>
          <w:tcPr>
            <w:tcW w:w="1417" w:type="dxa"/>
            <w:vMerge w:val="restart"/>
            <w:vAlign w:val="center"/>
          </w:tcPr>
          <w:p w:rsidR="00A14149" w:rsidRPr="00D97612" w:rsidRDefault="00A14149" w:rsidP="00D6588B">
            <w:r w:rsidRPr="00D97612">
              <w:t>супруга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804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Россия</w:t>
            </w:r>
          </w:p>
          <w:p w:rsidR="00A14149" w:rsidRPr="00D97612" w:rsidRDefault="00A14149" w:rsidP="00CF7655"/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 w:val="restart"/>
            <w:vAlign w:val="center"/>
          </w:tcPr>
          <w:p w:rsidR="00A14149" w:rsidRPr="001763C0" w:rsidRDefault="00A14149" w:rsidP="00D6588B">
            <w:pPr>
              <w:rPr>
                <w:sz w:val="20"/>
                <w:szCs w:val="20"/>
              </w:rPr>
            </w:pPr>
            <w:r w:rsidRPr="001763C0">
              <w:rPr>
                <w:sz w:val="20"/>
                <w:szCs w:val="20"/>
              </w:rPr>
              <w:t>1242186.0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60" w:type="dxa"/>
            <w:vMerge w:val="restart"/>
            <w:vAlign w:val="center"/>
          </w:tcPr>
          <w:p w:rsidR="00A14149" w:rsidRPr="001763C0" w:rsidRDefault="00A14149" w:rsidP="00D6588B">
            <w:pPr>
              <w:rPr>
                <w:sz w:val="20"/>
                <w:szCs w:val="20"/>
              </w:rPr>
            </w:pPr>
          </w:p>
        </w:tc>
      </w:tr>
      <w:tr w:rsidR="00A14149" w:rsidRPr="00D97612">
        <w:trPr>
          <w:trHeight w:val="550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C72014">
            <w:r w:rsidRPr="00D97612"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  <w:rPr>
                <w:lang w:val="en-US"/>
              </w:rPr>
            </w:pPr>
            <w:r w:rsidRPr="00D97612">
              <w:rPr>
                <w:lang w:val="en-US"/>
              </w:rPr>
              <w:t>652.4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F7655">
            <w:r w:rsidRPr="00D97612">
              <w:t>Россия</w:t>
            </w:r>
          </w:p>
          <w:p w:rsidR="00A14149" w:rsidRPr="00D97612" w:rsidRDefault="00A14149" w:rsidP="00CF7655"/>
        </w:tc>
        <w:tc>
          <w:tcPr>
            <w:tcW w:w="1276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826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пай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72014">
            <w:r>
              <w:t xml:space="preserve"> общая </w:t>
            </w:r>
            <w:r w:rsidRPr="00D97612">
              <w:t>долевая 100/18075</w:t>
            </w:r>
          </w:p>
        </w:tc>
        <w:tc>
          <w:tcPr>
            <w:tcW w:w="851" w:type="dxa"/>
          </w:tcPr>
          <w:p w:rsidR="00A14149" w:rsidRPr="00D97612" w:rsidRDefault="00A14149" w:rsidP="00CF7655">
            <w:r w:rsidRPr="00D97612">
              <w:t>26750300</w:t>
            </w:r>
          </w:p>
          <w:p w:rsidR="00A14149" w:rsidRPr="00D97612" w:rsidRDefault="00A14149" w:rsidP="008157A7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A14149" w:rsidRPr="00D97612" w:rsidRDefault="00A14149" w:rsidP="00CF7655">
            <w:r w:rsidRPr="00D97612">
              <w:t>Россия</w:t>
            </w:r>
          </w:p>
          <w:p w:rsidR="00A14149" w:rsidRPr="00D97612" w:rsidRDefault="00A14149" w:rsidP="00CF7655"/>
          <w:p w:rsidR="00A14149" w:rsidRPr="00D97612" w:rsidRDefault="00A14149" w:rsidP="00CF7655"/>
        </w:tc>
        <w:tc>
          <w:tcPr>
            <w:tcW w:w="1276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529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  <w:r w:rsidRPr="00D97612">
              <w:t>жилой дом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Default="00A14149" w:rsidP="00C72014">
            <w:r w:rsidRPr="00D97612"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8157A7">
            <w:pPr>
              <w:jc w:val="center"/>
            </w:pPr>
            <w:r w:rsidRPr="00D97612">
              <w:t>80,5</w:t>
            </w:r>
          </w:p>
          <w:p w:rsidR="00A14149" w:rsidRPr="00D97612" w:rsidRDefault="00A14149" w:rsidP="008157A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F7655">
            <w:r w:rsidRPr="00D97612">
              <w:t>Россия</w:t>
            </w:r>
          </w:p>
          <w:p w:rsidR="00A14149" w:rsidRPr="00D97612" w:rsidRDefault="00A14149" w:rsidP="00CF7655"/>
        </w:tc>
        <w:tc>
          <w:tcPr>
            <w:tcW w:w="1276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</w:tbl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384"/>
        <w:gridCol w:w="2160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384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Деклариро-ванный годовой доход (руб.)</w:t>
            </w:r>
          </w:p>
        </w:tc>
        <w:tc>
          <w:tcPr>
            <w:tcW w:w="2160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931143">
        <w:tc>
          <w:tcPr>
            <w:tcW w:w="1417" w:type="dxa"/>
            <w:vMerge w:val="restart"/>
          </w:tcPr>
          <w:p w:rsidR="00A14149" w:rsidRPr="009061AF" w:rsidRDefault="00A14149" w:rsidP="00CE0627">
            <w:r w:rsidRPr="009061AF">
              <w:t>Шитиков А.Н.</w:t>
            </w:r>
          </w:p>
        </w:tc>
        <w:tc>
          <w:tcPr>
            <w:tcW w:w="992" w:type="dxa"/>
            <w:vMerge w:val="restart"/>
          </w:tcPr>
          <w:p w:rsidR="00A14149" w:rsidRPr="009061AF" w:rsidRDefault="00A14149" w:rsidP="00CE0627">
            <w:pPr>
              <w:jc w:val="both"/>
            </w:pPr>
            <w:r w:rsidRPr="009061AF">
              <w:t>Главный специалист управления сельского  хозяйства</w:t>
            </w: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1639</w:t>
            </w:r>
          </w:p>
        </w:tc>
        <w:tc>
          <w:tcPr>
            <w:tcW w:w="992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9061AF" w:rsidRDefault="00A14149" w:rsidP="003D6DFE">
            <w:r w:rsidRPr="009061AF">
              <w:rPr>
                <w:sz w:val="22"/>
                <w:szCs w:val="22"/>
              </w:rPr>
              <w:t>а/м Лифан-214813</w:t>
            </w:r>
          </w:p>
        </w:tc>
        <w:tc>
          <w:tcPr>
            <w:tcW w:w="1384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349120,61</w:t>
            </w:r>
          </w:p>
        </w:tc>
        <w:tc>
          <w:tcPr>
            <w:tcW w:w="2160" w:type="dxa"/>
            <w:vMerge w:val="restart"/>
          </w:tcPr>
          <w:p w:rsidR="00A14149" w:rsidRPr="009061AF" w:rsidRDefault="00A14149" w:rsidP="00CE0627">
            <w:pPr>
              <w:jc w:val="center"/>
            </w:pPr>
            <w:r w:rsidRPr="009061AF">
              <w:t>Источник средств ,за счет которых совершена сделка по приобретению земельного участка и жилого помещения являются: доход по основному месту работы</w:t>
            </w:r>
          </w:p>
        </w:tc>
      </w:tr>
      <w:tr w:rsidR="00A14149" w:rsidRPr="00931143"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Общая долевая1/3</w:t>
            </w:r>
          </w:p>
        </w:tc>
        <w:tc>
          <w:tcPr>
            <w:tcW w:w="851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718,97</w:t>
            </w:r>
          </w:p>
        </w:tc>
        <w:tc>
          <w:tcPr>
            <w:tcW w:w="992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Общая долевая1/3</w:t>
            </w:r>
          </w:p>
        </w:tc>
        <w:tc>
          <w:tcPr>
            <w:tcW w:w="851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718,97</w:t>
            </w:r>
          </w:p>
        </w:tc>
        <w:tc>
          <w:tcPr>
            <w:tcW w:w="992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а/м  УАЗ 3303</w:t>
            </w:r>
          </w:p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Земельный пай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sz w:val="22"/>
                <w:szCs w:val="22"/>
              </w:rPr>
              <w:t>Общая долевая 1/5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1525000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Земельный пай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sz w:val="22"/>
                <w:szCs w:val="22"/>
              </w:rPr>
              <w:t>Общая долевая1/5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60000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  <w:p w:rsidR="00A14149" w:rsidRPr="009061AF" w:rsidRDefault="00A14149" w:rsidP="00CE0627">
            <w:pPr>
              <w:jc w:val="center"/>
            </w:pPr>
          </w:p>
          <w:p w:rsidR="00A14149" w:rsidRPr="009061AF" w:rsidRDefault="00A14149" w:rsidP="00CE0627">
            <w:pPr>
              <w:jc w:val="center"/>
            </w:pPr>
          </w:p>
          <w:p w:rsidR="00A14149" w:rsidRPr="009061AF" w:rsidRDefault="00A14149" w:rsidP="00CE0627">
            <w:pPr>
              <w:jc w:val="center"/>
            </w:pPr>
          </w:p>
          <w:p w:rsidR="00A14149" w:rsidRPr="009061AF" w:rsidRDefault="00A14149" w:rsidP="00CE0627">
            <w:pPr>
              <w:jc w:val="center"/>
            </w:pPr>
          </w:p>
          <w:p w:rsidR="00A14149" w:rsidRPr="009061AF" w:rsidRDefault="00A14149" w:rsidP="00CE0627">
            <w:pPr>
              <w:jc w:val="center"/>
            </w:pPr>
          </w:p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Земельный пай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sz w:val="22"/>
                <w:szCs w:val="22"/>
              </w:rPr>
              <w:t>Общая долевая1/5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645000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rPr>
          <w:trHeight w:val="353"/>
        </w:trPr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Земельный пай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Общая долевая 12/1153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18832300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rPr>
          <w:trHeight w:val="258"/>
        </w:trPr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rPr>
          <w:trHeight w:val="502"/>
        </w:trPr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Общая долевая1/6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79.5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rPr>
          <w:trHeight w:val="312"/>
        </w:trPr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Общая долевая1/6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79.5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  <w:vMerge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850" w:type="dxa"/>
            <w:vMerge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993" w:type="dxa"/>
            <w:vMerge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c>
          <w:tcPr>
            <w:tcW w:w="1417" w:type="dxa"/>
            <w:vMerge w:val="restart"/>
          </w:tcPr>
          <w:p w:rsidR="00A14149" w:rsidRPr="009061AF" w:rsidRDefault="00A14149" w:rsidP="00CE0627">
            <w:pPr>
              <w:jc w:val="both"/>
            </w:pPr>
            <w:r w:rsidRPr="009061AF">
              <w:t>супруга</w:t>
            </w:r>
          </w:p>
        </w:tc>
        <w:tc>
          <w:tcPr>
            <w:tcW w:w="992" w:type="dxa"/>
            <w:vMerge w:val="restart"/>
          </w:tcPr>
          <w:p w:rsidR="00A14149" w:rsidRPr="00931143" w:rsidRDefault="00A14149" w:rsidP="00CE06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sz w:val="22"/>
                <w:szCs w:val="22"/>
              </w:rPr>
              <w:t>Общая долевая1/3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718,97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9061AF" w:rsidRDefault="00A14149" w:rsidP="00BC54D3">
            <w:pPr>
              <w:jc w:val="both"/>
            </w:pPr>
            <w:r w:rsidRPr="009061AF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A14149" w:rsidRPr="009061AF" w:rsidRDefault="00A14149" w:rsidP="00BC54D3">
            <w:pPr>
              <w:jc w:val="both"/>
            </w:pPr>
            <w:r w:rsidRPr="009061AF">
              <w:rPr>
                <w:sz w:val="22"/>
                <w:szCs w:val="22"/>
              </w:rPr>
              <w:t>105,1</w:t>
            </w:r>
          </w:p>
        </w:tc>
        <w:tc>
          <w:tcPr>
            <w:tcW w:w="993" w:type="dxa"/>
          </w:tcPr>
          <w:p w:rsidR="00A14149" w:rsidRPr="009061AF" w:rsidRDefault="00A14149" w:rsidP="00BC54D3">
            <w:pPr>
              <w:jc w:val="both"/>
            </w:pPr>
            <w:r w:rsidRPr="009061A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</w:tc>
        <w:tc>
          <w:tcPr>
            <w:tcW w:w="1384" w:type="dxa"/>
            <w:vMerge w:val="restart"/>
          </w:tcPr>
          <w:p w:rsidR="00A14149" w:rsidRPr="009061AF" w:rsidRDefault="00A14149" w:rsidP="00CE0627">
            <w:pPr>
              <w:jc w:val="both"/>
            </w:pPr>
            <w:r w:rsidRPr="009061AF">
              <w:rPr>
                <w:sz w:val="22"/>
                <w:szCs w:val="22"/>
              </w:rPr>
              <w:t>254178</w:t>
            </w:r>
          </w:p>
        </w:tc>
        <w:tc>
          <w:tcPr>
            <w:tcW w:w="2160" w:type="dxa"/>
            <w:vMerge w:val="restart"/>
          </w:tcPr>
          <w:p w:rsidR="00A14149" w:rsidRPr="009061AF" w:rsidRDefault="00A14149" w:rsidP="00CE0627">
            <w:pPr>
              <w:jc w:val="center"/>
            </w:pPr>
          </w:p>
        </w:tc>
      </w:tr>
      <w:tr w:rsidR="00A14149" w:rsidRPr="00931143">
        <w:tc>
          <w:tcPr>
            <w:tcW w:w="1417" w:type="dxa"/>
            <w:vMerge/>
            <w:vAlign w:val="center"/>
          </w:tcPr>
          <w:p w:rsidR="00A14149" w:rsidRPr="009061AF" w:rsidRDefault="00A14149" w:rsidP="00CE0627"/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sz w:val="22"/>
                <w:szCs w:val="22"/>
              </w:rPr>
              <w:t>Общая долевая 2/3</w:t>
            </w:r>
          </w:p>
        </w:tc>
        <w:tc>
          <w:tcPr>
            <w:tcW w:w="851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79,5</w:t>
            </w:r>
          </w:p>
        </w:tc>
        <w:tc>
          <w:tcPr>
            <w:tcW w:w="992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9061AF" w:rsidRDefault="00A14149" w:rsidP="00BC54D3">
            <w:pPr>
              <w:jc w:val="both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A14149" w:rsidRPr="009061AF" w:rsidRDefault="00A14149" w:rsidP="00BC54D3">
            <w:pPr>
              <w:jc w:val="both"/>
            </w:pPr>
            <w:r w:rsidRPr="009061AF">
              <w:rPr>
                <w:sz w:val="22"/>
                <w:szCs w:val="22"/>
              </w:rPr>
              <w:t>1639</w:t>
            </w:r>
          </w:p>
        </w:tc>
        <w:tc>
          <w:tcPr>
            <w:tcW w:w="993" w:type="dxa"/>
          </w:tcPr>
          <w:p w:rsidR="00A14149" w:rsidRPr="009061AF" w:rsidRDefault="00A14149" w:rsidP="00BC54D3">
            <w:pPr>
              <w:jc w:val="both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/>
            <w:vAlign w:val="center"/>
          </w:tcPr>
          <w:p w:rsidR="00A14149" w:rsidRPr="009061AF" w:rsidRDefault="00A14149" w:rsidP="00CE0627"/>
        </w:tc>
        <w:tc>
          <w:tcPr>
            <w:tcW w:w="2160" w:type="dxa"/>
            <w:vMerge/>
            <w:vAlign w:val="center"/>
          </w:tcPr>
          <w:p w:rsidR="00A14149" w:rsidRPr="009061AF" w:rsidRDefault="00A14149" w:rsidP="00CE0627"/>
        </w:tc>
      </w:tr>
      <w:tr w:rsidR="00A14149" w:rsidRPr="00931143">
        <w:trPr>
          <w:trHeight w:val="136"/>
        </w:trPr>
        <w:tc>
          <w:tcPr>
            <w:tcW w:w="1417" w:type="dxa"/>
            <w:vMerge w:val="restart"/>
            <w:vAlign w:val="center"/>
          </w:tcPr>
          <w:p w:rsidR="00A14149" w:rsidRPr="009061AF" w:rsidRDefault="00A14149" w:rsidP="00CE0627">
            <w:r w:rsidRPr="009061AF"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9061AF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9061AF" w:rsidRDefault="00A14149" w:rsidP="00CE0627">
            <w:pPr>
              <w:jc w:val="both"/>
            </w:pPr>
            <w:r w:rsidRPr="009061AF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A14149" w:rsidRPr="009061AF" w:rsidRDefault="00A14149" w:rsidP="00CE0627">
            <w:pPr>
              <w:jc w:val="both"/>
            </w:pPr>
            <w:r w:rsidRPr="009061AF">
              <w:rPr>
                <w:sz w:val="22"/>
                <w:szCs w:val="22"/>
              </w:rPr>
              <w:t>105,1</w:t>
            </w:r>
          </w:p>
        </w:tc>
        <w:tc>
          <w:tcPr>
            <w:tcW w:w="993" w:type="dxa"/>
          </w:tcPr>
          <w:p w:rsidR="00A14149" w:rsidRPr="009061AF" w:rsidRDefault="00A14149" w:rsidP="00CE0627">
            <w:pPr>
              <w:jc w:val="both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A14149" w:rsidRPr="009061AF" w:rsidRDefault="00A14149" w:rsidP="00CE0627"/>
        </w:tc>
        <w:tc>
          <w:tcPr>
            <w:tcW w:w="1384" w:type="dxa"/>
            <w:vMerge w:val="restart"/>
            <w:vAlign w:val="center"/>
          </w:tcPr>
          <w:p w:rsidR="00A14149" w:rsidRPr="009061AF" w:rsidRDefault="00A14149" w:rsidP="00CE0627">
            <w:r w:rsidRPr="009061AF">
              <w:rPr>
                <w:sz w:val="22"/>
                <w:szCs w:val="22"/>
              </w:rPr>
              <w:t>182</w:t>
            </w:r>
          </w:p>
        </w:tc>
        <w:tc>
          <w:tcPr>
            <w:tcW w:w="2160" w:type="dxa"/>
            <w:vMerge w:val="restart"/>
            <w:vAlign w:val="center"/>
          </w:tcPr>
          <w:p w:rsidR="00A14149" w:rsidRPr="009061AF" w:rsidRDefault="00A14149" w:rsidP="00CE0627"/>
        </w:tc>
      </w:tr>
      <w:tr w:rsidR="00A14149" w:rsidRPr="00931143">
        <w:trPr>
          <w:trHeight w:val="149"/>
        </w:trPr>
        <w:tc>
          <w:tcPr>
            <w:tcW w:w="1417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4149" w:rsidRPr="00931143" w:rsidRDefault="00A14149" w:rsidP="00CE0627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4149" w:rsidRPr="00931143" w:rsidRDefault="00A14149" w:rsidP="00CE0627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14149" w:rsidRPr="00931143" w:rsidRDefault="00A14149" w:rsidP="00CE0627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14149" w:rsidRPr="00931143" w:rsidRDefault="00A14149" w:rsidP="00CE0627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4149" w:rsidRPr="00931143" w:rsidRDefault="00A14149" w:rsidP="00CE0627">
            <w:pPr>
              <w:jc w:val="both"/>
              <w:rPr>
                <w:sz w:val="20"/>
                <w:szCs w:val="20"/>
              </w:rPr>
            </w:pPr>
            <w:r w:rsidRPr="0093114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14149" w:rsidRPr="00931143" w:rsidRDefault="00A14149" w:rsidP="00CE0627">
            <w:pPr>
              <w:jc w:val="both"/>
              <w:rPr>
                <w:sz w:val="20"/>
                <w:szCs w:val="20"/>
              </w:rPr>
            </w:pPr>
            <w:r w:rsidRPr="00931143">
              <w:rPr>
                <w:sz w:val="20"/>
                <w:szCs w:val="20"/>
              </w:rPr>
              <w:t>1639</w:t>
            </w:r>
          </w:p>
        </w:tc>
        <w:tc>
          <w:tcPr>
            <w:tcW w:w="993" w:type="dxa"/>
          </w:tcPr>
          <w:p w:rsidR="00A14149" w:rsidRPr="00931143" w:rsidRDefault="00A14149" w:rsidP="00CE0627">
            <w:pPr>
              <w:jc w:val="both"/>
              <w:rPr>
                <w:sz w:val="20"/>
                <w:szCs w:val="20"/>
              </w:rPr>
            </w:pPr>
            <w:r w:rsidRPr="0093114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A14149" w:rsidRPr="00931143" w:rsidRDefault="00A14149" w:rsidP="00CE0627">
            <w:pPr>
              <w:rPr>
                <w:sz w:val="20"/>
                <w:szCs w:val="20"/>
              </w:rPr>
            </w:pPr>
          </w:p>
        </w:tc>
      </w:tr>
    </w:tbl>
    <w:p w:rsidR="00A14149" w:rsidRPr="00D97612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6588B">
      <w:pPr>
        <w:jc w:val="center"/>
        <w:rPr>
          <w:rStyle w:val="Strong"/>
          <w:color w:val="333333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384"/>
        <w:gridCol w:w="2160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384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Деклариро-ванный годовой доход (руб.)</w:t>
            </w:r>
          </w:p>
        </w:tc>
        <w:tc>
          <w:tcPr>
            <w:tcW w:w="2160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r w:rsidRPr="00D97612">
              <w:t>Смирнов В.Е.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  <w:r w:rsidRPr="00D97612">
              <w:t>Главный специалист</w:t>
            </w:r>
            <w:r>
              <w:t xml:space="preserve"> по работе ГОЧС и мобработе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376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КИА РИО</w:t>
            </w:r>
          </w:p>
        </w:tc>
        <w:tc>
          <w:tcPr>
            <w:tcW w:w="1384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842504,77</w:t>
            </w:r>
          </w:p>
        </w:tc>
        <w:tc>
          <w:tcPr>
            <w:tcW w:w="2160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Дачный 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1500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93,8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both"/>
            </w:pPr>
            <w:r w:rsidRPr="00D97612">
              <w:t>супруга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376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384" w:type="dxa"/>
            <w:vMerge w:val="restart"/>
          </w:tcPr>
          <w:p w:rsidR="00A14149" w:rsidRPr="00D97612" w:rsidRDefault="00A14149" w:rsidP="00D6588B">
            <w:pPr>
              <w:jc w:val="both"/>
            </w:pPr>
            <w:r w:rsidRPr="00D97612">
              <w:t>413279,04</w:t>
            </w:r>
          </w:p>
        </w:tc>
        <w:tc>
          <w:tcPr>
            <w:tcW w:w="2160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Дачный 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both"/>
            </w:pPr>
            <w:r w:rsidRPr="00D97612">
              <w:t>1500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  <w:r w:rsidRPr="00D97612"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8157A7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both"/>
            </w:pPr>
            <w:r w:rsidRPr="00D97612">
              <w:t>93,6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  <w:r w:rsidRPr="00D97612"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384" w:type="dxa"/>
            <w:vMerge/>
            <w:vAlign w:val="center"/>
          </w:tcPr>
          <w:p w:rsidR="00A14149" w:rsidRPr="00D97612" w:rsidRDefault="00A14149" w:rsidP="00D6588B"/>
        </w:tc>
        <w:tc>
          <w:tcPr>
            <w:tcW w:w="2160" w:type="dxa"/>
            <w:vMerge/>
            <w:vAlign w:val="center"/>
          </w:tcPr>
          <w:p w:rsidR="00A14149" w:rsidRPr="00D97612" w:rsidRDefault="00A14149" w:rsidP="00D6588B"/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>
        <w:rPr>
          <w:rStyle w:val="Strong"/>
          <w:color w:val="333333"/>
        </w:rPr>
        <w:t>с</w:t>
      </w:r>
      <w:r w:rsidRPr="00D97612">
        <w:rPr>
          <w:rStyle w:val="Strong"/>
          <w:color w:val="333333"/>
        </w:rPr>
        <w:t>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426" w:type="dxa"/>
            <w:vMerge w:val="restart"/>
          </w:tcPr>
          <w:p w:rsidR="00A14149" w:rsidRPr="00D97612" w:rsidRDefault="00A14149" w:rsidP="00D6588B">
            <w:pPr>
              <w:ind w:left="-142" w:right="-108"/>
              <w:jc w:val="center"/>
            </w:pPr>
            <w:r w:rsidRPr="00D97612">
              <w:t>№</w:t>
            </w:r>
          </w:p>
          <w:p w:rsidR="00A14149" w:rsidRPr="00D97612" w:rsidRDefault="00A14149" w:rsidP="00D6588B">
            <w:pPr>
              <w:ind w:left="-142" w:right="-108"/>
              <w:jc w:val="center"/>
            </w:pPr>
            <w:r w:rsidRPr="00D97612">
              <w:t>п/п</w:t>
            </w:r>
          </w:p>
        </w:tc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426" w:type="dxa"/>
            <w:vMerge/>
            <w:vAlign w:val="center"/>
          </w:tcPr>
          <w:p w:rsidR="00A14149" w:rsidRPr="00D97612" w:rsidRDefault="00A14149" w:rsidP="00D6588B"/>
        </w:tc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426" w:type="dxa"/>
            <w:vMerge w:val="restart"/>
          </w:tcPr>
          <w:p w:rsidR="00A14149" w:rsidRPr="00D97612" w:rsidRDefault="00A14149" w:rsidP="00D6588B">
            <w:pPr>
              <w:ind w:left="-142" w:right="-108"/>
              <w:jc w:val="center"/>
            </w:pPr>
          </w:p>
        </w:tc>
        <w:tc>
          <w:tcPr>
            <w:tcW w:w="1417" w:type="dxa"/>
            <w:vMerge w:val="restart"/>
          </w:tcPr>
          <w:p w:rsidR="00A14149" w:rsidRPr="00D97612" w:rsidRDefault="00A14149" w:rsidP="00D6588B">
            <w:r w:rsidRPr="00D97612">
              <w:t>Чаплыгина А.К.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  <w:r w:rsidRPr="00D97612">
              <w:t>Ведущий специалист</w:t>
            </w:r>
            <w:r>
              <w:t xml:space="preserve"> отдела экономики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Долевая 2/3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768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 xml:space="preserve">Россия 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а/м ВАЗ 2104</w:t>
            </w:r>
          </w:p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231839,55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-</w:t>
            </w:r>
          </w:p>
        </w:tc>
      </w:tr>
      <w:tr w:rsidR="00A14149" w:rsidRPr="00D97612">
        <w:tc>
          <w:tcPr>
            <w:tcW w:w="426" w:type="dxa"/>
            <w:vMerge/>
            <w:vAlign w:val="center"/>
          </w:tcPr>
          <w:p w:rsidR="00A14149" w:rsidRPr="00D97612" w:rsidRDefault="00A14149" w:rsidP="00D6588B"/>
        </w:tc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Долевая 702/5996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2998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426" w:type="dxa"/>
            <w:vMerge/>
            <w:vAlign w:val="center"/>
          </w:tcPr>
          <w:p w:rsidR="00A14149" w:rsidRPr="00D97612" w:rsidRDefault="00A14149" w:rsidP="00D6588B"/>
        </w:tc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 xml:space="preserve">Квартира 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Долевая1/4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108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  <w:r w:rsidRPr="00D97612">
              <w:t>а/м  ВАЗ 21102</w:t>
            </w:r>
          </w:p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426" w:type="dxa"/>
            <w:vMerge/>
            <w:vAlign w:val="center"/>
          </w:tcPr>
          <w:p w:rsidR="00A14149" w:rsidRPr="00D97612" w:rsidRDefault="00A14149" w:rsidP="00D6588B"/>
        </w:tc>
        <w:tc>
          <w:tcPr>
            <w:tcW w:w="1417" w:type="dxa"/>
            <w:vMerge w:val="restart"/>
            <w:vAlign w:val="center"/>
          </w:tcPr>
          <w:p w:rsidR="00A14149" w:rsidRPr="00D97612" w:rsidRDefault="00A14149" w:rsidP="00D6588B">
            <w:r w:rsidRPr="00D97612">
              <w:t>супруг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Долевая 702/5996</w:t>
            </w:r>
          </w:p>
        </w:tc>
        <w:tc>
          <w:tcPr>
            <w:tcW w:w="851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2998</w:t>
            </w:r>
          </w:p>
        </w:tc>
        <w:tc>
          <w:tcPr>
            <w:tcW w:w="992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 w:val="restart"/>
            <w:vAlign w:val="center"/>
          </w:tcPr>
          <w:p w:rsidR="00A14149" w:rsidRPr="00D97612" w:rsidRDefault="00A14149" w:rsidP="00D6588B">
            <w:r w:rsidRPr="00D97612">
              <w:t>318172,47</w:t>
            </w:r>
          </w:p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426" w:type="dxa"/>
            <w:vMerge/>
            <w:vAlign w:val="center"/>
          </w:tcPr>
          <w:p w:rsidR="00A14149" w:rsidRPr="00D97612" w:rsidRDefault="00A14149" w:rsidP="00D6588B"/>
        </w:tc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 xml:space="preserve">Квартира </w:t>
            </w:r>
          </w:p>
        </w:tc>
        <w:tc>
          <w:tcPr>
            <w:tcW w:w="1417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Долевая1/4</w:t>
            </w:r>
          </w:p>
        </w:tc>
        <w:tc>
          <w:tcPr>
            <w:tcW w:w="851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108</w:t>
            </w:r>
          </w:p>
        </w:tc>
        <w:tc>
          <w:tcPr>
            <w:tcW w:w="992" w:type="dxa"/>
          </w:tcPr>
          <w:p w:rsidR="00A14149" w:rsidRPr="00D97612" w:rsidRDefault="00A14149" w:rsidP="00D97612">
            <w:pPr>
              <w:jc w:val="center"/>
              <w:rPr>
                <w:rStyle w:val="Strong"/>
                <w:b w:val="0"/>
                <w:bCs w:val="0"/>
              </w:rPr>
            </w:pPr>
            <w:r w:rsidRPr="00D97612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Default="00A14149" w:rsidP="00D6588B">
            <w:pPr>
              <w:jc w:val="center"/>
              <w:rPr>
                <w:rStyle w:val="FootnoteReference"/>
              </w:rPr>
            </w:pPr>
            <w:r>
              <w:t>Деклариро</w:t>
            </w:r>
            <w:r w:rsidRPr="00D97612">
              <w:t>ванный годовой доход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9061AF">
        <w:tc>
          <w:tcPr>
            <w:tcW w:w="1417" w:type="dxa"/>
            <w:vMerge w:val="restart"/>
          </w:tcPr>
          <w:p w:rsidR="00A14149" w:rsidRPr="009061AF" w:rsidRDefault="00A14149" w:rsidP="00D6588B">
            <w:r w:rsidRPr="009061AF">
              <w:t>Михайловских</w:t>
            </w:r>
            <w:r w:rsidRPr="009061AF">
              <w:rPr>
                <w:lang w:val="en-US"/>
              </w:rPr>
              <w:t xml:space="preserve"> </w:t>
            </w:r>
            <w:r w:rsidRPr="009061AF">
              <w:t>О.В.</w:t>
            </w:r>
          </w:p>
        </w:tc>
        <w:tc>
          <w:tcPr>
            <w:tcW w:w="992" w:type="dxa"/>
            <w:vMerge w:val="restart"/>
          </w:tcPr>
          <w:p w:rsidR="00A14149" w:rsidRPr="009061AF" w:rsidRDefault="00A14149" w:rsidP="00D6588B">
            <w:pPr>
              <w:jc w:val="both"/>
            </w:pPr>
            <w:r w:rsidRPr="009061AF">
              <w:t>Начальник отдела архитектуры и капитального строительства</w:t>
            </w:r>
          </w:p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</w:pPr>
            <w:r w:rsidRPr="009061AF"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</w:pPr>
            <w:r w:rsidRPr="009061AF">
              <w:t>индивидуальная</w:t>
            </w: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</w:pPr>
            <w:r w:rsidRPr="009061AF">
              <w:t>990</w:t>
            </w: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</w:pPr>
            <w:r w:rsidRPr="009061AF"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  <w:r w:rsidRPr="009061AF">
              <w:t xml:space="preserve">Жилой дом </w:t>
            </w: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84</w:t>
            </w: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9061AF" w:rsidRDefault="00A14149" w:rsidP="00D6588B">
            <w:pPr>
              <w:jc w:val="center"/>
            </w:pPr>
            <w:r w:rsidRPr="009061AF">
              <w:t>Мицубиси Паджеро</w:t>
            </w:r>
          </w:p>
        </w:tc>
        <w:tc>
          <w:tcPr>
            <w:tcW w:w="1276" w:type="dxa"/>
            <w:vMerge w:val="restart"/>
          </w:tcPr>
          <w:p w:rsidR="00A14149" w:rsidRPr="009061AF" w:rsidRDefault="00A14149" w:rsidP="00D6588B">
            <w:pPr>
              <w:jc w:val="center"/>
            </w:pPr>
            <w:r w:rsidRPr="009061AF">
              <w:t>355145,66</w:t>
            </w:r>
          </w:p>
        </w:tc>
        <w:tc>
          <w:tcPr>
            <w:tcW w:w="2268" w:type="dxa"/>
            <w:vMerge w:val="restart"/>
          </w:tcPr>
          <w:p w:rsidR="00A14149" w:rsidRPr="009061AF" w:rsidRDefault="00A14149" w:rsidP="00D6588B">
            <w:pPr>
              <w:jc w:val="center"/>
            </w:pPr>
          </w:p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</w:pPr>
            <w:r w:rsidRPr="009061AF"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t>индивидуальная</w:t>
            </w:r>
          </w:p>
        </w:tc>
        <w:tc>
          <w:tcPr>
            <w:tcW w:w="851" w:type="dxa"/>
          </w:tcPr>
          <w:p w:rsidR="00A14149" w:rsidRPr="009061AF" w:rsidRDefault="00A14149" w:rsidP="00CE0627">
            <w:pPr>
              <w:jc w:val="center"/>
            </w:pPr>
            <w:r w:rsidRPr="009061AF">
              <w:t>944</w:t>
            </w:r>
          </w:p>
        </w:tc>
        <w:tc>
          <w:tcPr>
            <w:tcW w:w="992" w:type="dxa"/>
          </w:tcPr>
          <w:p w:rsidR="00A14149" w:rsidRPr="009061AF" w:rsidRDefault="00A14149" w:rsidP="00CE0627">
            <w:pPr>
              <w:jc w:val="center"/>
            </w:pPr>
            <w:r w:rsidRPr="009061AF"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  <w:r w:rsidRPr="009061AF">
              <w:t>Земельный участок</w:t>
            </w:r>
          </w:p>
        </w:tc>
        <w:tc>
          <w:tcPr>
            <w:tcW w:w="850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1576</w:t>
            </w:r>
          </w:p>
        </w:tc>
        <w:tc>
          <w:tcPr>
            <w:tcW w:w="993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D6588B"/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CE0627">
            <w:pPr>
              <w:jc w:val="center"/>
            </w:pPr>
            <w:r w:rsidRPr="009061AF"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t>индивидуальная</w:t>
            </w:r>
          </w:p>
        </w:tc>
        <w:tc>
          <w:tcPr>
            <w:tcW w:w="851" w:type="dxa"/>
          </w:tcPr>
          <w:p w:rsidR="00A14149" w:rsidRPr="009061AF" w:rsidRDefault="00A14149" w:rsidP="00CE0627">
            <w:pPr>
              <w:jc w:val="center"/>
            </w:pPr>
            <w:r w:rsidRPr="009061AF">
              <w:t>885</w:t>
            </w:r>
          </w:p>
        </w:tc>
        <w:tc>
          <w:tcPr>
            <w:tcW w:w="992" w:type="dxa"/>
          </w:tcPr>
          <w:p w:rsidR="00A14149" w:rsidRPr="009061AF" w:rsidRDefault="00A14149" w:rsidP="00CE0627">
            <w:pPr>
              <w:jc w:val="center"/>
            </w:pPr>
            <w:r w:rsidRPr="009061AF"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14149" w:rsidRPr="009061AF" w:rsidRDefault="00A14149" w:rsidP="00D6588B">
            <w:pPr>
              <w:jc w:val="center"/>
              <w:rPr>
                <w:lang w:val="en-US"/>
              </w:rPr>
            </w:pPr>
            <w:r w:rsidRPr="009061AF">
              <w:t xml:space="preserve">Мицубиси </w:t>
            </w:r>
            <w:r w:rsidRPr="009061AF">
              <w:rPr>
                <w:lang w:val="en-US"/>
              </w:rPr>
              <w:t>Fuco</w:t>
            </w:r>
          </w:p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45,7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D6588B"/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17,2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Нежилое помещение</w:t>
            </w:r>
          </w:p>
        </w:tc>
        <w:tc>
          <w:tcPr>
            <w:tcW w:w="1417" w:type="dxa"/>
          </w:tcPr>
          <w:p w:rsidR="00A14149" w:rsidRPr="009061AF" w:rsidRDefault="00A14149" w:rsidP="00CE0627">
            <w:pPr>
              <w:jc w:val="center"/>
            </w:pPr>
            <w:r w:rsidRPr="009061AF"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183,7</w:t>
            </w:r>
          </w:p>
        </w:tc>
        <w:tc>
          <w:tcPr>
            <w:tcW w:w="992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D6588B"/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 w:val="restart"/>
          </w:tcPr>
          <w:p w:rsidR="00A14149" w:rsidRPr="009061AF" w:rsidRDefault="00A14149" w:rsidP="00D6588B">
            <w:pPr>
              <w:jc w:val="both"/>
            </w:pPr>
            <w:r w:rsidRPr="009061AF">
              <w:t>супруга</w:t>
            </w:r>
          </w:p>
        </w:tc>
        <w:tc>
          <w:tcPr>
            <w:tcW w:w="992" w:type="dxa"/>
            <w:vMerge w:val="restart"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</w:pPr>
            <w:r w:rsidRPr="009061A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</w:pPr>
            <w:r w:rsidRPr="009061AF">
              <w:rPr>
                <w:sz w:val="22"/>
                <w:szCs w:val="22"/>
              </w:rPr>
              <w:t>1576</w:t>
            </w: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9061AF" w:rsidRDefault="00A14149" w:rsidP="00D6588B">
            <w:pPr>
              <w:jc w:val="both"/>
            </w:pPr>
            <w:r w:rsidRPr="009061AF">
              <w:t>3448.47</w:t>
            </w:r>
          </w:p>
        </w:tc>
        <w:tc>
          <w:tcPr>
            <w:tcW w:w="2268" w:type="dxa"/>
            <w:vMerge w:val="restart"/>
          </w:tcPr>
          <w:p w:rsidR="00A14149" w:rsidRPr="009061AF" w:rsidRDefault="00A14149" w:rsidP="00D6588B">
            <w:pPr>
              <w:jc w:val="center"/>
            </w:pPr>
          </w:p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84</w:t>
            </w: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850" w:type="dxa"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D6588B"/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990</w:t>
            </w:r>
          </w:p>
        </w:tc>
        <w:tc>
          <w:tcPr>
            <w:tcW w:w="993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D6588B"/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c>
          <w:tcPr>
            <w:tcW w:w="1417" w:type="dxa"/>
            <w:vMerge/>
            <w:vAlign w:val="center"/>
          </w:tcPr>
          <w:p w:rsidR="00A14149" w:rsidRPr="009061AF" w:rsidRDefault="00A14149" w:rsidP="00D6588B"/>
        </w:tc>
        <w:tc>
          <w:tcPr>
            <w:tcW w:w="992" w:type="dxa"/>
            <w:vMerge/>
            <w:vAlign w:val="center"/>
          </w:tcPr>
          <w:p w:rsidR="00A14149" w:rsidRPr="009061AF" w:rsidRDefault="00A14149" w:rsidP="00D6588B"/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9061AF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944</w:t>
            </w:r>
          </w:p>
        </w:tc>
        <w:tc>
          <w:tcPr>
            <w:tcW w:w="993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9061AF" w:rsidRDefault="00A14149" w:rsidP="00D6588B"/>
        </w:tc>
        <w:tc>
          <w:tcPr>
            <w:tcW w:w="1276" w:type="dxa"/>
            <w:vMerge/>
            <w:vAlign w:val="center"/>
          </w:tcPr>
          <w:p w:rsidR="00A14149" w:rsidRPr="009061AF" w:rsidRDefault="00A14149" w:rsidP="00D6588B"/>
        </w:tc>
        <w:tc>
          <w:tcPr>
            <w:tcW w:w="2268" w:type="dxa"/>
            <w:vMerge/>
            <w:vAlign w:val="center"/>
          </w:tcPr>
          <w:p w:rsidR="00A14149" w:rsidRPr="009061AF" w:rsidRDefault="00A14149" w:rsidP="00D6588B"/>
        </w:tc>
      </w:tr>
      <w:tr w:rsidR="00A14149" w:rsidRPr="009061AF">
        <w:trPr>
          <w:trHeight w:val="326"/>
        </w:trPr>
        <w:tc>
          <w:tcPr>
            <w:tcW w:w="1417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885</w:t>
            </w:r>
          </w:p>
        </w:tc>
        <w:tc>
          <w:tcPr>
            <w:tcW w:w="993" w:type="dxa"/>
          </w:tcPr>
          <w:p w:rsidR="00A14149" w:rsidRPr="009061AF" w:rsidRDefault="00A14149" w:rsidP="004A6B72">
            <w:pPr>
              <w:jc w:val="center"/>
            </w:pPr>
            <w:r w:rsidRPr="009061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9061AF" w:rsidRDefault="00A14149" w:rsidP="00D6588B">
            <w:pPr>
              <w:jc w:val="center"/>
            </w:pPr>
          </w:p>
        </w:tc>
      </w:tr>
      <w:tr w:rsidR="00A14149" w:rsidRPr="009061AF">
        <w:trPr>
          <w:trHeight w:val="271"/>
        </w:trPr>
        <w:tc>
          <w:tcPr>
            <w:tcW w:w="1417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45,7</w:t>
            </w:r>
          </w:p>
        </w:tc>
        <w:tc>
          <w:tcPr>
            <w:tcW w:w="993" w:type="dxa"/>
            <w:vAlign w:val="center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9061AF" w:rsidRDefault="00A14149" w:rsidP="00D6588B">
            <w:pPr>
              <w:jc w:val="center"/>
            </w:pPr>
          </w:p>
        </w:tc>
      </w:tr>
      <w:tr w:rsidR="00A14149" w:rsidRPr="009061AF">
        <w:trPr>
          <w:trHeight w:val="271"/>
        </w:trPr>
        <w:tc>
          <w:tcPr>
            <w:tcW w:w="1417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17,2</w:t>
            </w:r>
          </w:p>
        </w:tc>
        <w:tc>
          <w:tcPr>
            <w:tcW w:w="993" w:type="dxa"/>
            <w:vAlign w:val="center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9061AF" w:rsidRDefault="00A14149" w:rsidP="00D6588B">
            <w:pPr>
              <w:jc w:val="center"/>
            </w:pPr>
          </w:p>
        </w:tc>
      </w:tr>
      <w:tr w:rsidR="00A14149" w:rsidRPr="009061AF">
        <w:trPr>
          <w:trHeight w:val="177"/>
        </w:trPr>
        <w:tc>
          <w:tcPr>
            <w:tcW w:w="1417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9061AF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9061AF" w:rsidRDefault="00A14149" w:rsidP="009061AF">
            <w:pPr>
              <w:jc w:val="both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Нежилое </w:t>
            </w: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помещение</w:t>
            </w:r>
          </w:p>
        </w:tc>
        <w:tc>
          <w:tcPr>
            <w:tcW w:w="850" w:type="dxa"/>
            <w:vAlign w:val="center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183,7</w:t>
            </w:r>
          </w:p>
        </w:tc>
        <w:tc>
          <w:tcPr>
            <w:tcW w:w="993" w:type="dxa"/>
            <w:vAlign w:val="center"/>
          </w:tcPr>
          <w:p w:rsidR="00A14149" w:rsidRPr="009061AF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 w:rsidRPr="009061AF">
              <w:rPr>
                <w:rStyle w:val="Strong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9061AF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9061AF" w:rsidRDefault="00A14149" w:rsidP="00D6588B">
            <w:pPr>
              <w:jc w:val="center"/>
            </w:pPr>
          </w:p>
        </w:tc>
      </w:tr>
    </w:tbl>
    <w:p w:rsidR="00A14149" w:rsidRPr="009061AF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9061AF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"/>
        <w:gridCol w:w="1313"/>
        <w:gridCol w:w="991"/>
        <w:gridCol w:w="1417"/>
        <w:gridCol w:w="1417"/>
        <w:gridCol w:w="851"/>
        <w:gridCol w:w="992"/>
        <w:gridCol w:w="1276"/>
        <w:gridCol w:w="850"/>
        <w:gridCol w:w="993"/>
        <w:gridCol w:w="1558"/>
        <w:gridCol w:w="1276"/>
        <w:gridCol w:w="2267"/>
      </w:tblGrid>
      <w:tr w:rsidR="00A14149" w:rsidRPr="00D97612">
        <w:tc>
          <w:tcPr>
            <w:tcW w:w="1417" w:type="dxa"/>
            <w:gridSpan w:val="2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rPr>
          <w:gridBefore w:val="1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gridBefore w:val="1"/>
        </w:trPr>
        <w:tc>
          <w:tcPr>
            <w:tcW w:w="1417" w:type="dxa"/>
            <w:vMerge w:val="restart"/>
          </w:tcPr>
          <w:p w:rsidR="00A14149" w:rsidRPr="00D97612" w:rsidRDefault="00A14149" w:rsidP="00D6588B">
            <w:r>
              <w:t>Бедникова Р.И.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Начальник отдела по управлению муниципальным имуществом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60,9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183218,19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rPr>
          <w:gridBefore w:val="1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851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gridBefore w:val="1"/>
        </w:trPr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супруг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t>индивидуальный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</w:pPr>
            <w:r>
              <w:t>851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 xml:space="preserve">а/м Лада Калина 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641928,23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rPr>
          <w:gridBefore w:val="1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60,9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gridBefore w:val="1"/>
        </w:trPr>
        <w:tc>
          <w:tcPr>
            <w:tcW w:w="1417" w:type="dxa"/>
            <w:vMerge w:val="restart"/>
            <w:vAlign w:val="center"/>
          </w:tcPr>
          <w:p w:rsidR="00A14149" w:rsidRPr="00D97612" w:rsidRDefault="00A14149" w:rsidP="00D6588B">
            <w: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4A6B72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14149" w:rsidRPr="00D97612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60,9</w:t>
            </w:r>
          </w:p>
        </w:tc>
        <w:tc>
          <w:tcPr>
            <w:tcW w:w="993" w:type="dxa"/>
          </w:tcPr>
          <w:p w:rsidR="00A14149" w:rsidRPr="00D97612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 w:val="restart"/>
            <w:vAlign w:val="center"/>
          </w:tcPr>
          <w:p w:rsidR="00A14149" w:rsidRPr="00D97612" w:rsidRDefault="00A14149" w:rsidP="00D6588B">
            <w:r>
              <w:t>130,54</w:t>
            </w:r>
          </w:p>
        </w:tc>
        <w:tc>
          <w:tcPr>
            <w:tcW w:w="2268" w:type="dxa"/>
            <w:vMerge w:val="restart"/>
            <w:vAlign w:val="center"/>
          </w:tcPr>
          <w:p w:rsidR="00A14149" w:rsidRPr="00D97612" w:rsidRDefault="00A14149" w:rsidP="00D6588B"/>
        </w:tc>
      </w:tr>
      <w:tr w:rsidR="00A14149" w:rsidRPr="00D97612">
        <w:trPr>
          <w:gridBefore w:val="1"/>
          <w:trHeight w:val="562"/>
        </w:trPr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4A6B72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851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4A6B72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</w:pP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992"/>
        <w:gridCol w:w="1418"/>
        <w:gridCol w:w="1417"/>
        <w:gridCol w:w="959"/>
        <w:gridCol w:w="992"/>
        <w:gridCol w:w="1276"/>
        <w:gridCol w:w="742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Должность</w:t>
            </w:r>
          </w:p>
        </w:tc>
        <w:tc>
          <w:tcPr>
            <w:tcW w:w="4786" w:type="dxa"/>
            <w:gridSpan w:val="4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3"/>
          </w:tcPr>
          <w:p w:rsidR="00A14149" w:rsidRPr="00D97612" w:rsidRDefault="00A14149" w:rsidP="00D6588B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D6588B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  <w:r w:rsidRPr="00D97612"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t xml:space="preserve"> </w:t>
            </w:r>
            <w:r w:rsidRPr="00D97612">
              <w:t>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 w:rsidRPr="00D97612">
              <w:t>вид объекта</w:t>
            </w: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r>
              <w:t>Бахарева О.А.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Председатель Счетной палаты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t>индивидуальная</w:t>
            </w: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</w:pPr>
            <w:r>
              <w:t>1200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>
              <w:t>квартира</w:t>
            </w: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57.5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490930.50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4/297</w:t>
            </w: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2/240000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742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A84F1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1/21</w:t>
            </w: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3/157000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супруг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  <w:r>
              <w:rPr>
                <w:rStyle w:val="Strong"/>
                <w:b w:val="0"/>
                <w:bCs w:val="0"/>
              </w:rPr>
              <w:t>Общая долевая 1/2</w:t>
            </w: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</w:pPr>
            <w:r>
              <w:t>683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1200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ВАЗ 21110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1230286.48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1/2</w:t>
            </w: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78,2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959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57,5</w:t>
            </w:r>
          </w:p>
        </w:tc>
        <w:tc>
          <w:tcPr>
            <w:tcW w:w="992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D6588B"/>
        </w:tc>
        <w:tc>
          <w:tcPr>
            <w:tcW w:w="992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59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rPr>
          <w:trHeight w:val="271"/>
        </w:trPr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59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57,5</w:t>
            </w:r>
          </w:p>
        </w:tc>
        <w:tc>
          <w:tcPr>
            <w:tcW w:w="993" w:type="dxa"/>
          </w:tcPr>
          <w:p w:rsidR="00A14149" w:rsidRPr="008E24D1" w:rsidRDefault="00A14149" w:rsidP="00CE0627">
            <w:pPr>
              <w:jc w:val="center"/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center"/>
            </w:pPr>
            <w:r>
              <w:t>200.00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rPr>
          <w:trHeight w:val="543"/>
        </w:trPr>
        <w:tc>
          <w:tcPr>
            <w:tcW w:w="1417" w:type="dxa"/>
            <w:vMerge/>
          </w:tcPr>
          <w:p w:rsidR="00A14149" w:rsidRDefault="00A14149" w:rsidP="00D6588B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417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59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742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1200</w:t>
            </w:r>
          </w:p>
        </w:tc>
        <w:tc>
          <w:tcPr>
            <w:tcW w:w="993" w:type="dxa"/>
          </w:tcPr>
          <w:p w:rsidR="00A14149" w:rsidRDefault="00A14149" w:rsidP="008E24D1">
            <w:pPr>
              <w:rPr>
                <w:rStyle w:val="Strong"/>
                <w:b w:val="0"/>
                <w:bCs w:val="0"/>
              </w:rPr>
            </w:pPr>
            <w:r>
              <w:t>Россия</w:t>
            </w:r>
          </w:p>
        </w:tc>
        <w:tc>
          <w:tcPr>
            <w:tcW w:w="1559" w:type="dxa"/>
            <w:vMerge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  <w:vMerge/>
          </w:tcPr>
          <w:p w:rsidR="00A14149" w:rsidRDefault="00A14149" w:rsidP="00D6588B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D6588B">
            <w:pPr>
              <w:jc w:val="center"/>
            </w:pPr>
          </w:p>
        </w:tc>
      </w:tr>
      <w:tr w:rsidR="00A14149" w:rsidRPr="00D97612">
        <w:tc>
          <w:tcPr>
            <w:tcW w:w="1417" w:type="dxa"/>
          </w:tcPr>
          <w:p w:rsidR="00A14149" w:rsidRPr="00D97612" w:rsidRDefault="00A14149" w:rsidP="00D6588B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59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Default="00A14149" w:rsidP="00CE0627">
            <w:pPr>
              <w:jc w:val="center"/>
            </w:pPr>
            <w:r>
              <w:t>Квартира</w:t>
            </w:r>
          </w:p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742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57.5</w:t>
            </w:r>
          </w:p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1200</w:t>
            </w:r>
          </w:p>
        </w:tc>
        <w:tc>
          <w:tcPr>
            <w:tcW w:w="993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D6588B">
            <w:pPr>
              <w:jc w:val="center"/>
            </w:pPr>
            <w:r>
              <w:t>10012.37</w:t>
            </w:r>
          </w:p>
        </w:tc>
        <w:tc>
          <w:tcPr>
            <w:tcW w:w="2268" w:type="dxa"/>
          </w:tcPr>
          <w:p w:rsidR="00A14149" w:rsidRPr="00D97612" w:rsidRDefault="00A14149" w:rsidP="00D6588B">
            <w:pPr>
              <w:jc w:val="center"/>
            </w:pPr>
          </w:p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6D61C8">
      <w:pPr>
        <w:jc w:val="center"/>
        <w:rPr>
          <w:rStyle w:val="Strong"/>
          <w:color w:val="333333"/>
        </w:rPr>
      </w:pPr>
    </w:p>
    <w:p w:rsidR="00A14149" w:rsidRDefault="00A14149" w:rsidP="006D61C8">
      <w:pPr>
        <w:jc w:val="center"/>
        <w:rPr>
          <w:rStyle w:val="Strong"/>
          <w:color w:val="333333"/>
        </w:rPr>
      </w:pPr>
    </w:p>
    <w:p w:rsidR="00A14149" w:rsidRPr="00EB4CA8" w:rsidRDefault="00A14149" w:rsidP="006D61C8">
      <w:pPr>
        <w:jc w:val="center"/>
        <w:rPr>
          <w:rStyle w:val="Strong"/>
          <w:color w:val="333333"/>
        </w:rPr>
      </w:pPr>
      <w:r>
        <w:rPr>
          <w:rStyle w:val="Strong"/>
          <w:color w:val="333333"/>
          <w:lang w:val="en-US"/>
        </w:rPr>
        <w:t>C</w:t>
      </w:r>
      <w:r>
        <w:rPr>
          <w:rStyle w:val="Strong"/>
          <w:color w:val="333333"/>
        </w:rPr>
        <w:t>ведения</w:t>
      </w:r>
    </w:p>
    <w:p w:rsidR="00A14149" w:rsidRPr="00D97612" w:rsidRDefault="00A14149" w:rsidP="006D61C8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6D61C8">
      <w:pPr>
        <w:jc w:val="center"/>
      </w:pP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6D61C8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6D61C8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6D61C8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6D61C8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6D61C8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6D61C8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6D61C8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Default="00A14149" w:rsidP="006D61C8">
            <w:pPr>
              <w:jc w:val="center"/>
              <w:rPr>
                <w:rStyle w:val="FootnoteReference"/>
              </w:rPr>
            </w:pPr>
            <w:r w:rsidRPr="00D97612">
              <w:t>Сведения об источниках получения средств, за счет которых совершена сделка</w:t>
            </w:r>
          </w:p>
          <w:p w:rsidR="00A14149" w:rsidRPr="00D97612" w:rsidRDefault="00A14149" w:rsidP="006D61C8">
            <w:pPr>
              <w:jc w:val="center"/>
            </w:pPr>
            <w:r w:rsidRPr="00D97612">
              <w:t>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6D61C8"/>
        </w:tc>
        <w:tc>
          <w:tcPr>
            <w:tcW w:w="992" w:type="dxa"/>
            <w:vMerge/>
            <w:vAlign w:val="center"/>
          </w:tcPr>
          <w:p w:rsidR="00A14149" w:rsidRPr="00D97612" w:rsidRDefault="00A14149" w:rsidP="006D61C8"/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6D61C8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6D61C8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6D61C8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6D61C8"/>
        </w:tc>
        <w:tc>
          <w:tcPr>
            <w:tcW w:w="1276" w:type="dxa"/>
            <w:vMerge/>
            <w:vAlign w:val="center"/>
          </w:tcPr>
          <w:p w:rsidR="00A14149" w:rsidRPr="00D97612" w:rsidRDefault="00A14149" w:rsidP="006D61C8"/>
        </w:tc>
        <w:tc>
          <w:tcPr>
            <w:tcW w:w="2268" w:type="dxa"/>
            <w:vMerge/>
            <w:vAlign w:val="center"/>
          </w:tcPr>
          <w:p w:rsidR="00A14149" w:rsidRPr="00D97612" w:rsidRDefault="00A14149" w:rsidP="006D61C8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6D61C8">
            <w:r>
              <w:t>Бурдакова Юлия Мануиловна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6D61C8">
            <w:pPr>
              <w:jc w:val="both"/>
            </w:pPr>
            <w:r>
              <w:t>Начальник отдела образования</w:t>
            </w:r>
          </w:p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6D61C8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110,5</w:t>
            </w:r>
          </w:p>
        </w:tc>
        <w:tc>
          <w:tcPr>
            <w:tcW w:w="993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6D61C8">
            <w:pPr>
              <w:jc w:val="center"/>
            </w:pPr>
            <w:r>
              <w:t>543685,40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6D61C8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6D61C8"/>
        </w:tc>
        <w:tc>
          <w:tcPr>
            <w:tcW w:w="992" w:type="dxa"/>
            <w:vMerge/>
            <w:vAlign w:val="center"/>
          </w:tcPr>
          <w:p w:rsidR="00A14149" w:rsidRPr="00D97612" w:rsidRDefault="00A14149" w:rsidP="006D61C8"/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Default="00A14149" w:rsidP="006D61C8">
            <w:pPr>
              <w:jc w:val="center"/>
            </w:pPr>
          </w:p>
          <w:p w:rsidR="00A14149" w:rsidRPr="00D97612" w:rsidRDefault="00A14149" w:rsidP="006D61C8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49,7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B32B67" w:rsidRDefault="00A14149" w:rsidP="006D61C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14149" w:rsidRPr="00D97612" w:rsidRDefault="00A14149" w:rsidP="006D61C8"/>
        </w:tc>
        <w:tc>
          <w:tcPr>
            <w:tcW w:w="2268" w:type="dxa"/>
            <w:vMerge/>
            <w:vAlign w:val="center"/>
          </w:tcPr>
          <w:p w:rsidR="00A14149" w:rsidRPr="00D97612" w:rsidRDefault="00A14149" w:rsidP="006D61C8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6D61C8">
            <w:pPr>
              <w:jc w:val="both"/>
            </w:pPr>
            <w:r>
              <w:t>Несовершеннолетний сын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6D61C8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6D61C8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110,5</w:t>
            </w:r>
          </w:p>
        </w:tc>
        <w:tc>
          <w:tcPr>
            <w:tcW w:w="993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6D61C8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6D61C8">
            <w:pPr>
              <w:jc w:val="both"/>
            </w:pPr>
            <w:r>
              <w:t>123,41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6D61C8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6D61C8"/>
        </w:tc>
        <w:tc>
          <w:tcPr>
            <w:tcW w:w="992" w:type="dxa"/>
            <w:vMerge/>
            <w:vAlign w:val="center"/>
          </w:tcPr>
          <w:p w:rsidR="00A14149" w:rsidRPr="00D97612" w:rsidRDefault="00A14149" w:rsidP="006D61C8"/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6D61C8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49,7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6D61C8"/>
        </w:tc>
        <w:tc>
          <w:tcPr>
            <w:tcW w:w="1276" w:type="dxa"/>
            <w:vMerge/>
            <w:vAlign w:val="center"/>
          </w:tcPr>
          <w:p w:rsidR="00A14149" w:rsidRPr="00D97612" w:rsidRDefault="00A14149" w:rsidP="006D61C8"/>
        </w:tc>
        <w:tc>
          <w:tcPr>
            <w:tcW w:w="2268" w:type="dxa"/>
            <w:vMerge/>
            <w:vAlign w:val="center"/>
          </w:tcPr>
          <w:p w:rsidR="00A14149" w:rsidRPr="00D97612" w:rsidRDefault="00A14149" w:rsidP="006D61C8"/>
        </w:tc>
      </w:tr>
    </w:tbl>
    <w:p w:rsidR="00A14149" w:rsidRPr="00D97612" w:rsidRDefault="00A14149" w:rsidP="006D61C8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6D61C8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6D61C8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6D61C8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6D61C8">
      <w:pPr>
        <w:pStyle w:val="FootnoteText"/>
        <w:jc w:val="both"/>
        <w:rPr>
          <w:sz w:val="24"/>
          <w:szCs w:val="24"/>
        </w:rPr>
      </w:pPr>
    </w:p>
    <w:p w:rsidR="00A14149" w:rsidRPr="00D97612" w:rsidRDefault="00A14149" w:rsidP="006D61C8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6D61C8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Default="00A14149" w:rsidP="00D97612">
      <w:pPr>
        <w:pStyle w:val="FootnoteText"/>
        <w:jc w:val="both"/>
        <w:rPr>
          <w:sz w:val="24"/>
          <w:szCs w:val="24"/>
        </w:rPr>
      </w:pPr>
    </w:p>
    <w:p w:rsidR="00A14149" w:rsidRPr="00D97612" w:rsidRDefault="00A14149" w:rsidP="00D6588B">
      <w:pPr>
        <w:jc w:val="center"/>
        <w:rPr>
          <w:rStyle w:val="Strong"/>
          <w:color w:val="333333"/>
        </w:rPr>
      </w:pPr>
      <w:r>
        <w:rPr>
          <w:rStyle w:val="Strong"/>
          <w:color w:val="333333"/>
        </w:rPr>
        <w:t>С</w:t>
      </w:r>
      <w:r w:rsidRPr="00D97612">
        <w:rPr>
          <w:rStyle w:val="Strong"/>
          <w:color w:val="333333"/>
        </w:rPr>
        <w:t>ведения</w:t>
      </w:r>
    </w:p>
    <w:p w:rsidR="00A14149" w:rsidRDefault="00A14149" w:rsidP="00D6588B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D6588B">
      <w:pPr>
        <w:jc w:val="center"/>
        <w:rPr>
          <w:rStyle w:val="Strong"/>
          <w:color w:val="333333"/>
        </w:rPr>
      </w:pP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7"/>
        <w:gridCol w:w="991"/>
        <w:gridCol w:w="1418"/>
        <w:gridCol w:w="1417"/>
        <w:gridCol w:w="961"/>
        <w:gridCol w:w="993"/>
        <w:gridCol w:w="1167"/>
        <w:gridCol w:w="109"/>
        <w:gridCol w:w="742"/>
        <w:gridCol w:w="993"/>
        <w:gridCol w:w="1559"/>
        <w:gridCol w:w="1276"/>
        <w:gridCol w:w="2268"/>
      </w:tblGrid>
      <w:tr w:rsidR="00A14149" w:rsidRPr="00D97612">
        <w:tc>
          <w:tcPr>
            <w:tcW w:w="1415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1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Должность</w:t>
            </w:r>
          </w:p>
        </w:tc>
        <w:tc>
          <w:tcPr>
            <w:tcW w:w="4789" w:type="dxa"/>
            <w:gridSpan w:val="4"/>
          </w:tcPr>
          <w:p w:rsidR="00A14149" w:rsidRPr="00D97612" w:rsidRDefault="00A14149" w:rsidP="00A73634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4"/>
          </w:tcPr>
          <w:p w:rsidR="00A14149" w:rsidRPr="00D97612" w:rsidRDefault="00A14149" w:rsidP="00A73634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A73634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A73634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t xml:space="preserve"> </w:t>
            </w:r>
            <w:r w:rsidRPr="00D97612">
              <w:t>(вид приобретенного имущества, источники)</w:t>
            </w:r>
          </w:p>
        </w:tc>
      </w:tr>
      <w:tr w:rsidR="00A14149" w:rsidRPr="00D97612">
        <w:tc>
          <w:tcPr>
            <w:tcW w:w="1415" w:type="dxa"/>
            <w:vMerge/>
            <w:vAlign w:val="center"/>
          </w:tcPr>
          <w:p w:rsidR="00A14149" w:rsidRPr="00D97612" w:rsidRDefault="00A14149" w:rsidP="00A73634"/>
        </w:tc>
        <w:tc>
          <w:tcPr>
            <w:tcW w:w="991" w:type="dxa"/>
            <w:vMerge/>
            <w:vAlign w:val="center"/>
          </w:tcPr>
          <w:p w:rsidR="00A14149" w:rsidRPr="00D97612" w:rsidRDefault="00A14149" w:rsidP="00A73634"/>
        </w:tc>
        <w:tc>
          <w:tcPr>
            <w:tcW w:w="1418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961" w:type="dxa"/>
          </w:tcPr>
          <w:p w:rsidR="00A14149" w:rsidRPr="00D97612" w:rsidRDefault="00A14149" w:rsidP="00A73634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A73634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  <w:gridSpan w:val="2"/>
          </w:tcPr>
          <w:p w:rsidR="00A14149" w:rsidRPr="00D97612" w:rsidRDefault="00A14149" w:rsidP="00A73634">
            <w:pPr>
              <w:jc w:val="center"/>
            </w:pPr>
            <w:r w:rsidRPr="00D97612">
              <w:t>вид объекта</w:t>
            </w:r>
          </w:p>
        </w:tc>
        <w:tc>
          <w:tcPr>
            <w:tcW w:w="742" w:type="dxa"/>
          </w:tcPr>
          <w:p w:rsidR="00A14149" w:rsidRPr="00D97612" w:rsidRDefault="00A14149" w:rsidP="00A73634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A73634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A73634"/>
        </w:tc>
        <w:tc>
          <w:tcPr>
            <w:tcW w:w="1276" w:type="dxa"/>
            <w:vMerge/>
            <w:vAlign w:val="center"/>
          </w:tcPr>
          <w:p w:rsidR="00A14149" w:rsidRPr="00D97612" w:rsidRDefault="00A14149" w:rsidP="00A73634"/>
        </w:tc>
        <w:tc>
          <w:tcPr>
            <w:tcW w:w="2268" w:type="dxa"/>
            <w:vMerge/>
            <w:vAlign w:val="center"/>
          </w:tcPr>
          <w:p w:rsidR="00A14149" w:rsidRPr="00D97612" w:rsidRDefault="00A14149" w:rsidP="00A73634"/>
        </w:tc>
      </w:tr>
      <w:tr w:rsidR="00A14149" w:rsidRPr="00D97612">
        <w:tc>
          <w:tcPr>
            <w:tcW w:w="1415" w:type="dxa"/>
            <w:vMerge w:val="restart"/>
            <w:vAlign w:val="center"/>
          </w:tcPr>
          <w:p w:rsidR="00A14149" w:rsidRPr="00D97612" w:rsidRDefault="00A14149" w:rsidP="00D6588B">
            <w:r>
              <w:t>Унщикова О.А.</w:t>
            </w:r>
          </w:p>
        </w:tc>
        <w:tc>
          <w:tcPr>
            <w:tcW w:w="991" w:type="dxa"/>
            <w:vMerge w:val="restart"/>
            <w:vAlign w:val="center"/>
          </w:tcPr>
          <w:p w:rsidR="00A14149" w:rsidRPr="00D97612" w:rsidRDefault="00A14149" w:rsidP="00CE749A">
            <w:r>
              <w:t xml:space="preserve">Начальник финансового отдела </w:t>
            </w:r>
          </w:p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6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167" w:type="dxa"/>
          </w:tcPr>
          <w:p w:rsidR="00A14149" w:rsidRPr="00D97612" w:rsidRDefault="00A14149" w:rsidP="00D6588B">
            <w:pPr>
              <w:jc w:val="center"/>
            </w:pPr>
            <w:r>
              <w:t>Земельный участок</w:t>
            </w:r>
          </w:p>
        </w:tc>
        <w:tc>
          <w:tcPr>
            <w:tcW w:w="851" w:type="dxa"/>
            <w:gridSpan w:val="2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863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 w:val="restart"/>
            <w:vAlign w:val="center"/>
          </w:tcPr>
          <w:p w:rsidR="00A14149" w:rsidRPr="00D97612" w:rsidRDefault="00A14149" w:rsidP="00D6588B">
            <w:r>
              <w:t>570941,24</w:t>
            </w:r>
          </w:p>
        </w:tc>
        <w:tc>
          <w:tcPr>
            <w:tcW w:w="2268" w:type="dxa"/>
            <w:vMerge w:val="restart"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5" w:type="dxa"/>
            <w:vMerge/>
            <w:vAlign w:val="center"/>
          </w:tcPr>
          <w:p w:rsidR="00A14149" w:rsidRPr="00D97612" w:rsidRDefault="00A14149" w:rsidP="00D6588B"/>
        </w:tc>
        <w:tc>
          <w:tcPr>
            <w:tcW w:w="991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6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167" w:type="dxa"/>
          </w:tcPr>
          <w:p w:rsidR="00A14149" w:rsidRDefault="00A14149" w:rsidP="00D6588B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  <w:gridSpan w:val="2"/>
            <w:vAlign w:val="center"/>
          </w:tcPr>
          <w:p w:rsidR="00A14149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97,1</w:t>
            </w:r>
          </w:p>
        </w:tc>
        <w:tc>
          <w:tcPr>
            <w:tcW w:w="993" w:type="dxa"/>
            <w:vAlign w:val="center"/>
          </w:tcPr>
          <w:p w:rsidR="00A14149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5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супруг</w:t>
            </w:r>
          </w:p>
        </w:tc>
        <w:tc>
          <w:tcPr>
            <w:tcW w:w="991" w:type="dxa"/>
            <w:vMerge w:val="restart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 xml:space="preserve">Жилой дом 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961" w:type="dxa"/>
          </w:tcPr>
          <w:p w:rsidR="00A14149" w:rsidRPr="00D97612" w:rsidRDefault="00A14149" w:rsidP="00D6588B">
            <w:pPr>
              <w:jc w:val="center"/>
            </w:pPr>
            <w:r>
              <w:t>97,1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</w:pPr>
            <w:r>
              <w:t>Россия</w:t>
            </w:r>
          </w:p>
        </w:tc>
        <w:tc>
          <w:tcPr>
            <w:tcW w:w="1167" w:type="dxa"/>
          </w:tcPr>
          <w:p w:rsidR="00A14149" w:rsidRPr="00D97612" w:rsidRDefault="00A14149" w:rsidP="00D6588B">
            <w:pPr>
              <w:jc w:val="center"/>
            </w:pPr>
          </w:p>
        </w:tc>
        <w:tc>
          <w:tcPr>
            <w:tcW w:w="851" w:type="dxa"/>
            <w:gridSpan w:val="2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Default="00A14149" w:rsidP="00D6588B">
            <w:pPr>
              <w:jc w:val="center"/>
            </w:pPr>
            <w:r>
              <w:t>а/м ЛАДА,</w:t>
            </w:r>
          </w:p>
          <w:p w:rsidR="00A14149" w:rsidRPr="00D97612" w:rsidRDefault="00A14149" w:rsidP="00D6588B">
            <w:pPr>
              <w:jc w:val="center"/>
            </w:pPr>
            <w:r>
              <w:t>ЛАРГУС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D6588B">
            <w:pPr>
              <w:jc w:val="both"/>
            </w:pPr>
            <w:r>
              <w:t>424769,54</w:t>
            </w:r>
          </w:p>
        </w:tc>
        <w:tc>
          <w:tcPr>
            <w:tcW w:w="2268" w:type="dxa"/>
            <w:vMerge w:val="restart"/>
            <w:vAlign w:val="center"/>
          </w:tcPr>
          <w:p w:rsidR="00A14149" w:rsidRPr="00D97612" w:rsidRDefault="00A14149" w:rsidP="002F7FFB">
            <w:pPr>
              <w:jc w:val="both"/>
            </w:pPr>
            <w:r w:rsidRPr="00D97612">
              <w:t xml:space="preserve">Источник средств ,за счет которых совершена сделка по приобретению </w:t>
            </w:r>
            <w:r>
              <w:t xml:space="preserve">транспортного средства </w:t>
            </w:r>
            <w:r w:rsidRPr="00D97612">
              <w:t>является: доход по основному месту работы</w:t>
            </w:r>
            <w:r>
              <w:t>, доход от продажи автомобиля, доход по основному месту работы супруги</w:t>
            </w:r>
          </w:p>
        </w:tc>
      </w:tr>
      <w:tr w:rsidR="00A14149" w:rsidRPr="00D97612">
        <w:tc>
          <w:tcPr>
            <w:tcW w:w="1415" w:type="dxa"/>
            <w:vMerge/>
            <w:vAlign w:val="center"/>
          </w:tcPr>
          <w:p w:rsidR="00A14149" w:rsidRPr="00D97612" w:rsidRDefault="00A14149" w:rsidP="00D6588B"/>
        </w:tc>
        <w:tc>
          <w:tcPr>
            <w:tcW w:w="991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961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863</w:t>
            </w: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7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1" w:type="dxa"/>
            <w:gridSpan w:val="2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  <w:tr w:rsidR="00A14149" w:rsidRPr="00D97612">
        <w:tc>
          <w:tcPr>
            <w:tcW w:w="1415" w:type="dxa"/>
            <w:vMerge/>
            <w:vAlign w:val="center"/>
          </w:tcPr>
          <w:p w:rsidR="00A14149" w:rsidRPr="00D97612" w:rsidRDefault="00A14149" w:rsidP="00D6588B"/>
        </w:tc>
        <w:tc>
          <w:tcPr>
            <w:tcW w:w="991" w:type="dxa"/>
            <w:vMerge/>
            <w:vAlign w:val="center"/>
          </w:tcPr>
          <w:p w:rsidR="00A14149" w:rsidRPr="00D97612" w:rsidRDefault="00A14149" w:rsidP="00D6588B"/>
        </w:tc>
        <w:tc>
          <w:tcPr>
            <w:tcW w:w="1418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61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D97612" w:rsidRDefault="00A14149" w:rsidP="00D6588B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167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851" w:type="dxa"/>
            <w:gridSpan w:val="2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D6588B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D6588B"/>
        </w:tc>
        <w:tc>
          <w:tcPr>
            <w:tcW w:w="1276" w:type="dxa"/>
            <w:vMerge/>
            <w:vAlign w:val="center"/>
          </w:tcPr>
          <w:p w:rsidR="00A14149" w:rsidRPr="00D97612" w:rsidRDefault="00A14149" w:rsidP="00D6588B"/>
        </w:tc>
        <w:tc>
          <w:tcPr>
            <w:tcW w:w="2268" w:type="dxa"/>
            <w:vMerge/>
            <w:vAlign w:val="center"/>
          </w:tcPr>
          <w:p w:rsidR="00A14149" w:rsidRPr="00D97612" w:rsidRDefault="00A14149" w:rsidP="00D6588B"/>
        </w:tc>
      </w:tr>
    </w:tbl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 xml:space="preserve">о доходах, расходах, об имуществе и обязательствах имущественного характера </w:t>
      </w:r>
      <w:r>
        <w:rPr>
          <w:rStyle w:val="Strong"/>
          <w:color w:val="333333"/>
        </w:rPr>
        <w:t xml:space="preserve">руководителя муниципального учреждения </w:t>
      </w:r>
      <w:r w:rsidRPr="00D97612">
        <w:rPr>
          <w:rStyle w:val="Strong"/>
          <w:color w:val="333333"/>
        </w:rPr>
        <w:t>муниципального образования Грачевский район за отчетный период с 1 января 2014 года по 31 декабря 2014 года</w:t>
      </w: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6"/>
        <w:gridCol w:w="992"/>
        <w:gridCol w:w="1418"/>
        <w:gridCol w:w="1417"/>
        <w:gridCol w:w="960"/>
        <w:gridCol w:w="993"/>
        <w:gridCol w:w="1277"/>
        <w:gridCol w:w="742"/>
        <w:gridCol w:w="993"/>
        <w:gridCol w:w="1559"/>
        <w:gridCol w:w="1276"/>
        <w:gridCol w:w="2268"/>
      </w:tblGrid>
      <w:tr w:rsidR="00A14149" w:rsidRPr="00D97612">
        <w:tc>
          <w:tcPr>
            <w:tcW w:w="1414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Должность</w:t>
            </w:r>
          </w:p>
        </w:tc>
        <w:tc>
          <w:tcPr>
            <w:tcW w:w="4788" w:type="dxa"/>
            <w:gridSpan w:val="4"/>
          </w:tcPr>
          <w:p w:rsidR="00A14149" w:rsidRPr="00D97612" w:rsidRDefault="00A14149" w:rsidP="00A73634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012" w:type="dxa"/>
            <w:gridSpan w:val="3"/>
          </w:tcPr>
          <w:p w:rsidR="00A14149" w:rsidRPr="00D97612" w:rsidRDefault="00A14149" w:rsidP="00A73634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A73634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A73634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t xml:space="preserve"> </w:t>
            </w:r>
            <w:r w:rsidRPr="00D97612">
              <w:t>(вид приобретенного имущества, источники)</w:t>
            </w:r>
          </w:p>
        </w:tc>
      </w:tr>
      <w:tr w:rsidR="00A14149" w:rsidRPr="00D97612">
        <w:tc>
          <w:tcPr>
            <w:tcW w:w="1414" w:type="dxa"/>
            <w:vMerge/>
            <w:vAlign w:val="center"/>
          </w:tcPr>
          <w:p w:rsidR="00A14149" w:rsidRPr="00D97612" w:rsidRDefault="00A14149" w:rsidP="00A73634"/>
        </w:tc>
        <w:tc>
          <w:tcPr>
            <w:tcW w:w="992" w:type="dxa"/>
            <w:vMerge/>
            <w:vAlign w:val="center"/>
          </w:tcPr>
          <w:p w:rsidR="00A14149" w:rsidRPr="00D97612" w:rsidRDefault="00A14149" w:rsidP="00A73634"/>
        </w:tc>
        <w:tc>
          <w:tcPr>
            <w:tcW w:w="1418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960" w:type="dxa"/>
          </w:tcPr>
          <w:p w:rsidR="00A14149" w:rsidRPr="00D97612" w:rsidRDefault="00A14149" w:rsidP="00A73634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A73634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7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объекта</w:t>
            </w:r>
          </w:p>
        </w:tc>
        <w:tc>
          <w:tcPr>
            <w:tcW w:w="742" w:type="dxa"/>
          </w:tcPr>
          <w:p w:rsidR="00A14149" w:rsidRPr="00D97612" w:rsidRDefault="00A14149" w:rsidP="00A73634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A73634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A73634"/>
        </w:tc>
        <w:tc>
          <w:tcPr>
            <w:tcW w:w="1276" w:type="dxa"/>
            <w:vMerge/>
            <w:vAlign w:val="center"/>
          </w:tcPr>
          <w:p w:rsidR="00A14149" w:rsidRPr="00D97612" w:rsidRDefault="00A14149" w:rsidP="00A73634"/>
        </w:tc>
        <w:tc>
          <w:tcPr>
            <w:tcW w:w="2268" w:type="dxa"/>
            <w:vMerge/>
            <w:vAlign w:val="center"/>
          </w:tcPr>
          <w:p w:rsidR="00A14149" w:rsidRPr="00D97612" w:rsidRDefault="00A14149" w:rsidP="00A73634"/>
        </w:tc>
      </w:tr>
      <w:tr w:rsidR="00A14149" w:rsidRPr="00D97612">
        <w:trPr>
          <w:trHeight w:val="584"/>
        </w:trPr>
        <w:tc>
          <w:tcPr>
            <w:tcW w:w="1414" w:type="dxa"/>
            <w:vMerge w:val="restart"/>
            <w:vAlign w:val="center"/>
          </w:tcPr>
          <w:p w:rsidR="00A14149" w:rsidRPr="00D97612" w:rsidRDefault="00A14149" w:rsidP="00CE0627">
            <w:r>
              <w:t>Пчеляков Александр Васильевич</w:t>
            </w:r>
          </w:p>
        </w:tc>
        <w:tc>
          <w:tcPr>
            <w:tcW w:w="992" w:type="dxa"/>
            <w:vMerge w:val="restart"/>
            <w:vAlign w:val="center"/>
          </w:tcPr>
          <w:p w:rsidR="00A14149" w:rsidRPr="00D97612" w:rsidRDefault="00A14149" w:rsidP="00CE0627">
            <w:r>
              <w:t>Директор МКУ «Центр материально-технического обеспечения»</w:t>
            </w: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15,275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7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742" w:type="dxa"/>
            <w:vMerge w:val="restart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14149" w:rsidRPr="00D97612" w:rsidRDefault="00A14149" w:rsidP="00CE0627">
            <w:r>
              <w:t>а/м Рено Логан</w:t>
            </w:r>
          </w:p>
        </w:tc>
        <w:tc>
          <w:tcPr>
            <w:tcW w:w="1276" w:type="dxa"/>
            <w:vMerge w:val="restart"/>
            <w:vAlign w:val="center"/>
          </w:tcPr>
          <w:p w:rsidR="00A14149" w:rsidRPr="00D97612" w:rsidRDefault="00A14149" w:rsidP="00CE0627">
            <w:r>
              <w:t>326384,18</w:t>
            </w:r>
          </w:p>
        </w:tc>
        <w:tc>
          <w:tcPr>
            <w:tcW w:w="2268" w:type="dxa"/>
            <w:vMerge w:val="restart"/>
            <w:vAlign w:val="center"/>
          </w:tcPr>
          <w:p w:rsidR="00A14149" w:rsidRPr="00D97612" w:rsidRDefault="00A14149" w:rsidP="00A73634">
            <w:pPr>
              <w:jc w:val="both"/>
            </w:pPr>
            <w:r w:rsidRPr="00D97612">
              <w:t xml:space="preserve">Источник средств ,за счет которых совершена сделка по приобретению </w:t>
            </w:r>
            <w:r>
              <w:t xml:space="preserve">транспортного средства </w:t>
            </w:r>
            <w:r w:rsidRPr="00D97612">
              <w:t>является: доход по основному месту работы</w:t>
            </w:r>
            <w:r>
              <w:t>,  доход по основному месту работы супруги</w:t>
            </w:r>
          </w:p>
        </w:tc>
      </w:tr>
      <w:tr w:rsidR="00A14149" w:rsidRPr="00D97612">
        <w:trPr>
          <w:trHeight w:val="2170"/>
        </w:trPr>
        <w:tc>
          <w:tcPr>
            <w:tcW w:w="1414" w:type="dxa"/>
            <w:vMerge/>
            <w:vAlign w:val="center"/>
          </w:tcPr>
          <w:p w:rsidR="00A14149" w:rsidRDefault="00A14149" w:rsidP="00CE0627"/>
        </w:tc>
        <w:tc>
          <w:tcPr>
            <w:tcW w:w="992" w:type="dxa"/>
            <w:vMerge/>
            <w:vAlign w:val="center"/>
          </w:tcPr>
          <w:p w:rsidR="00A14149" w:rsidRDefault="00A14149" w:rsidP="00CE0627"/>
        </w:tc>
        <w:tc>
          <w:tcPr>
            <w:tcW w:w="1418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Земельный участок</w:t>
            </w:r>
          </w:p>
        </w:tc>
        <w:tc>
          <w:tcPr>
            <w:tcW w:w="1417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1/4</w:t>
            </w:r>
          </w:p>
        </w:tc>
        <w:tc>
          <w:tcPr>
            <w:tcW w:w="960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183</w:t>
            </w:r>
          </w:p>
        </w:tc>
        <w:tc>
          <w:tcPr>
            <w:tcW w:w="993" w:type="dxa"/>
          </w:tcPr>
          <w:p w:rsidR="00A14149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7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742" w:type="dxa"/>
            <w:vMerge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Merge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4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супруга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</w:pPr>
            <w:r>
              <w:t>183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249258,66</w:t>
            </w:r>
          </w:p>
        </w:tc>
        <w:tc>
          <w:tcPr>
            <w:tcW w:w="2268" w:type="dxa"/>
            <w:vMerge w:val="restart"/>
            <w:vAlign w:val="center"/>
          </w:tcPr>
          <w:p w:rsidR="00A14149" w:rsidRPr="00D97612" w:rsidRDefault="00A14149" w:rsidP="00A73634"/>
        </w:tc>
      </w:tr>
      <w:tr w:rsidR="00A14149" w:rsidRPr="00D97612">
        <w:tc>
          <w:tcPr>
            <w:tcW w:w="1414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15,275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7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4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</w:pPr>
            <w:r>
              <w:t>183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121,01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4" w:type="dxa"/>
            <w:vMerge/>
          </w:tcPr>
          <w:p w:rsidR="00A14149" w:rsidRDefault="00A14149" w:rsidP="00CE062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15,275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7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4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</w:pPr>
            <w:r>
              <w:t>183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rPr>
          <w:trHeight w:val="783"/>
        </w:trPr>
        <w:tc>
          <w:tcPr>
            <w:tcW w:w="1414" w:type="dxa"/>
            <w:vMerge/>
          </w:tcPr>
          <w:p w:rsidR="00A14149" w:rsidRDefault="00A14149" w:rsidP="00CE062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Общая долевая 1/4</w:t>
            </w:r>
          </w:p>
        </w:tc>
        <w:tc>
          <w:tcPr>
            <w:tcW w:w="96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15,275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7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74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CE0627">
            <w:pPr>
              <w:jc w:val="center"/>
            </w:pPr>
          </w:p>
        </w:tc>
      </w:tr>
    </w:tbl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</w:t>
      </w:r>
      <w:r>
        <w:rPr>
          <w:rStyle w:val="Strong"/>
          <w:color w:val="333333"/>
        </w:rPr>
        <w:t xml:space="preserve">твах имущественного характера руководителя муниципального учреждения </w:t>
      </w:r>
      <w:r w:rsidRPr="00D97612">
        <w:rPr>
          <w:rStyle w:val="Strong"/>
          <w:color w:val="333333"/>
        </w:rPr>
        <w:t xml:space="preserve"> муниципального образования Грачевский район за отчетный период с 1 января 2014 года по 31 декабря 2014 года</w:t>
      </w: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992"/>
        <w:gridCol w:w="1418"/>
        <w:gridCol w:w="1417"/>
        <w:gridCol w:w="851"/>
        <w:gridCol w:w="108"/>
        <w:gridCol w:w="884"/>
        <w:gridCol w:w="108"/>
        <w:gridCol w:w="1168"/>
        <w:gridCol w:w="108"/>
        <w:gridCol w:w="742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Должность</w:t>
            </w:r>
          </w:p>
        </w:tc>
        <w:tc>
          <w:tcPr>
            <w:tcW w:w="4786" w:type="dxa"/>
            <w:gridSpan w:val="6"/>
          </w:tcPr>
          <w:p w:rsidR="00A14149" w:rsidRPr="00D97612" w:rsidRDefault="00A14149" w:rsidP="00A73634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4"/>
          </w:tcPr>
          <w:p w:rsidR="00A14149" w:rsidRPr="00D97612" w:rsidRDefault="00A14149" w:rsidP="00A73634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A73634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A73634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A73634">
            <w:pPr>
              <w:jc w:val="center"/>
            </w:pPr>
            <w:r w:rsidRPr="00D97612"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t xml:space="preserve"> </w:t>
            </w:r>
            <w:r w:rsidRPr="00D97612">
              <w:t>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A73634"/>
        </w:tc>
        <w:tc>
          <w:tcPr>
            <w:tcW w:w="992" w:type="dxa"/>
            <w:vMerge/>
            <w:vAlign w:val="center"/>
          </w:tcPr>
          <w:p w:rsidR="00A14149" w:rsidRPr="00D97612" w:rsidRDefault="00A14149" w:rsidP="00A73634"/>
        </w:tc>
        <w:tc>
          <w:tcPr>
            <w:tcW w:w="1418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A73634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959" w:type="dxa"/>
            <w:gridSpan w:val="2"/>
          </w:tcPr>
          <w:p w:rsidR="00A14149" w:rsidRPr="00D97612" w:rsidRDefault="00A14149" w:rsidP="00A73634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A73634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  <w:gridSpan w:val="2"/>
          </w:tcPr>
          <w:p w:rsidR="00A14149" w:rsidRPr="00D97612" w:rsidRDefault="00A14149" w:rsidP="00A73634">
            <w:pPr>
              <w:jc w:val="center"/>
            </w:pPr>
            <w:r w:rsidRPr="00D97612">
              <w:t>вид объекта</w:t>
            </w:r>
          </w:p>
        </w:tc>
        <w:tc>
          <w:tcPr>
            <w:tcW w:w="742" w:type="dxa"/>
          </w:tcPr>
          <w:p w:rsidR="00A14149" w:rsidRPr="00D97612" w:rsidRDefault="00A14149" w:rsidP="00A73634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A73634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A73634"/>
        </w:tc>
        <w:tc>
          <w:tcPr>
            <w:tcW w:w="1276" w:type="dxa"/>
            <w:vMerge/>
            <w:vAlign w:val="center"/>
          </w:tcPr>
          <w:p w:rsidR="00A14149" w:rsidRPr="00D97612" w:rsidRDefault="00A14149" w:rsidP="00A73634"/>
        </w:tc>
        <w:tc>
          <w:tcPr>
            <w:tcW w:w="2268" w:type="dxa"/>
            <w:vMerge/>
            <w:vAlign w:val="center"/>
          </w:tcPr>
          <w:p w:rsidR="00A14149" w:rsidRPr="00D97612" w:rsidRDefault="00A14149" w:rsidP="00A73634"/>
        </w:tc>
      </w:tr>
      <w:tr w:rsidR="00A14149" w:rsidRPr="00D97612">
        <w:tc>
          <w:tcPr>
            <w:tcW w:w="1417" w:type="dxa"/>
            <w:vAlign w:val="center"/>
          </w:tcPr>
          <w:p w:rsidR="00A14149" w:rsidRPr="00D97612" w:rsidRDefault="00A14149" w:rsidP="00CE0627">
            <w:r>
              <w:t xml:space="preserve">Пырялов Александ Владимирович </w:t>
            </w:r>
          </w:p>
        </w:tc>
        <w:tc>
          <w:tcPr>
            <w:tcW w:w="992" w:type="dxa"/>
            <w:vAlign w:val="center"/>
          </w:tcPr>
          <w:p w:rsidR="00A14149" w:rsidRPr="00CE749A" w:rsidRDefault="00A14149" w:rsidP="00CE06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МБУ </w:t>
            </w:r>
            <w:r w:rsidRPr="00CE749A">
              <w:rPr>
                <w:sz w:val="20"/>
                <w:szCs w:val="20"/>
              </w:rPr>
              <w:t>«Многофункциональный центр предоставления государственных и муниципальных услуг Грачевского района»</w:t>
            </w:r>
          </w:p>
        </w:tc>
        <w:tc>
          <w:tcPr>
            <w:tcW w:w="1418" w:type="dxa"/>
          </w:tcPr>
          <w:p w:rsidR="00A14149" w:rsidRPr="00D97612" w:rsidRDefault="00A14149" w:rsidP="00A73634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A73634">
            <w:pPr>
              <w:jc w:val="center"/>
            </w:pPr>
            <w:r>
              <w:t>Долевая 1/3</w:t>
            </w:r>
          </w:p>
        </w:tc>
        <w:tc>
          <w:tcPr>
            <w:tcW w:w="851" w:type="dxa"/>
          </w:tcPr>
          <w:p w:rsidR="00A14149" w:rsidRPr="00D97612" w:rsidRDefault="00A14149" w:rsidP="00A73634">
            <w:pPr>
              <w:jc w:val="center"/>
            </w:pPr>
            <w:r>
              <w:t>56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A73634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gridSpan w:val="2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A14149" w:rsidRPr="00D97612" w:rsidRDefault="00A14149" w:rsidP="00CE0627">
            <w:r>
              <w:t>а/м КИА РИО</w:t>
            </w:r>
          </w:p>
        </w:tc>
        <w:tc>
          <w:tcPr>
            <w:tcW w:w="1276" w:type="dxa"/>
            <w:vAlign w:val="center"/>
          </w:tcPr>
          <w:p w:rsidR="00A14149" w:rsidRPr="00D97612" w:rsidRDefault="00A14149" w:rsidP="00CE0627">
            <w:r>
              <w:t>578633</w:t>
            </w:r>
          </w:p>
        </w:tc>
        <w:tc>
          <w:tcPr>
            <w:tcW w:w="2268" w:type="dxa"/>
            <w:vAlign w:val="center"/>
          </w:tcPr>
          <w:p w:rsidR="00A14149" w:rsidRPr="00D97612" w:rsidRDefault="00A14149" w:rsidP="009B3A38">
            <w:pPr>
              <w:jc w:val="both"/>
            </w:pPr>
            <w:r w:rsidRPr="00D97612">
              <w:t xml:space="preserve">Источник средств ,за счет которых совершена сделка по приобретению </w:t>
            </w:r>
            <w:r>
              <w:t xml:space="preserve">транспортного средства </w:t>
            </w:r>
            <w:r w:rsidRPr="00D97612">
              <w:t xml:space="preserve">является: </w:t>
            </w:r>
            <w:r>
              <w:t xml:space="preserve">доход от продажи жилого помещения, кредит </w:t>
            </w:r>
          </w:p>
        </w:tc>
      </w:tr>
      <w:tr w:rsidR="00A14149" w:rsidRPr="00D97612">
        <w:tc>
          <w:tcPr>
            <w:tcW w:w="1417" w:type="dxa"/>
          </w:tcPr>
          <w:p w:rsidR="00A14149" w:rsidRPr="00D97612" w:rsidRDefault="00A14149" w:rsidP="00CE0627">
            <w:pPr>
              <w:jc w:val="both"/>
            </w:pPr>
            <w:r>
              <w:t>супруга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4A6B7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4A6B72">
            <w:pPr>
              <w:jc w:val="center"/>
            </w:pPr>
            <w:r>
              <w:t>Долевая 1/3</w:t>
            </w:r>
          </w:p>
        </w:tc>
        <w:tc>
          <w:tcPr>
            <w:tcW w:w="851" w:type="dxa"/>
          </w:tcPr>
          <w:p w:rsidR="00A14149" w:rsidRPr="00D97612" w:rsidRDefault="00A14149" w:rsidP="004A6B72">
            <w:pPr>
              <w:jc w:val="center"/>
            </w:pPr>
            <w:r>
              <w:t>56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4A6B72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gridSpan w:val="2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  <w:gridSpan w:val="2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  <w:r>
              <w:t>466168</w:t>
            </w:r>
          </w:p>
        </w:tc>
        <w:tc>
          <w:tcPr>
            <w:tcW w:w="2268" w:type="dxa"/>
            <w:vAlign w:val="center"/>
          </w:tcPr>
          <w:p w:rsidR="00A14149" w:rsidRPr="00D97612" w:rsidRDefault="00A14149" w:rsidP="00A73634"/>
        </w:tc>
      </w:tr>
      <w:tr w:rsidR="00A14149" w:rsidRPr="00D97612">
        <w:tc>
          <w:tcPr>
            <w:tcW w:w="1417" w:type="dxa"/>
          </w:tcPr>
          <w:p w:rsidR="00A14149" w:rsidRPr="00D97612" w:rsidRDefault="00A14149" w:rsidP="00CE0627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4A6B7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4A6B72">
            <w:pPr>
              <w:jc w:val="center"/>
            </w:pPr>
            <w:r>
              <w:t>Долевая 1/3</w:t>
            </w:r>
          </w:p>
        </w:tc>
        <w:tc>
          <w:tcPr>
            <w:tcW w:w="851" w:type="dxa"/>
          </w:tcPr>
          <w:p w:rsidR="00A14149" w:rsidRPr="00D97612" w:rsidRDefault="00A14149" w:rsidP="004A6B72">
            <w:pPr>
              <w:jc w:val="center"/>
            </w:pPr>
            <w:r>
              <w:t>56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4A6B72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gridSpan w:val="2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  <w:gridSpan w:val="2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>
              <w:t>323477</w:t>
            </w:r>
          </w:p>
        </w:tc>
        <w:tc>
          <w:tcPr>
            <w:tcW w:w="2268" w:type="dxa"/>
            <w:vAlign w:val="center"/>
          </w:tcPr>
          <w:p w:rsidR="00A14149" w:rsidRPr="00D97612" w:rsidRDefault="00A14149" w:rsidP="00A73634"/>
        </w:tc>
      </w:tr>
    </w:tbl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Default="00A14149" w:rsidP="00E30304">
      <w:pPr>
        <w:jc w:val="center"/>
        <w:rPr>
          <w:rStyle w:val="Strong"/>
          <w:color w:val="333333"/>
        </w:rPr>
      </w:pP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E30304">
      <w:pPr>
        <w:jc w:val="center"/>
      </w:pP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CE0627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CE0627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CE0627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Деклариро-ванный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r>
              <w:t>Джалиев М.Н.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Заместитель главы администрации районапо оперативным вопросам</w:t>
            </w: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62,9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Default="00A14149" w:rsidP="00CE0627">
            <w:pPr>
              <w:jc w:val="center"/>
            </w:pPr>
            <w:r>
              <w:t>а/м ВАЗ ЛАДА ПРИОРА</w:t>
            </w:r>
          </w:p>
          <w:p w:rsidR="00A14149" w:rsidRPr="00D97612" w:rsidRDefault="00A14149" w:rsidP="00CE0627">
            <w:pPr>
              <w:jc w:val="center"/>
            </w:pPr>
            <w:r>
              <w:t>217230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544125,01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 xml:space="preserve">Источник средств </w:t>
            </w:r>
            <w:r w:rsidRPr="00D97612">
              <w:t xml:space="preserve">за счет которых совершена сделка по приобретению </w:t>
            </w:r>
            <w:r>
              <w:t xml:space="preserve">транспортного средства </w:t>
            </w:r>
            <w:r w:rsidRPr="00D97612">
              <w:t>является:</w:t>
            </w:r>
            <w:r>
              <w:t xml:space="preserve"> доход по основному месту работы, кредит.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D5F51" w:rsidRDefault="00A14149" w:rsidP="00CE0627">
            <w:pPr>
              <w:jc w:val="center"/>
            </w:pPr>
          </w:p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vAlign w:val="center"/>
          </w:tcPr>
          <w:p w:rsidR="00A14149" w:rsidRPr="00DF072C" w:rsidRDefault="00A14149" w:rsidP="00CE0627">
            <w:pPr>
              <w:jc w:val="center"/>
              <w:rPr>
                <w:rStyle w:val="Strong"/>
                <w:b w:val="0"/>
                <w:bCs w:val="0"/>
                <w:lang w:val="en-US"/>
              </w:rPr>
            </w:pPr>
            <w:r>
              <w:rPr>
                <w:rStyle w:val="Strong"/>
                <w:b w:val="0"/>
                <w:bCs w:val="0"/>
                <w:lang w:val="en-US"/>
              </w:rPr>
              <w:t>56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559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Несовершеннолетний сын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14149" w:rsidRPr="00DF072C" w:rsidRDefault="00A14149" w:rsidP="00CE0627">
            <w:pPr>
              <w:jc w:val="center"/>
              <w:rPr>
                <w:rStyle w:val="Strong"/>
                <w:b w:val="0"/>
                <w:bCs w:val="0"/>
                <w:lang w:val="en-US"/>
              </w:rPr>
            </w:pPr>
            <w:r>
              <w:rPr>
                <w:rStyle w:val="Strong"/>
                <w:b w:val="0"/>
                <w:bCs w:val="0"/>
                <w:lang w:val="en-US"/>
              </w:rPr>
              <w:t>76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139,55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</w:tbl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  <w:r w:rsidRPr="004E04EC">
        <w:rPr>
          <w:sz w:val="24"/>
          <w:szCs w:val="24"/>
        </w:rPr>
        <w:t xml:space="preserve">            </w:t>
      </w: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E30304">
      <w:pPr>
        <w:jc w:val="center"/>
      </w:pP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CE0627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CE0627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CE0627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Деклар</w:t>
            </w:r>
            <w:r>
              <w:t>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3C08E0" w:rsidRDefault="00A14149" w:rsidP="00CE0627">
            <w:r>
              <w:t>Палухина Е.А.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Главный специалисторганизационно-правового отдела</w:t>
            </w: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Долевая 1/4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>
              <w:t>54,4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568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296706,74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Default="00A14149" w:rsidP="00CE0627">
            <w:pPr>
              <w:jc w:val="center"/>
            </w:pPr>
          </w:p>
          <w:p w:rsidR="00A14149" w:rsidRDefault="00A14149" w:rsidP="00CE0627">
            <w:pPr>
              <w:jc w:val="center"/>
            </w:pPr>
          </w:p>
          <w:p w:rsidR="00A14149" w:rsidRDefault="00A14149" w:rsidP="00CE0627">
            <w:pPr>
              <w:jc w:val="center"/>
            </w:pPr>
          </w:p>
          <w:p w:rsidR="00A14149" w:rsidRDefault="00A14149" w:rsidP="00CE0627">
            <w:pPr>
              <w:jc w:val="center"/>
            </w:pPr>
          </w:p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85,9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супруг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303575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>
              <w:t>568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а/м Шевролет -круз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475249,72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303575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Долевая 1/4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79,5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85,9</w:t>
            </w:r>
          </w:p>
        </w:tc>
        <w:tc>
          <w:tcPr>
            <w:tcW w:w="992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2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Долевая 1/4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>
              <w:t>54,4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303575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568</w:t>
            </w:r>
          </w:p>
        </w:tc>
        <w:tc>
          <w:tcPr>
            <w:tcW w:w="993" w:type="dxa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123,41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303575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85,9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303575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A14149" w:rsidRPr="00D97612" w:rsidRDefault="00A14149" w:rsidP="00303575">
            <w:pPr>
              <w:jc w:val="center"/>
            </w:pPr>
            <w:r>
              <w:t>Долевая 1/4</w:t>
            </w:r>
          </w:p>
        </w:tc>
        <w:tc>
          <w:tcPr>
            <w:tcW w:w="851" w:type="dxa"/>
          </w:tcPr>
          <w:p w:rsidR="00A14149" w:rsidRPr="00D97612" w:rsidRDefault="00A14149" w:rsidP="00303575">
            <w:pPr>
              <w:jc w:val="center"/>
            </w:pPr>
            <w:r>
              <w:t>54,4</w:t>
            </w:r>
          </w:p>
        </w:tc>
        <w:tc>
          <w:tcPr>
            <w:tcW w:w="992" w:type="dxa"/>
          </w:tcPr>
          <w:p w:rsidR="00A14149" w:rsidRPr="00D97612" w:rsidRDefault="00A14149" w:rsidP="0030357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303575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568</w:t>
            </w:r>
          </w:p>
        </w:tc>
        <w:tc>
          <w:tcPr>
            <w:tcW w:w="993" w:type="dxa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-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2" w:type="dxa"/>
            <w:vMerge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303575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vAlign w:val="center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85,9</w:t>
            </w:r>
          </w:p>
        </w:tc>
        <w:tc>
          <w:tcPr>
            <w:tcW w:w="993" w:type="dxa"/>
            <w:vAlign w:val="center"/>
          </w:tcPr>
          <w:p w:rsidR="00A14149" w:rsidRPr="00D97612" w:rsidRDefault="00A14149" w:rsidP="00303575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  <w:vMerge/>
          </w:tcPr>
          <w:p w:rsidR="00A14149" w:rsidRPr="00D97612" w:rsidRDefault="00A14149" w:rsidP="00CE0627">
            <w:pPr>
              <w:jc w:val="center"/>
            </w:pPr>
          </w:p>
        </w:tc>
      </w:tr>
    </w:tbl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4545FC">
      <w:pPr>
        <w:jc w:val="center"/>
        <w:rPr>
          <w:rStyle w:val="Strong"/>
          <w:color w:val="333333"/>
        </w:rPr>
      </w:pPr>
    </w:p>
    <w:p w:rsidR="00A14149" w:rsidRDefault="00A14149" w:rsidP="004545FC">
      <w:pPr>
        <w:jc w:val="center"/>
        <w:rPr>
          <w:rStyle w:val="Strong"/>
          <w:color w:val="333333"/>
        </w:rPr>
      </w:pPr>
    </w:p>
    <w:p w:rsidR="00A14149" w:rsidRDefault="00A14149" w:rsidP="004545FC">
      <w:pPr>
        <w:jc w:val="center"/>
        <w:rPr>
          <w:rStyle w:val="Strong"/>
          <w:color w:val="333333"/>
        </w:rPr>
      </w:pPr>
    </w:p>
    <w:p w:rsidR="00A14149" w:rsidRDefault="00A14149" w:rsidP="004545FC">
      <w:pPr>
        <w:jc w:val="center"/>
        <w:rPr>
          <w:rStyle w:val="Strong"/>
          <w:color w:val="333333"/>
        </w:rPr>
      </w:pPr>
    </w:p>
    <w:p w:rsidR="00A14149" w:rsidRDefault="00A14149" w:rsidP="004545FC">
      <w:pPr>
        <w:jc w:val="center"/>
        <w:rPr>
          <w:rStyle w:val="Strong"/>
          <w:color w:val="333333"/>
        </w:rPr>
      </w:pPr>
    </w:p>
    <w:p w:rsidR="00A14149" w:rsidRDefault="00A14149" w:rsidP="004545FC">
      <w:pPr>
        <w:jc w:val="center"/>
        <w:rPr>
          <w:rStyle w:val="Strong"/>
          <w:color w:val="333333"/>
        </w:rPr>
      </w:pPr>
    </w:p>
    <w:p w:rsidR="00A14149" w:rsidRPr="00D97612" w:rsidRDefault="00A14149" w:rsidP="004545FC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4545FC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4545FC">
      <w:pPr>
        <w:jc w:val="center"/>
      </w:pPr>
    </w:p>
    <w:tbl>
      <w:tblPr>
        <w:tblW w:w="193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8"/>
        <w:gridCol w:w="1132"/>
        <w:gridCol w:w="1418"/>
        <w:gridCol w:w="1391"/>
        <w:gridCol w:w="27"/>
        <w:gridCol w:w="817"/>
        <w:gridCol w:w="34"/>
        <w:gridCol w:w="958"/>
        <w:gridCol w:w="34"/>
        <w:gridCol w:w="1134"/>
        <w:gridCol w:w="851"/>
        <w:gridCol w:w="850"/>
        <w:gridCol w:w="1985"/>
        <w:gridCol w:w="1559"/>
        <w:gridCol w:w="1809"/>
        <w:gridCol w:w="34"/>
        <w:gridCol w:w="4045"/>
      </w:tblGrid>
      <w:tr w:rsidR="00A14149" w:rsidRPr="00D97612">
        <w:trPr>
          <w:gridAfter w:val="1"/>
          <w:wAfter w:w="4045" w:type="dxa"/>
        </w:trPr>
        <w:tc>
          <w:tcPr>
            <w:tcW w:w="1276" w:type="dxa"/>
            <w:vMerge w:val="restart"/>
          </w:tcPr>
          <w:p w:rsidR="00A14149" w:rsidRPr="00D97612" w:rsidRDefault="00A14149" w:rsidP="009061AF">
            <w:pPr>
              <w:jc w:val="center"/>
            </w:pPr>
            <w:r>
              <w:t>Ф</w:t>
            </w:r>
            <w:r w:rsidRPr="00D97612">
              <w:t>амилия и инициалы лица, чьи сведения размещаются</w:t>
            </w:r>
          </w:p>
        </w:tc>
        <w:tc>
          <w:tcPr>
            <w:tcW w:w="1132" w:type="dxa"/>
            <w:vMerge w:val="restart"/>
          </w:tcPr>
          <w:p w:rsidR="00A14149" w:rsidRPr="00D97612" w:rsidRDefault="00A14149" w:rsidP="009061AF">
            <w:pPr>
              <w:jc w:val="center"/>
            </w:pPr>
            <w:r w:rsidRPr="00D97612">
              <w:t>Должность</w:t>
            </w:r>
          </w:p>
        </w:tc>
        <w:tc>
          <w:tcPr>
            <w:tcW w:w="4679" w:type="dxa"/>
            <w:gridSpan w:val="7"/>
          </w:tcPr>
          <w:p w:rsidR="00A14149" w:rsidRPr="00D97612" w:rsidRDefault="00A14149" w:rsidP="009061AF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A14149" w:rsidRPr="00D97612" w:rsidRDefault="00A14149" w:rsidP="009061AF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</w:tcPr>
          <w:p w:rsidR="00A14149" w:rsidRPr="00D97612" w:rsidRDefault="00A14149" w:rsidP="009061AF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9061AF">
            <w:pPr>
              <w:jc w:val="center"/>
            </w:pPr>
            <w:r w:rsidRPr="00D97612">
              <w:t>(вид, марка)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9061AF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1843" w:type="dxa"/>
            <w:gridSpan w:val="2"/>
            <w:vMerge w:val="restart"/>
          </w:tcPr>
          <w:p w:rsidR="00A14149" w:rsidRPr="00D97612" w:rsidRDefault="00A14149" w:rsidP="009061AF">
            <w:pPr>
              <w:jc w:val="center"/>
            </w:pPr>
            <w:r w:rsidRPr="00D9761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4149" w:rsidRPr="00D97612">
        <w:trPr>
          <w:gridAfter w:val="1"/>
          <w:wAfter w:w="4045" w:type="dxa"/>
        </w:trPr>
        <w:tc>
          <w:tcPr>
            <w:tcW w:w="1276" w:type="dxa"/>
            <w:vMerge/>
            <w:vAlign w:val="center"/>
          </w:tcPr>
          <w:p w:rsidR="00A14149" w:rsidRPr="00D97612" w:rsidRDefault="00A14149" w:rsidP="009061AF"/>
        </w:tc>
        <w:tc>
          <w:tcPr>
            <w:tcW w:w="1132" w:type="dxa"/>
            <w:vMerge/>
            <w:vAlign w:val="center"/>
          </w:tcPr>
          <w:p w:rsidR="00A14149" w:rsidRPr="00D97612" w:rsidRDefault="00A14149" w:rsidP="009061AF"/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8" w:type="dxa"/>
            <w:gridSpan w:val="2"/>
          </w:tcPr>
          <w:p w:rsidR="00A14149" w:rsidRPr="00D97612" w:rsidRDefault="00A14149" w:rsidP="009061AF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  <w:gridSpan w:val="2"/>
          </w:tcPr>
          <w:p w:rsidR="00A14149" w:rsidRPr="00D97612" w:rsidRDefault="00A14149" w:rsidP="009061AF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134" w:type="dxa"/>
          </w:tcPr>
          <w:p w:rsidR="00A14149" w:rsidRPr="00D97612" w:rsidRDefault="00A14149" w:rsidP="009061AF">
            <w:pPr>
              <w:jc w:val="center"/>
            </w:pPr>
            <w:r w:rsidRPr="00D97612">
              <w:t>вид объекта</w:t>
            </w:r>
          </w:p>
        </w:tc>
        <w:tc>
          <w:tcPr>
            <w:tcW w:w="851" w:type="dxa"/>
          </w:tcPr>
          <w:p w:rsidR="00A14149" w:rsidRPr="00D97612" w:rsidRDefault="00A14149" w:rsidP="009061AF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850" w:type="dxa"/>
          </w:tcPr>
          <w:p w:rsidR="00A14149" w:rsidRPr="00D97612" w:rsidRDefault="00A14149" w:rsidP="009061AF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985" w:type="dxa"/>
            <w:vMerge/>
            <w:vAlign w:val="center"/>
          </w:tcPr>
          <w:p w:rsidR="00A14149" w:rsidRPr="00D97612" w:rsidRDefault="00A14149" w:rsidP="009061AF"/>
        </w:tc>
        <w:tc>
          <w:tcPr>
            <w:tcW w:w="1559" w:type="dxa"/>
            <w:vMerge/>
            <w:vAlign w:val="center"/>
          </w:tcPr>
          <w:p w:rsidR="00A14149" w:rsidRPr="00D97612" w:rsidRDefault="00A14149" w:rsidP="009061AF"/>
        </w:tc>
        <w:tc>
          <w:tcPr>
            <w:tcW w:w="1843" w:type="dxa"/>
            <w:gridSpan w:val="2"/>
            <w:vMerge/>
            <w:vAlign w:val="center"/>
          </w:tcPr>
          <w:p w:rsidR="00A14149" w:rsidRPr="00D97612" w:rsidRDefault="00A14149" w:rsidP="009061AF"/>
        </w:tc>
      </w:tr>
      <w:tr w:rsidR="00A14149" w:rsidRPr="00D97612">
        <w:trPr>
          <w:gridAfter w:val="1"/>
          <w:wAfter w:w="4045" w:type="dxa"/>
        </w:trPr>
        <w:tc>
          <w:tcPr>
            <w:tcW w:w="1276" w:type="dxa"/>
            <w:vMerge w:val="restart"/>
          </w:tcPr>
          <w:p w:rsidR="00A14149" w:rsidRPr="00D97612" w:rsidRDefault="00A14149" w:rsidP="009061AF">
            <w:r>
              <w:t>Блинкова Галина Николаевна</w:t>
            </w:r>
          </w:p>
        </w:tc>
        <w:tc>
          <w:tcPr>
            <w:tcW w:w="1132" w:type="dxa"/>
            <w:vMerge w:val="restart"/>
          </w:tcPr>
          <w:p w:rsidR="00A14149" w:rsidRPr="00D97612" w:rsidRDefault="00A14149" w:rsidP="009061AF">
            <w:pPr>
              <w:jc w:val="both"/>
            </w:pPr>
            <w:r>
              <w:t>Руководитель аппарата-начальник организационно-правововго отдела</w:t>
            </w: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418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Долевая 1/2</w:t>
            </w:r>
          </w:p>
        </w:tc>
        <w:tc>
          <w:tcPr>
            <w:tcW w:w="851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1727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vMerge w:val="restart"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851" w:type="dxa"/>
            <w:vMerge w:val="restart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9061AF">
            <w:pPr>
              <w:jc w:val="center"/>
            </w:pPr>
            <w:r>
              <w:t>525878,95</w:t>
            </w:r>
          </w:p>
        </w:tc>
        <w:tc>
          <w:tcPr>
            <w:tcW w:w="1843" w:type="dxa"/>
            <w:gridSpan w:val="2"/>
            <w:vMerge w:val="restart"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1"/>
          <w:wAfter w:w="4045" w:type="dxa"/>
        </w:trPr>
        <w:tc>
          <w:tcPr>
            <w:tcW w:w="1276" w:type="dxa"/>
            <w:vMerge/>
            <w:vAlign w:val="center"/>
          </w:tcPr>
          <w:p w:rsidR="00A14149" w:rsidRPr="00D97612" w:rsidRDefault="00A14149" w:rsidP="009061AF"/>
        </w:tc>
        <w:tc>
          <w:tcPr>
            <w:tcW w:w="1132" w:type="dxa"/>
            <w:vMerge/>
            <w:vAlign w:val="center"/>
          </w:tcPr>
          <w:p w:rsidR="00A14149" w:rsidRPr="00D97612" w:rsidRDefault="00A14149" w:rsidP="009061AF"/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8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Долевая  1/2</w:t>
            </w:r>
          </w:p>
        </w:tc>
        <w:tc>
          <w:tcPr>
            <w:tcW w:w="851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152,4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34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vAlign w:val="center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vAlign w:val="center"/>
          </w:tcPr>
          <w:p w:rsidR="00A14149" w:rsidRPr="00D97612" w:rsidRDefault="00A14149" w:rsidP="009061AF"/>
        </w:tc>
        <w:tc>
          <w:tcPr>
            <w:tcW w:w="1559" w:type="dxa"/>
            <w:vMerge/>
            <w:vAlign w:val="center"/>
          </w:tcPr>
          <w:p w:rsidR="00A14149" w:rsidRPr="00D97612" w:rsidRDefault="00A14149" w:rsidP="009061AF"/>
        </w:tc>
        <w:tc>
          <w:tcPr>
            <w:tcW w:w="1843" w:type="dxa"/>
            <w:gridSpan w:val="2"/>
            <w:vMerge/>
            <w:vAlign w:val="center"/>
          </w:tcPr>
          <w:p w:rsidR="00A14149" w:rsidRPr="00D97612" w:rsidRDefault="00A14149" w:rsidP="009061AF"/>
        </w:tc>
      </w:tr>
      <w:tr w:rsidR="00A14149" w:rsidRPr="00D97612">
        <w:trPr>
          <w:gridAfter w:val="1"/>
          <w:wAfter w:w="4045" w:type="dxa"/>
          <w:trHeight w:val="1091"/>
        </w:trPr>
        <w:tc>
          <w:tcPr>
            <w:tcW w:w="1276" w:type="dxa"/>
            <w:vMerge/>
            <w:vAlign w:val="center"/>
          </w:tcPr>
          <w:p w:rsidR="00A14149" w:rsidRPr="00D97612" w:rsidRDefault="00A14149" w:rsidP="009061AF"/>
        </w:tc>
        <w:tc>
          <w:tcPr>
            <w:tcW w:w="1132" w:type="dxa"/>
            <w:vMerge/>
            <w:vAlign w:val="center"/>
          </w:tcPr>
          <w:p w:rsidR="00A14149" w:rsidRPr="00D97612" w:rsidRDefault="00A14149" w:rsidP="009061AF"/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66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34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851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850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985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9061AF"/>
        </w:tc>
        <w:tc>
          <w:tcPr>
            <w:tcW w:w="1843" w:type="dxa"/>
            <w:gridSpan w:val="2"/>
            <w:vMerge/>
            <w:vAlign w:val="center"/>
          </w:tcPr>
          <w:p w:rsidR="00A14149" w:rsidRPr="00D97612" w:rsidRDefault="00A14149" w:rsidP="009061AF"/>
        </w:tc>
      </w:tr>
      <w:tr w:rsidR="00A14149" w:rsidRPr="00D97612">
        <w:trPr>
          <w:gridAfter w:val="1"/>
          <w:wAfter w:w="4045" w:type="dxa"/>
          <w:trHeight w:val="675"/>
        </w:trPr>
        <w:tc>
          <w:tcPr>
            <w:tcW w:w="1276" w:type="dxa"/>
            <w:vMerge w:val="restart"/>
          </w:tcPr>
          <w:p w:rsidR="00A14149" w:rsidRPr="00D97612" w:rsidRDefault="00A14149" w:rsidP="009061AF">
            <w:pPr>
              <w:jc w:val="both"/>
            </w:pPr>
            <w:r>
              <w:t>супруг</w:t>
            </w:r>
          </w:p>
        </w:tc>
        <w:tc>
          <w:tcPr>
            <w:tcW w:w="1132" w:type="dxa"/>
            <w:vMerge w:val="restart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Земельный участок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E14B46">
              <w:t>индивидуальная</w:t>
            </w:r>
          </w:p>
        </w:tc>
        <w:tc>
          <w:tcPr>
            <w:tcW w:w="851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E14B46">
              <w:t>1727.0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vMerge w:val="restart"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851" w:type="dxa"/>
            <w:vMerge w:val="restart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</w:tcPr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Автомобили легковые:</w:t>
            </w:r>
          </w:p>
          <w:p w:rsidR="00A14149" w:rsidRPr="00276C1B" w:rsidRDefault="00A14149" w:rsidP="009061AF">
            <w:pPr>
              <w:ind w:left="57"/>
              <w:rPr>
                <w:color w:val="000000"/>
              </w:rPr>
            </w:pPr>
            <w:r w:rsidRPr="00276C1B">
              <w:rPr>
                <w:color w:val="000000"/>
              </w:rPr>
              <w:t xml:space="preserve">1) </w:t>
            </w:r>
            <w:r w:rsidRPr="004B01D9">
              <w:rPr>
                <w:color w:val="000000"/>
                <w:lang w:val="en-US"/>
              </w:rPr>
              <w:t>Toyota</w:t>
            </w:r>
            <w:r w:rsidRPr="00276C1B">
              <w:rPr>
                <w:color w:val="000000"/>
              </w:rPr>
              <w:t xml:space="preserve"> </w:t>
            </w:r>
            <w:r w:rsidRPr="004B01D9">
              <w:rPr>
                <w:color w:val="000000"/>
                <w:lang w:val="en-US"/>
              </w:rPr>
              <w:t>Land</w:t>
            </w:r>
            <w:r w:rsidRPr="00276C1B">
              <w:rPr>
                <w:color w:val="000000"/>
              </w:rPr>
              <w:t xml:space="preserve"> </w:t>
            </w:r>
            <w:r w:rsidRPr="004B01D9">
              <w:rPr>
                <w:color w:val="000000"/>
                <w:lang w:val="en-US"/>
              </w:rPr>
              <w:t>Cruiser</w:t>
            </w:r>
            <w:r w:rsidRPr="00276C1B">
              <w:rPr>
                <w:color w:val="000000"/>
              </w:rPr>
              <w:t xml:space="preserve"> 200  </w:t>
            </w:r>
          </w:p>
          <w:p w:rsidR="00A14149" w:rsidRPr="004B01D9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4B01D9">
              <w:rPr>
                <w:color w:val="000000"/>
                <w:lang w:val="en-US"/>
              </w:rPr>
              <w:t>2)Toyota RAF 4</w:t>
            </w:r>
          </w:p>
          <w:p w:rsidR="00A14149" w:rsidRPr="00276C1B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4B01D9">
              <w:rPr>
                <w:color w:val="000000"/>
                <w:lang w:val="en-US"/>
              </w:rPr>
              <w:t xml:space="preserve"> </w:t>
            </w:r>
            <w:r w:rsidRPr="00276C1B">
              <w:rPr>
                <w:color w:val="000000"/>
                <w:lang w:val="en-US"/>
              </w:rPr>
              <w:t xml:space="preserve">3)Mitsubishi L200 2.5 </w:t>
            </w:r>
          </w:p>
          <w:p w:rsidR="00A14149" w:rsidRPr="00EC11D1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276C1B">
              <w:rPr>
                <w:color w:val="000000"/>
                <w:lang w:val="en-US"/>
              </w:rPr>
              <w:t>4)Mitsubishi L200 2.5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Автомобили грузовые: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1)УАЗ 220694-04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2)УАЗ 390992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3)Камаз45143-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</w:p>
          <w:p w:rsidR="00A14149" w:rsidRDefault="00A14149" w:rsidP="009061AF">
            <w:pPr>
              <w:ind w:left="57"/>
              <w:rPr>
                <w:color w:val="000000"/>
              </w:rPr>
            </w:pP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4)КАМАЗ45393В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5)КАМАЗ—А465115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</w:p>
          <w:p w:rsidR="00A14149" w:rsidRPr="00056864" w:rsidRDefault="00A14149" w:rsidP="009061AF"/>
        </w:tc>
        <w:tc>
          <w:tcPr>
            <w:tcW w:w="1559" w:type="dxa"/>
            <w:vMerge w:val="restart"/>
          </w:tcPr>
          <w:p w:rsidR="00A14149" w:rsidRPr="00D97612" w:rsidRDefault="00A14149" w:rsidP="009061AF">
            <w:pPr>
              <w:jc w:val="both"/>
            </w:pPr>
            <w:r>
              <w:t>78459463,83</w:t>
            </w:r>
          </w:p>
        </w:tc>
        <w:tc>
          <w:tcPr>
            <w:tcW w:w="1843" w:type="dxa"/>
            <w:gridSpan w:val="2"/>
            <w:vMerge w:val="restart"/>
            <w:vAlign w:val="bottom"/>
          </w:tcPr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</w:tc>
      </w:tr>
      <w:tr w:rsidR="00A14149" w:rsidRPr="00D97612">
        <w:trPr>
          <w:gridAfter w:val="1"/>
          <w:wAfter w:w="4045" w:type="dxa"/>
          <w:trHeight w:val="456"/>
        </w:trPr>
        <w:tc>
          <w:tcPr>
            <w:tcW w:w="1276" w:type="dxa"/>
            <w:vMerge/>
            <w:vAlign w:val="center"/>
          </w:tcPr>
          <w:p w:rsidR="00A14149" w:rsidRPr="00D97612" w:rsidRDefault="00A14149" w:rsidP="009061AF"/>
        </w:tc>
        <w:tc>
          <w:tcPr>
            <w:tcW w:w="1132" w:type="dxa"/>
            <w:vMerge/>
            <w:vAlign w:val="center"/>
          </w:tcPr>
          <w:p w:rsidR="00A14149" w:rsidRPr="00D97612" w:rsidRDefault="00A14149" w:rsidP="009061AF"/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rPr>
                <w:rStyle w:val="Strong"/>
                <w:b w:val="0"/>
                <w:bCs w:val="0"/>
              </w:rPr>
              <w:t>Земля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51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E14B46">
              <w:t>238.0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34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850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985" w:type="dxa"/>
            <w:vMerge/>
          </w:tcPr>
          <w:p w:rsidR="00A14149" w:rsidRPr="000218E0" w:rsidRDefault="00A14149" w:rsidP="009061AF">
            <w:pPr>
              <w:ind w:left="57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9061AF"/>
        </w:tc>
        <w:tc>
          <w:tcPr>
            <w:tcW w:w="1843" w:type="dxa"/>
            <w:gridSpan w:val="2"/>
            <w:vMerge/>
            <w:tcBorders>
              <w:top w:val="nil"/>
            </w:tcBorders>
            <w:vAlign w:val="bottom"/>
          </w:tcPr>
          <w:p w:rsidR="00A14149" w:rsidRPr="00D97612" w:rsidRDefault="00A14149" w:rsidP="009061AF"/>
        </w:tc>
      </w:tr>
      <w:tr w:rsidR="00A14149" w:rsidRPr="00D97612">
        <w:trPr>
          <w:gridAfter w:val="1"/>
          <w:wAfter w:w="4045" w:type="dxa"/>
          <w:trHeight w:val="2283"/>
        </w:trPr>
        <w:tc>
          <w:tcPr>
            <w:tcW w:w="1276" w:type="dxa"/>
            <w:vMerge/>
            <w:tcBorders>
              <w:bottom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bottom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для размещения производственных и административных зданий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51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E14B46">
              <w:t>111.0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bottom w:val="nil"/>
            </w:tcBorders>
            <w:vAlign w:val="bottom"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E45E53">
        <w:tc>
          <w:tcPr>
            <w:tcW w:w="1276" w:type="dxa"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2836" w:type="dxa"/>
            <w:gridSpan w:val="3"/>
          </w:tcPr>
          <w:p w:rsidR="00A14149" w:rsidRPr="00D97612" w:rsidRDefault="00A14149" w:rsidP="009061AF">
            <w:pPr>
              <w:jc w:val="center"/>
            </w:pPr>
            <w:r>
              <w:t>Земля для размещения гаражей и стоянок</w:t>
            </w:r>
          </w:p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>
              <w:t xml:space="preserve">    </w:t>
            </w:r>
            <w:r w:rsidRPr="00E14B46">
              <w:t>1501.0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6)ГАЗ 5312</w:t>
            </w:r>
          </w:p>
          <w:p w:rsidR="00A14149" w:rsidRDefault="00A14149" w:rsidP="009061AF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7)ГАЗ САЗ 3507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Сельскохозяйственная техника: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1 ) трактор ДТ-75С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2) трактор К-701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3) трактор К-701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4) трактор МТЗ-82</w:t>
            </w:r>
          </w:p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 w:rsidRPr="004B01D9">
              <w:rPr>
                <w:color w:val="000000"/>
              </w:rPr>
              <w:t>5) трактор МТЗ-82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6) трактор «Беларус 82.1»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 xml:space="preserve">7) трактор «Беларус 82.1» 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8) трактор «Беларус-1221»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9)трактор «Беларус-1221»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10) трактор «Беларус-1221»</w:t>
            </w:r>
          </w:p>
          <w:p w:rsidR="00A14149" w:rsidRPr="00EC11D1" w:rsidRDefault="00A14149" w:rsidP="009061AF">
            <w:pPr>
              <w:ind w:left="57"/>
              <w:rPr>
                <w:color w:val="000000"/>
              </w:rPr>
            </w:pPr>
            <w:r w:rsidRPr="00EC11D1">
              <w:rPr>
                <w:color w:val="000000"/>
              </w:rPr>
              <w:t xml:space="preserve">11) </w:t>
            </w:r>
            <w:r w:rsidRPr="004B01D9">
              <w:rPr>
                <w:color w:val="000000"/>
              </w:rPr>
              <w:t>трактор</w:t>
            </w:r>
            <w:r w:rsidRPr="00EC11D1">
              <w:rPr>
                <w:color w:val="000000"/>
              </w:rPr>
              <w:t xml:space="preserve"> </w:t>
            </w:r>
            <w:r w:rsidRPr="00F707D3">
              <w:rPr>
                <w:color w:val="000000"/>
                <w:lang w:val="en-US"/>
              </w:rPr>
              <w:t>John</w:t>
            </w:r>
            <w:r w:rsidRPr="00EC11D1">
              <w:rPr>
                <w:color w:val="000000"/>
              </w:rPr>
              <w:t xml:space="preserve"> </w:t>
            </w:r>
            <w:r w:rsidRPr="00F707D3">
              <w:rPr>
                <w:color w:val="000000"/>
                <w:lang w:val="en-US"/>
              </w:rPr>
              <w:t>Deer</w:t>
            </w:r>
            <w:r w:rsidRPr="00EC11D1">
              <w:rPr>
                <w:color w:val="000000"/>
              </w:rPr>
              <w:t xml:space="preserve"> 8335</w:t>
            </w:r>
            <w:r w:rsidRPr="00F707D3">
              <w:rPr>
                <w:color w:val="000000"/>
                <w:lang w:val="en-US"/>
              </w:rPr>
              <w:t>R</w:t>
            </w:r>
          </w:p>
          <w:p w:rsidR="00A14149" w:rsidRPr="004B01D9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4B01D9">
              <w:rPr>
                <w:color w:val="000000"/>
                <w:lang w:val="en-US"/>
              </w:rPr>
              <w:t xml:space="preserve">12) </w:t>
            </w:r>
            <w:r w:rsidRPr="004B01D9">
              <w:rPr>
                <w:color w:val="000000"/>
              </w:rPr>
              <w:t>трактор</w:t>
            </w:r>
            <w:r w:rsidRPr="004B01D9">
              <w:rPr>
                <w:color w:val="000000"/>
                <w:lang w:val="en-US"/>
              </w:rPr>
              <w:t xml:space="preserve"> John Deer 8335R</w:t>
            </w:r>
          </w:p>
          <w:p w:rsidR="00A14149" w:rsidRPr="00EC11D1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EC11D1">
              <w:rPr>
                <w:color w:val="000000"/>
                <w:lang w:val="en-US"/>
              </w:rPr>
              <w:t xml:space="preserve">13) </w:t>
            </w:r>
            <w:r w:rsidRPr="004B01D9">
              <w:rPr>
                <w:color w:val="000000"/>
              </w:rPr>
              <w:t>трактор</w:t>
            </w:r>
            <w:r w:rsidRPr="00EC11D1">
              <w:rPr>
                <w:color w:val="000000"/>
                <w:lang w:val="en-US"/>
              </w:rPr>
              <w:t xml:space="preserve"> «</w:t>
            </w:r>
            <w:r w:rsidRPr="004B01D9">
              <w:rPr>
                <w:color w:val="000000"/>
                <w:lang w:val="en-US"/>
              </w:rPr>
              <w:t>Challenger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  <w:lang w:val="en-US"/>
              </w:rPr>
              <w:t>MT</w:t>
            </w:r>
            <w:r w:rsidRPr="00EC11D1">
              <w:rPr>
                <w:color w:val="000000"/>
                <w:lang w:val="en-US"/>
              </w:rPr>
              <w:t>865</w:t>
            </w:r>
            <w:r w:rsidRPr="004B01D9">
              <w:rPr>
                <w:color w:val="000000"/>
                <w:lang w:val="en-US"/>
              </w:rPr>
              <w:t>C</w:t>
            </w:r>
            <w:r w:rsidRPr="00EC11D1">
              <w:rPr>
                <w:color w:val="000000"/>
                <w:lang w:val="en-US"/>
              </w:rPr>
              <w:t>»</w:t>
            </w:r>
          </w:p>
          <w:p w:rsidR="00A14149" w:rsidRPr="00EC11D1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EC11D1">
              <w:rPr>
                <w:color w:val="000000"/>
                <w:lang w:val="en-US"/>
              </w:rPr>
              <w:t xml:space="preserve">14) </w:t>
            </w:r>
            <w:r w:rsidRPr="004B01D9">
              <w:rPr>
                <w:color w:val="000000"/>
              </w:rPr>
              <w:t>зерноуборочный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</w:rPr>
              <w:t>комбайн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  <w:lang w:val="en-US"/>
              </w:rPr>
              <w:t>New</w:t>
            </w:r>
            <w:r w:rsidRPr="00EC11D1">
              <w:rPr>
                <w:color w:val="000000"/>
                <w:lang w:val="en-US"/>
              </w:rPr>
              <w:t xml:space="preserve"> </w:t>
            </w:r>
          </w:p>
          <w:p w:rsidR="00A14149" w:rsidRPr="00276C1B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4B01D9">
              <w:rPr>
                <w:color w:val="000000"/>
                <w:lang w:val="en-US"/>
              </w:rPr>
              <w:t>Holland CX8070</w:t>
            </w:r>
          </w:p>
          <w:p w:rsidR="00A14149" w:rsidRPr="004B01D9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4B01D9">
              <w:rPr>
                <w:color w:val="000000"/>
                <w:lang w:val="en-US"/>
              </w:rPr>
              <w:t xml:space="preserve">15) </w:t>
            </w:r>
            <w:r w:rsidRPr="004B01D9">
              <w:rPr>
                <w:color w:val="000000"/>
              </w:rPr>
              <w:t>зерноуборочный</w:t>
            </w:r>
            <w:r w:rsidRPr="004B01D9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</w:rPr>
              <w:t>комбайн</w:t>
            </w:r>
            <w:r w:rsidRPr="004B01D9">
              <w:rPr>
                <w:color w:val="000000"/>
                <w:lang w:val="en-US"/>
              </w:rPr>
              <w:t xml:space="preserve"> New Holland TC5080</w:t>
            </w:r>
          </w:p>
          <w:p w:rsidR="00A14149" w:rsidRPr="004B01D9" w:rsidRDefault="00A14149" w:rsidP="009061AF">
            <w:pPr>
              <w:ind w:left="57"/>
              <w:rPr>
                <w:color w:val="000000"/>
                <w:lang w:val="en-US"/>
              </w:rPr>
            </w:pPr>
            <w:r w:rsidRPr="004B01D9">
              <w:rPr>
                <w:color w:val="000000"/>
                <w:lang w:val="en-US"/>
              </w:rPr>
              <w:t xml:space="preserve">16) </w:t>
            </w:r>
            <w:r w:rsidRPr="004B01D9">
              <w:rPr>
                <w:color w:val="000000"/>
              </w:rPr>
              <w:t>зерноуборочный</w:t>
            </w:r>
            <w:r w:rsidRPr="004B01D9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</w:rPr>
              <w:t>комбайн</w:t>
            </w:r>
            <w:r w:rsidRPr="004B01D9">
              <w:rPr>
                <w:color w:val="000000"/>
                <w:lang w:val="en-US"/>
              </w:rPr>
              <w:t xml:space="preserve"> New Holland TC56</w:t>
            </w:r>
            <w:r w:rsidRPr="004B01D9">
              <w:rPr>
                <w:color w:val="000000"/>
              </w:rPr>
              <w:t>РТ</w:t>
            </w:r>
          </w:p>
          <w:p w:rsidR="00A14149" w:rsidRPr="00EC11D1" w:rsidRDefault="00A14149" w:rsidP="009061AF">
            <w:pPr>
              <w:rPr>
                <w:color w:val="000000"/>
                <w:lang w:val="en-US"/>
              </w:rPr>
            </w:pPr>
            <w:r w:rsidRPr="00EC11D1">
              <w:rPr>
                <w:color w:val="000000"/>
                <w:lang w:val="en-US"/>
              </w:rPr>
              <w:t xml:space="preserve">17) </w:t>
            </w:r>
            <w:r w:rsidRPr="004B01D9">
              <w:rPr>
                <w:color w:val="000000"/>
              </w:rPr>
              <w:t>косилка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</w:rPr>
              <w:t>самоходная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  <w:lang w:val="en-US"/>
              </w:rPr>
              <w:t>New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  <w:lang w:val="en-US"/>
              </w:rPr>
              <w:t>Holland</w:t>
            </w:r>
            <w:r w:rsidRPr="00EC11D1">
              <w:rPr>
                <w:color w:val="000000"/>
                <w:lang w:val="en-US"/>
              </w:rPr>
              <w:t xml:space="preserve"> </w:t>
            </w:r>
            <w:r w:rsidRPr="004B01D9">
              <w:rPr>
                <w:color w:val="000000"/>
              </w:rPr>
              <w:t>Н</w:t>
            </w:r>
            <w:r w:rsidRPr="00EC11D1">
              <w:rPr>
                <w:color w:val="000000"/>
                <w:lang w:val="en-US"/>
              </w:rPr>
              <w:t>8040</w:t>
            </w:r>
          </w:p>
          <w:p w:rsidR="00A14149" w:rsidRPr="00EC11D1" w:rsidRDefault="00A14149" w:rsidP="009061AF">
            <w:pPr>
              <w:rPr>
                <w:rStyle w:val="Strong"/>
                <w:b w:val="0"/>
                <w:bCs w:val="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14149" w:rsidRPr="00EC11D1" w:rsidRDefault="00A14149" w:rsidP="009061AF">
            <w:pPr>
              <w:ind w:left="57"/>
              <w:rPr>
                <w:rStyle w:val="Strong"/>
                <w:b w:val="0"/>
                <w:bCs w:val="0"/>
                <w:lang w:val="en-US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A14149" w:rsidRPr="00EC11D1" w:rsidRDefault="00A14149" w:rsidP="009061AF">
            <w:pPr>
              <w:jc w:val="center"/>
              <w:rPr>
                <w:lang w:val="en-US"/>
              </w:rPr>
            </w:pPr>
          </w:p>
        </w:tc>
        <w:tc>
          <w:tcPr>
            <w:tcW w:w="4079" w:type="dxa"/>
            <w:gridSpan w:val="2"/>
            <w:vMerge w:val="restart"/>
            <w:tcBorders>
              <w:top w:val="nil"/>
            </w:tcBorders>
            <w:vAlign w:val="bottom"/>
          </w:tcPr>
          <w:p w:rsidR="00A14149" w:rsidRPr="00EC11D1" w:rsidRDefault="00A14149" w:rsidP="009061AF">
            <w:pPr>
              <w:ind w:left="57"/>
              <w:rPr>
                <w:color w:val="000000"/>
                <w:lang w:val="en-US"/>
              </w:rPr>
            </w:pPr>
          </w:p>
        </w:tc>
      </w:tr>
      <w:tr w:rsidR="00A14149" w:rsidRPr="00D97612">
        <w:tc>
          <w:tcPr>
            <w:tcW w:w="1276" w:type="dxa"/>
            <w:vMerge w:val="restart"/>
            <w:tcBorders>
              <w:top w:val="nil"/>
            </w:tcBorders>
          </w:tcPr>
          <w:p w:rsidR="00A14149" w:rsidRPr="00EC11D1" w:rsidRDefault="00A14149" w:rsidP="009061AF">
            <w:pPr>
              <w:jc w:val="both"/>
              <w:rPr>
                <w:lang w:val="en-US"/>
              </w:rPr>
            </w:pPr>
          </w:p>
        </w:tc>
        <w:tc>
          <w:tcPr>
            <w:tcW w:w="1132" w:type="dxa"/>
            <w:vMerge w:val="restart"/>
            <w:tcBorders>
              <w:top w:val="nil"/>
            </w:tcBorders>
          </w:tcPr>
          <w:p w:rsidR="00A14149" w:rsidRPr="00EC11D1" w:rsidRDefault="00A14149" w:rsidP="009061AF">
            <w:pPr>
              <w:jc w:val="center"/>
              <w:rPr>
                <w:lang w:val="en-US"/>
              </w:rPr>
            </w:pPr>
          </w:p>
        </w:tc>
        <w:tc>
          <w:tcPr>
            <w:tcW w:w="2836" w:type="dxa"/>
            <w:gridSpan w:val="3"/>
          </w:tcPr>
          <w:p w:rsidR="00A14149" w:rsidRPr="00D97612" w:rsidRDefault="00A14149" w:rsidP="009061AF">
            <w:pPr>
              <w:jc w:val="center"/>
            </w:pPr>
            <w:r>
              <w:t>Земля для размещения гаражей и стоянок</w:t>
            </w:r>
          </w:p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885.0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4079" w:type="dxa"/>
            <w:gridSpan w:val="2"/>
            <w:vMerge/>
            <w:vAlign w:val="bottom"/>
          </w:tcPr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для размещения гаражей и стоянок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1680.0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  <w:r>
              <w:t>Земля  для размещения гаражей и стоянок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381.0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для размещения гаражей и стоянок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881.0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1750.0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1185.0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1817.0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5161.0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4255.0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AC6539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5054.0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</w:tcBorders>
          </w:tcPr>
          <w:p w:rsidR="00A14149" w:rsidRPr="00AC6539" w:rsidRDefault="00A14149" w:rsidP="009061AF">
            <w:pPr>
              <w:ind w:left="57"/>
              <w:rPr>
                <w:color w:val="000000"/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AC6539" w:rsidRDefault="00A14149" w:rsidP="009061A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Pr="00AC6539" w:rsidRDefault="00A14149" w:rsidP="009061AF">
            <w:pPr>
              <w:jc w:val="center"/>
              <w:rPr>
                <w:lang w:val="en-US"/>
              </w:rPr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AC6539" w:rsidRDefault="00A14149" w:rsidP="009061AF">
            <w:pPr>
              <w:jc w:val="center"/>
              <w:rPr>
                <w:lang w:val="en-US"/>
              </w:rPr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 w:val="restart"/>
            <w:tcBorders>
              <w:top w:val="nil"/>
            </w:tcBorders>
          </w:tcPr>
          <w:p w:rsidR="00A14149" w:rsidRPr="00AC6539" w:rsidRDefault="00A14149" w:rsidP="009061AF">
            <w:pPr>
              <w:jc w:val="both"/>
              <w:rPr>
                <w:lang w:val="en-US"/>
              </w:rPr>
            </w:pPr>
          </w:p>
        </w:tc>
        <w:tc>
          <w:tcPr>
            <w:tcW w:w="1132" w:type="dxa"/>
            <w:vMerge w:val="restart"/>
          </w:tcPr>
          <w:p w:rsidR="00A14149" w:rsidRPr="00AC6539" w:rsidRDefault="00A14149" w:rsidP="009061AF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B670BE">
              <w:t>индивидуальная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1566.0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 1/102</w:t>
            </w:r>
            <w:r w:rsidRPr="00B670BE">
              <w:t xml:space="preserve">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E14B46">
              <w:t>1488.0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B670BE">
              <w:t>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  2</w:t>
            </w:r>
            <w:r w:rsidRPr="00B670BE">
              <w:t>/102 дол</w:t>
            </w:r>
            <w:r>
              <w:t>и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B670BE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  <w:vAlign w:val="bottom"/>
          </w:tcPr>
          <w:p w:rsidR="00A14149" w:rsidRPr="00F707D3" w:rsidRDefault="00A14149" w:rsidP="009061AF">
            <w:pPr>
              <w:ind w:left="57"/>
              <w:rPr>
                <w:color w:val="000000"/>
              </w:rPr>
            </w:pPr>
          </w:p>
          <w:p w:rsidR="00A14149" w:rsidRPr="00F707D3" w:rsidRDefault="00A14149" w:rsidP="009061AF">
            <w:pPr>
              <w:ind w:left="57"/>
              <w:rPr>
                <w:color w:val="000000"/>
              </w:rPr>
            </w:pPr>
            <w:r w:rsidRPr="00F707D3">
              <w:rPr>
                <w:color w:val="000000"/>
              </w:rPr>
              <w:t xml:space="preserve">18) </w:t>
            </w:r>
            <w:r w:rsidRPr="004B01D9">
              <w:rPr>
                <w:color w:val="000000"/>
              </w:rPr>
              <w:t>погрузчик</w:t>
            </w:r>
            <w:r w:rsidRPr="00F707D3">
              <w:rPr>
                <w:color w:val="000000"/>
              </w:rPr>
              <w:t xml:space="preserve"> </w:t>
            </w:r>
            <w:r w:rsidRPr="00F707D3">
              <w:rPr>
                <w:color w:val="000000"/>
                <w:lang w:val="en-US"/>
              </w:rPr>
              <w:t>Agri</w:t>
            </w:r>
            <w:r w:rsidRPr="00F707D3">
              <w:rPr>
                <w:color w:val="000000"/>
              </w:rPr>
              <w:t xml:space="preserve"> </w:t>
            </w:r>
            <w:r w:rsidRPr="00F707D3">
              <w:rPr>
                <w:color w:val="000000"/>
                <w:lang w:val="en-US"/>
              </w:rPr>
              <w:t>Star</w:t>
            </w:r>
            <w:r w:rsidRPr="00F707D3">
              <w:rPr>
                <w:color w:val="000000"/>
              </w:rPr>
              <w:t xml:space="preserve"> 38.10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19)прицеп тракторный 2ПТС-4-887Б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  <w:p w:rsidR="00A14149" w:rsidRPr="00F707D3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20) прицеп тракторный 2ПТС-4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  <w:p w:rsidR="00A14149" w:rsidRPr="00F707D3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21) прицеп грузовой СЗАП-8551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22) прицеп самосвальный СЗАП-8551-02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23) прицеп самосвальный 732912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  <w:r w:rsidRPr="004B01D9">
              <w:rPr>
                <w:color w:val="000000"/>
              </w:rPr>
              <w:t>Иные транспортные средства:</w:t>
            </w:r>
          </w:p>
          <w:p w:rsidR="00A14149" w:rsidRPr="004B01D9" w:rsidRDefault="00A14149" w:rsidP="009061AF">
            <w:pPr>
              <w:ind w:left="57"/>
              <w:rPr>
                <w:color w:val="000000"/>
              </w:rPr>
            </w:pPr>
          </w:p>
          <w:p w:rsidR="00A14149" w:rsidRPr="004B01D9" w:rsidRDefault="00A14149" w:rsidP="009061AF">
            <w:pPr>
              <w:numPr>
                <w:ilvl w:val="0"/>
                <w:numId w:val="2"/>
              </w:numPr>
              <w:autoSpaceDE w:val="0"/>
              <w:autoSpaceDN w:val="0"/>
              <w:rPr>
                <w:color w:val="000000"/>
              </w:rPr>
            </w:pPr>
            <w:r w:rsidRPr="004B01D9">
              <w:rPr>
                <w:color w:val="000000"/>
              </w:rPr>
              <w:t>бульдозер ДТ-75</w:t>
            </w:r>
          </w:p>
          <w:p w:rsidR="00A14149" w:rsidRPr="00F707D3" w:rsidRDefault="00A14149" w:rsidP="009061AF">
            <w:pPr>
              <w:ind w:left="57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</w:t>
            </w:r>
            <w:r w:rsidRPr="006B1309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6B1309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</w:t>
            </w:r>
            <w:r w:rsidRPr="006B1309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6B1309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6B1309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6B1309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</w:t>
            </w:r>
            <w:r w:rsidRPr="006B1309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6B1309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6B1309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6B1309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bottom"/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F65620">
              <w:t>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 xml:space="preserve">Земля с/х назначения 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</w:t>
            </w:r>
            <w:r w:rsidRPr="00F65620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F65620">
              <w:t xml:space="preserve">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A14149" w:rsidRPr="00E14B46" w:rsidRDefault="00A14149" w:rsidP="009061AF">
            <w:r w:rsidRPr="00F65620">
              <w:t>общая долевая 1/102 доля</w:t>
            </w:r>
          </w:p>
        </w:tc>
        <w:tc>
          <w:tcPr>
            <w:tcW w:w="817" w:type="dxa"/>
            <w:tcBorders>
              <w:top w:val="nil"/>
            </w:tcBorders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 w:rsidRPr="00F65620">
              <w:t>общая долевая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 w:rsidRPr="00F65620">
              <w:t>общая долевая 1/102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 w:rsidRPr="00586442">
              <w:t>общая долевая, 1/1</w:t>
            </w:r>
            <w:r>
              <w:t>9</w:t>
            </w:r>
            <w:r w:rsidRPr="00586442">
              <w:t xml:space="preserve">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F65620">
              <w:t>17850000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 w:rsidRPr="00586442">
              <w:t>общая долевая 1/19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 w:rsidRPr="00586442">
              <w:t>общая долевая 1/19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586442"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 долевая </w:t>
            </w:r>
            <w:r w:rsidRPr="00586442">
              <w:t xml:space="preserve"> 1/19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586442"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</w:t>
            </w:r>
            <w:r w:rsidRPr="00586442">
              <w:t xml:space="preserve"> 1/19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586442"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586442">
              <w:t xml:space="preserve"> 1/19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586442"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586442">
              <w:t xml:space="preserve"> 1/19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586442"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</w:t>
            </w:r>
            <w:r w:rsidRPr="00A14609">
              <w:t>1/1</w:t>
            </w:r>
            <w:r>
              <w:t>08</w:t>
            </w:r>
            <w:r w:rsidRPr="00A14609">
              <w:t xml:space="preserve">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586442">
              <w:t>3325000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>общая долевая  2</w:t>
            </w:r>
            <w:r w:rsidRPr="00A14609">
              <w:t>/108 дол</w:t>
            </w:r>
            <w:r>
              <w:t>и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A14609">
              <w:t xml:space="preserve"> 2/108 доли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A14609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A14609">
              <w:t>1/108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A14609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418" w:type="dxa"/>
            <w:gridSpan w:val="2"/>
          </w:tcPr>
          <w:p w:rsidR="00A14149" w:rsidRPr="00E14B46" w:rsidRDefault="00A14149" w:rsidP="009061AF">
            <w:r>
              <w:t xml:space="preserve">общая долевая </w:t>
            </w:r>
            <w:r w:rsidRPr="00A14609">
              <w:t>1/108 доля</w:t>
            </w:r>
          </w:p>
        </w:tc>
        <w:tc>
          <w:tcPr>
            <w:tcW w:w="817" w:type="dxa"/>
          </w:tcPr>
          <w:p w:rsidR="00A14149" w:rsidRPr="00E14B46" w:rsidRDefault="00A14149" w:rsidP="009061AF">
            <w:pPr>
              <w:jc w:val="center"/>
            </w:pPr>
            <w:r w:rsidRPr="00A14609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>
              <w:t>общая долевая</w:t>
            </w:r>
            <w:r w:rsidRPr="00A14609">
              <w:t xml:space="preserve"> 1/108 доля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A14609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 w:rsidRPr="00F202E1">
              <w:t>общая долевая 2/108 доли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A14609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 w:rsidRPr="00F202E1">
              <w:t xml:space="preserve">общая долевая </w:t>
            </w:r>
            <w:r>
              <w:t>3</w:t>
            </w:r>
            <w:r w:rsidRPr="00F202E1">
              <w:t>/108 доли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F202E1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F202E1">
              <w:t>21168000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 w:rsidRPr="003A2A1A">
              <w:t>общая д</w:t>
            </w:r>
            <w:r>
              <w:t xml:space="preserve">олевая 20/485 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>
              <w:t>1750000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>
              <w:t xml:space="preserve">общая долевая </w:t>
            </w:r>
            <w:r w:rsidRPr="003A2A1A">
              <w:t xml:space="preserve"> </w:t>
            </w:r>
            <w:r>
              <w:t xml:space="preserve">10/485 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>
              <w:t>9118000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 w:rsidRPr="003A2A1A">
              <w:t xml:space="preserve">общая долевая </w:t>
            </w:r>
            <w:r>
              <w:t xml:space="preserve">10/485 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3A2A1A">
              <w:t>9118000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 w:rsidRPr="0052460B">
              <w:t xml:space="preserve">общая долевая </w:t>
            </w:r>
            <w:r>
              <w:t xml:space="preserve">10/485 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3A2A1A">
              <w:t>9118000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</w:tcPr>
          <w:p w:rsidR="00A14149" w:rsidRPr="00D97612" w:rsidRDefault="00A14149" w:rsidP="009061AF">
            <w:pPr>
              <w:jc w:val="center"/>
            </w:pPr>
            <w:r>
              <w:t>Земля  для с/х использования</w:t>
            </w:r>
          </w:p>
        </w:tc>
        <w:tc>
          <w:tcPr>
            <w:tcW w:w="1391" w:type="dxa"/>
          </w:tcPr>
          <w:p w:rsidR="00A14149" w:rsidRPr="00E14B46" w:rsidRDefault="00A14149" w:rsidP="009061AF">
            <w:r>
              <w:t>общая долевая 26</w:t>
            </w:r>
            <w:r w:rsidRPr="0052460B">
              <w:t>/</w:t>
            </w:r>
            <w:r>
              <w:t xml:space="preserve">27 </w:t>
            </w:r>
          </w:p>
        </w:tc>
        <w:tc>
          <w:tcPr>
            <w:tcW w:w="844" w:type="dxa"/>
            <w:gridSpan w:val="2"/>
          </w:tcPr>
          <w:p w:rsidR="00A14149" w:rsidRPr="00E14B46" w:rsidRDefault="00A14149" w:rsidP="009061AF">
            <w:pPr>
              <w:jc w:val="center"/>
            </w:pPr>
            <w:r w:rsidRPr="0052460B">
              <w:t>9118000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  <w:r>
              <w:t>Земля с/х назначения</w:t>
            </w:r>
          </w:p>
        </w:tc>
        <w:tc>
          <w:tcPr>
            <w:tcW w:w="1391" w:type="dxa"/>
            <w:tcBorders>
              <w:top w:val="nil"/>
            </w:tcBorders>
          </w:tcPr>
          <w:p w:rsidR="00A14149" w:rsidRPr="00E14B46" w:rsidRDefault="00A14149" w:rsidP="009061AF">
            <w:r>
              <w:t>общая долевая , 137</w:t>
            </w:r>
            <w:r w:rsidRPr="0052460B">
              <w:t>/</w:t>
            </w:r>
            <w:r>
              <w:t xml:space="preserve">180 </w:t>
            </w:r>
          </w:p>
        </w:tc>
        <w:tc>
          <w:tcPr>
            <w:tcW w:w="844" w:type="dxa"/>
            <w:gridSpan w:val="2"/>
            <w:tcBorders>
              <w:top w:val="nil"/>
            </w:tcBorders>
          </w:tcPr>
          <w:p w:rsidR="00A14149" w:rsidRPr="00E14B46" w:rsidRDefault="00A14149" w:rsidP="009061AF">
            <w:pPr>
              <w:jc w:val="center"/>
            </w:pPr>
            <w:r>
              <w:t>5076000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322.4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1136.4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490.5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584.9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323.6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pPr>
              <w:jc w:val="both"/>
            </w:pPr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2882.0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0218E0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156.9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>
            <w:pPr>
              <w:jc w:val="both"/>
            </w:pPr>
          </w:p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37.1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22.6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158.2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1147.8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  <w:vAlign w:val="bottom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1542.0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 w:rsidRPr="001D71FA">
              <w:t>3133.9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Pr="001D71FA" w:rsidRDefault="00A14149" w:rsidP="009061AF">
            <w:pPr>
              <w:jc w:val="center"/>
            </w:pPr>
            <w:r>
              <w:t>21.2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1154.7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420.2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221.7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547.7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  <w:trHeight w:val="81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E14B46" w:rsidRDefault="00A14149" w:rsidP="009061AF">
            <w:r w:rsidRPr="00E14B46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1363.2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3B4F0D" w:rsidRDefault="00A14149" w:rsidP="009061AF">
            <w:r w:rsidRPr="003B4F0D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624.5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E14B46" w:rsidRDefault="00A14149" w:rsidP="009061AF"/>
        </w:tc>
        <w:tc>
          <w:tcPr>
            <w:tcW w:w="1418" w:type="dxa"/>
          </w:tcPr>
          <w:p w:rsidR="00A14149" w:rsidRPr="003B4F0D" w:rsidRDefault="00A14149" w:rsidP="009061AF">
            <w:r w:rsidRPr="003B4F0D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1362.2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3B4F0D" w:rsidRDefault="00A14149" w:rsidP="009061AF"/>
        </w:tc>
        <w:tc>
          <w:tcPr>
            <w:tcW w:w="1418" w:type="dxa"/>
          </w:tcPr>
          <w:p w:rsidR="00A14149" w:rsidRPr="003B4F0D" w:rsidRDefault="00A14149" w:rsidP="009061AF">
            <w:r w:rsidRPr="003B4F0D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652.0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</w:pPr>
            <w: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</w:p>
        </w:tc>
        <w:tc>
          <w:tcPr>
            <w:tcW w:w="1132" w:type="dxa"/>
          </w:tcPr>
          <w:p w:rsidR="00A14149" w:rsidRPr="003B4F0D" w:rsidRDefault="00A14149" w:rsidP="009061AF"/>
        </w:tc>
        <w:tc>
          <w:tcPr>
            <w:tcW w:w="1418" w:type="dxa"/>
          </w:tcPr>
          <w:p w:rsidR="00A14149" w:rsidRPr="003B4F0D" w:rsidRDefault="00A14149" w:rsidP="009061AF">
            <w:r w:rsidRPr="003B4F0D">
              <w:t>Нежилое здание</w:t>
            </w:r>
          </w:p>
        </w:tc>
        <w:tc>
          <w:tcPr>
            <w:tcW w:w="1391" w:type="dxa"/>
          </w:tcPr>
          <w:p w:rsidR="00A14149" w:rsidRPr="00D138B5" w:rsidRDefault="00A14149" w:rsidP="009061AF">
            <w:r w:rsidRPr="00D138B5">
              <w:t>Индивидуальная</w:t>
            </w: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  <w:r>
              <w:t>3342.8</w:t>
            </w: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</w:tcBorders>
          </w:tcPr>
          <w:p w:rsidR="00A14149" w:rsidRDefault="00A14149" w:rsidP="009061AF">
            <w:pPr>
              <w:jc w:val="both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4149" w:rsidRDefault="00A14149" w:rsidP="009061AF">
            <w:pPr>
              <w:jc w:val="center"/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A14149" w:rsidRPr="00D97612" w:rsidRDefault="00A14149" w:rsidP="009061AF">
            <w:pPr>
              <w:jc w:val="center"/>
            </w:pPr>
          </w:p>
        </w:tc>
      </w:tr>
      <w:tr w:rsidR="00A14149" w:rsidRPr="00D97612">
        <w:trPr>
          <w:gridAfter w:val="2"/>
          <w:wAfter w:w="4079" w:type="dxa"/>
        </w:trPr>
        <w:tc>
          <w:tcPr>
            <w:tcW w:w="1276" w:type="dxa"/>
          </w:tcPr>
          <w:p w:rsidR="00A14149" w:rsidRPr="00D97612" w:rsidRDefault="00A14149" w:rsidP="009061AF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132" w:type="dxa"/>
          </w:tcPr>
          <w:p w:rsidR="00A14149" w:rsidRPr="003B4F0D" w:rsidRDefault="00A14149" w:rsidP="009061AF"/>
        </w:tc>
        <w:tc>
          <w:tcPr>
            <w:tcW w:w="1418" w:type="dxa"/>
          </w:tcPr>
          <w:p w:rsidR="00A14149" w:rsidRPr="00D138B5" w:rsidRDefault="00A14149" w:rsidP="009061AF"/>
        </w:tc>
        <w:tc>
          <w:tcPr>
            <w:tcW w:w="1391" w:type="dxa"/>
          </w:tcPr>
          <w:p w:rsidR="00A14149" w:rsidRDefault="00A14149" w:rsidP="009061AF">
            <w:pPr>
              <w:jc w:val="center"/>
            </w:pPr>
          </w:p>
        </w:tc>
        <w:tc>
          <w:tcPr>
            <w:tcW w:w="844" w:type="dxa"/>
            <w:gridSpan w:val="2"/>
          </w:tcPr>
          <w:p w:rsidR="00A14149" w:rsidRDefault="00A14149" w:rsidP="009061AF">
            <w:pPr>
              <w:jc w:val="center"/>
            </w:pPr>
          </w:p>
        </w:tc>
        <w:tc>
          <w:tcPr>
            <w:tcW w:w="992" w:type="dxa"/>
            <w:gridSpan w:val="2"/>
          </w:tcPr>
          <w:p w:rsidR="00A14149" w:rsidRPr="00D97612" w:rsidRDefault="00A14149" w:rsidP="009061AF">
            <w:pPr>
              <w:rPr>
                <w:rStyle w:val="Strong"/>
                <w:b w:val="0"/>
                <w:bCs w:val="0"/>
              </w:rPr>
            </w:pPr>
          </w:p>
        </w:tc>
        <w:tc>
          <w:tcPr>
            <w:tcW w:w="1168" w:type="dxa"/>
            <w:gridSpan w:val="2"/>
          </w:tcPr>
          <w:p w:rsidR="00A14149" w:rsidRDefault="00A14149" w:rsidP="009061AF">
            <w:pPr>
              <w:jc w:val="both"/>
            </w:pPr>
            <w:r>
              <w:t xml:space="preserve">Жилой дом </w:t>
            </w:r>
          </w:p>
        </w:tc>
        <w:tc>
          <w:tcPr>
            <w:tcW w:w="851" w:type="dxa"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152,4</w:t>
            </w:r>
          </w:p>
        </w:tc>
        <w:tc>
          <w:tcPr>
            <w:tcW w:w="850" w:type="dxa"/>
          </w:tcPr>
          <w:p w:rsidR="00A14149" w:rsidRDefault="00A14149" w:rsidP="009061AF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985" w:type="dxa"/>
          </w:tcPr>
          <w:p w:rsidR="00A14149" w:rsidRPr="00D97612" w:rsidRDefault="00A14149" w:rsidP="009061AF">
            <w:pPr>
              <w:jc w:val="center"/>
            </w:pPr>
          </w:p>
        </w:tc>
        <w:tc>
          <w:tcPr>
            <w:tcW w:w="1559" w:type="dxa"/>
          </w:tcPr>
          <w:p w:rsidR="00A14149" w:rsidRDefault="00A14149" w:rsidP="009061AF">
            <w:pPr>
              <w:jc w:val="center"/>
            </w:pPr>
            <w:r>
              <w:t>151,34</w:t>
            </w:r>
          </w:p>
        </w:tc>
        <w:tc>
          <w:tcPr>
            <w:tcW w:w="1809" w:type="dxa"/>
          </w:tcPr>
          <w:p w:rsidR="00A14149" w:rsidRPr="00D97612" w:rsidRDefault="00A14149" w:rsidP="009061AF">
            <w:pPr>
              <w:jc w:val="center"/>
            </w:pPr>
          </w:p>
        </w:tc>
      </w:tr>
    </w:tbl>
    <w:p w:rsidR="00A14149" w:rsidRDefault="00A14149" w:rsidP="004545FC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4545FC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4545FC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4545FC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Сведения</w:t>
      </w:r>
    </w:p>
    <w:p w:rsidR="00A14149" w:rsidRPr="00D97612" w:rsidRDefault="00A14149" w:rsidP="00E30304">
      <w:pPr>
        <w:jc w:val="center"/>
        <w:rPr>
          <w:rStyle w:val="Strong"/>
          <w:color w:val="333333"/>
        </w:rPr>
      </w:pPr>
      <w:r w:rsidRPr="00D97612">
        <w:rPr>
          <w:rStyle w:val="Strong"/>
          <w:color w:val="333333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2014 года по 31 декабря 2014 года</w:t>
      </w:r>
    </w:p>
    <w:p w:rsidR="00A14149" w:rsidRPr="00D97612" w:rsidRDefault="00A14149" w:rsidP="00E30304">
      <w:pPr>
        <w:jc w:val="center"/>
      </w:pPr>
    </w:p>
    <w:tbl>
      <w:tblPr>
        <w:tblW w:w="15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Должность</w:t>
            </w:r>
          </w:p>
        </w:tc>
        <w:tc>
          <w:tcPr>
            <w:tcW w:w="4678" w:type="dxa"/>
            <w:gridSpan w:val="4"/>
          </w:tcPr>
          <w:p w:rsidR="00A14149" w:rsidRPr="00D97612" w:rsidRDefault="00A14149" w:rsidP="00CE0627">
            <w:pPr>
              <w:jc w:val="center"/>
            </w:pPr>
            <w:r w:rsidRPr="00D97612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14149" w:rsidRPr="00D97612" w:rsidRDefault="00A14149" w:rsidP="00CE0627">
            <w:pPr>
              <w:jc w:val="center"/>
            </w:pPr>
            <w:r w:rsidRPr="00D97612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  <w:r w:rsidRPr="00D97612">
              <w:t>Транспортные средства</w:t>
            </w:r>
          </w:p>
          <w:p w:rsidR="00A14149" w:rsidRPr="00D97612" w:rsidRDefault="00A14149" w:rsidP="00CE0627">
            <w:pPr>
              <w:jc w:val="center"/>
            </w:pPr>
            <w:r w:rsidRPr="00D97612">
              <w:t>(вид, марка)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Деклариро</w:t>
            </w:r>
            <w:r w:rsidRPr="00D97612">
              <w:t>ванный годовой доход (руб.)</w:t>
            </w:r>
          </w:p>
        </w:tc>
        <w:tc>
          <w:tcPr>
            <w:tcW w:w="2268" w:type="dxa"/>
            <w:vMerge w:val="restart"/>
          </w:tcPr>
          <w:p w:rsidR="00A14149" w:rsidRDefault="00A14149" w:rsidP="00CE0627">
            <w:pPr>
              <w:jc w:val="center"/>
              <w:rPr>
                <w:rStyle w:val="FootnoteReference"/>
              </w:rPr>
            </w:pPr>
            <w:r w:rsidRPr="00D97612">
              <w:t>Сведения об источниках получения средств, за счет которых совершена сделка</w:t>
            </w:r>
          </w:p>
          <w:p w:rsidR="00A14149" w:rsidRPr="00D97612" w:rsidRDefault="00A14149" w:rsidP="00CE0627">
            <w:pPr>
              <w:jc w:val="center"/>
            </w:pPr>
            <w:r w:rsidRPr="00D97612">
              <w:t>(вид приобретенного имущества, источники)</w:t>
            </w: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объекта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собствен-ности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  <w:r w:rsidRPr="00D97612">
              <w:t>вид объекта</w:t>
            </w: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</w:pPr>
            <w:r w:rsidRPr="00D97612">
              <w:t>пло-щадь (кв.м)</w:t>
            </w: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  <w:r w:rsidRPr="00D97612"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r>
              <w:t>Спиридонов Сергей Викторович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Начальник отдела культуры</w:t>
            </w:r>
          </w:p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</w:pPr>
            <w:r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</w:pPr>
            <w:r>
              <w:t>650,2</w:t>
            </w: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</w:tcPr>
          <w:p w:rsidR="00A14149" w:rsidRPr="00D97612" w:rsidRDefault="00A14149" w:rsidP="00CE0627">
            <w:pPr>
              <w:jc w:val="center"/>
            </w:pPr>
            <w:r>
              <w:t>а/м АУДИ 80</w:t>
            </w: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center"/>
            </w:pPr>
            <w:r>
              <w:t>498605,32</w:t>
            </w: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68,5</w:t>
            </w:r>
          </w:p>
        </w:tc>
        <w:tc>
          <w:tcPr>
            <w:tcW w:w="992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14149" w:rsidRPr="00B32B67" w:rsidRDefault="00A14149" w:rsidP="00CE0627">
            <w:pPr>
              <w:rPr>
                <w:lang w:val="en-US"/>
              </w:rPr>
            </w:pPr>
            <w:r>
              <w:rPr>
                <w:lang w:val="en-US"/>
              </w:rPr>
              <w:t>CHEVROLET –A VBO</w:t>
            </w:r>
          </w:p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Дачный участок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индивидуальная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1000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559" w:type="dxa"/>
            <w:vMerge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 xml:space="preserve">Супруга </w:t>
            </w:r>
          </w:p>
        </w:tc>
        <w:tc>
          <w:tcPr>
            <w:tcW w:w="992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  <w:r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  <w:r>
              <w:t>650,2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1559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2268" w:type="dxa"/>
            <w:vMerge w:val="restart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  <w:vAlign w:val="center"/>
          </w:tcPr>
          <w:p w:rsidR="00A14149" w:rsidRPr="00D97612" w:rsidRDefault="00A14149" w:rsidP="00CE0627"/>
        </w:tc>
        <w:tc>
          <w:tcPr>
            <w:tcW w:w="992" w:type="dxa"/>
            <w:vMerge/>
            <w:vAlign w:val="center"/>
          </w:tcPr>
          <w:p w:rsidR="00A14149" w:rsidRPr="00D97612" w:rsidRDefault="00A14149" w:rsidP="00CE0627"/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t>Долевая 1/2</w:t>
            </w: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68,5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850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993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A14149" w:rsidRPr="00D97612" w:rsidRDefault="00A14149" w:rsidP="00CE0627"/>
        </w:tc>
        <w:tc>
          <w:tcPr>
            <w:tcW w:w="1276" w:type="dxa"/>
            <w:vMerge/>
            <w:vAlign w:val="center"/>
          </w:tcPr>
          <w:p w:rsidR="00A14149" w:rsidRPr="00D97612" w:rsidRDefault="00A14149" w:rsidP="00CE0627"/>
        </w:tc>
        <w:tc>
          <w:tcPr>
            <w:tcW w:w="2268" w:type="dxa"/>
            <w:vMerge/>
            <w:vAlign w:val="center"/>
          </w:tcPr>
          <w:p w:rsidR="00A14149" w:rsidRPr="00D97612" w:rsidRDefault="00A14149" w:rsidP="00CE0627"/>
        </w:tc>
      </w:tr>
      <w:tr w:rsidR="00A14149" w:rsidRPr="00D97612">
        <w:tc>
          <w:tcPr>
            <w:tcW w:w="1417" w:type="dxa"/>
            <w:vMerge w:val="restart"/>
          </w:tcPr>
          <w:p w:rsidR="00A14149" w:rsidRPr="00D97612" w:rsidRDefault="00A14149" w:rsidP="00CE0627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6D61C8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A14149" w:rsidRPr="00D97612" w:rsidRDefault="00A14149" w:rsidP="006D61C8">
            <w:pPr>
              <w:jc w:val="center"/>
            </w:pPr>
            <w:r>
              <w:t>650,2</w:t>
            </w:r>
          </w:p>
        </w:tc>
        <w:tc>
          <w:tcPr>
            <w:tcW w:w="993" w:type="dxa"/>
          </w:tcPr>
          <w:p w:rsidR="00A14149" w:rsidRPr="00D97612" w:rsidRDefault="00A14149" w:rsidP="006D61C8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</w:tcPr>
          <w:p w:rsidR="00A14149" w:rsidRPr="00D97612" w:rsidRDefault="00A14149" w:rsidP="00CE0627">
            <w:pPr>
              <w:jc w:val="center"/>
            </w:pPr>
          </w:p>
        </w:tc>
      </w:tr>
      <w:tr w:rsidR="00A14149" w:rsidRPr="00D97612">
        <w:tc>
          <w:tcPr>
            <w:tcW w:w="1417" w:type="dxa"/>
            <w:vMerge/>
          </w:tcPr>
          <w:p w:rsidR="00A14149" w:rsidRDefault="00A14149" w:rsidP="00CE0627">
            <w:pPr>
              <w:jc w:val="both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both"/>
            </w:pPr>
          </w:p>
        </w:tc>
        <w:tc>
          <w:tcPr>
            <w:tcW w:w="1418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417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851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992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Жилой дом</w:t>
            </w:r>
          </w:p>
        </w:tc>
        <w:tc>
          <w:tcPr>
            <w:tcW w:w="850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68,5</w:t>
            </w:r>
          </w:p>
        </w:tc>
        <w:tc>
          <w:tcPr>
            <w:tcW w:w="993" w:type="dxa"/>
          </w:tcPr>
          <w:p w:rsidR="00A14149" w:rsidRPr="00D97612" w:rsidRDefault="00A14149" w:rsidP="006D61C8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Россия</w:t>
            </w:r>
          </w:p>
        </w:tc>
        <w:tc>
          <w:tcPr>
            <w:tcW w:w="1559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1276" w:type="dxa"/>
          </w:tcPr>
          <w:p w:rsidR="00A14149" w:rsidRPr="00D97612" w:rsidRDefault="00A14149" w:rsidP="00CE0627">
            <w:pPr>
              <w:jc w:val="center"/>
            </w:pPr>
          </w:p>
        </w:tc>
        <w:tc>
          <w:tcPr>
            <w:tcW w:w="2268" w:type="dxa"/>
          </w:tcPr>
          <w:p w:rsidR="00A14149" w:rsidRPr="00D97612" w:rsidRDefault="00A14149" w:rsidP="00CE0627">
            <w:pPr>
              <w:jc w:val="center"/>
            </w:pPr>
          </w:p>
        </w:tc>
      </w:tr>
    </w:tbl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D6588B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p w:rsidR="00A14149" w:rsidRPr="00D97612" w:rsidRDefault="00A14149" w:rsidP="00E30304">
      <w:pPr>
        <w:pStyle w:val="FootnoteText"/>
        <w:ind w:firstLine="709"/>
        <w:jc w:val="both"/>
        <w:rPr>
          <w:sz w:val="24"/>
          <w:szCs w:val="24"/>
        </w:rPr>
      </w:pPr>
    </w:p>
    <w:sectPr w:rsidR="00A14149" w:rsidRPr="00D97612" w:rsidSect="009061AF">
      <w:pgSz w:w="16838" w:h="11906" w:orient="landscape"/>
      <w:pgMar w:top="1" w:right="395" w:bottom="142" w:left="426" w:header="708" w:footer="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149" w:rsidRDefault="00A14149" w:rsidP="00D6588B">
      <w:r>
        <w:separator/>
      </w:r>
    </w:p>
  </w:endnote>
  <w:endnote w:type="continuationSeparator" w:id="0">
    <w:p w:rsidR="00A14149" w:rsidRDefault="00A14149" w:rsidP="00D65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149" w:rsidRDefault="00A14149" w:rsidP="00D6588B">
      <w:r>
        <w:separator/>
      </w:r>
    </w:p>
  </w:footnote>
  <w:footnote w:type="continuationSeparator" w:id="0">
    <w:p w:rsidR="00A14149" w:rsidRDefault="00A14149" w:rsidP="00D658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31A2"/>
    <w:multiLevelType w:val="hybridMultilevel"/>
    <w:tmpl w:val="FED82A0E"/>
    <w:lvl w:ilvl="0" w:tplc="E794DCC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6DE5188"/>
    <w:multiLevelType w:val="hybridMultilevel"/>
    <w:tmpl w:val="5A140BB4"/>
    <w:lvl w:ilvl="0" w:tplc="5D60B91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88B"/>
    <w:rsid w:val="00015FEC"/>
    <w:rsid w:val="000218E0"/>
    <w:rsid w:val="00036B7D"/>
    <w:rsid w:val="00044569"/>
    <w:rsid w:val="00056864"/>
    <w:rsid w:val="000A5FA7"/>
    <w:rsid w:val="000C58CA"/>
    <w:rsid w:val="000C71E3"/>
    <w:rsid w:val="00106D06"/>
    <w:rsid w:val="00111814"/>
    <w:rsid w:val="00133394"/>
    <w:rsid w:val="00133404"/>
    <w:rsid w:val="001411F2"/>
    <w:rsid w:val="001763C0"/>
    <w:rsid w:val="00180176"/>
    <w:rsid w:val="001969B8"/>
    <w:rsid w:val="001B7CE4"/>
    <w:rsid w:val="001D71FA"/>
    <w:rsid w:val="001E1EED"/>
    <w:rsid w:val="00237068"/>
    <w:rsid w:val="00245450"/>
    <w:rsid w:val="00262738"/>
    <w:rsid w:val="00265C86"/>
    <w:rsid w:val="00275DBD"/>
    <w:rsid w:val="00276C1B"/>
    <w:rsid w:val="00287A22"/>
    <w:rsid w:val="00287F0C"/>
    <w:rsid w:val="002C03CA"/>
    <w:rsid w:val="002C1067"/>
    <w:rsid w:val="002F7A17"/>
    <w:rsid w:val="002F7FFB"/>
    <w:rsid w:val="00303575"/>
    <w:rsid w:val="003050B4"/>
    <w:rsid w:val="00316E8C"/>
    <w:rsid w:val="00324251"/>
    <w:rsid w:val="003257F1"/>
    <w:rsid w:val="00365AAA"/>
    <w:rsid w:val="00366A66"/>
    <w:rsid w:val="00387F29"/>
    <w:rsid w:val="00390F13"/>
    <w:rsid w:val="003A2A1A"/>
    <w:rsid w:val="003A4F83"/>
    <w:rsid w:val="003A6B9E"/>
    <w:rsid w:val="003B4F0D"/>
    <w:rsid w:val="003C08E0"/>
    <w:rsid w:val="003D037E"/>
    <w:rsid w:val="003D6DFE"/>
    <w:rsid w:val="003F7750"/>
    <w:rsid w:val="004345C1"/>
    <w:rsid w:val="00440594"/>
    <w:rsid w:val="004545FC"/>
    <w:rsid w:val="004A621D"/>
    <w:rsid w:val="004A6B72"/>
    <w:rsid w:val="004B01D9"/>
    <w:rsid w:val="004E04EC"/>
    <w:rsid w:val="004E2920"/>
    <w:rsid w:val="004E6779"/>
    <w:rsid w:val="0050734F"/>
    <w:rsid w:val="0052460B"/>
    <w:rsid w:val="00532691"/>
    <w:rsid w:val="00533E81"/>
    <w:rsid w:val="00542C0F"/>
    <w:rsid w:val="005522A5"/>
    <w:rsid w:val="00580F04"/>
    <w:rsid w:val="00586442"/>
    <w:rsid w:val="005B737F"/>
    <w:rsid w:val="005C4EBC"/>
    <w:rsid w:val="005F3463"/>
    <w:rsid w:val="00606E24"/>
    <w:rsid w:val="006403BF"/>
    <w:rsid w:val="006B1309"/>
    <w:rsid w:val="006B7D2F"/>
    <w:rsid w:val="006D292A"/>
    <w:rsid w:val="006D61C8"/>
    <w:rsid w:val="006D776F"/>
    <w:rsid w:val="00703A8B"/>
    <w:rsid w:val="007564EF"/>
    <w:rsid w:val="007A593F"/>
    <w:rsid w:val="007C2F6F"/>
    <w:rsid w:val="007D10A5"/>
    <w:rsid w:val="0080502C"/>
    <w:rsid w:val="008157A7"/>
    <w:rsid w:val="008334FC"/>
    <w:rsid w:val="00876765"/>
    <w:rsid w:val="00887462"/>
    <w:rsid w:val="008B705E"/>
    <w:rsid w:val="008D266B"/>
    <w:rsid w:val="008E24D1"/>
    <w:rsid w:val="00901942"/>
    <w:rsid w:val="009061AF"/>
    <w:rsid w:val="00915930"/>
    <w:rsid w:val="00931143"/>
    <w:rsid w:val="00940E50"/>
    <w:rsid w:val="009951D5"/>
    <w:rsid w:val="009B2322"/>
    <w:rsid w:val="009B3A38"/>
    <w:rsid w:val="009B6B76"/>
    <w:rsid w:val="009C5771"/>
    <w:rsid w:val="009E4087"/>
    <w:rsid w:val="00A11826"/>
    <w:rsid w:val="00A137D6"/>
    <w:rsid w:val="00A14149"/>
    <w:rsid w:val="00A14609"/>
    <w:rsid w:val="00A2214D"/>
    <w:rsid w:val="00A25ECC"/>
    <w:rsid w:val="00A56A8E"/>
    <w:rsid w:val="00A73634"/>
    <w:rsid w:val="00A7423D"/>
    <w:rsid w:val="00A84F1B"/>
    <w:rsid w:val="00AA3DA9"/>
    <w:rsid w:val="00AB264C"/>
    <w:rsid w:val="00AC6539"/>
    <w:rsid w:val="00AF25A0"/>
    <w:rsid w:val="00B004E3"/>
    <w:rsid w:val="00B01505"/>
    <w:rsid w:val="00B1305F"/>
    <w:rsid w:val="00B13CA6"/>
    <w:rsid w:val="00B32B67"/>
    <w:rsid w:val="00B511BD"/>
    <w:rsid w:val="00B670BE"/>
    <w:rsid w:val="00BB285D"/>
    <w:rsid w:val="00BC54D3"/>
    <w:rsid w:val="00BE0864"/>
    <w:rsid w:val="00BE4F35"/>
    <w:rsid w:val="00C30E4D"/>
    <w:rsid w:val="00C5339F"/>
    <w:rsid w:val="00C561CD"/>
    <w:rsid w:val="00C72014"/>
    <w:rsid w:val="00CA3916"/>
    <w:rsid w:val="00CA4A42"/>
    <w:rsid w:val="00CE0627"/>
    <w:rsid w:val="00CE5477"/>
    <w:rsid w:val="00CE5695"/>
    <w:rsid w:val="00CE749A"/>
    <w:rsid w:val="00CF7655"/>
    <w:rsid w:val="00D138B5"/>
    <w:rsid w:val="00D3666C"/>
    <w:rsid w:val="00D631EE"/>
    <w:rsid w:val="00D6588B"/>
    <w:rsid w:val="00D67851"/>
    <w:rsid w:val="00D70529"/>
    <w:rsid w:val="00D97612"/>
    <w:rsid w:val="00DD5F51"/>
    <w:rsid w:val="00DE70E4"/>
    <w:rsid w:val="00DF072C"/>
    <w:rsid w:val="00E0702A"/>
    <w:rsid w:val="00E14B46"/>
    <w:rsid w:val="00E30304"/>
    <w:rsid w:val="00E33C7C"/>
    <w:rsid w:val="00E45E53"/>
    <w:rsid w:val="00E61CA3"/>
    <w:rsid w:val="00E634AC"/>
    <w:rsid w:val="00E70FD7"/>
    <w:rsid w:val="00E85EED"/>
    <w:rsid w:val="00E87CAC"/>
    <w:rsid w:val="00EB4CA8"/>
    <w:rsid w:val="00EB4EDA"/>
    <w:rsid w:val="00EC11D1"/>
    <w:rsid w:val="00F061EF"/>
    <w:rsid w:val="00F202E1"/>
    <w:rsid w:val="00F34962"/>
    <w:rsid w:val="00F526BD"/>
    <w:rsid w:val="00F65620"/>
    <w:rsid w:val="00F707D3"/>
    <w:rsid w:val="00F95647"/>
    <w:rsid w:val="00FA343B"/>
    <w:rsid w:val="00FD27A7"/>
    <w:rsid w:val="00FD503A"/>
    <w:rsid w:val="00FE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88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588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6588B"/>
  </w:style>
  <w:style w:type="paragraph" w:styleId="Footer">
    <w:name w:val="footer"/>
    <w:basedOn w:val="Normal"/>
    <w:link w:val="FooterChar"/>
    <w:uiPriority w:val="99"/>
    <w:rsid w:val="00D6588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6588B"/>
  </w:style>
  <w:style w:type="paragraph" w:styleId="FootnoteText">
    <w:name w:val="footnote text"/>
    <w:basedOn w:val="Normal"/>
    <w:link w:val="FootnoteTextChar"/>
    <w:uiPriority w:val="99"/>
    <w:semiHidden/>
    <w:rsid w:val="00D6588B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6588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6588B"/>
    <w:rPr>
      <w:vertAlign w:val="superscript"/>
    </w:rPr>
  </w:style>
  <w:style w:type="character" w:styleId="Strong">
    <w:name w:val="Strong"/>
    <w:basedOn w:val="DefaultParagraphFont"/>
    <w:uiPriority w:val="99"/>
    <w:qFormat/>
    <w:rsid w:val="00D6588B"/>
    <w:rPr>
      <w:b/>
      <w:bCs/>
    </w:rPr>
  </w:style>
  <w:style w:type="paragraph" w:customStyle="1" w:styleId="ConsPlusNonformat">
    <w:name w:val="ConsPlusNonformat"/>
    <w:uiPriority w:val="99"/>
    <w:rsid w:val="003D037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2F7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7FFB"/>
    <w:rPr>
      <w:rFonts w:ascii="Tahoma" w:hAnsi="Tahoma" w:cs="Tahoma"/>
      <w:sz w:val="16"/>
      <w:szCs w:val="16"/>
      <w:lang w:eastAsia="ru-RU"/>
    </w:rPr>
  </w:style>
  <w:style w:type="table" w:customStyle="1" w:styleId="TableNormal1">
    <w:name w:val="Table Normal1"/>
    <w:uiPriority w:val="99"/>
    <w:semiHidden/>
    <w:rsid w:val="00AC6539"/>
    <w:rPr>
      <w:rFonts w:ascii="Times New Roman" w:eastAsia="Times New Roman" w:hAnsi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65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5001</Words>
  <Characters>28509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Компьютер</dc:creator>
  <cp:keywords/>
  <dc:description/>
  <cp:lastModifiedBy>Саша</cp:lastModifiedBy>
  <cp:revision>2</cp:revision>
  <cp:lastPrinted>2015-05-13T10:25:00Z</cp:lastPrinted>
  <dcterms:created xsi:type="dcterms:W3CDTF">2015-05-14T14:22:00Z</dcterms:created>
  <dcterms:modified xsi:type="dcterms:W3CDTF">2015-05-14T14:22:00Z</dcterms:modified>
</cp:coreProperties>
</file>