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333" w:rsidRDefault="001C6333" w:rsidP="0071690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1C6333" w:rsidRDefault="001C6333" w:rsidP="0071690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1C6333" w:rsidRDefault="001C6333" w:rsidP="0071690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старшего специалиста 1 разряда отдела муниципального имущества </w:t>
      </w:r>
    </w:p>
    <w:p w:rsidR="001C6333" w:rsidRDefault="001C6333" w:rsidP="0071690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Надеждинского муниципального района</w:t>
      </w:r>
    </w:p>
    <w:p w:rsidR="001C6333" w:rsidRDefault="001C6333" w:rsidP="00716903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(</w:t>
      </w:r>
      <w:r>
        <w:rPr>
          <w:i/>
          <w:sz w:val="22"/>
          <w:szCs w:val="22"/>
        </w:rPr>
        <w:t>полное наименование занимаемой должности</w:t>
      </w:r>
      <w:r>
        <w:rPr>
          <w:sz w:val="22"/>
          <w:szCs w:val="22"/>
        </w:rPr>
        <w:t>)</w:t>
      </w:r>
    </w:p>
    <w:p w:rsidR="001C6333" w:rsidRDefault="001C6333" w:rsidP="0071690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и членов его семьи за 2015 год</w:t>
      </w:r>
    </w:p>
    <w:p w:rsidR="001C6333" w:rsidRDefault="001C6333" w:rsidP="00716903"/>
    <w:tbl>
      <w:tblPr>
        <w:tblW w:w="14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43"/>
        <w:gridCol w:w="2084"/>
        <w:gridCol w:w="1907"/>
        <w:gridCol w:w="1108"/>
        <w:gridCol w:w="1677"/>
        <w:gridCol w:w="1969"/>
        <w:gridCol w:w="1721"/>
        <w:gridCol w:w="1108"/>
        <w:gridCol w:w="1677"/>
      </w:tblGrid>
      <w:tr w:rsidR="001C6333" w:rsidTr="008F66FC">
        <w:tc>
          <w:tcPr>
            <w:tcW w:w="1343" w:type="dxa"/>
            <w:vMerge w:val="restart"/>
          </w:tcPr>
          <w:p w:rsidR="001C6333" w:rsidRDefault="001C6333"/>
        </w:tc>
        <w:tc>
          <w:tcPr>
            <w:tcW w:w="2084" w:type="dxa"/>
            <w:vMerge w:val="restart"/>
            <w:vAlign w:val="center"/>
          </w:tcPr>
          <w:p w:rsidR="001C6333" w:rsidRDefault="001C6333">
            <w:pPr>
              <w:autoSpaceDE w:val="0"/>
              <w:autoSpaceDN w:val="0"/>
              <w:adjustRightInd w:val="0"/>
              <w:jc w:val="center"/>
            </w:pPr>
            <w:r>
              <w:t>Декларированный</w:t>
            </w:r>
          </w:p>
          <w:p w:rsidR="001C6333" w:rsidRDefault="001C6333">
            <w:pPr>
              <w:autoSpaceDE w:val="0"/>
              <w:autoSpaceDN w:val="0"/>
              <w:adjustRightInd w:val="0"/>
              <w:jc w:val="center"/>
            </w:pPr>
            <w:r>
              <w:t>годовой доход</w:t>
            </w:r>
          </w:p>
          <w:p w:rsidR="001C6333" w:rsidRDefault="001C6333">
            <w:pPr>
              <w:autoSpaceDE w:val="0"/>
              <w:autoSpaceDN w:val="0"/>
              <w:adjustRightInd w:val="0"/>
              <w:jc w:val="center"/>
            </w:pPr>
            <w:r>
              <w:t xml:space="preserve">за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  <w:p w:rsidR="001C6333" w:rsidRDefault="001C6333">
            <w:pPr>
              <w:jc w:val="center"/>
            </w:pPr>
            <w:r>
              <w:t>(руб.)</w:t>
            </w:r>
          </w:p>
        </w:tc>
        <w:tc>
          <w:tcPr>
            <w:tcW w:w="6661" w:type="dxa"/>
            <w:gridSpan w:val="4"/>
          </w:tcPr>
          <w:p w:rsidR="001C6333" w:rsidRDefault="001C6333">
            <w:pPr>
              <w:autoSpaceDE w:val="0"/>
              <w:autoSpaceDN w:val="0"/>
              <w:adjustRightInd w:val="0"/>
              <w:jc w:val="center"/>
            </w:pPr>
            <w:r>
              <w:t>Перечень объектов недвижимого имущества и</w:t>
            </w:r>
          </w:p>
          <w:p w:rsidR="001C6333" w:rsidRDefault="001C6333">
            <w:pPr>
              <w:autoSpaceDE w:val="0"/>
              <w:autoSpaceDN w:val="0"/>
              <w:adjustRightInd w:val="0"/>
              <w:jc w:val="center"/>
            </w:pPr>
            <w:r>
              <w:t>транспортных средств, принадлежащих на праве</w:t>
            </w:r>
          </w:p>
          <w:p w:rsidR="001C6333" w:rsidRDefault="001C6333">
            <w:pPr>
              <w:jc w:val="center"/>
            </w:pPr>
            <w:r>
              <w:t>собственности</w:t>
            </w:r>
          </w:p>
        </w:tc>
        <w:tc>
          <w:tcPr>
            <w:tcW w:w="4506" w:type="dxa"/>
            <w:gridSpan w:val="3"/>
          </w:tcPr>
          <w:p w:rsidR="001C6333" w:rsidRDefault="001C6333">
            <w:pPr>
              <w:autoSpaceDE w:val="0"/>
              <w:autoSpaceDN w:val="0"/>
              <w:adjustRightInd w:val="0"/>
              <w:jc w:val="center"/>
            </w:pPr>
            <w:r>
              <w:t>Перечень объектов недвижимого</w:t>
            </w:r>
          </w:p>
          <w:p w:rsidR="001C6333" w:rsidRDefault="001C6333">
            <w:pPr>
              <w:autoSpaceDE w:val="0"/>
              <w:autoSpaceDN w:val="0"/>
              <w:adjustRightInd w:val="0"/>
              <w:jc w:val="center"/>
            </w:pPr>
            <w:r>
              <w:t>имущества, находящихся в</w:t>
            </w:r>
          </w:p>
          <w:p w:rsidR="001C6333" w:rsidRDefault="001C6333">
            <w:pPr>
              <w:jc w:val="center"/>
            </w:pPr>
            <w:r>
              <w:t>пользовании</w:t>
            </w:r>
          </w:p>
        </w:tc>
      </w:tr>
      <w:tr w:rsidR="001C6333" w:rsidTr="008F66FC">
        <w:tc>
          <w:tcPr>
            <w:tcW w:w="0" w:type="auto"/>
            <w:vMerge/>
            <w:vAlign w:val="center"/>
          </w:tcPr>
          <w:p w:rsidR="001C6333" w:rsidRDefault="001C6333"/>
        </w:tc>
        <w:tc>
          <w:tcPr>
            <w:tcW w:w="0" w:type="auto"/>
            <w:vMerge/>
            <w:vAlign w:val="center"/>
          </w:tcPr>
          <w:p w:rsidR="001C6333" w:rsidRDefault="001C6333"/>
        </w:tc>
        <w:tc>
          <w:tcPr>
            <w:tcW w:w="1907" w:type="dxa"/>
          </w:tcPr>
          <w:p w:rsidR="001C6333" w:rsidRDefault="001C6333">
            <w:pPr>
              <w:autoSpaceDE w:val="0"/>
              <w:autoSpaceDN w:val="0"/>
              <w:adjustRightInd w:val="0"/>
              <w:jc w:val="center"/>
            </w:pPr>
            <w:r>
              <w:t>вид объектов</w:t>
            </w:r>
          </w:p>
          <w:p w:rsidR="001C6333" w:rsidRDefault="001C6333">
            <w:pPr>
              <w:autoSpaceDE w:val="0"/>
              <w:autoSpaceDN w:val="0"/>
              <w:adjustRightInd w:val="0"/>
              <w:jc w:val="center"/>
            </w:pPr>
            <w:r>
              <w:t>недвижимости</w:t>
            </w:r>
          </w:p>
        </w:tc>
        <w:tc>
          <w:tcPr>
            <w:tcW w:w="1108" w:type="dxa"/>
          </w:tcPr>
          <w:p w:rsidR="001C6333" w:rsidRDefault="001C6333">
            <w:pPr>
              <w:autoSpaceDE w:val="0"/>
              <w:autoSpaceDN w:val="0"/>
              <w:adjustRightInd w:val="0"/>
              <w:jc w:val="center"/>
            </w:pPr>
            <w:r>
              <w:t>площадь</w:t>
            </w:r>
          </w:p>
          <w:p w:rsidR="001C6333" w:rsidRDefault="001C6333">
            <w:pPr>
              <w:autoSpaceDE w:val="0"/>
              <w:autoSpaceDN w:val="0"/>
              <w:adjustRightInd w:val="0"/>
              <w:jc w:val="center"/>
            </w:pPr>
            <w:r>
              <w:t>(кв. м)</w:t>
            </w:r>
          </w:p>
        </w:tc>
        <w:tc>
          <w:tcPr>
            <w:tcW w:w="1677" w:type="dxa"/>
          </w:tcPr>
          <w:p w:rsidR="001C6333" w:rsidRDefault="001C6333">
            <w:pPr>
              <w:autoSpaceDE w:val="0"/>
              <w:autoSpaceDN w:val="0"/>
              <w:adjustRightInd w:val="0"/>
              <w:jc w:val="center"/>
            </w:pPr>
            <w:r>
              <w:t>страна</w:t>
            </w:r>
          </w:p>
          <w:p w:rsidR="001C6333" w:rsidRDefault="001C6333">
            <w:pPr>
              <w:autoSpaceDE w:val="0"/>
              <w:autoSpaceDN w:val="0"/>
              <w:adjustRightInd w:val="0"/>
              <w:jc w:val="center"/>
            </w:pPr>
            <w:r>
              <w:t>расположения</w:t>
            </w:r>
          </w:p>
        </w:tc>
        <w:tc>
          <w:tcPr>
            <w:tcW w:w="1969" w:type="dxa"/>
          </w:tcPr>
          <w:p w:rsidR="001C6333" w:rsidRDefault="001C6333">
            <w:pPr>
              <w:autoSpaceDE w:val="0"/>
              <w:autoSpaceDN w:val="0"/>
              <w:adjustRightInd w:val="0"/>
              <w:jc w:val="center"/>
            </w:pPr>
            <w:r>
              <w:t>транспортные</w:t>
            </w:r>
          </w:p>
          <w:p w:rsidR="001C6333" w:rsidRDefault="001C6333">
            <w:pPr>
              <w:autoSpaceDE w:val="0"/>
              <w:autoSpaceDN w:val="0"/>
              <w:adjustRightInd w:val="0"/>
              <w:jc w:val="center"/>
            </w:pPr>
            <w:r>
              <w:t>средства</w:t>
            </w:r>
          </w:p>
        </w:tc>
        <w:tc>
          <w:tcPr>
            <w:tcW w:w="1721" w:type="dxa"/>
          </w:tcPr>
          <w:p w:rsidR="001C6333" w:rsidRDefault="001C6333">
            <w:pPr>
              <w:autoSpaceDE w:val="0"/>
              <w:autoSpaceDN w:val="0"/>
              <w:adjustRightInd w:val="0"/>
              <w:jc w:val="center"/>
            </w:pPr>
            <w:r>
              <w:t>вид объектов</w:t>
            </w:r>
          </w:p>
          <w:p w:rsidR="001C6333" w:rsidRDefault="001C6333">
            <w:pPr>
              <w:autoSpaceDE w:val="0"/>
              <w:autoSpaceDN w:val="0"/>
              <w:adjustRightInd w:val="0"/>
              <w:jc w:val="center"/>
            </w:pPr>
            <w:r>
              <w:t>недвижимости</w:t>
            </w:r>
          </w:p>
        </w:tc>
        <w:tc>
          <w:tcPr>
            <w:tcW w:w="1108" w:type="dxa"/>
          </w:tcPr>
          <w:p w:rsidR="001C6333" w:rsidRDefault="001C6333">
            <w:pPr>
              <w:autoSpaceDE w:val="0"/>
              <w:autoSpaceDN w:val="0"/>
              <w:adjustRightInd w:val="0"/>
              <w:jc w:val="center"/>
            </w:pPr>
            <w:r>
              <w:t>площадь</w:t>
            </w:r>
          </w:p>
          <w:p w:rsidR="001C6333" w:rsidRDefault="001C6333">
            <w:pPr>
              <w:autoSpaceDE w:val="0"/>
              <w:autoSpaceDN w:val="0"/>
              <w:adjustRightInd w:val="0"/>
              <w:jc w:val="center"/>
            </w:pPr>
            <w:r>
              <w:t>(кв. м)</w:t>
            </w:r>
          </w:p>
        </w:tc>
        <w:tc>
          <w:tcPr>
            <w:tcW w:w="1677" w:type="dxa"/>
          </w:tcPr>
          <w:p w:rsidR="001C6333" w:rsidRDefault="001C6333">
            <w:pPr>
              <w:autoSpaceDE w:val="0"/>
              <w:autoSpaceDN w:val="0"/>
              <w:adjustRightInd w:val="0"/>
              <w:jc w:val="center"/>
            </w:pPr>
            <w:r>
              <w:t>страна</w:t>
            </w:r>
          </w:p>
          <w:p w:rsidR="001C6333" w:rsidRDefault="001C6333">
            <w:pPr>
              <w:autoSpaceDE w:val="0"/>
              <w:autoSpaceDN w:val="0"/>
              <w:adjustRightInd w:val="0"/>
              <w:jc w:val="center"/>
            </w:pPr>
            <w:r>
              <w:t>расположения</w:t>
            </w:r>
          </w:p>
        </w:tc>
      </w:tr>
      <w:tr w:rsidR="001C6333" w:rsidRPr="00EF7CD8" w:rsidTr="008F66FC">
        <w:tc>
          <w:tcPr>
            <w:tcW w:w="1343" w:type="dxa"/>
          </w:tcPr>
          <w:p w:rsidR="001C6333" w:rsidRPr="00D23580" w:rsidRDefault="001C6333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Сухинина Юлия Сергеевна</w:t>
            </w:r>
          </w:p>
        </w:tc>
        <w:tc>
          <w:tcPr>
            <w:tcW w:w="2084" w:type="dxa"/>
          </w:tcPr>
          <w:p w:rsidR="001C6333" w:rsidRPr="00D23580" w:rsidRDefault="001C6333" w:rsidP="00BD6220">
            <w:r>
              <w:t>185 800, 06</w:t>
            </w:r>
          </w:p>
        </w:tc>
        <w:tc>
          <w:tcPr>
            <w:tcW w:w="1907" w:type="dxa"/>
          </w:tcPr>
          <w:p w:rsidR="001C6333" w:rsidRPr="00D23580" w:rsidRDefault="001C6333" w:rsidP="00BD6220">
            <w:r>
              <w:t>Квартира (долевая собственность) 1/3 доля</w:t>
            </w:r>
          </w:p>
        </w:tc>
        <w:tc>
          <w:tcPr>
            <w:tcW w:w="1108" w:type="dxa"/>
          </w:tcPr>
          <w:p w:rsidR="001C6333" w:rsidRPr="00D23580" w:rsidRDefault="001C6333">
            <w:r>
              <w:t>51,5</w:t>
            </w:r>
          </w:p>
        </w:tc>
        <w:tc>
          <w:tcPr>
            <w:tcW w:w="1677" w:type="dxa"/>
          </w:tcPr>
          <w:p w:rsidR="001C6333" w:rsidRPr="00D23580" w:rsidRDefault="001C6333" w:rsidP="00FE23A0">
            <w:r>
              <w:t xml:space="preserve"> Россия</w:t>
            </w:r>
          </w:p>
        </w:tc>
        <w:tc>
          <w:tcPr>
            <w:tcW w:w="1969" w:type="dxa"/>
          </w:tcPr>
          <w:p w:rsidR="001C6333" w:rsidRPr="008F66FC" w:rsidRDefault="001C6333">
            <w:r>
              <w:t>нет</w:t>
            </w:r>
          </w:p>
        </w:tc>
        <w:tc>
          <w:tcPr>
            <w:tcW w:w="1721" w:type="dxa"/>
          </w:tcPr>
          <w:p w:rsidR="001C6333" w:rsidRPr="00D23580" w:rsidRDefault="001C6333">
            <w:r>
              <w:t>нет</w:t>
            </w:r>
          </w:p>
        </w:tc>
        <w:tc>
          <w:tcPr>
            <w:tcW w:w="1108" w:type="dxa"/>
          </w:tcPr>
          <w:p w:rsidR="001C6333" w:rsidRPr="008C3934" w:rsidRDefault="001C6333"/>
        </w:tc>
        <w:tc>
          <w:tcPr>
            <w:tcW w:w="1677" w:type="dxa"/>
          </w:tcPr>
          <w:p w:rsidR="001C6333" w:rsidRPr="00D23580" w:rsidRDefault="001C6333" w:rsidP="003F5C68"/>
        </w:tc>
      </w:tr>
      <w:tr w:rsidR="001C6333" w:rsidRPr="00EF7CD8" w:rsidTr="008F66FC">
        <w:tc>
          <w:tcPr>
            <w:tcW w:w="1343" w:type="dxa"/>
          </w:tcPr>
          <w:p w:rsidR="001C6333" w:rsidRPr="00D23580" w:rsidRDefault="001C6333" w:rsidP="002D323C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 xml:space="preserve">Супруг  </w:t>
            </w:r>
          </w:p>
        </w:tc>
        <w:tc>
          <w:tcPr>
            <w:tcW w:w="2084" w:type="dxa"/>
          </w:tcPr>
          <w:p w:rsidR="001C6333" w:rsidRDefault="001C6333" w:rsidP="002D323C">
            <w:r>
              <w:t>нет</w:t>
            </w:r>
          </w:p>
        </w:tc>
        <w:tc>
          <w:tcPr>
            <w:tcW w:w="1907" w:type="dxa"/>
          </w:tcPr>
          <w:p w:rsidR="001C6333" w:rsidRDefault="001C6333" w:rsidP="002D323C">
            <w:r>
              <w:t>нет</w:t>
            </w:r>
          </w:p>
        </w:tc>
        <w:tc>
          <w:tcPr>
            <w:tcW w:w="1108" w:type="dxa"/>
          </w:tcPr>
          <w:p w:rsidR="001C6333" w:rsidRPr="00D23580" w:rsidRDefault="001C6333" w:rsidP="002D323C"/>
        </w:tc>
        <w:tc>
          <w:tcPr>
            <w:tcW w:w="1677" w:type="dxa"/>
          </w:tcPr>
          <w:p w:rsidR="001C6333" w:rsidRPr="00D23580" w:rsidRDefault="001C6333" w:rsidP="002D323C"/>
        </w:tc>
        <w:tc>
          <w:tcPr>
            <w:tcW w:w="1969" w:type="dxa"/>
          </w:tcPr>
          <w:p w:rsidR="001C6333" w:rsidRPr="008F66FC" w:rsidRDefault="001C6333" w:rsidP="002D323C">
            <w:pPr>
              <w:rPr>
                <w:lang w:val="en-US"/>
              </w:rPr>
            </w:pPr>
            <w:r>
              <w:rPr>
                <w:lang w:val="en-US"/>
              </w:rPr>
              <w:t>Daihatsu YRV</w:t>
            </w:r>
          </w:p>
        </w:tc>
        <w:tc>
          <w:tcPr>
            <w:tcW w:w="1721" w:type="dxa"/>
          </w:tcPr>
          <w:p w:rsidR="001C6333" w:rsidRPr="00BC5ABA" w:rsidRDefault="001C6333" w:rsidP="002D323C">
            <w:r>
              <w:t xml:space="preserve">Квартира </w:t>
            </w:r>
          </w:p>
          <w:p w:rsidR="001C6333" w:rsidRPr="00D23580" w:rsidRDefault="001C6333" w:rsidP="002D323C"/>
        </w:tc>
        <w:tc>
          <w:tcPr>
            <w:tcW w:w="1108" w:type="dxa"/>
          </w:tcPr>
          <w:p w:rsidR="001C6333" w:rsidRPr="008F66FC" w:rsidRDefault="001C6333" w:rsidP="002D323C">
            <w:pPr>
              <w:rPr>
                <w:lang w:val="en-US"/>
              </w:rPr>
            </w:pPr>
            <w:r w:rsidRPr="008F66FC">
              <w:t>51</w:t>
            </w:r>
            <w:r>
              <w:t>,5</w:t>
            </w:r>
          </w:p>
        </w:tc>
        <w:tc>
          <w:tcPr>
            <w:tcW w:w="1677" w:type="dxa"/>
          </w:tcPr>
          <w:p w:rsidR="001C6333" w:rsidRDefault="001C6333" w:rsidP="002D323C">
            <w:r>
              <w:t>Россия</w:t>
            </w:r>
          </w:p>
          <w:p w:rsidR="001C6333" w:rsidRPr="00D23580" w:rsidRDefault="001C6333" w:rsidP="002D323C"/>
        </w:tc>
      </w:tr>
      <w:tr w:rsidR="001C6333" w:rsidRPr="00EF7CD8" w:rsidTr="008F66FC">
        <w:tc>
          <w:tcPr>
            <w:tcW w:w="1343" w:type="dxa"/>
          </w:tcPr>
          <w:p w:rsidR="001C6333" w:rsidRPr="00D23580" w:rsidRDefault="001C6333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 xml:space="preserve">Сын  </w:t>
            </w:r>
          </w:p>
        </w:tc>
        <w:tc>
          <w:tcPr>
            <w:tcW w:w="2084" w:type="dxa"/>
          </w:tcPr>
          <w:p w:rsidR="001C6333" w:rsidRDefault="001C6333">
            <w:r>
              <w:t>нет</w:t>
            </w:r>
          </w:p>
        </w:tc>
        <w:tc>
          <w:tcPr>
            <w:tcW w:w="1907" w:type="dxa"/>
          </w:tcPr>
          <w:p w:rsidR="001C6333" w:rsidRDefault="001C6333" w:rsidP="002760AB">
            <w:r>
              <w:t>нет</w:t>
            </w:r>
          </w:p>
        </w:tc>
        <w:tc>
          <w:tcPr>
            <w:tcW w:w="1108" w:type="dxa"/>
          </w:tcPr>
          <w:p w:rsidR="001C6333" w:rsidRPr="00D23580" w:rsidRDefault="001C6333" w:rsidP="00D96F5E"/>
        </w:tc>
        <w:tc>
          <w:tcPr>
            <w:tcW w:w="1677" w:type="dxa"/>
          </w:tcPr>
          <w:p w:rsidR="001C6333" w:rsidRPr="00D23580" w:rsidRDefault="001C6333" w:rsidP="002760AB"/>
        </w:tc>
        <w:tc>
          <w:tcPr>
            <w:tcW w:w="1969" w:type="dxa"/>
          </w:tcPr>
          <w:p w:rsidR="001C6333" w:rsidRPr="003F5C68" w:rsidRDefault="001C6333" w:rsidP="003F5C68">
            <w:r>
              <w:t>нет</w:t>
            </w:r>
          </w:p>
        </w:tc>
        <w:tc>
          <w:tcPr>
            <w:tcW w:w="1721" w:type="dxa"/>
          </w:tcPr>
          <w:p w:rsidR="001C6333" w:rsidRPr="00BC5ABA" w:rsidRDefault="001C6333" w:rsidP="00773822">
            <w:r>
              <w:t xml:space="preserve">Квартира </w:t>
            </w:r>
          </w:p>
          <w:p w:rsidR="001C6333" w:rsidRPr="00D23580" w:rsidRDefault="001C6333" w:rsidP="00773822"/>
        </w:tc>
        <w:tc>
          <w:tcPr>
            <w:tcW w:w="1108" w:type="dxa"/>
          </w:tcPr>
          <w:p w:rsidR="001C6333" w:rsidRPr="008C3934" w:rsidRDefault="001C6333" w:rsidP="00773822">
            <w:r>
              <w:t>51,5</w:t>
            </w:r>
          </w:p>
        </w:tc>
        <w:tc>
          <w:tcPr>
            <w:tcW w:w="1677" w:type="dxa"/>
          </w:tcPr>
          <w:p w:rsidR="001C6333" w:rsidRDefault="001C6333" w:rsidP="00773822">
            <w:r>
              <w:t>Россия</w:t>
            </w:r>
          </w:p>
          <w:p w:rsidR="001C6333" w:rsidRPr="00D23580" w:rsidRDefault="001C6333" w:rsidP="00773822"/>
        </w:tc>
      </w:tr>
      <w:tr w:rsidR="001C6333" w:rsidTr="00716903">
        <w:tc>
          <w:tcPr>
            <w:tcW w:w="14594" w:type="dxa"/>
            <w:gridSpan w:val="9"/>
          </w:tcPr>
          <w:p w:rsidR="001C6333" w:rsidRDefault="001C6333">
            <w:pPr>
              <w:jc w:val="center"/>
            </w:pPr>
            <w: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</w:tc>
      </w:tr>
      <w:tr w:rsidR="001C6333" w:rsidTr="00716903">
        <w:tc>
          <w:tcPr>
            <w:tcW w:w="14594" w:type="dxa"/>
            <w:gridSpan w:val="9"/>
          </w:tcPr>
          <w:p w:rsidR="001C6333" w:rsidRDefault="001C6333" w:rsidP="00426D35">
            <w:pPr>
              <w:jc w:val="center"/>
              <w:rPr>
                <w:i/>
              </w:rPr>
            </w:pPr>
            <w:r>
              <w:rPr>
                <w:i/>
              </w:rPr>
              <w:t>Сделки не совершались</w:t>
            </w:r>
          </w:p>
          <w:p w:rsidR="001C6333" w:rsidRDefault="001C6333" w:rsidP="00426D35">
            <w:pPr>
              <w:jc w:val="center"/>
            </w:pPr>
          </w:p>
        </w:tc>
      </w:tr>
    </w:tbl>
    <w:p w:rsidR="001C6333" w:rsidRDefault="001C6333" w:rsidP="00716903">
      <w:pPr>
        <w:tabs>
          <w:tab w:val="left" w:pos="7655"/>
          <w:tab w:val="left" w:pos="11766"/>
          <w:tab w:val="left" w:pos="12191"/>
          <w:tab w:val="left" w:pos="12474"/>
        </w:tabs>
      </w:pPr>
      <w:bookmarkStart w:id="0" w:name="_GoBack"/>
      <w:bookmarkEnd w:id="0"/>
    </w:p>
    <w:p w:rsidR="001C6333" w:rsidRDefault="001C6333" w:rsidP="00716903">
      <w:pPr>
        <w:tabs>
          <w:tab w:val="left" w:pos="7655"/>
          <w:tab w:val="left" w:pos="11766"/>
          <w:tab w:val="left" w:pos="12191"/>
          <w:tab w:val="left" w:pos="12474"/>
        </w:tabs>
      </w:pPr>
    </w:p>
    <w:p w:rsidR="001C6333" w:rsidRPr="004945E0" w:rsidRDefault="001C6333" w:rsidP="00716903">
      <w:pPr>
        <w:tabs>
          <w:tab w:val="left" w:pos="7655"/>
          <w:tab w:val="left" w:pos="11766"/>
          <w:tab w:val="left" w:pos="12191"/>
          <w:tab w:val="left" w:pos="12474"/>
        </w:tabs>
      </w:pPr>
      <w:r>
        <w:t xml:space="preserve"> ________________________________________      Сухинина Ю.С.</w:t>
      </w:r>
    </w:p>
    <w:p w:rsidR="001C6333" w:rsidRDefault="001C6333" w:rsidP="00716903">
      <w:pPr>
        <w:rPr>
          <w:sz w:val="20"/>
          <w:szCs w:val="20"/>
        </w:rPr>
      </w:pPr>
    </w:p>
    <w:p w:rsidR="001C6333" w:rsidRDefault="001C6333" w:rsidP="00716903">
      <w:pPr>
        <w:rPr>
          <w:sz w:val="20"/>
          <w:szCs w:val="20"/>
        </w:rPr>
      </w:pPr>
      <w:r>
        <w:rPr>
          <w:sz w:val="20"/>
          <w:szCs w:val="20"/>
        </w:rPr>
        <w:t xml:space="preserve">(подпись гражданского служащего, представившего сведения)             /Ф.И.О./ </w:t>
      </w:r>
    </w:p>
    <w:p w:rsidR="001C6333" w:rsidRDefault="001C6333" w:rsidP="00716903">
      <w:pPr>
        <w:rPr>
          <w:sz w:val="28"/>
          <w:szCs w:val="28"/>
        </w:rPr>
      </w:pPr>
    </w:p>
    <w:p w:rsidR="001C6333" w:rsidRDefault="001C6333" w:rsidP="008715D9">
      <w:pPr>
        <w:tabs>
          <w:tab w:val="left" w:pos="12474"/>
          <w:tab w:val="left" w:pos="12758"/>
        </w:tabs>
      </w:pPr>
      <w:r>
        <w:rPr>
          <w:sz w:val="28"/>
          <w:szCs w:val="28"/>
        </w:rPr>
        <w:t xml:space="preserve">     _________                                                                                 </w:t>
      </w:r>
      <w:r>
        <w:t xml:space="preserve">________________________________________       ______________         </w:t>
      </w:r>
      <w:r>
        <w:rPr>
          <w:sz w:val="20"/>
          <w:szCs w:val="20"/>
        </w:rPr>
        <w:t xml:space="preserve">(Дата)  </w:t>
      </w:r>
      <w:r>
        <w:rPr>
          <w:sz w:val="28"/>
          <w:szCs w:val="28"/>
        </w:rPr>
        <w:t xml:space="preserve">                                                                                                  (</w:t>
      </w:r>
      <w:r>
        <w:rPr>
          <w:sz w:val="18"/>
          <w:szCs w:val="18"/>
        </w:rPr>
        <w:t>подпись кадрового работника)                                                            /Ф.И.О./</w:t>
      </w:r>
    </w:p>
    <w:sectPr w:rsidR="001C6333" w:rsidSect="008715D9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embedSystemFonts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6903"/>
    <w:rsid w:val="000207B8"/>
    <w:rsid w:val="000306F7"/>
    <w:rsid w:val="00035D21"/>
    <w:rsid w:val="00072932"/>
    <w:rsid w:val="0008292D"/>
    <w:rsid w:val="00137551"/>
    <w:rsid w:val="00193806"/>
    <w:rsid w:val="001A0915"/>
    <w:rsid w:val="001B40F9"/>
    <w:rsid w:val="001C6333"/>
    <w:rsid w:val="001D29CE"/>
    <w:rsid w:val="001D7400"/>
    <w:rsid w:val="001E0A00"/>
    <w:rsid w:val="002443AA"/>
    <w:rsid w:val="002609FE"/>
    <w:rsid w:val="002714E7"/>
    <w:rsid w:val="002760AB"/>
    <w:rsid w:val="002B2B7A"/>
    <w:rsid w:val="002C3D08"/>
    <w:rsid w:val="002C70E0"/>
    <w:rsid w:val="002D323C"/>
    <w:rsid w:val="003434C8"/>
    <w:rsid w:val="00350F8F"/>
    <w:rsid w:val="00360DA2"/>
    <w:rsid w:val="00375B27"/>
    <w:rsid w:val="003825FE"/>
    <w:rsid w:val="003B1FA3"/>
    <w:rsid w:val="003B2D3F"/>
    <w:rsid w:val="003F5C68"/>
    <w:rsid w:val="004152BB"/>
    <w:rsid w:val="00426D35"/>
    <w:rsid w:val="004315AD"/>
    <w:rsid w:val="00431A00"/>
    <w:rsid w:val="0046051D"/>
    <w:rsid w:val="004945E0"/>
    <w:rsid w:val="004B71E2"/>
    <w:rsid w:val="004E34AA"/>
    <w:rsid w:val="004F6285"/>
    <w:rsid w:val="00526F63"/>
    <w:rsid w:val="005349DD"/>
    <w:rsid w:val="00541043"/>
    <w:rsid w:val="005F6B42"/>
    <w:rsid w:val="00613AEF"/>
    <w:rsid w:val="00632EC0"/>
    <w:rsid w:val="00693C69"/>
    <w:rsid w:val="006B226F"/>
    <w:rsid w:val="006C27D4"/>
    <w:rsid w:val="0070653B"/>
    <w:rsid w:val="00716903"/>
    <w:rsid w:val="007557A7"/>
    <w:rsid w:val="007625F4"/>
    <w:rsid w:val="00773822"/>
    <w:rsid w:val="00774649"/>
    <w:rsid w:val="007F5EC9"/>
    <w:rsid w:val="00814452"/>
    <w:rsid w:val="00823064"/>
    <w:rsid w:val="008333AD"/>
    <w:rsid w:val="00837AA7"/>
    <w:rsid w:val="00840408"/>
    <w:rsid w:val="008715D9"/>
    <w:rsid w:val="008A6E4B"/>
    <w:rsid w:val="008C3934"/>
    <w:rsid w:val="008F66FC"/>
    <w:rsid w:val="0091790B"/>
    <w:rsid w:val="00925826"/>
    <w:rsid w:val="00967A0E"/>
    <w:rsid w:val="0097719C"/>
    <w:rsid w:val="009A04E2"/>
    <w:rsid w:val="009E2F44"/>
    <w:rsid w:val="009E7D26"/>
    <w:rsid w:val="009F43FE"/>
    <w:rsid w:val="00A27220"/>
    <w:rsid w:val="00A44CFF"/>
    <w:rsid w:val="00A907AB"/>
    <w:rsid w:val="00A917F4"/>
    <w:rsid w:val="00AD1CF9"/>
    <w:rsid w:val="00AD3650"/>
    <w:rsid w:val="00AD4AB0"/>
    <w:rsid w:val="00AD5718"/>
    <w:rsid w:val="00AD5FE0"/>
    <w:rsid w:val="00AE537A"/>
    <w:rsid w:val="00B74064"/>
    <w:rsid w:val="00B81198"/>
    <w:rsid w:val="00B868A4"/>
    <w:rsid w:val="00B96373"/>
    <w:rsid w:val="00BA2EA0"/>
    <w:rsid w:val="00BC3811"/>
    <w:rsid w:val="00BC5ABA"/>
    <w:rsid w:val="00BD1E1B"/>
    <w:rsid w:val="00BD6220"/>
    <w:rsid w:val="00BD6D29"/>
    <w:rsid w:val="00C1645F"/>
    <w:rsid w:val="00C4350A"/>
    <w:rsid w:val="00C47FE0"/>
    <w:rsid w:val="00C5372A"/>
    <w:rsid w:val="00C626F4"/>
    <w:rsid w:val="00C80A1B"/>
    <w:rsid w:val="00CA4D85"/>
    <w:rsid w:val="00CD4FB0"/>
    <w:rsid w:val="00CE522C"/>
    <w:rsid w:val="00D06EC0"/>
    <w:rsid w:val="00D23580"/>
    <w:rsid w:val="00D31E23"/>
    <w:rsid w:val="00D36036"/>
    <w:rsid w:val="00D46C19"/>
    <w:rsid w:val="00D50468"/>
    <w:rsid w:val="00D57C84"/>
    <w:rsid w:val="00D74FA9"/>
    <w:rsid w:val="00D75B3F"/>
    <w:rsid w:val="00D96F5E"/>
    <w:rsid w:val="00DA4C1E"/>
    <w:rsid w:val="00DF2005"/>
    <w:rsid w:val="00E60E9A"/>
    <w:rsid w:val="00E70531"/>
    <w:rsid w:val="00E71ED4"/>
    <w:rsid w:val="00EA5E7D"/>
    <w:rsid w:val="00EB5F51"/>
    <w:rsid w:val="00ED5354"/>
    <w:rsid w:val="00ED7072"/>
    <w:rsid w:val="00ED7661"/>
    <w:rsid w:val="00EE1273"/>
    <w:rsid w:val="00EF7CD8"/>
    <w:rsid w:val="00F10C7C"/>
    <w:rsid w:val="00F147E2"/>
    <w:rsid w:val="00F82C1E"/>
    <w:rsid w:val="00FB0630"/>
    <w:rsid w:val="00FC244D"/>
    <w:rsid w:val="00FC42BA"/>
    <w:rsid w:val="00FC70E2"/>
    <w:rsid w:val="00FE01EE"/>
    <w:rsid w:val="00FE2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903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715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44D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100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1</Pages>
  <Words>266</Words>
  <Characters>1522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Admin</dc:creator>
  <cp:keywords/>
  <dc:description/>
  <cp:lastModifiedBy>Admin</cp:lastModifiedBy>
  <cp:revision>3</cp:revision>
  <cp:lastPrinted>2015-06-29T05:08:00Z</cp:lastPrinted>
  <dcterms:created xsi:type="dcterms:W3CDTF">2015-06-29T05:09:00Z</dcterms:created>
  <dcterms:modified xsi:type="dcterms:W3CDTF">2016-05-05T01:09:00Z</dcterms:modified>
</cp:coreProperties>
</file>