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02F" w:rsidRDefault="00C2202F" w:rsidP="00F57EE1">
      <w:pPr>
        <w:jc w:val="center"/>
        <w:rPr>
          <w:sz w:val="28"/>
          <w:szCs w:val="28"/>
        </w:rPr>
      </w:pPr>
      <w:r w:rsidRPr="00F57EE1">
        <w:rPr>
          <w:sz w:val="28"/>
          <w:szCs w:val="28"/>
        </w:rPr>
        <w:t>Сведения о доходах,</w:t>
      </w:r>
      <w:r>
        <w:rPr>
          <w:sz w:val="28"/>
          <w:szCs w:val="28"/>
        </w:rPr>
        <w:t xml:space="preserve"> расходах,</w:t>
      </w:r>
      <w:r w:rsidRPr="00F57EE1">
        <w:rPr>
          <w:sz w:val="28"/>
          <w:szCs w:val="28"/>
        </w:rPr>
        <w:t xml:space="preserve"> об имуществе и обязательствах имущественного характера муниципальных служащих Администрации муниципального образования «Завьяловский район» и членов их семей за 201</w:t>
      </w:r>
      <w:r>
        <w:rPr>
          <w:sz w:val="28"/>
          <w:szCs w:val="28"/>
        </w:rPr>
        <w:t>5 год</w:t>
      </w:r>
    </w:p>
    <w:p w:rsidR="00C2202F" w:rsidRDefault="00C2202F" w:rsidP="00F57EE1">
      <w:pPr>
        <w:jc w:val="center"/>
        <w:rPr>
          <w:sz w:val="28"/>
          <w:szCs w:val="28"/>
        </w:rPr>
      </w:pPr>
    </w:p>
    <w:p w:rsidR="00C2202F" w:rsidRPr="0036185B" w:rsidRDefault="00C2202F" w:rsidP="0043220E">
      <w:pPr>
        <w:jc w:val="both"/>
        <w:rPr>
          <w:b/>
        </w:rPr>
      </w:pPr>
      <w:r w:rsidRPr="0036185B">
        <w:rPr>
          <w:b/>
        </w:rPr>
        <w:t>Решение Совета депутатов муниципального образования «Завьяловский район» УР от 2</w:t>
      </w:r>
      <w:r>
        <w:rPr>
          <w:b/>
        </w:rPr>
        <w:t>4</w:t>
      </w:r>
      <w:r w:rsidRPr="0036185B">
        <w:rPr>
          <w:b/>
        </w:rPr>
        <w:t>.0</w:t>
      </w:r>
      <w:r>
        <w:rPr>
          <w:b/>
        </w:rPr>
        <w:t>2</w:t>
      </w:r>
      <w:r w:rsidRPr="0036185B">
        <w:rPr>
          <w:b/>
        </w:rPr>
        <w:t>.201</w:t>
      </w:r>
      <w:r>
        <w:rPr>
          <w:b/>
        </w:rPr>
        <w:t>6</w:t>
      </w:r>
      <w:r w:rsidRPr="0036185B">
        <w:rPr>
          <w:b/>
        </w:rPr>
        <w:t xml:space="preserve"> N </w:t>
      </w:r>
      <w:r>
        <w:rPr>
          <w:b/>
        </w:rPr>
        <w:t>522</w:t>
      </w:r>
      <w:r w:rsidRPr="0036185B">
        <w:rPr>
          <w:b/>
        </w:rPr>
        <w:t xml:space="preserve"> </w:t>
      </w:r>
    </w:p>
    <w:p w:rsidR="00C2202F" w:rsidRPr="0036185B" w:rsidRDefault="00C2202F" w:rsidP="0043220E">
      <w:pPr>
        <w:jc w:val="both"/>
      </w:pPr>
      <w:r w:rsidRPr="0036185B">
        <w:t xml:space="preserve">"Об утверждении Порядка размещения сведений о доходах, </w:t>
      </w:r>
      <w:r>
        <w:t xml:space="preserve">расходах, </w:t>
      </w:r>
      <w:r w:rsidRPr="0036185B">
        <w:t xml:space="preserve">об имуществе и обязательствах имущественного характера </w:t>
      </w:r>
      <w:r>
        <w:t xml:space="preserve">лица, замещающего </w:t>
      </w:r>
      <w:r w:rsidRPr="0036185B">
        <w:t>муниципальн</w:t>
      </w:r>
      <w:r>
        <w:t>ую должность</w:t>
      </w:r>
      <w:r w:rsidRPr="0036185B">
        <w:t xml:space="preserve">, муниципальных служащих </w:t>
      </w:r>
      <w:r>
        <w:t xml:space="preserve">органов местного самоуправления </w:t>
      </w:r>
      <w:r w:rsidRPr="0036185B">
        <w:t>муниципального образования «Завьяловский район» и членов их семей в информационно-телекоммуникационной сети Интернет на официальном сайте муниципального образования «Завьяловский район» и предоставления эти</w:t>
      </w:r>
      <w:r>
        <w:t>х сведений общероссийским</w:t>
      </w:r>
      <w:r w:rsidRPr="0036185B">
        <w:t xml:space="preserve"> средствам массовой информации для опубликования».</w:t>
      </w:r>
    </w:p>
    <w:p w:rsidR="00C2202F" w:rsidRDefault="00C2202F" w:rsidP="00D15368">
      <w:pPr>
        <w:jc w:val="both"/>
        <w:rPr>
          <w:sz w:val="28"/>
          <w:szCs w:val="28"/>
        </w:rPr>
      </w:pPr>
    </w:p>
    <w:p w:rsidR="00C2202F" w:rsidRPr="00D15368" w:rsidRDefault="00C2202F" w:rsidP="00613707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613707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613707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ГЛАВЫ АДМИНИСТРАЦИИ МУНИЦИПАЛЬНОГО ОБРАЗОВАНИЯ «ЗАВЬЯЛОВСКИЙ РАЙОН»</w:t>
      </w:r>
      <w:r w:rsidRPr="00D15368">
        <w:rPr>
          <w:sz w:val="28"/>
          <w:szCs w:val="28"/>
        </w:rPr>
        <w:t xml:space="preserve"> </w:t>
      </w:r>
    </w:p>
    <w:p w:rsidR="00C2202F" w:rsidRPr="00D15368" w:rsidRDefault="00C2202F" w:rsidP="00613707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D15368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B2671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B26711">
              <w:rPr>
                <w:b/>
                <w:sz w:val="28"/>
                <w:szCs w:val="28"/>
              </w:rPr>
              <w:t>Четкарев Михаил Ильич</w:t>
            </w:r>
          </w:p>
        </w:tc>
      </w:tr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1 487 355,50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0</w:t>
            </w:r>
            <w:r w:rsidRPr="002772B1">
              <w:rPr>
                <w:sz w:val="28"/>
                <w:szCs w:val="28"/>
              </w:rPr>
              <w:t>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Pr="002772B1">
              <w:rPr>
                <w:sz w:val="28"/>
                <w:szCs w:val="28"/>
                <w:lang w:val="en-US"/>
              </w:rPr>
              <w:t>Mazda</w:t>
            </w:r>
            <w:r w:rsidRPr="002772B1">
              <w:rPr>
                <w:sz w:val="28"/>
                <w:szCs w:val="28"/>
              </w:rPr>
              <w:t xml:space="preserve"> СХ-5</w:t>
            </w:r>
            <w:r w:rsidRPr="002772B1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4828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1312</w:t>
            </w:r>
          </w:p>
        </w:tc>
        <w:tc>
          <w:tcPr>
            <w:tcW w:w="1800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трактор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Т-25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86,5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162 538,88</w:t>
            </w:r>
          </w:p>
        </w:tc>
        <w:tc>
          <w:tcPr>
            <w:tcW w:w="1508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4828</w:t>
            </w:r>
          </w:p>
        </w:tc>
        <w:tc>
          <w:tcPr>
            <w:tcW w:w="1800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B2671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86,5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(5/6 доли)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Pr="002A54CE" w:rsidRDefault="00C2202F" w:rsidP="00EC3F2B">
      <w:pPr>
        <w:jc w:val="center"/>
        <w:rPr>
          <w:sz w:val="28"/>
          <w:szCs w:val="28"/>
        </w:rPr>
      </w:pPr>
    </w:p>
    <w:p w:rsidR="00C2202F" w:rsidRPr="00D15368" w:rsidRDefault="00C2202F" w:rsidP="00613707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613707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613707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ПЕРВОГО ЗАМЕСТИТЕЛЯ ГЛАВЫ АДМИНИСТРАЦИИ МУНИЦИПАЛЬНОГО ОБРАЗОВАНИЯ «ЗАВЬЯЛОВСКИЙ РАЙОН» - НАЧАЛЬНИКА УПРАВЛЕНИЯ ПО РАЗВИТИЮ СЕЛА И СЕЛЬСКОГО ХОЗЯЙСТВА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613707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51B15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251B15">
              <w:rPr>
                <w:b/>
                <w:sz w:val="28"/>
                <w:szCs w:val="28"/>
              </w:rPr>
              <w:t>Никитин Валериан Арсентьевич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744362,50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2800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3500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82,70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161,9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51B15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91231,47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3500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  <w:lang w:val="en-US"/>
              </w:rPr>
              <w:t>Suzuki-sx-4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2800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161,9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F71120">
      <w:pPr>
        <w:jc w:val="center"/>
        <w:rPr>
          <w:sz w:val="28"/>
          <w:szCs w:val="28"/>
        </w:rPr>
      </w:pPr>
    </w:p>
    <w:p w:rsidR="00C2202F" w:rsidRPr="00D15368" w:rsidRDefault="00C2202F" w:rsidP="00F71120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F71120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F7112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МУНИЦИПАЛЬНОГО ОБРАЗОВАНИЯ «ЗАВЬЯЛОВСКИЙ РАЙОН» ПО СОЦИАЛЬНОМУ КОМПЛЕКСУ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F71120">
      <w:pPr>
        <w:jc w:val="center"/>
        <w:rPr>
          <w:sz w:val="28"/>
          <w:szCs w:val="28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44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44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148" w:type="dxa"/>
            <w:gridSpan w:val="9"/>
          </w:tcPr>
          <w:p w:rsidR="00C2202F" w:rsidRPr="00293046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293046">
              <w:rPr>
                <w:b/>
                <w:sz w:val="28"/>
                <w:szCs w:val="28"/>
              </w:rPr>
              <w:t>Дудырева Татьяна Николаевна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721 348, 16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56,9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930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414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Дочь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56,9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</w:tbl>
    <w:p w:rsidR="00C2202F" w:rsidRDefault="00C2202F" w:rsidP="00F71120">
      <w:pPr>
        <w:jc w:val="center"/>
        <w:rPr>
          <w:sz w:val="28"/>
          <w:szCs w:val="28"/>
        </w:rPr>
      </w:pPr>
    </w:p>
    <w:p w:rsidR="00C2202F" w:rsidRPr="00D15368" w:rsidRDefault="00C2202F" w:rsidP="00F71120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F71120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F71120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МУНИЦИПАЛЬНОГО ОБРАЗОВАНИЯ «ЗАВЬЯЛОВСКИЙ РАЙОН» ПО МУНИЦИПАЛЬНОМУ ХОЗЯЙСТВУ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F71120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221B73" w:rsidRDefault="00C2202F" w:rsidP="00EC3F2B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93046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293046">
              <w:rPr>
                <w:b/>
                <w:sz w:val="28"/>
                <w:szCs w:val="28"/>
              </w:rPr>
              <w:t>Ожегов Сергей Алексеевич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93046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74</w:t>
            </w:r>
            <w:r>
              <w:rPr>
                <w:sz w:val="28"/>
                <w:szCs w:val="28"/>
              </w:rPr>
              <w:t>7 020,99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Pr="002772B1">
              <w:rPr>
                <w:sz w:val="28"/>
                <w:szCs w:val="28"/>
                <w:lang w:val="en-US"/>
              </w:rPr>
              <w:t>Opel Astra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113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2010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608 800,45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113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113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113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B65DE5">
      <w:pPr>
        <w:jc w:val="center"/>
        <w:rPr>
          <w:sz w:val="28"/>
          <w:szCs w:val="28"/>
        </w:rPr>
      </w:pPr>
    </w:p>
    <w:p w:rsidR="00C2202F" w:rsidRDefault="00C2202F" w:rsidP="00B65DE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B65DE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B65DE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МУНИЦИПАЛЬНОГО ОБРАЗОВАНИЯ «ЗАВЬЯЛОВСКИЙ РАЙОН» ПО ЭКОНОМИКЕ, ФИНАНСАМ И КОНТРОЛЮ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B65DE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221B73" w:rsidRDefault="00C2202F" w:rsidP="00B65DE5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Ершов Дмитрий Анатольевич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725624,22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240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166312,50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240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1501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240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240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240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Pr="00210FD9" w:rsidRDefault="00C2202F" w:rsidP="00EC3F2B">
      <w:pPr>
        <w:jc w:val="center"/>
        <w:rPr>
          <w:sz w:val="28"/>
          <w:szCs w:val="28"/>
        </w:rPr>
      </w:pPr>
    </w:p>
    <w:p w:rsidR="00C2202F" w:rsidRDefault="00C2202F" w:rsidP="00612ECD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612ECD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612ECD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ГЛАВЫ АДМИНИСТРАЦИИ МУНИЦИПАЛЬНОГО ОБРАЗОВАНИЯ «ЗАВЬЯЛОВСКИЙ РАЙОН» - НАЧАЛЬНИКА УПРАВЛЕНИЯ ИМУЩЕСТВА И ЗЕМЕЛЬНЫХ РЕСУРСОВ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612ECD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210FD9" w:rsidRDefault="00C2202F" w:rsidP="00612ECD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C0643D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C0643D">
              <w:rPr>
                <w:b/>
                <w:sz w:val="28"/>
                <w:szCs w:val="28"/>
              </w:rPr>
              <w:t>Зимин Константин Вячеславович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C0643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1 292 682,42 с учетом продажи автомобиля </w:t>
            </w:r>
          </w:p>
        </w:tc>
        <w:tc>
          <w:tcPr>
            <w:tcW w:w="1508" w:type="dxa"/>
          </w:tcPr>
          <w:p w:rsidR="00C2202F" w:rsidRPr="002772B1" w:rsidRDefault="00C2202F" w:rsidP="00C0643D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</w:t>
            </w:r>
            <w:r>
              <w:rPr>
                <w:sz w:val="28"/>
                <w:szCs w:val="28"/>
              </w:rPr>
              <w:t>1</w:t>
            </w:r>
            <w:r w:rsidRPr="002772B1">
              <w:rPr>
                <w:sz w:val="28"/>
                <w:szCs w:val="28"/>
              </w:rPr>
              <w:t>/3 дол</w:t>
            </w:r>
            <w:r>
              <w:rPr>
                <w:sz w:val="28"/>
                <w:szCs w:val="28"/>
              </w:rPr>
              <w:t>я</w:t>
            </w:r>
            <w:r w:rsidRPr="002772B1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91,6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C0643D" w:rsidRDefault="00C2202F" w:rsidP="00C0643D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Mitsubishi Outlander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107 467,01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91,6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1500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27,2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C0643D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C0643D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1500</w:t>
            </w:r>
          </w:p>
        </w:tc>
        <w:tc>
          <w:tcPr>
            <w:tcW w:w="1800" w:type="dxa"/>
          </w:tcPr>
          <w:p w:rsidR="00C2202F" w:rsidRPr="002772B1" w:rsidRDefault="00C2202F" w:rsidP="00C0643D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C0643D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</w:t>
            </w:r>
            <w:r>
              <w:rPr>
                <w:sz w:val="28"/>
                <w:szCs w:val="28"/>
              </w:rPr>
              <w:t>6</w:t>
            </w:r>
            <w:r w:rsidRPr="002772B1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2772B1" w:rsidRDefault="00C2202F" w:rsidP="00C0643D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91,6</w:t>
            </w:r>
          </w:p>
        </w:tc>
        <w:tc>
          <w:tcPr>
            <w:tcW w:w="1800" w:type="dxa"/>
          </w:tcPr>
          <w:p w:rsidR="00C2202F" w:rsidRPr="002772B1" w:rsidRDefault="00C2202F" w:rsidP="00C0643D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C52225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</w:t>
            </w:r>
            <w:r>
              <w:rPr>
                <w:sz w:val="28"/>
                <w:szCs w:val="28"/>
              </w:rPr>
              <w:t>6</w:t>
            </w:r>
            <w:r w:rsidRPr="002772B1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2772B1" w:rsidRDefault="00C2202F" w:rsidP="00C52225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91,6</w:t>
            </w:r>
          </w:p>
        </w:tc>
        <w:tc>
          <w:tcPr>
            <w:tcW w:w="1800" w:type="dxa"/>
          </w:tcPr>
          <w:p w:rsidR="00C2202F" w:rsidRPr="002772B1" w:rsidRDefault="00C2202F" w:rsidP="00C52225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Pr="00210FD9" w:rsidRDefault="00C2202F" w:rsidP="00EC3F2B">
      <w:pPr>
        <w:jc w:val="center"/>
        <w:rPr>
          <w:sz w:val="28"/>
          <w:szCs w:val="28"/>
        </w:rPr>
      </w:pPr>
    </w:p>
    <w:p w:rsidR="00C2202F" w:rsidRDefault="00C2202F" w:rsidP="00802B2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802B2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802B2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ПРИРОДНЫХ РЕСУРСОВ И ОХРАНЫ ОКРУЖАЮЩЕЙ СРЕДЫ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802B2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210FD9" w:rsidRDefault="00C2202F" w:rsidP="00802B23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A250E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1716AB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1716AB">
              <w:rPr>
                <w:b/>
                <w:sz w:val="28"/>
                <w:szCs w:val="28"/>
              </w:rPr>
              <w:t xml:space="preserve">Матвеев Сергей Сергеевич </w:t>
            </w:r>
          </w:p>
        </w:tc>
        <w:tc>
          <w:tcPr>
            <w:tcW w:w="1620" w:type="dxa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405861</w:t>
            </w:r>
          </w:p>
        </w:tc>
        <w:tc>
          <w:tcPr>
            <w:tcW w:w="1508" w:type="dxa"/>
          </w:tcPr>
          <w:p w:rsidR="00C2202F" w:rsidRPr="002772B1" w:rsidRDefault="00C2202F" w:rsidP="001716AB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</w:t>
            </w:r>
            <w:r>
              <w:rPr>
                <w:sz w:val="28"/>
                <w:szCs w:val="28"/>
              </w:rPr>
              <w:t>1</w:t>
            </w:r>
            <w:r w:rsidRPr="002772B1">
              <w:rPr>
                <w:sz w:val="28"/>
                <w:szCs w:val="28"/>
              </w:rPr>
              <w:t>/2 дол</w:t>
            </w:r>
            <w:r>
              <w:rPr>
                <w:sz w:val="28"/>
                <w:szCs w:val="28"/>
              </w:rPr>
              <w:t>я</w:t>
            </w:r>
            <w:r w:rsidRPr="002772B1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1716AB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</w:rPr>
              <w:t>ВАЗ 217020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(1/100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633250</w:t>
            </w:r>
          </w:p>
        </w:tc>
        <w:tc>
          <w:tcPr>
            <w:tcW w:w="1508" w:type="dxa"/>
          </w:tcPr>
          <w:p w:rsidR="00C2202F" w:rsidRPr="002772B1" w:rsidRDefault="00C2202F" w:rsidP="00D85367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(1/2</w:t>
            </w:r>
            <w:r>
              <w:rPr>
                <w:sz w:val="28"/>
                <w:szCs w:val="28"/>
              </w:rPr>
              <w:t xml:space="preserve"> доля</w:t>
            </w:r>
            <w:r w:rsidRPr="002772B1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(97/100 доли)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(1/100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DE745E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</w:t>
            </w:r>
            <w:r>
              <w:rPr>
                <w:sz w:val="28"/>
                <w:szCs w:val="28"/>
              </w:rPr>
              <w:t>100</w:t>
            </w:r>
            <w:r w:rsidRPr="002772B1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2772B1" w:rsidRDefault="00C2202F" w:rsidP="00DE745E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4,5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DE74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</w:t>
            </w:r>
            <w:r w:rsidRPr="002772B1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Pr="00F13925" w:rsidRDefault="00C2202F" w:rsidP="00EC3F2B">
      <w:pPr>
        <w:jc w:val="center"/>
        <w:rPr>
          <w:sz w:val="28"/>
          <w:szCs w:val="28"/>
        </w:rPr>
      </w:pPr>
    </w:p>
    <w:p w:rsidR="00C2202F" w:rsidRDefault="00C2202F" w:rsidP="0077047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770471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77047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ПО МОБИЛИЗАЦИОННОЙ ПОДГОТОВКЕ, ГО и ЧС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770471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</w:t>
      </w:r>
      <w:r>
        <w:rPr>
          <w:sz w:val="28"/>
          <w:szCs w:val="28"/>
        </w:rPr>
        <w:t>од с 1 января по 31 декабря 2015</w:t>
      </w:r>
      <w:r w:rsidRPr="00D15368">
        <w:rPr>
          <w:sz w:val="28"/>
          <w:szCs w:val="28"/>
        </w:rPr>
        <w:t xml:space="preserve"> года</w:t>
      </w:r>
    </w:p>
    <w:p w:rsidR="00C2202F" w:rsidRPr="00000AC8" w:rsidRDefault="00C2202F" w:rsidP="00770471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BA2587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BA2587">
              <w:rPr>
                <w:b/>
                <w:sz w:val="28"/>
                <w:szCs w:val="28"/>
              </w:rPr>
              <w:t>Кондакова Татьяна Леонидовна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599 681,61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 w:rsidRPr="002772B1">
              <w:rPr>
                <w:sz w:val="28"/>
                <w:szCs w:val="28"/>
                <w:lang w:val="en-US"/>
              </w:rPr>
              <w:t>Lada</w:t>
            </w:r>
            <w:r>
              <w:rPr>
                <w:sz w:val="28"/>
                <w:szCs w:val="28"/>
              </w:rPr>
              <w:t xml:space="preserve"> 212140</w:t>
            </w:r>
            <w:r w:rsidRPr="002772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47,7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66 117,31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47,7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</w:tbl>
    <w:p w:rsidR="00C2202F" w:rsidRPr="00591F91" w:rsidRDefault="00C2202F" w:rsidP="00EC3F2B">
      <w:pPr>
        <w:jc w:val="center"/>
        <w:rPr>
          <w:sz w:val="28"/>
          <w:szCs w:val="28"/>
        </w:rPr>
      </w:pPr>
    </w:p>
    <w:p w:rsidR="00C2202F" w:rsidRDefault="00C2202F" w:rsidP="000C6239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0C6239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0C623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ГО и ЧС, УПРАВЛЕНИЯ ПО МОБИЛИЗАЦИОННОЙ ПОДГОТОВКЕ, ГО и ЧС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0C6239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</w:t>
      </w:r>
      <w:r>
        <w:rPr>
          <w:sz w:val="28"/>
          <w:szCs w:val="28"/>
        </w:rPr>
        <w:t>од с 1 января по 31 декабря 2015</w:t>
      </w:r>
      <w:r w:rsidRPr="00D15368">
        <w:rPr>
          <w:sz w:val="28"/>
          <w:szCs w:val="28"/>
        </w:rPr>
        <w:t xml:space="preserve"> года</w:t>
      </w:r>
    </w:p>
    <w:p w:rsidR="00C2202F" w:rsidRPr="00591F91" w:rsidRDefault="00C2202F" w:rsidP="000C6239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EC00A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 w:rsidRPr="002772B1">
              <w:rPr>
                <w:sz w:val="26"/>
                <w:szCs w:val="26"/>
              </w:rPr>
              <w:pgNum/>
            </w:r>
            <w:r w:rsidRPr="002772B1">
              <w:rPr>
                <w:sz w:val="26"/>
                <w:szCs w:val="26"/>
              </w:rPr>
              <w:t>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BA2587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BA2587">
              <w:rPr>
                <w:b/>
                <w:sz w:val="28"/>
                <w:szCs w:val="28"/>
              </w:rPr>
              <w:t>Байданов Кирилл Сергеевич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BA2587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37</w:t>
            </w:r>
            <w:r>
              <w:rPr>
                <w:sz w:val="28"/>
                <w:szCs w:val="28"/>
              </w:rPr>
              <w:t>5 747,36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 w:rsidRPr="002772B1">
              <w:rPr>
                <w:sz w:val="28"/>
                <w:szCs w:val="28"/>
                <w:lang w:val="en-US"/>
              </w:rPr>
              <w:t>Mazda 6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</w:tbl>
    <w:p w:rsidR="00C2202F" w:rsidRDefault="00C2202F" w:rsidP="00AC3DBC">
      <w:pPr>
        <w:jc w:val="center"/>
        <w:rPr>
          <w:sz w:val="28"/>
          <w:szCs w:val="28"/>
        </w:rPr>
      </w:pPr>
    </w:p>
    <w:p w:rsidR="00C2202F" w:rsidRDefault="00C2202F" w:rsidP="00AC3DB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AC3DBC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C3DB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ВЕДУЩЕГО СПЕЦИАЛИСТА-ЭКСПЕРТА УПРАВЛЕНИЯ ПО МОБИЛИЗАЦИОННОЙ ПОДГОТОВКЕ ГО и ЧС АДМИНИСТРАЦИИ МУНИЦИПАЛЬНОГО ОБРАЗОВАНИЯ «ЗАВЬЯЛОВСКИЙ РАЙОН» </w:t>
      </w:r>
    </w:p>
    <w:p w:rsidR="00C2202F" w:rsidRDefault="00C2202F" w:rsidP="00AC3DBC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Default="00C2202F" w:rsidP="00AC3DBC">
      <w:pPr>
        <w:jc w:val="center"/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EC00A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 w:rsidRPr="002772B1">
              <w:rPr>
                <w:sz w:val="26"/>
                <w:szCs w:val="26"/>
              </w:rPr>
              <w:pgNum/>
            </w:r>
            <w:r w:rsidRPr="002772B1">
              <w:rPr>
                <w:sz w:val="26"/>
                <w:szCs w:val="26"/>
              </w:rPr>
              <w:t>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BA2587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BA2587">
              <w:rPr>
                <w:b/>
                <w:sz w:val="28"/>
                <w:szCs w:val="28"/>
              </w:rPr>
              <w:t>Маркова Ирина Николаевна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BA2587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53 826,05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1650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22 790,78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772CC5">
      <w:pPr>
        <w:jc w:val="center"/>
        <w:rPr>
          <w:sz w:val="28"/>
          <w:szCs w:val="28"/>
        </w:rPr>
      </w:pPr>
    </w:p>
    <w:p w:rsidR="00C2202F" w:rsidRDefault="00C2202F" w:rsidP="00772CC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772CC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772CC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СТРОИТЕЛЬСТВА И МУНИЦИПАЛЬНОГО ХОЗЯЙСТВА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772CC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65084D" w:rsidRDefault="00C2202F" w:rsidP="00772CC5">
      <w:pPr>
        <w:jc w:val="center"/>
        <w:rPr>
          <w:sz w:val="28"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80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0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EC00A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 w:rsidRPr="002772B1">
              <w:rPr>
                <w:sz w:val="26"/>
                <w:szCs w:val="26"/>
              </w:rPr>
              <w:pgNum/>
            </w:r>
            <w:r w:rsidRPr="002772B1">
              <w:rPr>
                <w:sz w:val="26"/>
                <w:szCs w:val="26"/>
              </w:rPr>
              <w:t>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0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508" w:type="dxa"/>
            <w:gridSpan w:val="9"/>
          </w:tcPr>
          <w:p w:rsidR="00C2202F" w:rsidRPr="002A29E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2A29E1">
              <w:rPr>
                <w:b/>
                <w:sz w:val="28"/>
                <w:szCs w:val="28"/>
              </w:rPr>
              <w:t>Вотяков Алексей Михайлович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789 440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28,5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 w:rsidRPr="002772B1">
              <w:rPr>
                <w:sz w:val="28"/>
                <w:szCs w:val="28"/>
                <w:lang w:val="en-US"/>
              </w:rPr>
              <w:t>Nissan</w:t>
            </w:r>
            <w:r w:rsidRPr="002772B1">
              <w:rPr>
                <w:sz w:val="28"/>
                <w:szCs w:val="28"/>
              </w:rPr>
              <w:t xml:space="preserve"> </w:t>
            </w:r>
            <w:r w:rsidRPr="002772B1">
              <w:rPr>
                <w:sz w:val="28"/>
                <w:szCs w:val="28"/>
                <w:lang w:val="en-US"/>
              </w:rPr>
              <w:t>X</w:t>
            </w:r>
            <w:r w:rsidRPr="002772B1">
              <w:rPr>
                <w:sz w:val="28"/>
                <w:szCs w:val="28"/>
              </w:rPr>
              <w:t>-</w:t>
            </w:r>
            <w:r w:rsidRPr="002772B1">
              <w:rPr>
                <w:sz w:val="28"/>
                <w:szCs w:val="28"/>
                <w:lang w:val="en-US"/>
              </w:rPr>
              <w:t>Trail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53,7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104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1536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50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339 170,26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53,7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 w:rsidRPr="002772B1">
              <w:rPr>
                <w:sz w:val="28"/>
                <w:szCs w:val="28"/>
                <w:lang w:val="en-US"/>
              </w:rPr>
              <w:t>Hyundai Getz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28,5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80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53,7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80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53,7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D16688">
      <w:pPr>
        <w:jc w:val="center"/>
        <w:rPr>
          <w:sz w:val="28"/>
          <w:szCs w:val="28"/>
        </w:rPr>
      </w:pPr>
    </w:p>
    <w:p w:rsidR="00C2202F" w:rsidRDefault="00C2202F" w:rsidP="00D1668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D1668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D166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УПРАВЛЕНИЯ ПО ЖИЛИЩНО-КОММУНАЛЬНОМУ ХОЗЯЙСТВУ УПРАВЛЕНИЯ СТРОИТЕЛЬСТВА И МУНИЦИПАЛЬНОГО ХОЗЯЙСТВА АДМИНИСТРАЦИИ МУНИЦИПАЛЬНОГО ОБРАЗОВАНИЯ «ЗАВЬЯЛОВСКИЙ РАЙОН» </w:t>
      </w:r>
    </w:p>
    <w:p w:rsidR="00C2202F" w:rsidRDefault="00C2202F" w:rsidP="00D1668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65084D" w:rsidRDefault="00C2202F" w:rsidP="00D16688">
      <w:pPr>
        <w:jc w:val="center"/>
        <w:rPr>
          <w:sz w:val="28"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800"/>
      </w:tblGrid>
      <w:tr w:rsidR="00C2202F" w:rsidRPr="002772B1" w:rsidTr="00D16688">
        <w:tc>
          <w:tcPr>
            <w:tcW w:w="2200" w:type="dxa"/>
            <w:vMerge w:val="restart"/>
          </w:tcPr>
          <w:p w:rsidR="00C2202F" w:rsidRPr="002772B1" w:rsidRDefault="00C2202F" w:rsidP="00D16688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00" w:type="dxa"/>
            <w:vMerge w:val="restart"/>
          </w:tcPr>
          <w:p w:rsidR="00C2202F" w:rsidRPr="002772B1" w:rsidRDefault="00C2202F" w:rsidP="00D16688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D16688">
        <w:tc>
          <w:tcPr>
            <w:tcW w:w="2200" w:type="dxa"/>
            <w:vMerge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D166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EC00A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D166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D166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D166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D166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 w:rsidRPr="002772B1">
              <w:rPr>
                <w:sz w:val="26"/>
                <w:szCs w:val="26"/>
              </w:rPr>
              <w:pgNum/>
            </w:r>
            <w:r w:rsidRPr="002772B1">
              <w:rPr>
                <w:sz w:val="26"/>
                <w:szCs w:val="26"/>
              </w:rPr>
              <w:t>В.м)</w:t>
            </w:r>
          </w:p>
        </w:tc>
        <w:tc>
          <w:tcPr>
            <w:tcW w:w="1440" w:type="dxa"/>
          </w:tcPr>
          <w:p w:rsidR="00C2202F" w:rsidRPr="002772B1" w:rsidRDefault="00C2202F" w:rsidP="00D166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00" w:type="dxa"/>
            <w:vMerge/>
          </w:tcPr>
          <w:p w:rsidR="00C2202F" w:rsidRPr="002772B1" w:rsidRDefault="00C2202F" w:rsidP="00D16688">
            <w:pPr>
              <w:rPr>
                <w:sz w:val="28"/>
                <w:szCs w:val="28"/>
              </w:rPr>
            </w:pPr>
          </w:p>
        </w:tc>
      </w:tr>
      <w:tr w:rsidR="00C2202F" w:rsidRPr="002772B1" w:rsidTr="00D16688">
        <w:tc>
          <w:tcPr>
            <w:tcW w:w="14508" w:type="dxa"/>
            <w:gridSpan w:val="9"/>
          </w:tcPr>
          <w:p w:rsidR="00C2202F" w:rsidRPr="00D16688" w:rsidRDefault="00C2202F" w:rsidP="00D1668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Чувашов Алексей Викторович</w:t>
            </w:r>
          </w:p>
        </w:tc>
      </w:tr>
      <w:tr w:rsidR="00C2202F" w:rsidRPr="002772B1" w:rsidTr="00D16688">
        <w:tc>
          <w:tcPr>
            <w:tcW w:w="22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435673,98</w:t>
            </w:r>
          </w:p>
        </w:tc>
        <w:tc>
          <w:tcPr>
            <w:tcW w:w="15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151,2</w:t>
            </w:r>
          </w:p>
        </w:tc>
        <w:tc>
          <w:tcPr>
            <w:tcW w:w="144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D16688">
        <w:tc>
          <w:tcPr>
            <w:tcW w:w="22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62</w:t>
            </w:r>
            <w:r w:rsidRPr="002772B1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</w:tcPr>
          <w:p w:rsidR="00C2202F" w:rsidRPr="002772B1" w:rsidRDefault="00C2202F" w:rsidP="00D16688">
            <w:pPr>
              <w:rPr>
                <w:sz w:val="28"/>
                <w:szCs w:val="28"/>
              </w:rPr>
            </w:pPr>
          </w:p>
        </w:tc>
      </w:tr>
      <w:tr w:rsidR="00C2202F" w:rsidRPr="002772B1" w:rsidTr="00D16688">
        <w:tc>
          <w:tcPr>
            <w:tcW w:w="14508" w:type="dxa"/>
            <w:gridSpan w:val="9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D16688">
        <w:tc>
          <w:tcPr>
            <w:tcW w:w="22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595173,17</w:t>
            </w:r>
          </w:p>
        </w:tc>
        <w:tc>
          <w:tcPr>
            <w:tcW w:w="15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151,2</w:t>
            </w:r>
          </w:p>
        </w:tc>
        <w:tc>
          <w:tcPr>
            <w:tcW w:w="18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 w:rsidRPr="002772B1">
              <w:rPr>
                <w:sz w:val="28"/>
                <w:szCs w:val="28"/>
                <w:lang w:val="en-US"/>
              </w:rPr>
              <w:t xml:space="preserve">Hyundai </w:t>
            </w:r>
            <w:r>
              <w:rPr>
                <w:sz w:val="28"/>
                <w:szCs w:val="28"/>
                <w:lang w:val="en-US"/>
              </w:rPr>
              <w:t>Solaris</w:t>
            </w:r>
          </w:p>
        </w:tc>
        <w:tc>
          <w:tcPr>
            <w:tcW w:w="1632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</w:tcPr>
          <w:p w:rsidR="00C2202F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  <w:p w:rsidR="00C2202F" w:rsidRPr="00D16688" w:rsidRDefault="00C2202F" w:rsidP="00D16688">
            <w:pPr>
              <w:rPr>
                <w:sz w:val="28"/>
                <w:szCs w:val="28"/>
              </w:rPr>
            </w:pPr>
          </w:p>
          <w:p w:rsidR="00C2202F" w:rsidRPr="00D16688" w:rsidRDefault="00C2202F" w:rsidP="00D16688">
            <w:pPr>
              <w:rPr>
                <w:sz w:val="28"/>
                <w:szCs w:val="28"/>
              </w:rPr>
            </w:pPr>
          </w:p>
          <w:p w:rsidR="00C2202F" w:rsidRDefault="00C2202F" w:rsidP="00D16688">
            <w:pPr>
              <w:rPr>
                <w:sz w:val="28"/>
                <w:szCs w:val="28"/>
              </w:rPr>
            </w:pPr>
          </w:p>
          <w:p w:rsidR="00C2202F" w:rsidRDefault="00C2202F" w:rsidP="00D16688">
            <w:pPr>
              <w:rPr>
                <w:sz w:val="28"/>
                <w:szCs w:val="28"/>
              </w:rPr>
            </w:pPr>
          </w:p>
          <w:p w:rsidR="00C2202F" w:rsidRDefault="00C2202F" w:rsidP="00D16688">
            <w:pPr>
              <w:rPr>
                <w:sz w:val="28"/>
                <w:szCs w:val="28"/>
              </w:rPr>
            </w:pPr>
          </w:p>
          <w:p w:rsidR="00C2202F" w:rsidRPr="00D16688" w:rsidRDefault="00C2202F" w:rsidP="00D16688">
            <w:pPr>
              <w:rPr>
                <w:sz w:val="28"/>
                <w:szCs w:val="28"/>
              </w:rPr>
            </w:pPr>
          </w:p>
        </w:tc>
      </w:tr>
      <w:tr w:rsidR="00C2202F" w:rsidRPr="002772B1" w:rsidTr="00D16688">
        <w:tc>
          <w:tcPr>
            <w:tcW w:w="2200" w:type="dxa"/>
          </w:tcPr>
          <w:p w:rsidR="00C2202F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Нежилое помещение</w:t>
            </w:r>
          </w:p>
        </w:tc>
        <w:tc>
          <w:tcPr>
            <w:tcW w:w="1260" w:type="dxa"/>
          </w:tcPr>
          <w:p w:rsidR="00C2202F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  <w:tc>
          <w:tcPr>
            <w:tcW w:w="18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5E5D22" w:rsidRDefault="00C2202F" w:rsidP="005E5D22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Lada Largus</w:t>
            </w:r>
          </w:p>
        </w:tc>
        <w:tc>
          <w:tcPr>
            <w:tcW w:w="1632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D16688">
        <w:tc>
          <w:tcPr>
            <w:tcW w:w="22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62</w:t>
            </w:r>
            <w:r w:rsidRPr="002772B1">
              <w:rPr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72B1" w:rsidRDefault="00C2202F" w:rsidP="00D16688">
            <w:pPr>
              <w:rPr>
                <w:sz w:val="28"/>
                <w:szCs w:val="28"/>
              </w:rPr>
            </w:pPr>
          </w:p>
        </w:tc>
      </w:tr>
      <w:tr w:rsidR="00C2202F" w:rsidRPr="002772B1" w:rsidTr="00D16688">
        <w:tc>
          <w:tcPr>
            <w:tcW w:w="12708" w:type="dxa"/>
            <w:gridSpan w:val="8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800" w:type="dxa"/>
            <w:vMerge/>
          </w:tcPr>
          <w:p w:rsidR="00C2202F" w:rsidRPr="002772B1" w:rsidRDefault="00C2202F" w:rsidP="00D16688">
            <w:pPr>
              <w:rPr>
                <w:sz w:val="28"/>
                <w:szCs w:val="28"/>
              </w:rPr>
            </w:pPr>
          </w:p>
        </w:tc>
      </w:tr>
      <w:tr w:rsidR="00C2202F" w:rsidRPr="002772B1" w:rsidTr="00D16688">
        <w:tc>
          <w:tcPr>
            <w:tcW w:w="22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5E5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5E5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151,2</w:t>
            </w:r>
          </w:p>
        </w:tc>
        <w:tc>
          <w:tcPr>
            <w:tcW w:w="1440" w:type="dxa"/>
          </w:tcPr>
          <w:p w:rsidR="00C2202F" w:rsidRPr="002772B1" w:rsidRDefault="00C2202F" w:rsidP="005E5D22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  <w:vMerge/>
          </w:tcPr>
          <w:p w:rsidR="00C2202F" w:rsidRPr="002772B1" w:rsidRDefault="00C2202F" w:rsidP="00D16688">
            <w:pPr>
              <w:rPr>
                <w:sz w:val="28"/>
                <w:szCs w:val="28"/>
              </w:rPr>
            </w:pPr>
          </w:p>
        </w:tc>
      </w:tr>
      <w:tr w:rsidR="00C2202F" w:rsidRPr="002772B1" w:rsidTr="00D16688">
        <w:tc>
          <w:tcPr>
            <w:tcW w:w="22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D166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5E5D2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5E5D22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62</w:t>
            </w:r>
            <w:r w:rsidRPr="002772B1">
              <w:rPr>
                <w:sz w:val="28"/>
                <w:szCs w:val="28"/>
              </w:rPr>
              <w:t>4</w:t>
            </w:r>
          </w:p>
        </w:tc>
        <w:tc>
          <w:tcPr>
            <w:tcW w:w="1440" w:type="dxa"/>
          </w:tcPr>
          <w:p w:rsidR="00C2202F" w:rsidRPr="002772B1" w:rsidRDefault="00C2202F" w:rsidP="005E5D22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</w:tcPr>
          <w:p w:rsidR="00C2202F" w:rsidRPr="002772B1" w:rsidRDefault="00C2202F" w:rsidP="00D16688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112FF0">
      <w:pPr>
        <w:jc w:val="center"/>
        <w:rPr>
          <w:sz w:val="28"/>
          <w:szCs w:val="28"/>
        </w:rPr>
      </w:pPr>
    </w:p>
    <w:p w:rsidR="00C2202F" w:rsidRDefault="00C2202F" w:rsidP="002A29E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2A29E1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2A29E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УПРАВЛЕНИЯ ПО СТРОИТЕЛЬСТВУ УПРАВЛЕНИЯ СТРОИТЕЛЬСТВА И МУНИЦИПАЛЬНОГО ХОЗЯЙСТВА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65084D" w:rsidRDefault="00C2202F" w:rsidP="002A29E1">
      <w:pPr>
        <w:jc w:val="center"/>
        <w:rPr>
          <w:sz w:val="28"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800"/>
      </w:tblGrid>
      <w:tr w:rsidR="00C2202F" w:rsidRPr="002772B1" w:rsidTr="002A29E1">
        <w:tc>
          <w:tcPr>
            <w:tcW w:w="2200" w:type="dxa"/>
            <w:vMerge w:val="restart"/>
          </w:tcPr>
          <w:p w:rsidR="00C2202F" w:rsidRPr="002772B1" w:rsidRDefault="00C2202F" w:rsidP="002A29E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00" w:type="dxa"/>
            <w:vMerge w:val="restart"/>
          </w:tcPr>
          <w:p w:rsidR="00C2202F" w:rsidRPr="002772B1" w:rsidRDefault="00C2202F" w:rsidP="002A29E1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A29E1">
        <w:tc>
          <w:tcPr>
            <w:tcW w:w="2200" w:type="dxa"/>
            <w:vMerge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A29E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EC00A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2A29E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A29E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A29E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A29E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 w:rsidRPr="002772B1">
              <w:rPr>
                <w:sz w:val="26"/>
                <w:szCs w:val="26"/>
              </w:rPr>
              <w:pgNum/>
            </w:r>
            <w:r w:rsidRPr="002772B1">
              <w:rPr>
                <w:sz w:val="26"/>
                <w:szCs w:val="26"/>
              </w:rPr>
              <w:t>В.м)</w:t>
            </w:r>
          </w:p>
        </w:tc>
        <w:tc>
          <w:tcPr>
            <w:tcW w:w="1440" w:type="dxa"/>
          </w:tcPr>
          <w:p w:rsidR="00C2202F" w:rsidRPr="002772B1" w:rsidRDefault="00C2202F" w:rsidP="002A29E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00" w:type="dxa"/>
            <w:vMerge/>
          </w:tcPr>
          <w:p w:rsidR="00C2202F" w:rsidRPr="002772B1" w:rsidRDefault="00C2202F" w:rsidP="002A29E1">
            <w:pPr>
              <w:rPr>
                <w:sz w:val="28"/>
                <w:szCs w:val="28"/>
              </w:rPr>
            </w:pPr>
          </w:p>
        </w:tc>
      </w:tr>
      <w:tr w:rsidR="00C2202F" w:rsidRPr="002772B1" w:rsidTr="002A29E1">
        <w:tc>
          <w:tcPr>
            <w:tcW w:w="14508" w:type="dxa"/>
            <w:gridSpan w:val="9"/>
          </w:tcPr>
          <w:p w:rsidR="00C2202F" w:rsidRPr="00D16688" w:rsidRDefault="00C2202F" w:rsidP="002A29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Митюшкин Андрей Леонидович</w:t>
            </w:r>
          </w:p>
        </w:tc>
      </w:tr>
      <w:tr w:rsidR="00C2202F" w:rsidRPr="002772B1" w:rsidTr="002A29E1">
        <w:tc>
          <w:tcPr>
            <w:tcW w:w="2200" w:type="dxa"/>
          </w:tcPr>
          <w:p w:rsidR="00C2202F" w:rsidRPr="002772B1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441 137,38</w:t>
            </w:r>
          </w:p>
        </w:tc>
        <w:tc>
          <w:tcPr>
            <w:tcW w:w="15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1230</w:t>
            </w:r>
          </w:p>
        </w:tc>
        <w:tc>
          <w:tcPr>
            <w:tcW w:w="18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 ВАЗ 2131</w:t>
            </w:r>
          </w:p>
        </w:tc>
        <w:tc>
          <w:tcPr>
            <w:tcW w:w="1632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1085</w:t>
            </w:r>
          </w:p>
        </w:tc>
        <w:tc>
          <w:tcPr>
            <w:tcW w:w="144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A29E1">
        <w:tc>
          <w:tcPr>
            <w:tcW w:w="22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</w:t>
            </w:r>
          </w:p>
        </w:tc>
        <w:tc>
          <w:tcPr>
            <w:tcW w:w="144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</w:tcPr>
          <w:p w:rsidR="00C2202F" w:rsidRPr="002772B1" w:rsidRDefault="00C2202F" w:rsidP="002A29E1">
            <w:pPr>
              <w:rPr>
                <w:sz w:val="28"/>
                <w:szCs w:val="28"/>
              </w:rPr>
            </w:pPr>
          </w:p>
        </w:tc>
      </w:tr>
      <w:tr w:rsidR="00C2202F" w:rsidRPr="002772B1" w:rsidTr="002A29E1">
        <w:tc>
          <w:tcPr>
            <w:tcW w:w="22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63,55</w:t>
            </w:r>
          </w:p>
        </w:tc>
        <w:tc>
          <w:tcPr>
            <w:tcW w:w="144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</w:tcPr>
          <w:p w:rsidR="00C2202F" w:rsidRPr="002772B1" w:rsidRDefault="00C2202F" w:rsidP="002A29E1">
            <w:pPr>
              <w:rPr>
                <w:sz w:val="28"/>
                <w:szCs w:val="28"/>
              </w:rPr>
            </w:pPr>
          </w:p>
        </w:tc>
      </w:tr>
      <w:tr w:rsidR="00C2202F" w:rsidRPr="002772B1" w:rsidTr="002A29E1">
        <w:tc>
          <w:tcPr>
            <w:tcW w:w="14508" w:type="dxa"/>
            <w:gridSpan w:val="9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2A29E1">
        <w:tc>
          <w:tcPr>
            <w:tcW w:w="22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301 079,48</w:t>
            </w:r>
          </w:p>
        </w:tc>
        <w:tc>
          <w:tcPr>
            <w:tcW w:w="15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</w:t>
            </w:r>
          </w:p>
        </w:tc>
        <w:tc>
          <w:tcPr>
            <w:tcW w:w="18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</w:tcPr>
          <w:p w:rsidR="00C2202F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  <w:p w:rsidR="00C2202F" w:rsidRPr="00D16688" w:rsidRDefault="00C2202F" w:rsidP="002A29E1">
            <w:pPr>
              <w:rPr>
                <w:sz w:val="28"/>
                <w:szCs w:val="28"/>
              </w:rPr>
            </w:pPr>
          </w:p>
          <w:p w:rsidR="00C2202F" w:rsidRPr="00D16688" w:rsidRDefault="00C2202F" w:rsidP="002A29E1">
            <w:pPr>
              <w:rPr>
                <w:sz w:val="28"/>
                <w:szCs w:val="28"/>
              </w:rPr>
            </w:pPr>
          </w:p>
          <w:p w:rsidR="00C2202F" w:rsidRDefault="00C2202F" w:rsidP="002A29E1">
            <w:pPr>
              <w:rPr>
                <w:sz w:val="28"/>
                <w:szCs w:val="28"/>
              </w:rPr>
            </w:pPr>
          </w:p>
          <w:p w:rsidR="00C2202F" w:rsidRDefault="00C2202F" w:rsidP="002A29E1">
            <w:pPr>
              <w:rPr>
                <w:sz w:val="28"/>
                <w:szCs w:val="28"/>
              </w:rPr>
            </w:pPr>
          </w:p>
          <w:p w:rsidR="00C2202F" w:rsidRDefault="00C2202F" w:rsidP="002A29E1">
            <w:pPr>
              <w:rPr>
                <w:sz w:val="28"/>
                <w:szCs w:val="28"/>
              </w:rPr>
            </w:pPr>
          </w:p>
          <w:p w:rsidR="00C2202F" w:rsidRPr="00D16688" w:rsidRDefault="00C2202F" w:rsidP="002A29E1">
            <w:pPr>
              <w:rPr>
                <w:sz w:val="28"/>
                <w:szCs w:val="28"/>
              </w:rPr>
            </w:pPr>
          </w:p>
        </w:tc>
      </w:tr>
      <w:tr w:rsidR="00C2202F" w:rsidRPr="002772B1" w:rsidTr="002A29E1">
        <w:tc>
          <w:tcPr>
            <w:tcW w:w="2200" w:type="dxa"/>
          </w:tcPr>
          <w:p w:rsidR="00C2202F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63,55</w:t>
            </w:r>
          </w:p>
        </w:tc>
        <w:tc>
          <w:tcPr>
            <w:tcW w:w="18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5E5D22" w:rsidRDefault="00C2202F" w:rsidP="002A29E1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2A29E1">
        <w:tc>
          <w:tcPr>
            <w:tcW w:w="12708" w:type="dxa"/>
            <w:gridSpan w:val="8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  <w:r w:rsidRPr="002772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vMerge/>
          </w:tcPr>
          <w:p w:rsidR="00C2202F" w:rsidRPr="002772B1" w:rsidRDefault="00C2202F" w:rsidP="002A29E1">
            <w:pPr>
              <w:rPr>
                <w:sz w:val="28"/>
                <w:szCs w:val="28"/>
              </w:rPr>
            </w:pPr>
          </w:p>
        </w:tc>
      </w:tr>
      <w:tr w:rsidR="00C2202F" w:rsidRPr="002772B1" w:rsidTr="002A29E1">
        <w:tc>
          <w:tcPr>
            <w:tcW w:w="22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260" w:type="dxa"/>
          </w:tcPr>
          <w:p w:rsidR="00C2202F" w:rsidRPr="002772B1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</w:t>
            </w:r>
          </w:p>
        </w:tc>
        <w:tc>
          <w:tcPr>
            <w:tcW w:w="1800" w:type="dxa"/>
          </w:tcPr>
          <w:p w:rsidR="00C2202F" w:rsidRPr="002772B1" w:rsidRDefault="00C2202F" w:rsidP="00EC00A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72B1" w:rsidRDefault="00C2202F" w:rsidP="002A29E1">
            <w:pPr>
              <w:rPr>
                <w:sz w:val="28"/>
                <w:szCs w:val="28"/>
              </w:rPr>
            </w:pPr>
          </w:p>
        </w:tc>
      </w:tr>
      <w:tr w:rsidR="00C2202F" w:rsidRPr="002772B1" w:rsidTr="002A29E1">
        <w:tc>
          <w:tcPr>
            <w:tcW w:w="22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63,55</w:t>
            </w:r>
          </w:p>
        </w:tc>
        <w:tc>
          <w:tcPr>
            <w:tcW w:w="1800" w:type="dxa"/>
          </w:tcPr>
          <w:p w:rsidR="00C2202F" w:rsidRPr="002772B1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A29E1">
            <w:pPr>
              <w:rPr>
                <w:sz w:val="28"/>
                <w:szCs w:val="28"/>
              </w:rPr>
            </w:pPr>
          </w:p>
        </w:tc>
      </w:tr>
      <w:tr w:rsidR="00C2202F" w:rsidRPr="002772B1" w:rsidTr="00EC00A8">
        <w:tc>
          <w:tcPr>
            <w:tcW w:w="14508" w:type="dxa"/>
            <w:gridSpan w:val="9"/>
          </w:tcPr>
          <w:p w:rsidR="00C2202F" w:rsidRPr="002772B1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</w:tr>
      <w:tr w:rsidR="00C2202F" w:rsidRPr="002772B1" w:rsidTr="002A29E1">
        <w:tc>
          <w:tcPr>
            <w:tcW w:w="220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26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</w:t>
            </w:r>
          </w:p>
        </w:tc>
        <w:tc>
          <w:tcPr>
            <w:tcW w:w="18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EC00A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2A29E1">
        <w:tc>
          <w:tcPr>
            <w:tcW w:w="2200" w:type="dxa"/>
          </w:tcPr>
          <w:p w:rsidR="00C2202F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63,55</w:t>
            </w:r>
          </w:p>
        </w:tc>
        <w:tc>
          <w:tcPr>
            <w:tcW w:w="18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A29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EC00A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D400F3">
      <w:pPr>
        <w:jc w:val="center"/>
        <w:rPr>
          <w:sz w:val="28"/>
          <w:szCs w:val="28"/>
        </w:rPr>
      </w:pPr>
    </w:p>
    <w:p w:rsidR="00C2202F" w:rsidRDefault="00C2202F" w:rsidP="00D400F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D400F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D400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УПРАВЛЕНИЯ ПО ЭКОНОМИКЕ И ФИНАНСАМ УПРАВЛЕНИЯ СТРОИТЕЛЬСТВА И МУНИЦИПАЛЬНОГО ХОЗЯЙСТВА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65084D" w:rsidRDefault="00C2202F" w:rsidP="00D400F3">
      <w:pPr>
        <w:jc w:val="center"/>
        <w:rPr>
          <w:sz w:val="28"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800"/>
      </w:tblGrid>
      <w:tr w:rsidR="00C2202F" w:rsidRPr="002772B1" w:rsidTr="00D400F3">
        <w:tc>
          <w:tcPr>
            <w:tcW w:w="2200" w:type="dxa"/>
            <w:vMerge w:val="restart"/>
          </w:tcPr>
          <w:p w:rsidR="00C2202F" w:rsidRPr="002772B1" w:rsidRDefault="00C2202F" w:rsidP="00D400F3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00" w:type="dxa"/>
            <w:vMerge w:val="restart"/>
          </w:tcPr>
          <w:p w:rsidR="00C2202F" w:rsidRPr="002772B1" w:rsidRDefault="00C2202F" w:rsidP="00D400F3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D400F3">
        <w:tc>
          <w:tcPr>
            <w:tcW w:w="2200" w:type="dxa"/>
            <w:vMerge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D400F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D400F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D400F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D400F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D400F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D400F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D400F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 w:rsidRPr="002772B1">
              <w:rPr>
                <w:sz w:val="26"/>
                <w:szCs w:val="26"/>
              </w:rPr>
              <w:pgNum/>
            </w:r>
            <w:r w:rsidRPr="002772B1">
              <w:rPr>
                <w:sz w:val="26"/>
                <w:szCs w:val="26"/>
              </w:rPr>
              <w:t>В.м)</w:t>
            </w:r>
          </w:p>
        </w:tc>
        <w:tc>
          <w:tcPr>
            <w:tcW w:w="1440" w:type="dxa"/>
          </w:tcPr>
          <w:p w:rsidR="00C2202F" w:rsidRPr="002772B1" w:rsidRDefault="00C2202F" w:rsidP="00D400F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00" w:type="dxa"/>
            <w:vMerge/>
          </w:tcPr>
          <w:p w:rsidR="00C2202F" w:rsidRPr="002772B1" w:rsidRDefault="00C2202F" w:rsidP="00D400F3">
            <w:pPr>
              <w:rPr>
                <w:sz w:val="28"/>
                <w:szCs w:val="28"/>
              </w:rPr>
            </w:pPr>
          </w:p>
        </w:tc>
      </w:tr>
      <w:tr w:rsidR="00C2202F" w:rsidRPr="002772B1" w:rsidTr="00D400F3">
        <w:tc>
          <w:tcPr>
            <w:tcW w:w="14508" w:type="dxa"/>
            <w:gridSpan w:val="9"/>
          </w:tcPr>
          <w:p w:rsidR="00C2202F" w:rsidRPr="00D16688" w:rsidRDefault="00C2202F" w:rsidP="00D400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Акатьев Александр Александрович</w:t>
            </w:r>
          </w:p>
        </w:tc>
      </w:tr>
      <w:tr w:rsidR="00C2202F" w:rsidRPr="002772B1" w:rsidTr="00D400F3">
        <w:tc>
          <w:tcPr>
            <w:tcW w:w="22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451 125,28</w:t>
            </w:r>
          </w:p>
        </w:tc>
        <w:tc>
          <w:tcPr>
            <w:tcW w:w="1508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D400F3" w:rsidRDefault="00C2202F" w:rsidP="00D400F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Daewoo Nexia</w:t>
            </w:r>
          </w:p>
        </w:tc>
        <w:tc>
          <w:tcPr>
            <w:tcW w:w="1632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400F3" w:rsidRDefault="00C2202F" w:rsidP="00D400F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  <w:lang w:val="en-US"/>
              </w:rPr>
              <w:t>200</w:t>
            </w:r>
          </w:p>
        </w:tc>
        <w:tc>
          <w:tcPr>
            <w:tcW w:w="144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D400F3">
        <w:tc>
          <w:tcPr>
            <w:tcW w:w="22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400F3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</w:t>
            </w:r>
            <w:r w:rsidRPr="00D400F3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</w:tcPr>
          <w:p w:rsidR="00C2202F" w:rsidRPr="002772B1" w:rsidRDefault="00C2202F" w:rsidP="00D400F3">
            <w:pPr>
              <w:rPr>
                <w:sz w:val="28"/>
                <w:szCs w:val="28"/>
              </w:rPr>
            </w:pPr>
          </w:p>
        </w:tc>
      </w:tr>
      <w:tr w:rsidR="00C2202F" w:rsidRPr="002772B1" w:rsidTr="00D400F3">
        <w:tc>
          <w:tcPr>
            <w:tcW w:w="14508" w:type="dxa"/>
            <w:gridSpan w:val="9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D400F3">
        <w:tc>
          <w:tcPr>
            <w:tcW w:w="22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608 644,76</w:t>
            </w:r>
          </w:p>
        </w:tc>
        <w:tc>
          <w:tcPr>
            <w:tcW w:w="1508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76,3</w:t>
            </w:r>
          </w:p>
        </w:tc>
        <w:tc>
          <w:tcPr>
            <w:tcW w:w="18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</w:tcPr>
          <w:p w:rsidR="00C2202F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  <w:p w:rsidR="00C2202F" w:rsidRPr="00D16688" w:rsidRDefault="00C2202F" w:rsidP="00D400F3">
            <w:pPr>
              <w:rPr>
                <w:sz w:val="28"/>
                <w:szCs w:val="28"/>
              </w:rPr>
            </w:pPr>
          </w:p>
          <w:p w:rsidR="00C2202F" w:rsidRPr="00D16688" w:rsidRDefault="00C2202F" w:rsidP="00D400F3">
            <w:pPr>
              <w:rPr>
                <w:sz w:val="28"/>
                <w:szCs w:val="28"/>
              </w:rPr>
            </w:pPr>
          </w:p>
          <w:p w:rsidR="00C2202F" w:rsidRDefault="00C2202F" w:rsidP="00D400F3">
            <w:pPr>
              <w:rPr>
                <w:sz w:val="28"/>
                <w:szCs w:val="28"/>
              </w:rPr>
            </w:pPr>
          </w:p>
          <w:p w:rsidR="00C2202F" w:rsidRDefault="00C2202F" w:rsidP="00D400F3">
            <w:pPr>
              <w:rPr>
                <w:sz w:val="28"/>
                <w:szCs w:val="28"/>
              </w:rPr>
            </w:pPr>
          </w:p>
          <w:p w:rsidR="00C2202F" w:rsidRDefault="00C2202F" w:rsidP="00D400F3">
            <w:pPr>
              <w:rPr>
                <w:sz w:val="28"/>
                <w:szCs w:val="28"/>
              </w:rPr>
            </w:pPr>
          </w:p>
          <w:p w:rsidR="00C2202F" w:rsidRPr="00D16688" w:rsidRDefault="00C2202F" w:rsidP="00D400F3">
            <w:pPr>
              <w:rPr>
                <w:sz w:val="28"/>
                <w:szCs w:val="28"/>
              </w:rPr>
            </w:pPr>
          </w:p>
        </w:tc>
      </w:tr>
      <w:tr w:rsidR="00C2202F" w:rsidRPr="002772B1" w:rsidTr="00D400F3">
        <w:tc>
          <w:tcPr>
            <w:tcW w:w="12708" w:type="dxa"/>
            <w:gridSpan w:val="8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800" w:type="dxa"/>
            <w:vMerge/>
          </w:tcPr>
          <w:p w:rsidR="00C2202F" w:rsidRPr="002772B1" w:rsidRDefault="00C2202F" w:rsidP="00D400F3">
            <w:pPr>
              <w:rPr>
                <w:sz w:val="28"/>
                <w:szCs w:val="28"/>
              </w:rPr>
            </w:pPr>
          </w:p>
        </w:tc>
      </w:tr>
      <w:tr w:rsidR="00C2202F" w:rsidRPr="002772B1" w:rsidTr="00D400F3">
        <w:tc>
          <w:tcPr>
            <w:tcW w:w="22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D400F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400F3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76,</w:t>
            </w:r>
            <w:r w:rsidRPr="00D400F3">
              <w:rPr>
                <w:sz w:val="28"/>
                <w:szCs w:val="28"/>
              </w:rPr>
              <w:t>3</w:t>
            </w: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  <w:vMerge/>
          </w:tcPr>
          <w:p w:rsidR="00C2202F" w:rsidRPr="002772B1" w:rsidRDefault="00C2202F" w:rsidP="00D400F3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112FF0">
      <w:pPr>
        <w:jc w:val="center"/>
        <w:rPr>
          <w:sz w:val="28"/>
          <w:szCs w:val="28"/>
        </w:rPr>
      </w:pPr>
    </w:p>
    <w:p w:rsidR="00C2202F" w:rsidRDefault="00C2202F" w:rsidP="0072648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726486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72648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СТРОИТЕЛЬСТВА УПРАВЛЕНИЯ СТРОИТЕЛЬСТВА И МУНИЦИПАЛЬНОГО ХОЗЯЙСТВА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65084D" w:rsidRDefault="00C2202F" w:rsidP="00726486">
      <w:pPr>
        <w:jc w:val="center"/>
        <w:rPr>
          <w:sz w:val="28"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800"/>
      </w:tblGrid>
      <w:tr w:rsidR="00C2202F" w:rsidRPr="002772B1" w:rsidTr="007437D4">
        <w:tc>
          <w:tcPr>
            <w:tcW w:w="2200" w:type="dxa"/>
            <w:vMerge w:val="restart"/>
          </w:tcPr>
          <w:p w:rsidR="00C2202F" w:rsidRPr="002772B1" w:rsidRDefault="00C2202F" w:rsidP="007437D4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00" w:type="dxa"/>
            <w:vMerge w:val="restart"/>
          </w:tcPr>
          <w:p w:rsidR="00C2202F" w:rsidRPr="002772B1" w:rsidRDefault="00C2202F" w:rsidP="007437D4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7437D4">
        <w:tc>
          <w:tcPr>
            <w:tcW w:w="2200" w:type="dxa"/>
            <w:vMerge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7437D4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7437D4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7437D4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7437D4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 w:rsidRPr="002772B1">
              <w:rPr>
                <w:sz w:val="26"/>
                <w:szCs w:val="26"/>
              </w:rPr>
              <w:pgNum/>
            </w:r>
            <w:r w:rsidRPr="002772B1">
              <w:rPr>
                <w:sz w:val="26"/>
                <w:szCs w:val="26"/>
              </w:rPr>
              <w:t>В.м)</w:t>
            </w: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00" w:type="dxa"/>
            <w:vMerge/>
          </w:tcPr>
          <w:p w:rsidR="00C2202F" w:rsidRPr="002772B1" w:rsidRDefault="00C2202F" w:rsidP="007437D4">
            <w:pPr>
              <w:rPr>
                <w:sz w:val="28"/>
                <w:szCs w:val="28"/>
              </w:rPr>
            </w:pPr>
          </w:p>
        </w:tc>
      </w:tr>
      <w:tr w:rsidR="00C2202F" w:rsidRPr="002772B1" w:rsidTr="007437D4">
        <w:tc>
          <w:tcPr>
            <w:tcW w:w="14508" w:type="dxa"/>
            <w:gridSpan w:val="9"/>
          </w:tcPr>
          <w:p w:rsidR="00C2202F" w:rsidRPr="00D16688" w:rsidRDefault="00C2202F" w:rsidP="007437D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Кузнецов Александр Валерьевич</w:t>
            </w:r>
          </w:p>
        </w:tc>
      </w:tr>
      <w:tr w:rsidR="00C2202F" w:rsidRPr="002772B1" w:rsidTr="007437D4">
        <w:tc>
          <w:tcPr>
            <w:tcW w:w="22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382 341,12</w:t>
            </w:r>
          </w:p>
        </w:tc>
        <w:tc>
          <w:tcPr>
            <w:tcW w:w="15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260" w:type="dxa"/>
          </w:tcPr>
          <w:p w:rsidR="00C2202F" w:rsidRPr="002772B1" w:rsidRDefault="00C2202F" w:rsidP="00726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72648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 ВАЗ 2106</w:t>
            </w:r>
          </w:p>
        </w:tc>
        <w:tc>
          <w:tcPr>
            <w:tcW w:w="1632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7437D4">
        <w:tc>
          <w:tcPr>
            <w:tcW w:w="22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118,2</w:t>
            </w: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2104</w:t>
            </w:r>
          </w:p>
        </w:tc>
        <w:tc>
          <w:tcPr>
            <w:tcW w:w="1632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7437D4">
            <w:pPr>
              <w:rPr>
                <w:sz w:val="28"/>
                <w:szCs w:val="28"/>
              </w:rPr>
            </w:pPr>
          </w:p>
        </w:tc>
      </w:tr>
      <w:tr w:rsidR="00C2202F" w:rsidRPr="002772B1" w:rsidTr="007437D4">
        <w:tc>
          <w:tcPr>
            <w:tcW w:w="22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726486" w:rsidRDefault="00C2202F" w:rsidP="007437D4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Fiat Palio Weekend</w:t>
            </w:r>
          </w:p>
        </w:tc>
        <w:tc>
          <w:tcPr>
            <w:tcW w:w="1632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7437D4">
            <w:pPr>
              <w:rPr>
                <w:sz w:val="28"/>
                <w:szCs w:val="28"/>
              </w:rPr>
            </w:pPr>
          </w:p>
        </w:tc>
      </w:tr>
      <w:tr w:rsidR="00C2202F" w:rsidRPr="002772B1" w:rsidTr="007437D4">
        <w:tc>
          <w:tcPr>
            <w:tcW w:w="22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705BBE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Opel Astra</w:t>
            </w:r>
          </w:p>
        </w:tc>
        <w:tc>
          <w:tcPr>
            <w:tcW w:w="1632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63,55</w:t>
            </w: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00" w:type="dxa"/>
          </w:tcPr>
          <w:p w:rsidR="00C2202F" w:rsidRPr="002772B1" w:rsidRDefault="00C2202F" w:rsidP="007437D4">
            <w:pPr>
              <w:rPr>
                <w:sz w:val="28"/>
                <w:szCs w:val="28"/>
              </w:rPr>
            </w:pPr>
          </w:p>
        </w:tc>
      </w:tr>
      <w:tr w:rsidR="00C2202F" w:rsidRPr="002772B1" w:rsidTr="007437D4">
        <w:tc>
          <w:tcPr>
            <w:tcW w:w="14508" w:type="dxa"/>
            <w:gridSpan w:val="9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7437D4">
        <w:tc>
          <w:tcPr>
            <w:tcW w:w="22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83 256</w:t>
            </w:r>
          </w:p>
        </w:tc>
        <w:tc>
          <w:tcPr>
            <w:tcW w:w="15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 w:val="restart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  <w:p w:rsidR="00C2202F" w:rsidRPr="00D16688" w:rsidRDefault="00C2202F" w:rsidP="007437D4">
            <w:pPr>
              <w:rPr>
                <w:sz w:val="28"/>
                <w:szCs w:val="28"/>
              </w:rPr>
            </w:pPr>
          </w:p>
          <w:p w:rsidR="00C2202F" w:rsidRPr="00D16688" w:rsidRDefault="00C2202F" w:rsidP="007437D4">
            <w:pPr>
              <w:rPr>
                <w:sz w:val="28"/>
                <w:szCs w:val="28"/>
              </w:rPr>
            </w:pPr>
          </w:p>
          <w:p w:rsidR="00C2202F" w:rsidRDefault="00C2202F" w:rsidP="007437D4">
            <w:pPr>
              <w:rPr>
                <w:sz w:val="28"/>
                <w:szCs w:val="28"/>
              </w:rPr>
            </w:pPr>
          </w:p>
          <w:p w:rsidR="00C2202F" w:rsidRDefault="00C2202F" w:rsidP="007437D4">
            <w:pPr>
              <w:rPr>
                <w:sz w:val="28"/>
                <w:szCs w:val="28"/>
              </w:rPr>
            </w:pPr>
          </w:p>
          <w:p w:rsidR="00C2202F" w:rsidRDefault="00C2202F" w:rsidP="007437D4">
            <w:pPr>
              <w:rPr>
                <w:sz w:val="28"/>
                <w:szCs w:val="28"/>
              </w:rPr>
            </w:pPr>
          </w:p>
          <w:p w:rsidR="00C2202F" w:rsidRPr="00D16688" w:rsidRDefault="00C2202F" w:rsidP="007437D4">
            <w:pPr>
              <w:rPr>
                <w:sz w:val="28"/>
                <w:szCs w:val="28"/>
              </w:rPr>
            </w:pPr>
          </w:p>
        </w:tc>
      </w:tr>
      <w:tr w:rsidR="00C2202F" w:rsidRPr="002772B1" w:rsidTr="007437D4">
        <w:tc>
          <w:tcPr>
            <w:tcW w:w="220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118,2</w:t>
            </w: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5E5D22" w:rsidRDefault="00C2202F" w:rsidP="007437D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7437D4">
        <w:tc>
          <w:tcPr>
            <w:tcW w:w="220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(1/4 доля)</w:t>
            </w:r>
          </w:p>
        </w:tc>
        <w:tc>
          <w:tcPr>
            <w:tcW w:w="126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44,1</w:t>
            </w:r>
          </w:p>
        </w:tc>
        <w:tc>
          <w:tcPr>
            <w:tcW w:w="180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5E5D22" w:rsidRDefault="00C2202F" w:rsidP="007437D4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7437D4">
        <w:tc>
          <w:tcPr>
            <w:tcW w:w="12708" w:type="dxa"/>
            <w:gridSpan w:val="8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  <w:r w:rsidRPr="002772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800" w:type="dxa"/>
            <w:vMerge/>
          </w:tcPr>
          <w:p w:rsidR="00C2202F" w:rsidRPr="002772B1" w:rsidRDefault="00C2202F" w:rsidP="007437D4">
            <w:pPr>
              <w:rPr>
                <w:sz w:val="28"/>
                <w:szCs w:val="28"/>
              </w:rPr>
            </w:pPr>
          </w:p>
        </w:tc>
      </w:tr>
      <w:tr w:rsidR="00C2202F" w:rsidRPr="002772B1" w:rsidTr="007437D4">
        <w:tc>
          <w:tcPr>
            <w:tcW w:w="22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72B1" w:rsidRDefault="00C2202F" w:rsidP="007437D4">
            <w:pPr>
              <w:rPr>
                <w:sz w:val="28"/>
                <w:szCs w:val="28"/>
              </w:rPr>
            </w:pPr>
          </w:p>
        </w:tc>
      </w:tr>
      <w:tr w:rsidR="00C2202F" w:rsidRPr="002772B1" w:rsidTr="007437D4">
        <w:tc>
          <w:tcPr>
            <w:tcW w:w="22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118,2</w:t>
            </w: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7437D4">
            <w:pPr>
              <w:rPr>
                <w:sz w:val="28"/>
                <w:szCs w:val="28"/>
              </w:rPr>
            </w:pPr>
          </w:p>
        </w:tc>
      </w:tr>
      <w:tr w:rsidR="00C2202F" w:rsidRPr="002772B1" w:rsidTr="007437D4">
        <w:tc>
          <w:tcPr>
            <w:tcW w:w="14508" w:type="dxa"/>
            <w:gridSpan w:val="9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</w:tr>
      <w:tr w:rsidR="00C2202F" w:rsidRPr="002772B1" w:rsidTr="007437D4">
        <w:tc>
          <w:tcPr>
            <w:tcW w:w="22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26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7437D4">
        <w:tc>
          <w:tcPr>
            <w:tcW w:w="220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118,2</w:t>
            </w:r>
          </w:p>
        </w:tc>
        <w:tc>
          <w:tcPr>
            <w:tcW w:w="144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800" w:type="dxa"/>
          </w:tcPr>
          <w:p w:rsidR="00C2202F" w:rsidRDefault="00C2202F" w:rsidP="007437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112FF0">
      <w:pPr>
        <w:jc w:val="center"/>
        <w:rPr>
          <w:sz w:val="28"/>
          <w:szCs w:val="28"/>
        </w:rPr>
      </w:pPr>
    </w:p>
    <w:p w:rsidR="00C2202F" w:rsidRDefault="00C2202F" w:rsidP="00155D30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155D30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155D3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ЖИЛИЩНОГО НАДЗОРА-МУНИЦИПАЛЬНЫЙ ЖИЛИЩНЫЙ ИНСПЕКТОР ОТДЕЛА ИНЖЕНЕРНОЙ ИНФРАСТРУКТУРЫ УПРАВЛЕНИЯ СТРОИТЕЛЬСТВА И МУНИЦИПАЛЬНОГО ХОЗЯЙСТВА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65084D" w:rsidRDefault="00C2202F" w:rsidP="00155D30">
      <w:pPr>
        <w:jc w:val="center"/>
        <w:rPr>
          <w:sz w:val="28"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800"/>
      </w:tblGrid>
      <w:tr w:rsidR="00C2202F" w:rsidRPr="002772B1" w:rsidTr="00155D30">
        <w:tc>
          <w:tcPr>
            <w:tcW w:w="2200" w:type="dxa"/>
            <w:vMerge w:val="restart"/>
          </w:tcPr>
          <w:p w:rsidR="00C2202F" w:rsidRPr="002772B1" w:rsidRDefault="00C2202F" w:rsidP="00155D30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00" w:type="dxa"/>
            <w:vMerge w:val="restart"/>
          </w:tcPr>
          <w:p w:rsidR="00C2202F" w:rsidRPr="002772B1" w:rsidRDefault="00C2202F" w:rsidP="00155D30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155D30">
        <w:tc>
          <w:tcPr>
            <w:tcW w:w="2200" w:type="dxa"/>
            <w:vMerge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155D30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155D30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155D30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155D30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155D30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155D30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155D30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 w:rsidRPr="002772B1">
              <w:rPr>
                <w:sz w:val="26"/>
                <w:szCs w:val="26"/>
              </w:rPr>
              <w:pgNum/>
            </w:r>
            <w:r w:rsidRPr="002772B1">
              <w:rPr>
                <w:sz w:val="26"/>
                <w:szCs w:val="26"/>
              </w:rPr>
              <w:t>В.м)</w:t>
            </w:r>
          </w:p>
        </w:tc>
        <w:tc>
          <w:tcPr>
            <w:tcW w:w="1440" w:type="dxa"/>
          </w:tcPr>
          <w:p w:rsidR="00C2202F" w:rsidRPr="002772B1" w:rsidRDefault="00C2202F" w:rsidP="00155D30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00" w:type="dxa"/>
            <w:vMerge/>
          </w:tcPr>
          <w:p w:rsidR="00C2202F" w:rsidRPr="002772B1" w:rsidRDefault="00C2202F" w:rsidP="00155D30">
            <w:pPr>
              <w:rPr>
                <w:sz w:val="28"/>
                <w:szCs w:val="28"/>
              </w:rPr>
            </w:pPr>
          </w:p>
        </w:tc>
      </w:tr>
      <w:tr w:rsidR="00C2202F" w:rsidRPr="002772B1" w:rsidTr="00155D30">
        <w:tc>
          <w:tcPr>
            <w:tcW w:w="14508" w:type="dxa"/>
            <w:gridSpan w:val="9"/>
          </w:tcPr>
          <w:p w:rsidR="00C2202F" w:rsidRPr="00D16688" w:rsidRDefault="00C2202F" w:rsidP="00155D3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Шкляев Павел Валериевич</w:t>
            </w:r>
          </w:p>
        </w:tc>
      </w:tr>
      <w:tr w:rsidR="00C2202F" w:rsidRPr="002772B1" w:rsidTr="00155D30">
        <w:tc>
          <w:tcPr>
            <w:tcW w:w="2200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279 437,01</w:t>
            </w:r>
          </w:p>
        </w:tc>
        <w:tc>
          <w:tcPr>
            <w:tcW w:w="1508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260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1816</w:t>
            </w:r>
          </w:p>
        </w:tc>
        <w:tc>
          <w:tcPr>
            <w:tcW w:w="1800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 ИЖ 2126030</w:t>
            </w:r>
          </w:p>
        </w:tc>
        <w:tc>
          <w:tcPr>
            <w:tcW w:w="1632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155D30">
        <w:tc>
          <w:tcPr>
            <w:tcW w:w="2200" w:type="dxa"/>
          </w:tcPr>
          <w:p w:rsidR="00C2202F" w:rsidRDefault="00C2202F" w:rsidP="00155D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15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Default="00C2202F" w:rsidP="0015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49,7</w:t>
            </w:r>
          </w:p>
        </w:tc>
        <w:tc>
          <w:tcPr>
            <w:tcW w:w="1800" w:type="dxa"/>
          </w:tcPr>
          <w:p w:rsidR="00C2202F" w:rsidRDefault="00C2202F" w:rsidP="00155D3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Default="00C2202F" w:rsidP="00155D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155D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155D30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112FF0">
      <w:pPr>
        <w:jc w:val="center"/>
        <w:rPr>
          <w:sz w:val="28"/>
          <w:szCs w:val="28"/>
        </w:rPr>
      </w:pPr>
    </w:p>
    <w:p w:rsidR="00C2202F" w:rsidRDefault="00C2202F" w:rsidP="00112FF0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112FF0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112FF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ЭКОНОМИЧЕСКОГО РАЗВИТИЯ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112FF0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65084D" w:rsidRDefault="00C2202F" w:rsidP="00112FF0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581043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581043">
              <w:rPr>
                <w:b/>
                <w:sz w:val="28"/>
                <w:szCs w:val="28"/>
              </w:rPr>
              <w:t>Загребин Дмитрий Николаевич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620 132,31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(3/8 доли)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77,9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Pr="002772B1">
              <w:rPr>
                <w:sz w:val="28"/>
                <w:szCs w:val="28"/>
                <w:lang w:val="en-US"/>
              </w:rPr>
              <w:t>Hyundai accent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55 749,22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(3/8 доли)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77,9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(1/8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77,9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(1/8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77,9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2F7B3D">
      <w:pPr>
        <w:jc w:val="center"/>
        <w:rPr>
          <w:sz w:val="28"/>
          <w:szCs w:val="28"/>
        </w:rPr>
      </w:pPr>
    </w:p>
    <w:p w:rsidR="00C2202F" w:rsidRDefault="00C2202F" w:rsidP="002F7B3D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2F7B3D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2F7B3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УПРАВЛЕНИЯ ПО ИНВЕСТИЦИОННОМУ РАЗВИТИЮ УПРАВЛЕНИЯ ЭКОНОМИЧЕСКОГО РАЗВИТИЯ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Default="00C2202F" w:rsidP="002F7B3D">
      <w:pPr>
        <w:jc w:val="center"/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581043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581043">
              <w:rPr>
                <w:b/>
                <w:sz w:val="28"/>
                <w:szCs w:val="28"/>
              </w:rPr>
              <w:t>Леонтьев Евгений Федорович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409 554,35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52,4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Pr="002772B1">
              <w:rPr>
                <w:sz w:val="28"/>
                <w:szCs w:val="28"/>
                <w:lang w:val="en-US"/>
              </w:rPr>
              <w:t>Nissan Note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163 200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52,4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39,9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52,4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Pr="00B76F20" w:rsidRDefault="00C2202F" w:rsidP="00EC3F2B">
      <w:pPr>
        <w:jc w:val="center"/>
        <w:rPr>
          <w:sz w:val="28"/>
          <w:szCs w:val="28"/>
        </w:rPr>
      </w:pPr>
    </w:p>
    <w:p w:rsidR="00C2202F" w:rsidRDefault="00C2202F" w:rsidP="00C76F0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C76F0F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C76F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ПОТРЕБИТЕЛЬСКОГО РЫНКА УПРАВЛЕНИЯ ЭКОНОМИЧЕСКОГО РАЗВИТИЯ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C76F0F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B76F20" w:rsidRDefault="00C2202F" w:rsidP="00C76F0F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3C554D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5D1249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5D1249">
              <w:rPr>
                <w:b/>
                <w:sz w:val="28"/>
                <w:szCs w:val="28"/>
              </w:rPr>
              <w:t>Шишова Людмила Викторовна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397 098,04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3184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183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824 886,67 с учетом продажи автомобиля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1822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  <w:lang w:val="en-US"/>
              </w:rPr>
              <w:t>Ford Fokus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3184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17589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183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64,9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3B4783">
      <w:pPr>
        <w:jc w:val="center"/>
        <w:rPr>
          <w:sz w:val="28"/>
          <w:szCs w:val="28"/>
        </w:rPr>
      </w:pPr>
    </w:p>
    <w:p w:rsidR="00C2202F" w:rsidRDefault="00C2202F" w:rsidP="003B47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Pr="00D15368" w:rsidRDefault="00C2202F" w:rsidP="003B478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3B47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УПРАВЛЕНИЯ ПО СТРАТЕГИЧЕСКОМУ РАЗВИТИЮ УПРАВЛЕНИЯ ЭКОНОМИЧЕСКОГО РАЗВИТИЯ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</w:t>
      </w:r>
      <w:r>
        <w:rPr>
          <w:sz w:val="28"/>
          <w:szCs w:val="28"/>
        </w:rPr>
        <w:t>15</w:t>
      </w:r>
      <w:r w:rsidRPr="00D15368">
        <w:rPr>
          <w:sz w:val="28"/>
          <w:szCs w:val="28"/>
        </w:rPr>
        <w:t xml:space="preserve"> года</w:t>
      </w:r>
    </w:p>
    <w:p w:rsidR="00C2202F" w:rsidRPr="0085258D" w:rsidRDefault="00C2202F" w:rsidP="003B4783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854530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854530">
              <w:rPr>
                <w:b/>
                <w:sz w:val="28"/>
                <w:szCs w:val="28"/>
              </w:rPr>
              <w:t xml:space="preserve">Чиркова Ольга Валерьевна 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459525,51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C2202F" w:rsidRDefault="00C2202F" w:rsidP="003B4783">
      <w:pPr>
        <w:jc w:val="center"/>
        <w:rPr>
          <w:sz w:val="28"/>
          <w:szCs w:val="28"/>
        </w:rPr>
      </w:pPr>
    </w:p>
    <w:p w:rsidR="00C2202F" w:rsidRDefault="00C2202F" w:rsidP="003B478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3B478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3B47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АНАЛИТИЧЕСКОГО ОТДЕЛА УПРАВЛЕНИЯ ЭКОНОМИЧЕСКОГО РАЗВИТИЯ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FE2708" w:rsidRDefault="00C2202F" w:rsidP="003B4783">
      <w:pPr>
        <w:jc w:val="center"/>
        <w:rPr>
          <w:sz w:val="28"/>
          <w:szCs w:val="28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44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44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148" w:type="dxa"/>
            <w:gridSpan w:val="9"/>
          </w:tcPr>
          <w:p w:rsidR="00C2202F" w:rsidRPr="002A345D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2A345D">
              <w:rPr>
                <w:b/>
                <w:sz w:val="28"/>
                <w:szCs w:val="28"/>
              </w:rPr>
              <w:t>Шкляева Татьяна Владимировна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365 650,22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1392,96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184,8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14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73 726,97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1200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 w:rsidRPr="002772B1">
              <w:rPr>
                <w:sz w:val="28"/>
                <w:szCs w:val="28"/>
                <w:lang w:val="en-US"/>
              </w:rPr>
              <w:t>Mazda CX-5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1392,96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44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 xml:space="preserve">Погрузчик экскаватор </w:t>
            </w:r>
            <w:r w:rsidRPr="002772B1">
              <w:rPr>
                <w:sz w:val="28"/>
                <w:szCs w:val="28"/>
                <w:lang w:val="en-US"/>
              </w:rPr>
              <w:t>Terex 860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184,8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Грузовой фургон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УАЗ 390994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44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1392,96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 </w:t>
            </w:r>
            <w:r w:rsidRPr="002772B1">
              <w:rPr>
                <w:sz w:val="28"/>
                <w:szCs w:val="28"/>
              </w:rPr>
              <w:t>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184,8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44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1392,96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</w:t>
            </w:r>
            <w:r w:rsidRPr="002772B1">
              <w:rPr>
                <w:sz w:val="28"/>
                <w:szCs w:val="28"/>
              </w:rPr>
              <w:t>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184,8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EC3F2B">
      <w:pPr>
        <w:jc w:val="center"/>
        <w:rPr>
          <w:sz w:val="28"/>
          <w:szCs w:val="28"/>
        </w:rPr>
      </w:pPr>
    </w:p>
    <w:p w:rsidR="00C2202F" w:rsidRDefault="00C2202F" w:rsidP="00E63AB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E63AB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E63AB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АНАЛИТИЧЕСКОГО ОТДЕЛА УПРАВЛЕНИЯ ЭКОНОМИЧЕСКОГО РАЗВИТИЯ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FE2708" w:rsidRDefault="00C2202F" w:rsidP="00E63AB8">
      <w:pPr>
        <w:jc w:val="center"/>
        <w:rPr>
          <w:sz w:val="28"/>
          <w:szCs w:val="28"/>
        </w:rPr>
      </w:pPr>
    </w:p>
    <w:tbl>
      <w:tblPr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440"/>
      </w:tblGrid>
      <w:tr w:rsidR="00C2202F" w:rsidRPr="002772B1" w:rsidTr="00E63AB8">
        <w:tc>
          <w:tcPr>
            <w:tcW w:w="2200" w:type="dxa"/>
            <w:vMerge w:val="restart"/>
          </w:tcPr>
          <w:p w:rsidR="00C2202F" w:rsidRPr="002772B1" w:rsidRDefault="00C2202F" w:rsidP="00E63AB8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440" w:type="dxa"/>
            <w:vMerge w:val="restart"/>
          </w:tcPr>
          <w:p w:rsidR="00C2202F" w:rsidRPr="002772B1" w:rsidRDefault="00C2202F" w:rsidP="00E63AB8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E63AB8">
        <w:tc>
          <w:tcPr>
            <w:tcW w:w="2200" w:type="dxa"/>
            <w:vMerge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E63AB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E63AB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E63AB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E63AB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E63AB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E63AB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E63AB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E63AB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440" w:type="dxa"/>
            <w:vMerge/>
          </w:tcPr>
          <w:p w:rsidR="00C2202F" w:rsidRPr="002772B1" w:rsidRDefault="00C2202F" w:rsidP="00E63AB8">
            <w:pPr>
              <w:rPr>
                <w:sz w:val="28"/>
                <w:szCs w:val="28"/>
              </w:rPr>
            </w:pPr>
          </w:p>
        </w:tc>
      </w:tr>
      <w:tr w:rsidR="00C2202F" w:rsidRPr="002772B1" w:rsidTr="00E63AB8">
        <w:tc>
          <w:tcPr>
            <w:tcW w:w="14148" w:type="dxa"/>
            <w:gridSpan w:val="9"/>
          </w:tcPr>
          <w:p w:rsidR="00C2202F" w:rsidRPr="002A345D" w:rsidRDefault="00C2202F" w:rsidP="00E63AB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Неустроева Надежда Александровна</w:t>
            </w:r>
          </w:p>
        </w:tc>
      </w:tr>
      <w:tr w:rsidR="00C2202F" w:rsidRPr="002772B1" w:rsidTr="00E63AB8">
        <w:tc>
          <w:tcPr>
            <w:tcW w:w="220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162 973,20</w:t>
            </w:r>
          </w:p>
        </w:tc>
        <w:tc>
          <w:tcPr>
            <w:tcW w:w="1508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35,2</w:t>
            </w:r>
          </w:p>
        </w:tc>
        <w:tc>
          <w:tcPr>
            <w:tcW w:w="180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E63AB8">
        <w:tc>
          <w:tcPr>
            <w:tcW w:w="14148" w:type="dxa"/>
            <w:gridSpan w:val="9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E63AB8">
        <w:tc>
          <w:tcPr>
            <w:tcW w:w="220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523 108,42</w:t>
            </w:r>
          </w:p>
        </w:tc>
        <w:tc>
          <w:tcPr>
            <w:tcW w:w="1508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35,2</w:t>
            </w:r>
          </w:p>
        </w:tc>
        <w:tc>
          <w:tcPr>
            <w:tcW w:w="180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E63AB8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Chevrolet Aveo</w:t>
            </w:r>
          </w:p>
        </w:tc>
        <w:tc>
          <w:tcPr>
            <w:tcW w:w="1632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E63AB8">
        <w:tc>
          <w:tcPr>
            <w:tcW w:w="12708" w:type="dxa"/>
            <w:gridSpan w:val="8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440" w:type="dxa"/>
            <w:vMerge/>
          </w:tcPr>
          <w:p w:rsidR="00C2202F" w:rsidRPr="002772B1" w:rsidRDefault="00C2202F" w:rsidP="00E63AB8">
            <w:pPr>
              <w:rPr>
                <w:sz w:val="28"/>
                <w:szCs w:val="28"/>
              </w:rPr>
            </w:pPr>
          </w:p>
        </w:tc>
      </w:tr>
      <w:tr w:rsidR="00C2202F" w:rsidRPr="002772B1" w:rsidTr="00E63AB8">
        <w:tc>
          <w:tcPr>
            <w:tcW w:w="220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35,2</w:t>
            </w:r>
          </w:p>
        </w:tc>
        <w:tc>
          <w:tcPr>
            <w:tcW w:w="1440" w:type="dxa"/>
          </w:tcPr>
          <w:p w:rsidR="00C2202F" w:rsidRPr="002772B1" w:rsidRDefault="00C2202F" w:rsidP="00E63AB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440" w:type="dxa"/>
            <w:vMerge/>
          </w:tcPr>
          <w:p w:rsidR="00C2202F" w:rsidRPr="002772B1" w:rsidRDefault="00C2202F" w:rsidP="00E63AB8">
            <w:pPr>
              <w:rPr>
                <w:sz w:val="28"/>
                <w:szCs w:val="28"/>
              </w:rPr>
            </w:pPr>
          </w:p>
        </w:tc>
      </w:tr>
    </w:tbl>
    <w:p w:rsidR="00C2202F" w:rsidRPr="00D665D6" w:rsidRDefault="00C2202F" w:rsidP="00EC3F2B">
      <w:pPr>
        <w:jc w:val="center"/>
        <w:rPr>
          <w:sz w:val="28"/>
          <w:szCs w:val="28"/>
        </w:rPr>
      </w:pPr>
    </w:p>
    <w:p w:rsidR="00C2202F" w:rsidRDefault="00C2202F" w:rsidP="00D249CF">
      <w:pPr>
        <w:jc w:val="center"/>
        <w:rPr>
          <w:sz w:val="28"/>
          <w:szCs w:val="28"/>
        </w:rPr>
      </w:pPr>
    </w:p>
    <w:p w:rsidR="00C2202F" w:rsidRDefault="00C2202F" w:rsidP="00D249CF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D249CF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D249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ИНВЕСТИЦИЙ И РАЗВИТИЯ ПРЕДПРИНИМАТЕЛЬСТВА УПРАВЛЕНИЯ ЭКОНОМИЧЕСКОГО РАЗВИТИЯ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</w:t>
      </w:r>
      <w:r>
        <w:rPr>
          <w:sz w:val="28"/>
          <w:szCs w:val="28"/>
        </w:rPr>
        <w:t>од с 1 января по 31 декабря 2015</w:t>
      </w:r>
      <w:r w:rsidRPr="00D15368">
        <w:rPr>
          <w:sz w:val="28"/>
          <w:szCs w:val="28"/>
        </w:rPr>
        <w:t xml:space="preserve"> года</w:t>
      </w:r>
    </w:p>
    <w:p w:rsidR="00C2202F" w:rsidRPr="00D665D6" w:rsidRDefault="00C2202F" w:rsidP="00D249CF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C75556" w:rsidRDefault="00C2202F"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6905A5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6905A5">
              <w:rPr>
                <w:b/>
                <w:sz w:val="28"/>
                <w:szCs w:val="28"/>
              </w:rPr>
              <w:t xml:space="preserve">Кондакова Алена Леонидовна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1 662 328,29 с учетом продажи квартиры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Pr="002772B1">
              <w:rPr>
                <w:sz w:val="28"/>
                <w:szCs w:val="28"/>
                <w:lang w:val="en-US"/>
              </w:rPr>
              <w:t>Skoda Fabia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A757A8">
      <w:pPr>
        <w:jc w:val="center"/>
        <w:rPr>
          <w:sz w:val="28"/>
          <w:szCs w:val="28"/>
        </w:rPr>
      </w:pPr>
    </w:p>
    <w:p w:rsidR="00C2202F" w:rsidRDefault="00C2202F" w:rsidP="00A757A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A757A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757A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ОХРАНЫ ТРУДА УПРАВЛЕНИЯ ЭКОНОМИЧЕСКОГО РАЗВИТИЯ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</w:t>
      </w:r>
      <w:r>
        <w:rPr>
          <w:sz w:val="28"/>
          <w:szCs w:val="28"/>
        </w:rPr>
        <w:t xml:space="preserve"> 31 декабря 2015</w:t>
      </w:r>
      <w:r w:rsidRPr="00D15368">
        <w:rPr>
          <w:sz w:val="28"/>
          <w:szCs w:val="28"/>
        </w:rPr>
        <w:t xml:space="preserve"> года</w:t>
      </w:r>
    </w:p>
    <w:p w:rsidR="00C2202F" w:rsidRPr="00F87454" w:rsidRDefault="00C2202F" w:rsidP="00A757A8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553A42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553A42">
              <w:rPr>
                <w:b/>
                <w:sz w:val="28"/>
                <w:szCs w:val="28"/>
              </w:rPr>
              <w:t>Мазитова Галия Валерьевна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308540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60,8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553A42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87541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60,8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60,8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60,8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3C554D">
      <w:pPr>
        <w:jc w:val="center"/>
        <w:rPr>
          <w:sz w:val="28"/>
          <w:szCs w:val="28"/>
        </w:rPr>
      </w:pPr>
    </w:p>
    <w:p w:rsidR="00C2202F" w:rsidRDefault="00C2202F" w:rsidP="0058104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58104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5810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ЗАКУПОК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Default="00C2202F" w:rsidP="00581043">
      <w:pPr>
        <w:jc w:val="center"/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581043">
        <w:tc>
          <w:tcPr>
            <w:tcW w:w="2200" w:type="dxa"/>
            <w:vMerge w:val="restart"/>
          </w:tcPr>
          <w:p w:rsidR="00C2202F" w:rsidRPr="002772B1" w:rsidRDefault="00C2202F" w:rsidP="00581043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581043">
        <w:tc>
          <w:tcPr>
            <w:tcW w:w="2200" w:type="dxa"/>
            <w:vMerge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  <w:tr w:rsidR="00C2202F" w:rsidRPr="002772B1" w:rsidTr="00581043">
        <w:tc>
          <w:tcPr>
            <w:tcW w:w="14328" w:type="dxa"/>
            <w:gridSpan w:val="9"/>
          </w:tcPr>
          <w:p w:rsidR="00C2202F" w:rsidRPr="00825427" w:rsidRDefault="00C2202F" w:rsidP="00581043">
            <w:pPr>
              <w:jc w:val="center"/>
              <w:rPr>
                <w:b/>
                <w:sz w:val="28"/>
                <w:szCs w:val="28"/>
              </w:rPr>
            </w:pPr>
            <w:r w:rsidRPr="00825427">
              <w:rPr>
                <w:b/>
                <w:sz w:val="28"/>
                <w:szCs w:val="28"/>
              </w:rPr>
              <w:t>Крюкова Ольга Николаевна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407 992,82</w:t>
            </w: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 (1/2 доля)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2950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138,3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  <w:tr w:rsidR="00C2202F" w:rsidRPr="002772B1" w:rsidTr="00581043">
        <w:tc>
          <w:tcPr>
            <w:tcW w:w="14328" w:type="dxa"/>
            <w:gridSpan w:val="9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422 073,38 с учетом продажи автомобиля</w:t>
            </w: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50,7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8539A4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автомобиль легковой </w:t>
            </w:r>
            <w:r w:rsidRPr="002772B1">
              <w:rPr>
                <w:sz w:val="28"/>
                <w:szCs w:val="28"/>
                <w:lang w:val="en-US"/>
              </w:rPr>
              <w:t>Kia</w:t>
            </w:r>
            <w:r w:rsidRPr="008539A4">
              <w:rPr>
                <w:sz w:val="28"/>
                <w:szCs w:val="28"/>
              </w:rPr>
              <w:t xml:space="preserve"> </w:t>
            </w:r>
            <w:r w:rsidRPr="002772B1">
              <w:rPr>
                <w:sz w:val="28"/>
                <w:szCs w:val="28"/>
                <w:lang w:val="en-US"/>
              </w:rPr>
              <w:t>Ed</w:t>
            </w:r>
            <w:r w:rsidRPr="008539A4">
              <w:rPr>
                <w:sz w:val="28"/>
                <w:szCs w:val="28"/>
              </w:rPr>
              <w:t xml:space="preserve"> (</w:t>
            </w:r>
            <w:r w:rsidRPr="002772B1">
              <w:rPr>
                <w:sz w:val="28"/>
                <w:szCs w:val="28"/>
                <w:lang w:val="en-US"/>
              </w:rPr>
              <w:t>Ceed</w:t>
            </w:r>
            <w:r w:rsidRPr="008539A4">
              <w:rPr>
                <w:sz w:val="28"/>
                <w:szCs w:val="28"/>
              </w:rPr>
              <w:t>)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138,3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2950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  <w:tr w:rsidR="00C2202F" w:rsidRPr="002772B1" w:rsidTr="00581043">
        <w:tc>
          <w:tcPr>
            <w:tcW w:w="12708" w:type="dxa"/>
            <w:gridSpan w:val="8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138,3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2950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581043">
      <w:pPr>
        <w:jc w:val="center"/>
        <w:rPr>
          <w:sz w:val="28"/>
          <w:szCs w:val="28"/>
        </w:rPr>
      </w:pPr>
    </w:p>
    <w:p w:rsidR="00C2202F" w:rsidRPr="008539A4" w:rsidRDefault="00C2202F" w:rsidP="00581043">
      <w:pPr>
        <w:jc w:val="center"/>
        <w:rPr>
          <w:sz w:val="28"/>
          <w:szCs w:val="28"/>
        </w:rPr>
      </w:pPr>
      <w:r w:rsidRPr="008539A4">
        <w:rPr>
          <w:sz w:val="28"/>
          <w:szCs w:val="28"/>
        </w:rPr>
        <w:t>Сведения</w:t>
      </w:r>
    </w:p>
    <w:p w:rsidR="00C2202F" w:rsidRPr="008539A4" w:rsidRDefault="00C2202F" w:rsidP="00581043">
      <w:pPr>
        <w:jc w:val="center"/>
        <w:rPr>
          <w:sz w:val="28"/>
          <w:szCs w:val="28"/>
        </w:rPr>
      </w:pPr>
      <w:r w:rsidRPr="008539A4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Pr="008539A4" w:rsidRDefault="00C2202F" w:rsidP="00581043">
      <w:pPr>
        <w:jc w:val="center"/>
        <w:rPr>
          <w:sz w:val="28"/>
          <w:szCs w:val="28"/>
        </w:rPr>
      </w:pPr>
      <w:r w:rsidRPr="008539A4">
        <w:rPr>
          <w:sz w:val="28"/>
          <w:szCs w:val="28"/>
        </w:rPr>
        <w:t xml:space="preserve">НАЧАЛЬНИКА СЕКТОРА ПО ПЛАНИРОВАНИЮ И ИСПОЛНЕНИЮ ЗАКУПОК ОТДЕЛА ЗАКУПОК АДМИНИСТРАЦИИ МУНИЦИПАЛЬНОГО ОБРАЗОВАНИЯ «ЗАВЬЯЛОВСКИЙ РАЙОН» </w:t>
      </w:r>
    </w:p>
    <w:p w:rsidR="00C2202F" w:rsidRPr="008539A4" w:rsidRDefault="00C2202F" w:rsidP="00581043">
      <w:pPr>
        <w:jc w:val="center"/>
        <w:rPr>
          <w:sz w:val="28"/>
          <w:szCs w:val="28"/>
        </w:rPr>
      </w:pPr>
      <w:r w:rsidRPr="008539A4"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581043">
      <w:pPr>
        <w:jc w:val="center"/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581043">
        <w:tc>
          <w:tcPr>
            <w:tcW w:w="2200" w:type="dxa"/>
            <w:vMerge w:val="restart"/>
          </w:tcPr>
          <w:p w:rsidR="00C2202F" w:rsidRPr="002772B1" w:rsidRDefault="00C2202F" w:rsidP="00581043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581043">
        <w:tc>
          <w:tcPr>
            <w:tcW w:w="2200" w:type="dxa"/>
            <w:vMerge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  <w:tr w:rsidR="00C2202F" w:rsidRPr="002772B1" w:rsidTr="00581043">
        <w:tc>
          <w:tcPr>
            <w:tcW w:w="14328" w:type="dxa"/>
            <w:gridSpan w:val="9"/>
          </w:tcPr>
          <w:p w:rsidR="00C2202F" w:rsidRPr="00D14CC9" w:rsidRDefault="00C2202F" w:rsidP="00581043">
            <w:pPr>
              <w:jc w:val="center"/>
              <w:rPr>
                <w:b/>
                <w:sz w:val="28"/>
                <w:szCs w:val="28"/>
              </w:rPr>
            </w:pPr>
            <w:r w:rsidRPr="00D14CC9">
              <w:rPr>
                <w:b/>
                <w:sz w:val="28"/>
                <w:szCs w:val="28"/>
              </w:rPr>
              <w:t>Баталова Анастасия Александровна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424500,83</w:t>
            </w: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 (1/</w:t>
            </w:r>
            <w:r>
              <w:rPr>
                <w:sz w:val="28"/>
                <w:szCs w:val="28"/>
              </w:rPr>
              <w:t>4</w:t>
            </w:r>
            <w:r w:rsidRPr="002772B1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5000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14CC9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ИЖ 2126030 </w:t>
            </w:r>
          </w:p>
        </w:tc>
        <w:tc>
          <w:tcPr>
            <w:tcW w:w="1632" w:type="dxa"/>
          </w:tcPr>
          <w:p w:rsidR="00C2202F" w:rsidRPr="00D14CC9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1950</w:t>
            </w:r>
          </w:p>
        </w:tc>
        <w:tc>
          <w:tcPr>
            <w:tcW w:w="1440" w:type="dxa"/>
          </w:tcPr>
          <w:p w:rsidR="00C2202F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(1/4 доля)</w:t>
            </w:r>
          </w:p>
        </w:tc>
        <w:tc>
          <w:tcPr>
            <w:tcW w:w="1260" w:type="dxa"/>
          </w:tcPr>
          <w:p w:rsidR="00C2202F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120,6</w:t>
            </w:r>
          </w:p>
        </w:tc>
        <w:tc>
          <w:tcPr>
            <w:tcW w:w="1800" w:type="dxa"/>
          </w:tcPr>
          <w:p w:rsidR="00C2202F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</w:t>
            </w:r>
            <w:r>
              <w:rPr>
                <w:sz w:val="28"/>
                <w:szCs w:val="28"/>
                <w:lang w:val="en-US"/>
              </w:rPr>
              <w:t xml:space="preserve"> Hyundai</w:t>
            </w:r>
            <w:r w:rsidRPr="00D14CC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Solaris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Pr="0058216A" w:rsidRDefault="00C2202F" w:rsidP="00581043">
      <w:pPr>
        <w:jc w:val="center"/>
        <w:rPr>
          <w:sz w:val="28"/>
          <w:szCs w:val="28"/>
        </w:rPr>
      </w:pPr>
    </w:p>
    <w:p w:rsidR="00C2202F" w:rsidRDefault="00C2202F" w:rsidP="00581043">
      <w:pPr>
        <w:jc w:val="center"/>
        <w:rPr>
          <w:sz w:val="28"/>
          <w:szCs w:val="28"/>
        </w:rPr>
      </w:pPr>
    </w:p>
    <w:p w:rsidR="00C2202F" w:rsidRDefault="00C2202F" w:rsidP="0058104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58104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5810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ОТДЕЛА ЗАКУПОК УПРАВЛЕНИЯ ЭКОНОМИЧЕСКОГО РАЗВИТИЯ АДМИНИСТРАЦИИ МУНИЦИПАЛЬНОГО ОБРАЗОВАНИЯ «ЗАВЬЯЛОВСКИЙ РАЙОН» </w:t>
      </w:r>
    </w:p>
    <w:p w:rsidR="00C2202F" w:rsidRDefault="00C2202F" w:rsidP="0058104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011BA" w:rsidRDefault="00C2202F" w:rsidP="00581043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581043">
        <w:tc>
          <w:tcPr>
            <w:tcW w:w="2200" w:type="dxa"/>
            <w:vMerge w:val="restart"/>
          </w:tcPr>
          <w:p w:rsidR="00C2202F" w:rsidRPr="002772B1" w:rsidRDefault="00C2202F" w:rsidP="00581043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581043">
        <w:tc>
          <w:tcPr>
            <w:tcW w:w="2200" w:type="dxa"/>
            <w:vMerge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  <w:tr w:rsidR="00C2202F" w:rsidRPr="002772B1" w:rsidTr="00581043">
        <w:tc>
          <w:tcPr>
            <w:tcW w:w="14328" w:type="dxa"/>
            <w:gridSpan w:val="9"/>
          </w:tcPr>
          <w:p w:rsidR="00C2202F" w:rsidRPr="008539A4" w:rsidRDefault="00C2202F" w:rsidP="00581043">
            <w:pPr>
              <w:jc w:val="center"/>
              <w:rPr>
                <w:b/>
                <w:sz w:val="28"/>
                <w:szCs w:val="28"/>
              </w:rPr>
            </w:pPr>
            <w:r w:rsidRPr="008539A4">
              <w:rPr>
                <w:b/>
                <w:sz w:val="28"/>
                <w:szCs w:val="28"/>
              </w:rPr>
              <w:t>Мекешкина Альбина Тахировна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327 007</w:t>
            </w: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35,5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6419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2202F" w:rsidRPr="002772B1" w:rsidTr="00581043">
        <w:tc>
          <w:tcPr>
            <w:tcW w:w="14328" w:type="dxa"/>
            <w:gridSpan w:val="9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8539A4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96 440,96</w:t>
            </w:r>
          </w:p>
        </w:tc>
        <w:tc>
          <w:tcPr>
            <w:tcW w:w="1508" w:type="dxa"/>
          </w:tcPr>
          <w:p w:rsidR="00C2202F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Жилой дом 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(1/4 доля)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92,2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Pr="002772B1">
              <w:rPr>
                <w:sz w:val="28"/>
                <w:szCs w:val="28"/>
                <w:lang w:val="en-US"/>
              </w:rPr>
              <w:t>Nissan Note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35,5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C2202F" w:rsidRPr="002772B1" w:rsidTr="00581043">
        <w:tc>
          <w:tcPr>
            <w:tcW w:w="14328" w:type="dxa"/>
            <w:gridSpan w:val="9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Сын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35,5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</w:tbl>
    <w:p w:rsidR="00C2202F" w:rsidRPr="00EB3F98" w:rsidRDefault="00C2202F" w:rsidP="00EC3F2B">
      <w:pPr>
        <w:jc w:val="center"/>
        <w:rPr>
          <w:sz w:val="28"/>
          <w:szCs w:val="28"/>
        </w:rPr>
      </w:pPr>
    </w:p>
    <w:p w:rsidR="00C2202F" w:rsidRDefault="00C2202F" w:rsidP="00EC59E0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EC59E0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EC59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ПО ДЕЛАМ НЕСОВЕРШЕННОЛЕТНИХ И ЗАЩИТЕ ИХ ПРАВ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EC59E0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Default="00C2202F" w:rsidP="00EC59E0">
      <w:pPr>
        <w:jc w:val="center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080"/>
        <w:gridCol w:w="7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00" w:type="dxa"/>
            <w:gridSpan w:val="2"/>
          </w:tcPr>
          <w:p w:rsidR="00C2202F" w:rsidRPr="002772B1" w:rsidRDefault="00C2202F" w:rsidP="00246B8B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00" w:type="dxa"/>
            <w:gridSpan w:val="2"/>
          </w:tcPr>
          <w:p w:rsidR="00C2202F" w:rsidRPr="002772B1" w:rsidRDefault="00C2202F" w:rsidP="00246B8B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508" w:type="dxa"/>
            <w:gridSpan w:val="10"/>
          </w:tcPr>
          <w:p w:rsidR="00C2202F" w:rsidRPr="00B07FA2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B07FA2">
              <w:rPr>
                <w:b/>
                <w:sz w:val="28"/>
                <w:szCs w:val="28"/>
              </w:rPr>
              <w:t>Антонова Марина Юрьевна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412 358,86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 (1/4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1640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  <w:lang w:val="en-US"/>
              </w:rPr>
              <w:t>Kia Rio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Жилой дом 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(1/4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/>
          </w:tcPr>
          <w:p w:rsidR="00C2202F" w:rsidRPr="002772B1" w:rsidRDefault="00C2202F" w:rsidP="00246B8B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508" w:type="dxa"/>
            <w:gridSpan w:val="10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B07FA2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76 051,68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 (1/8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1640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Жилой дом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(1/8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/>
          </w:tcPr>
          <w:p w:rsidR="00C2202F" w:rsidRPr="002772B1" w:rsidRDefault="00C2202F" w:rsidP="00246B8B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800" w:type="dxa"/>
            <w:gridSpan w:val="2"/>
            <w:vMerge/>
          </w:tcPr>
          <w:p w:rsidR="00C2202F" w:rsidRPr="002772B1" w:rsidRDefault="00C2202F" w:rsidP="00246B8B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1872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 (1/4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1640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/>
          </w:tcPr>
          <w:p w:rsidR="00C2202F" w:rsidRPr="002772B1" w:rsidRDefault="00C2202F" w:rsidP="00246B8B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(1/4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/>
          </w:tcPr>
          <w:p w:rsidR="00C2202F" w:rsidRPr="002772B1" w:rsidRDefault="00C2202F" w:rsidP="00246B8B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800" w:type="dxa"/>
            <w:gridSpan w:val="2"/>
            <w:vMerge/>
          </w:tcPr>
          <w:p w:rsidR="00C2202F" w:rsidRPr="002772B1" w:rsidRDefault="00C2202F" w:rsidP="00246B8B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1872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 (1/8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1640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/>
          </w:tcPr>
          <w:p w:rsidR="00C2202F" w:rsidRPr="002772B1" w:rsidRDefault="00C2202F" w:rsidP="00246B8B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Жилой дом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(1/8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800" w:type="dxa"/>
            <w:gridSpan w:val="2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1872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 (1/4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1640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Жилой дом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(1/4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Tr="002772B1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gridBefore w:val="8"/>
          <w:gridAfter w:val="1"/>
          <w:wAfter w:w="720" w:type="dxa"/>
          <w:trHeight w:val="100"/>
        </w:trPr>
        <w:tc>
          <w:tcPr>
            <w:tcW w:w="108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2E0BD6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2E0BD6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2E0B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АРХИВНОГО ОТДЕЛА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246B8B" w:rsidRDefault="00C2202F" w:rsidP="002E0BD6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6419B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6419B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6039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260391">
              <w:rPr>
                <w:b/>
                <w:sz w:val="28"/>
                <w:szCs w:val="28"/>
              </w:rPr>
              <w:t>Коробейникова Елена Яковлевна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6039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64 794,52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2003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1981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40,7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Pr="00F838A2" w:rsidRDefault="00C2202F" w:rsidP="00EC3F2B">
      <w:pPr>
        <w:jc w:val="center"/>
        <w:rPr>
          <w:sz w:val="28"/>
          <w:szCs w:val="28"/>
        </w:rPr>
      </w:pPr>
    </w:p>
    <w:p w:rsidR="00C2202F" w:rsidRDefault="00C2202F" w:rsidP="00F9131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F91317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F913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АРХИВНОГО ОТДЕЛА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F838A2" w:rsidRDefault="00C2202F" w:rsidP="00F91317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6039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260391">
              <w:rPr>
                <w:b/>
                <w:sz w:val="28"/>
                <w:szCs w:val="28"/>
              </w:rPr>
              <w:t>Пантюхина Татьяна Владимировна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6039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38 335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(2/6 доли)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51,8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6039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44 111,28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(2/6 доли)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51,8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(1/6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51,8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(1/6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51,8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87560D">
      <w:pPr>
        <w:jc w:val="center"/>
        <w:rPr>
          <w:sz w:val="28"/>
          <w:szCs w:val="28"/>
        </w:rPr>
      </w:pPr>
    </w:p>
    <w:p w:rsidR="00C2202F" w:rsidRDefault="00C2202F" w:rsidP="0087560D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87560D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87560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КОМПЛЕКТОВАНИЯ И УЧЕТА ДОКУМЕНТОВ АРХИВНОГО ОТДЕЛА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87560D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Default="00C2202F" w:rsidP="0087560D">
      <w:pPr>
        <w:jc w:val="center"/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6161AD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6039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260391">
              <w:rPr>
                <w:b/>
                <w:sz w:val="28"/>
                <w:szCs w:val="28"/>
              </w:rPr>
              <w:t>Моисеева Клавдия Александровна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6039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37 985,83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69,9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26,3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2700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6039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26</w:t>
            </w:r>
            <w:r>
              <w:rPr>
                <w:sz w:val="28"/>
                <w:szCs w:val="28"/>
              </w:rPr>
              <w:t>8 384,82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2700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Автомобиль легковой ВАЗ 11183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26,3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26,3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2700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EC3F2B">
      <w:pPr>
        <w:jc w:val="center"/>
      </w:pPr>
    </w:p>
    <w:p w:rsidR="00C2202F" w:rsidRDefault="00C2202F" w:rsidP="00BA0BA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BA0BAE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BA0B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ЗАГС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CD14D5" w:rsidRDefault="00C2202F" w:rsidP="00BA0BAE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724D7C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724D7C">
              <w:rPr>
                <w:b/>
                <w:sz w:val="28"/>
                <w:szCs w:val="28"/>
              </w:rPr>
              <w:t>Лужбина Елена Геннадьевна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531983,65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1033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Chevrolet Lacetti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83,8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60000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553A42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Автомобиль легковой</w:t>
            </w:r>
            <w:r>
              <w:rPr>
                <w:sz w:val="28"/>
                <w:szCs w:val="28"/>
                <w:lang w:val="en-US"/>
              </w:rPr>
              <w:t xml:space="preserve"> Lada</w:t>
            </w:r>
            <w:r>
              <w:rPr>
                <w:sz w:val="28"/>
                <w:szCs w:val="28"/>
              </w:rPr>
              <w:t xml:space="preserve"> 210740 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83,8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1033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1033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83,8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1033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83,8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Pr="00CD14D5" w:rsidRDefault="00C2202F" w:rsidP="00EC3F2B">
      <w:pPr>
        <w:jc w:val="center"/>
        <w:rPr>
          <w:sz w:val="28"/>
          <w:szCs w:val="28"/>
        </w:rPr>
      </w:pPr>
    </w:p>
    <w:p w:rsidR="00C2202F" w:rsidRDefault="00C2202F" w:rsidP="007518F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7518F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7518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УПРАВЛЕНИЯ - НАЧАЛЬНИКА ОТДЕЛА УЧЕТА, ОБРАБОТКИ, ХРАНЕНИЯ И ВЫДАЧИ ДОКУМЕНТОВ УПРАВЛЕНИЯ ЗАГС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CD14D5" w:rsidRDefault="00C2202F" w:rsidP="007518F3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6161AD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3105E5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3105E5">
              <w:rPr>
                <w:b/>
                <w:sz w:val="28"/>
                <w:szCs w:val="28"/>
              </w:rPr>
              <w:t>Шастина Ольга Вячеславовна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413766,64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(3/4 доли)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62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  <w:lang w:val="en-US"/>
              </w:rPr>
              <w:t xml:space="preserve">Great Wall CC 6460 </w:t>
            </w:r>
            <w:r w:rsidRPr="002772B1">
              <w:rPr>
                <w:sz w:val="28"/>
                <w:szCs w:val="28"/>
              </w:rPr>
              <w:t>КМ</w:t>
            </w:r>
            <w:r w:rsidRPr="002772B1">
              <w:rPr>
                <w:sz w:val="28"/>
                <w:szCs w:val="28"/>
                <w:lang w:val="en-US"/>
              </w:rPr>
              <w:t>27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82,8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2015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0639A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76132,13 с учетом продажи автомобиля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(1/4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62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82,8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2015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Pr="00E169E1" w:rsidRDefault="00C2202F" w:rsidP="00EC3F2B">
      <w:pPr>
        <w:jc w:val="center"/>
        <w:rPr>
          <w:sz w:val="28"/>
          <w:szCs w:val="28"/>
        </w:rPr>
      </w:pPr>
    </w:p>
    <w:p w:rsidR="00C2202F" w:rsidRDefault="00C2202F" w:rsidP="00862E1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862E1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862E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ГОСУДАРСТВЕННОЙ РЕГИСТРАЦИИ АКТОВ ГРАЖДАНСКОГО СОСТОЯНИЯ УПРАВЛЕНИЯ ЗАГС АДМИНИСТРАЦИИ МУНИЦИПАЛЬНОГО ОБРАЗОВАНИЯ </w:t>
      </w:r>
    </w:p>
    <w:p w:rsidR="00C2202F" w:rsidRDefault="00C2202F" w:rsidP="00862E1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E169E1" w:rsidRDefault="00C2202F" w:rsidP="00862E13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6161AD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A7604A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A7604A">
              <w:rPr>
                <w:b/>
                <w:sz w:val="28"/>
                <w:szCs w:val="28"/>
              </w:rPr>
              <w:t>Шкляева Лариса Анатольевна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A7604A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80 198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(1/5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65,29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73,7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2300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508 178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(2/5 доли)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65,29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Автомобиль легковой ВАЗ 2105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73,7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Chevrolet Lacetti</w:t>
            </w: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2300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1B703C">
      <w:pPr>
        <w:jc w:val="center"/>
        <w:rPr>
          <w:sz w:val="28"/>
          <w:szCs w:val="28"/>
        </w:rPr>
      </w:pPr>
    </w:p>
    <w:p w:rsidR="00C2202F" w:rsidRDefault="00C2202F" w:rsidP="001B703C">
      <w:pPr>
        <w:jc w:val="center"/>
        <w:rPr>
          <w:sz w:val="28"/>
          <w:szCs w:val="28"/>
        </w:rPr>
      </w:pPr>
    </w:p>
    <w:p w:rsidR="00C2202F" w:rsidRDefault="00C2202F" w:rsidP="001B703C">
      <w:pPr>
        <w:jc w:val="center"/>
        <w:rPr>
          <w:sz w:val="28"/>
          <w:szCs w:val="28"/>
        </w:rPr>
      </w:pPr>
    </w:p>
    <w:p w:rsidR="00C2202F" w:rsidRDefault="00C2202F" w:rsidP="001B703C">
      <w:pPr>
        <w:jc w:val="center"/>
        <w:rPr>
          <w:sz w:val="28"/>
          <w:szCs w:val="28"/>
        </w:rPr>
      </w:pPr>
    </w:p>
    <w:p w:rsidR="00C2202F" w:rsidRDefault="00C2202F" w:rsidP="001B703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1B703C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1B703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ВЕДУЩЕГО СПЕЦИАЛИСТА-ЭКСПЕРТА ОТДЕЛА ГОСУДАРСТВЕННОЙ РЕГИСТРАЦИИ АКТОВ ГРАЖДАНСКОГО СОСТОЯНИЯ УПРАВЛЕНИЯ ЗАГС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FE75BC" w:rsidRDefault="00C2202F" w:rsidP="001B703C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6161AD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813EC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813EC1">
              <w:rPr>
                <w:b/>
                <w:sz w:val="28"/>
                <w:szCs w:val="28"/>
              </w:rPr>
              <w:t>Семенова Татьяна Юрьевна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196 420,05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65,9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836 773,43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65,9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Автомобиль легковой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  <w:lang w:val="en-US"/>
              </w:rPr>
              <w:t>Opel</w:t>
            </w:r>
            <w:r w:rsidRPr="00D16688">
              <w:rPr>
                <w:sz w:val="28"/>
                <w:szCs w:val="28"/>
              </w:rPr>
              <w:t xml:space="preserve"> </w:t>
            </w:r>
            <w:r w:rsidRPr="002772B1">
              <w:rPr>
                <w:sz w:val="28"/>
                <w:szCs w:val="28"/>
                <w:lang w:val="en-US"/>
              </w:rPr>
              <w:t>P</w:t>
            </w:r>
            <w:r w:rsidRPr="00D16688">
              <w:rPr>
                <w:sz w:val="28"/>
                <w:szCs w:val="28"/>
              </w:rPr>
              <w:t>-</w:t>
            </w:r>
            <w:r w:rsidRPr="002772B1">
              <w:rPr>
                <w:sz w:val="28"/>
                <w:szCs w:val="28"/>
                <w:lang w:val="en-US"/>
              </w:rPr>
              <w:t>J</w:t>
            </w:r>
            <w:r w:rsidRPr="00D16688">
              <w:rPr>
                <w:sz w:val="28"/>
                <w:szCs w:val="28"/>
              </w:rPr>
              <w:t xml:space="preserve"> </w:t>
            </w:r>
            <w:r w:rsidRPr="002772B1">
              <w:rPr>
                <w:sz w:val="28"/>
                <w:szCs w:val="28"/>
                <w:lang w:val="en-US"/>
              </w:rPr>
              <w:t>Astra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110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65,9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Pr="007002CC" w:rsidRDefault="00C2202F" w:rsidP="00EC3F2B">
      <w:pPr>
        <w:jc w:val="center"/>
        <w:rPr>
          <w:sz w:val="28"/>
          <w:szCs w:val="28"/>
        </w:rPr>
      </w:pPr>
    </w:p>
    <w:p w:rsidR="00C2202F" w:rsidRDefault="00C2202F" w:rsidP="004601D4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4601D4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4601D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СПЕЦИАЛИСТА-ЭКСПЕРТА ОТДЕЛА УЧЕТА, ОБРАБОТКИ, ХРАНЕНИЯ И ВЫДАЧИ ДОКУМЕНТОВ УПРАВЛЕНИЯ ЗАГС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7002CC" w:rsidRDefault="00C2202F" w:rsidP="004601D4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6161AD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813EC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813EC1">
              <w:rPr>
                <w:b/>
                <w:sz w:val="28"/>
                <w:szCs w:val="28"/>
              </w:rPr>
              <w:t>Глухих Снежана Михайловна</w:t>
            </w:r>
          </w:p>
        </w:tc>
        <w:tc>
          <w:tcPr>
            <w:tcW w:w="1620" w:type="dxa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104 053,49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813EC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 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1 636 493,47</w:t>
            </w:r>
          </w:p>
        </w:tc>
        <w:tc>
          <w:tcPr>
            <w:tcW w:w="1508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80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E6650A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Skoda</w:t>
            </w:r>
            <w:r w:rsidRPr="00E665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Fabia</w:t>
            </w:r>
            <w:r w:rsidRPr="00E6650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Combi</w:t>
            </w:r>
          </w:p>
        </w:tc>
        <w:tc>
          <w:tcPr>
            <w:tcW w:w="1632" w:type="dxa"/>
          </w:tcPr>
          <w:p w:rsidR="00C2202F" w:rsidRPr="00E6650A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180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E6650A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Легковой автомобиль</w:t>
            </w:r>
            <w:r>
              <w:rPr>
                <w:sz w:val="28"/>
                <w:szCs w:val="28"/>
                <w:lang w:val="en-US"/>
              </w:rPr>
              <w:t xml:space="preserve"> Daewoo Matiz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 w:rsidRPr="00BB1ED0">
              <w:rPr>
                <w:sz w:val="28"/>
                <w:szCs w:val="28"/>
              </w:rPr>
              <w:t xml:space="preserve">Жилое помещение из </w:t>
            </w:r>
            <w:r>
              <w:rPr>
                <w:sz w:val="28"/>
                <w:szCs w:val="28"/>
              </w:rPr>
              <w:t>1</w:t>
            </w:r>
            <w:r w:rsidRPr="00BB1ED0">
              <w:rPr>
                <w:sz w:val="28"/>
                <w:szCs w:val="28"/>
              </w:rPr>
              <w:t xml:space="preserve"> комнат</w:t>
            </w:r>
            <w:r>
              <w:rPr>
                <w:sz w:val="28"/>
                <w:szCs w:val="28"/>
              </w:rPr>
              <w:t>ы</w:t>
            </w:r>
            <w:r w:rsidRPr="00BB1ED0">
              <w:rPr>
                <w:sz w:val="28"/>
                <w:szCs w:val="28"/>
              </w:rPr>
              <w:t xml:space="preserve"> в квартире</w:t>
            </w: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11,2</w:t>
            </w:r>
          </w:p>
        </w:tc>
        <w:tc>
          <w:tcPr>
            <w:tcW w:w="18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6C32A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2 076</w:t>
            </w:r>
          </w:p>
        </w:tc>
        <w:tc>
          <w:tcPr>
            <w:tcW w:w="1508" w:type="dxa"/>
          </w:tcPr>
          <w:p w:rsidR="00C2202F" w:rsidRPr="00BB1ED0" w:rsidRDefault="00C2202F" w:rsidP="00E6650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BB1ED0" w:rsidRDefault="00C2202F" w:rsidP="00E6650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144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6C32A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2 076</w:t>
            </w:r>
          </w:p>
        </w:tc>
        <w:tc>
          <w:tcPr>
            <w:tcW w:w="1508" w:type="dxa"/>
          </w:tcPr>
          <w:p w:rsidR="00C2202F" w:rsidRPr="00BB1ED0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BB1ED0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144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6C32A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2 076</w:t>
            </w:r>
          </w:p>
        </w:tc>
        <w:tc>
          <w:tcPr>
            <w:tcW w:w="1508" w:type="dxa"/>
          </w:tcPr>
          <w:p w:rsidR="00C2202F" w:rsidRPr="00BB1ED0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BB1ED0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177</w:t>
            </w:r>
          </w:p>
        </w:tc>
        <w:tc>
          <w:tcPr>
            <w:tcW w:w="1440" w:type="dxa"/>
          </w:tcPr>
          <w:p w:rsidR="00C2202F" w:rsidRPr="002772B1" w:rsidRDefault="00C2202F" w:rsidP="006C32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6C32A1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EC3F2B">
      <w:pPr>
        <w:jc w:val="center"/>
        <w:rPr>
          <w:sz w:val="28"/>
          <w:szCs w:val="28"/>
        </w:rPr>
      </w:pPr>
    </w:p>
    <w:p w:rsidR="00C2202F" w:rsidRPr="009F0B8B" w:rsidRDefault="00C2202F" w:rsidP="00EC3F2B">
      <w:pPr>
        <w:jc w:val="center"/>
        <w:rPr>
          <w:sz w:val="28"/>
          <w:szCs w:val="28"/>
        </w:rPr>
      </w:pPr>
      <w:r w:rsidRPr="009F0B8B">
        <w:rPr>
          <w:sz w:val="28"/>
          <w:szCs w:val="28"/>
        </w:rPr>
        <w:t>Сведения</w:t>
      </w:r>
    </w:p>
    <w:p w:rsidR="00C2202F" w:rsidRPr="00D15368" w:rsidRDefault="00C2202F" w:rsidP="0010091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10091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СЕМЬИ, МАТЕРИНСТВА, ДЕТСТВА И СОЦИАЛЬНОЙ ПОДДЕРЖКИ НАСЕЛЕНИЯ АДМИНИСТРАЦИИ МУНИЦИПАЛЬНОГО ОБРАЗОВАНИЯ «ЗАВЬЯЛОВСКИЙ РАЙОН» </w:t>
      </w:r>
    </w:p>
    <w:p w:rsidR="00C2202F" w:rsidRDefault="00C2202F" w:rsidP="0010091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AF1EBC" w:rsidRDefault="00C2202F" w:rsidP="00100918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6C32A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6C32A1">
              <w:rPr>
                <w:b/>
                <w:sz w:val="28"/>
                <w:szCs w:val="28"/>
              </w:rPr>
              <w:t xml:space="preserve">Александрова Елена Вадимовна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493 999,92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44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44,3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849 526,37 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44,4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Автомобиль легковой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  <w:lang w:val="en-US"/>
              </w:rPr>
              <w:t>Audi</w:t>
            </w:r>
            <w:r w:rsidRPr="004C41BE">
              <w:rPr>
                <w:sz w:val="28"/>
                <w:szCs w:val="28"/>
              </w:rPr>
              <w:t xml:space="preserve"> </w:t>
            </w:r>
            <w:r w:rsidRPr="002772B1">
              <w:rPr>
                <w:sz w:val="28"/>
                <w:szCs w:val="28"/>
                <w:lang w:val="en-US"/>
              </w:rPr>
              <w:t>A</w:t>
            </w:r>
            <w:r w:rsidRPr="004C41BE">
              <w:rPr>
                <w:sz w:val="28"/>
                <w:szCs w:val="28"/>
              </w:rPr>
              <w:t>3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80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гараж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24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EC3F2B">
      <w:pPr>
        <w:jc w:val="center"/>
        <w:rPr>
          <w:sz w:val="28"/>
          <w:szCs w:val="28"/>
        </w:rPr>
      </w:pPr>
    </w:p>
    <w:p w:rsidR="00C2202F" w:rsidRDefault="00C2202F" w:rsidP="00EC3F2B">
      <w:pPr>
        <w:jc w:val="center"/>
        <w:rPr>
          <w:sz w:val="28"/>
          <w:szCs w:val="28"/>
        </w:rPr>
      </w:pPr>
    </w:p>
    <w:p w:rsidR="00C2202F" w:rsidRDefault="00C2202F" w:rsidP="00EC3F2B">
      <w:pPr>
        <w:jc w:val="center"/>
        <w:rPr>
          <w:sz w:val="28"/>
          <w:szCs w:val="28"/>
        </w:rPr>
      </w:pPr>
    </w:p>
    <w:p w:rsidR="00C2202F" w:rsidRPr="009F0B8B" w:rsidRDefault="00C2202F" w:rsidP="00EC3F2B">
      <w:pPr>
        <w:jc w:val="center"/>
        <w:rPr>
          <w:sz w:val="28"/>
          <w:szCs w:val="28"/>
        </w:rPr>
      </w:pPr>
      <w:r w:rsidRPr="009F0B8B">
        <w:rPr>
          <w:sz w:val="28"/>
          <w:szCs w:val="28"/>
        </w:rPr>
        <w:t>Сведения</w:t>
      </w:r>
    </w:p>
    <w:p w:rsidR="00C2202F" w:rsidRPr="00D15368" w:rsidRDefault="00C2202F" w:rsidP="00324AB1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324AB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СЕМЬИ, МАТЕРИНСТВА И ДЕМОГРАФИЧЕСКОГО РАЗВИТИЯ УПРАВЛЕНИЯ СЕМЬИ, МАТЕРИНСТВА, ДЕТСТВА И СОЦИАЛЬНОЙ ПОДДЕРЖКИ НАСЕЛЕНИЯ АДМИНИСТРАЦИИ МУНИЦИПАЛЬНОГО ОБРАЗОВАНИЯ «ЗАВЬЯЛОВСКИЙ РАЙОН» </w:t>
      </w:r>
    </w:p>
    <w:p w:rsidR="00C2202F" w:rsidRDefault="00C2202F" w:rsidP="00324AB1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</w:t>
      </w:r>
      <w:r>
        <w:rPr>
          <w:sz w:val="28"/>
          <w:szCs w:val="28"/>
        </w:rPr>
        <w:t>од с 1 января по 31 декабря 2015</w:t>
      </w:r>
      <w:r w:rsidRPr="00D15368">
        <w:rPr>
          <w:sz w:val="28"/>
          <w:szCs w:val="28"/>
        </w:rPr>
        <w:t xml:space="preserve"> года</w:t>
      </w:r>
    </w:p>
    <w:p w:rsidR="00C2202F" w:rsidRPr="00AF1EBC" w:rsidRDefault="00C2202F" w:rsidP="00324AB1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32ABB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6419B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6419B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43445E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43445E">
              <w:rPr>
                <w:b/>
                <w:sz w:val="28"/>
                <w:szCs w:val="28"/>
              </w:rPr>
              <w:t>Юминова Лариса Васильевна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43445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380 462,57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1500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  <w:lang w:val="en-US"/>
              </w:rPr>
              <w:t>Renault Duster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62,5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331 561,71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Автомобиль легковой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  <w:lang w:val="en-US"/>
              </w:rPr>
              <w:t>Lada</w:t>
            </w:r>
            <w:r w:rsidRPr="002772B1">
              <w:rPr>
                <w:sz w:val="28"/>
                <w:szCs w:val="28"/>
              </w:rPr>
              <w:t xml:space="preserve"> </w:t>
            </w:r>
            <w:r w:rsidRPr="002772B1">
              <w:rPr>
                <w:sz w:val="28"/>
                <w:szCs w:val="28"/>
                <w:lang w:val="en-US"/>
              </w:rPr>
              <w:t>Granta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62,5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Трактор </w:t>
            </w:r>
            <w:r w:rsidRPr="002772B1">
              <w:rPr>
                <w:sz w:val="28"/>
                <w:szCs w:val="28"/>
              </w:rPr>
              <w:t>ЛТЗ-60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Тракторный прицеп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 ПТС-4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грузовой </w:t>
            </w:r>
            <w:r w:rsidRPr="002772B1">
              <w:rPr>
                <w:sz w:val="28"/>
                <w:szCs w:val="28"/>
              </w:rPr>
              <w:t>ЗИЛ 432932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Сын 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4 157,88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62,5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Дочь 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62,5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Pr="00AF1EBC" w:rsidRDefault="00C2202F" w:rsidP="00EC3F2B">
      <w:pPr>
        <w:jc w:val="center"/>
        <w:rPr>
          <w:sz w:val="28"/>
          <w:szCs w:val="28"/>
        </w:rPr>
      </w:pPr>
    </w:p>
    <w:p w:rsidR="00C2202F" w:rsidRDefault="00C2202F" w:rsidP="004B4C3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4B4C3A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4B4C3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ЗАМЕСТИТЕЛЬ НАЧАЛЬНИКА УПРАВЛЕНИЯ-НАЧАЛЬНИК ОТДЕЛА СОЦИАЛЬНОЙ ПОДДЕРЖКИ НАСЕЛЕНИЯ УПРАВЛЕНИЯ СЕМЬИ, МАТЕРИНСТВА, ДЕТСТВА И СОЦИАЛЬНОЙ ПОДДЕРЖКИ НАСЕЛЕНИЯ АДМИНИСТРАЦИИ МУНИЦИПАЛЬНОГО ОБРАЗОВАНИЯ «ЗАВЬЯЛОВСКИЙ РАЙОН» </w:t>
      </w:r>
    </w:p>
    <w:p w:rsidR="00C2202F" w:rsidRDefault="00C2202F" w:rsidP="004B4C3A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AF1EBC" w:rsidRDefault="00C2202F" w:rsidP="004B4C3A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32ABB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6419B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6419B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72B1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8F2988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8F2988">
              <w:rPr>
                <w:b/>
                <w:sz w:val="28"/>
                <w:szCs w:val="28"/>
              </w:rPr>
              <w:t>Башкова Елена Александровна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73 355,16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(1/4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78,49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</w:tbl>
    <w:p w:rsidR="00C2202F" w:rsidRDefault="00C2202F" w:rsidP="00581043">
      <w:pPr>
        <w:jc w:val="center"/>
        <w:rPr>
          <w:sz w:val="28"/>
          <w:szCs w:val="28"/>
        </w:rPr>
      </w:pPr>
    </w:p>
    <w:p w:rsidR="00C2202F" w:rsidRDefault="00C2202F" w:rsidP="0058104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58104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5810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ЖИЛИЩНЫХ ПРОГРАММ ОТДЕЛА СОЦИАЛЬНОЙ ПОДДЕРЖКИ НАСЕЛЕНИЯ УПРАВЛЕНИЯ СЕМЬИ, МАТЕРИНСТВА, ДЕТСТВА И СОЦИАЛЬНОЙ ПОДДЕРЖКИ НАСЕЛЕНИЯ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</w:t>
      </w:r>
      <w:r>
        <w:rPr>
          <w:sz w:val="28"/>
          <w:szCs w:val="28"/>
        </w:rPr>
        <w:t>од с 1 января по 31 декабря 2015</w:t>
      </w:r>
      <w:r w:rsidRPr="00D15368">
        <w:rPr>
          <w:sz w:val="28"/>
          <w:szCs w:val="28"/>
        </w:rPr>
        <w:t xml:space="preserve"> года</w:t>
      </w:r>
    </w:p>
    <w:p w:rsidR="00C2202F" w:rsidRPr="002B3384" w:rsidRDefault="00C2202F" w:rsidP="00581043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581043">
        <w:tc>
          <w:tcPr>
            <w:tcW w:w="2200" w:type="dxa"/>
            <w:vMerge w:val="restart"/>
          </w:tcPr>
          <w:p w:rsidR="00C2202F" w:rsidRPr="002772B1" w:rsidRDefault="00C2202F" w:rsidP="00581043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581043">
        <w:tc>
          <w:tcPr>
            <w:tcW w:w="2200" w:type="dxa"/>
            <w:vMerge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  <w:tr w:rsidR="00C2202F" w:rsidRPr="002772B1" w:rsidTr="00581043">
        <w:tc>
          <w:tcPr>
            <w:tcW w:w="14328" w:type="dxa"/>
            <w:gridSpan w:val="9"/>
          </w:tcPr>
          <w:p w:rsidR="00C2202F" w:rsidRPr="008F2988" w:rsidRDefault="00C2202F" w:rsidP="00581043">
            <w:pPr>
              <w:jc w:val="center"/>
              <w:rPr>
                <w:b/>
                <w:sz w:val="28"/>
                <w:szCs w:val="28"/>
              </w:rPr>
            </w:pPr>
            <w:r w:rsidRPr="008F2988">
              <w:rPr>
                <w:b/>
                <w:sz w:val="28"/>
                <w:szCs w:val="28"/>
              </w:rPr>
              <w:t>Христолюбова Ольга Николаевна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30</w:t>
            </w:r>
            <w:r>
              <w:rPr>
                <w:sz w:val="28"/>
                <w:szCs w:val="28"/>
              </w:rPr>
              <w:t>9 959,03</w:t>
            </w: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1765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  <w:r w:rsidRPr="002772B1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78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  <w:tr w:rsidR="00C2202F" w:rsidRPr="002772B1" w:rsidTr="00581043">
        <w:tc>
          <w:tcPr>
            <w:tcW w:w="14328" w:type="dxa"/>
            <w:gridSpan w:val="9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351 998,35</w:t>
            </w: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1765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Pr="002772B1">
              <w:rPr>
                <w:sz w:val="28"/>
                <w:szCs w:val="28"/>
              </w:rPr>
              <w:t>ВАЗ-3111730</w:t>
            </w:r>
            <w:r w:rsidRPr="002772B1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32" w:type="dxa"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581043">
        <w:tc>
          <w:tcPr>
            <w:tcW w:w="22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78</w:t>
            </w:r>
          </w:p>
        </w:tc>
        <w:tc>
          <w:tcPr>
            <w:tcW w:w="180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5810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 w:rsidP="00581043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735553">
      <w:pPr>
        <w:jc w:val="center"/>
        <w:rPr>
          <w:sz w:val="28"/>
          <w:szCs w:val="28"/>
        </w:rPr>
      </w:pPr>
    </w:p>
    <w:p w:rsidR="00C2202F" w:rsidRDefault="00C2202F" w:rsidP="008F298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8F298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8F298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СПЕЦИАЛИСТА-ЭКСПЕРТА СЕКТОРА ЖИЛИЩНЫХ ПРОГРАММ ОТДЕЛА СОЦИАЛЬНОЙ ПОДДЕРЖКИ НАСЕЛЕНИЯ УПРАВЛЕНИЯ СЕМЬИ, МАТЕРИНСТВА, ДЕТСТВА И СОЦИАЛЬНОЙ ПОДДЕРЖКИ НАСЕЛЕНИЯ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</w:t>
      </w:r>
      <w:r>
        <w:rPr>
          <w:sz w:val="28"/>
          <w:szCs w:val="28"/>
        </w:rPr>
        <w:t>од с 1 января по 31 декабря 2015</w:t>
      </w:r>
      <w:r w:rsidRPr="00D15368">
        <w:rPr>
          <w:sz w:val="28"/>
          <w:szCs w:val="28"/>
        </w:rPr>
        <w:t xml:space="preserve"> года</w:t>
      </w:r>
    </w:p>
    <w:p w:rsidR="00C2202F" w:rsidRPr="002B3384" w:rsidRDefault="00C2202F" w:rsidP="008F2988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8F2988">
        <w:tc>
          <w:tcPr>
            <w:tcW w:w="2200" w:type="dxa"/>
            <w:vMerge w:val="restart"/>
          </w:tcPr>
          <w:p w:rsidR="00C2202F" w:rsidRPr="002772B1" w:rsidRDefault="00C2202F" w:rsidP="008F2988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8F2988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8F2988">
        <w:tc>
          <w:tcPr>
            <w:tcW w:w="2200" w:type="dxa"/>
            <w:vMerge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8F29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8F29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8F29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8F29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8F29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8F29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8F29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8F298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 w:rsidP="008F2988">
            <w:pPr>
              <w:rPr>
                <w:sz w:val="28"/>
                <w:szCs w:val="28"/>
              </w:rPr>
            </w:pPr>
          </w:p>
        </w:tc>
      </w:tr>
      <w:tr w:rsidR="00C2202F" w:rsidRPr="002772B1" w:rsidTr="008F2988">
        <w:tc>
          <w:tcPr>
            <w:tcW w:w="14328" w:type="dxa"/>
            <w:gridSpan w:val="9"/>
          </w:tcPr>
          <w:p w:rsidR="00C2202F" w:rsidRPr="008F2988" w:rsidRDefault="00C2202F" w:rsidP="00AA7E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Косарева Наталья Андреевна </w:t>
            </w:r>
          </w:p>
        </w:tc>
      </w:tr>
      <w:tr w:rsidR="00C2202F" w:rsidRPr="002772B1" w:rsidTr="008F2988">
        <w:tc>
          <w:tcPr>
            <w:tcW w:w="22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104 057,52</w:t>
            </w:r>
          </w:p>
        </w:tc>
        <w:tc>
          <w:tcPr>
            <w:tcW w:w="1508" w:type="dxa"/>
          </w:tcPr>
          <w:p w:rsidR="00C2202F" w:rsidRPr="002772B1" w:rsidRDefault="00C2202F" w:rsidP="00AA7E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260" w:type="dxa"/>
          </w:tcPr>
          <w:p w:rsidR="00C2202F" w:rsidRPr="002772B1" w:rsidRDefault="00C2202F" w:rsidP="00AA7E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019</w:t>
            </w:r>
          </w:p>
        </w:tc>
        <w:tc>
          <w:tcPr>
            <w:tcW w:w="18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  <w:r w:rsidRPr="002772B1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632" w:type="dxa"/>
          </w:tcPr>
          <w:p w:rsidR="00C2202F" w:rsidRPr="002772B1" w:rsidRDefault="00C2202F" w:rsidP="008F2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44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8F2988">
        <w:tc>
          <w:tcPr>
            <w:tcW w:w="22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2772B1" w:rsidRDefault="00C2202F" w:rsidP="008F298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1010</w:t>
            </w:r>
          </w:p>
        </w:tc>
        <w:tc>
          <w:tcPr>
            <w:tcW w:w="144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 w:rsidP="008F2988">
            <w:pPr>
              <w:rPr>
                <w:sz w:val="28"/>
                <w:szCs w:val="28"/>
              </w:rPr>
            </w:pPr>
          </w:p>
        </w:tc>
      </w:tr>
      <w:tr w:rsidR="00C2202F" w:rsidRPr="002772B1" w:rsidTr="008F2988">
        <w:tc>
          <w:tcPr>
            <w:tcW w:w="14328" w:type="dxa"/>
            <w:gridSpan w:val="9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8F2988">
        <w:tc>
          <w:tcPr>
            <w:tcW w:w="22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54 352,15</w:t>
            </w:r>
          </w:p>
        </w:tc>
        <w:tc>
          <w:tcPr>
            <w:tcW w:w="1508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AA7EB1" w:rsidRDefault="00C2202F" w:rsidP="00AA7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Peugeot 206</w:t>
            </w:r>
          </w:p>
        </w:tc>
        <w:tc>
          <w:tcPr>
            <w:tcW w:w="1632" w:type="dxa"/>
          </w:tcPr>
          <w:p w:rsidR="00C2202F" w:rsidRPr="002772B1" w:rsidRDefault="00C2202F" w:rsidP="00AA7E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AA7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440" w:type="dxa"/>
          </w:tcPr>
          <w:p w:rsidR="00C2202F" w:rsidRPr="002772B1" w:rsidRDefault="00C2202F" w:rsidP="00AA7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8F2988">
        <w:tc>
          <w:tcPr>
            <w:tcW w:w="22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2772B1" w:rsidRDefault="00C2202F" w:rsidP="00AA7E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AA7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2772B1" w:rsidRDefault="00C2202F" w:rsidP="00AA7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 w:rsidP="008F2988">
            <w:pPr>
              <w:rPr>
                <w:sz w:val="28"/>
                <w:szCs w:val="28"/>
              </w:rPr>
            </w:pPr>
          </w:p>
        </w:tc>
      </w:tr>
      <w:tr w:rsidR="00C2202F" w:rsidRPr="002772B1" w:rsidTr="00AA7EB1">
        <w:tc>
          <w:tcPr>
            <w:tcW w:w="14328" w:type="dxa"/>
            <w:gridSpan w:val="9"/>
          </w:tcPr>
          <w:p w:rsidR="00C2202F" w:rsidRPr="002772B1" w:rsidRDefault="00C2202F" w:rsidP="00AA7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</w:tr>
      <w:tr w:rsidR="00C2202F" w:rsidRPr="002772B1" w:rsidTr="008F2988">
        <w:tc>
          <w:tcPr>
            <w:tcW w:w="22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508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26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8F298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AA7EB1" w:rsidRDefault="00C2202F" w:rsidP="008F298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AA7EB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AA7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  <w:tc>
          <w:tcPr>
            <w:tcW w:w="1440" w:type="dxa"/>
          </w:tcPr>
          <w:p w:rsidR="00C2202F" w:rsidRPr="002772B1" w:rsidRDefault="00C2202F" w:rsidP="00AA7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72B1" w:rsidRDefault="00C2202F" w:rsidP="008F2988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735553">
      <w:pPr>
        <w:jc w:val="center"/>
        <w:rPr>
          <w:sz w:val="28"/>
          <w:szCs w:val="28"/>
        </w:rPr>
      </w:pPr>
    </w:p>
    <w:p w:rsidR="00C2202F" w:rsidRDefault="00C2202F" w:rsidP="0073555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73555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73555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ГЛАВННОГО СПЕЦИАЛИСТА-ЭКСПЕРТ ОТДЕЛА СЕМЬИ, МАТЕРИНСТВА, ДЕТСТВА И ДЕМОГРАФИЧЕСКОГО РАЗВИТИЯ УПРАВЛЕНИЯ СЕМЬИ, МАТЕРИНСТВА, ДЕТСТВА И СОЦИАЛЬНОЙ ПОДДЕРЖКИ НАСЕЛЕНИЯ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AF1EBC" w:rsidRDefault="00C2202F" w:rsidP="00735553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32ABB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AA7EB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AA7EB1">
              <w:rPr>
                <w:b/>
                <w:sz w:val="28"/>
                <w:szCs w:val="28"/>
              </w:rPr>
              <w:t>Липина Галина Николаевна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AA7E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271 533,36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2476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42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27,8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3900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D53B78">
      <w:pPr>
        <w:jc w:val="center"/>
        <w:rPr>
          <w:sz w:val="28"/>
          <w:szCs w:val="28"/>
        </w:rPr>
      </w:pPr>
    </w:p>
    <w:p w:rsidR="00C2202F" w:rsidRDefault="00C2202F" w:rsidP="00D53B7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D53B7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D53B7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ОПЕКИ И ПОПЕЧИТЕЛЬСТВА НАД НЕСОВЕРШЕННОЛЕТНИМИ УПРАВЛЕНИЯ СЕМЬИ, МАТЕРИНСТАВА, ДЕТСТВА И СОЦИАЛЬНОЙ ПОДДЕРЖКИ НАСЕЛЕНИЯ АДМИНИСТРАЦИИ МУНИЦИПАЛЬНОГО ОБРАЗОВАНИЯ «ЗАВЬЯЛОВСКИЙ РАЙОН» </w:t>
      </w:r>
    </w:p>
    <w:p w:rsidR="00C2202F" w:rsidRDefault="00C2202F" w:rsidP="00D53B7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 xml:space="preserve">за период с 1 января по 31 декабря </w:t>
      </w:r>
      <w:r>
        <w:rPr>
          <w:sz w:val="28"/>
          <w:szCs w:val="28"/>
        </w:rPr>
        <w:t>2015</w:t>
      </w:r>
      <w:r w:rsidRPr="00D15368">
        <w:rPr>
          <w:sz w:val="28"/>
          <w:szCs w:val="28"/>
        </w:rPr>
        <w:t xml:space="preserve"> года</w:t>
      </w:r>
    </w:p>
    <w:p w:rsidR="00C2202F" w:rsidRPr="00FB432F" w:rsidRDefault="00C2202F" w:rsidP="00D53B78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32ABB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AA7EB1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AA7EB1">
              <w:rPr>
                <w:b/>
                <w:sz w:val="28"/>
                <w:szCs w:val="28"/>
              </w:rPr>
              <w:t>Вологжанина Лариса Алексеевна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396 067,56</w:t>
            </w:r>
          </w:p>
        </w:tc>
        <w:tc>
          <w:tcPr>
            <w:tcW w:w="1508" w:type="dxa"/>
          </w:tcPr>
          <w:p w:rsidR="00C2202F" w:rsidRPr="002772B1" w:rsidRDefault="00C2202F" w:rsidP="00D53B78">
            <w:pPr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59,5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Pr="002772B1">
              <w:rPr>
                <w:sz w:val="28"/>
                <w:szCs w:val="28"/>
              </w:rPr>
              <w:t>ВАЗ 21074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D53B78">
            <w:pPr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2400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гараж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24,16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Дочь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1 680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59,5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Дочь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  <w:r w:rsidRPr="002772B1">
              <w:rPr>
                <w:sz w:val="28"/>
                <w:szCs w:val="28"/>
              </w:rPr>
              <w:t xml:space="preserve"> 360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59,5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F12CDD">
      <w:pPr>
        <w:jc w:val="center"/>
        <w:rPr>
          <w:sz w:val="28"/>
          <w:szCs w:val="28"/>
        </w:rPr>
      </w:pPr>
    </w:p>
    <w:p w:rsidR="00C2202F" w:rsidRDefault="00C2202F" w:rsidP="00F12CDD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F12CDD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F12C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ОТДЕЛА ОПЕКИ И ПОПЕЧИТЕЛЬСТВА НАД НЕСОВЕРШЕННОЛЕТНИМИ УПРАВЛЕНИЯ СЕМЬИ, МАТЕРИНСТАВА, ДЕТСТВА И СОЦИАЛЬНОЙ ПОДДЕРЖКИ НАСЕЛЕНИЯ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 xml:space="preserve">за период с 1 января по 31 декабря </w:t>
      </w:r>
      <w:r>
        <w:rPr>
          <w:sz w:val="28"/>
          <w:szCs w:val="28"/>
        </w:rPr>
        <w:t>2015</w:t>
      </w:r>
      <w:r w:rsidRPr="00D15368">
        <w:rPr>
          <w:sz w:val="28"/>
          <w:szCs w:val="28"/>
        </w:rPr>
        <w:t xml:space="preserve"> года</w:t>
      </w:r>
    </w:p>
    <w:p w:rsidR="00C2202F" w:rsidRPr="00FB432F" w:rsidRDefault="00C2202F" w:rsidP="00F12CDD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232ABB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223CD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2223CD">
              <w:rPr>
                <w:b/>
                <w:sz w:val="28"/>
                <w:szCs w:val="28"/>
              </w:rPr>
              <w:t>Музурова Елена Александровна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4428BF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34</w:t>
            </w:r>
            <w:r>
              <w:rPr>
                <w:sz w:val="28"/>
                <w:szCs w:val="28"/>
              </w:rPr>
              <w:t>5 462,11</w:t>
            </w:r>
          </w:p>
        </w:tc>
        <w:tc>
          <w:tcPr>
            <w:tcW w:w="1508" w:type="dxa"/>
          </w:tcPr>
          <w:p w:rsidR="00C2202F" w:rsidRPr="002772B1" w:rsidRDefault="00C2202F" w:rsidP="002B2762">
            <w:pPr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64,6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407 855,87</w:t>
            </w:r>
          </w:p>
        </w:tc>
        <w:tc>
          <w:tcPr>
            <w:tcW w:w="1508" w:type="dxa"/>
          </w:tcPr>
          <w:p w:rsidR="00C2202F" w:rsidRPr="002772B1" w:rsidRDefault="00C2202F" w:rsidP="002B2762">
            <w:pPr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64,6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Дочь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64,6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Сын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64,6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AF515A">
      <w:pPr>
        <w:jc w:val="center"/>
        <w:rPr>
          <w:sz w:val="28"/>
          <w:szCs w:val="28"/>
        </w:rPr>
      </w:pPr>
    </w:p>
    <w:p w:rsidR="00C2202F" w:rsidRDefault="00C2202F" w:rsidP="00AF515A">
      <w:pPr>
        <w:jc w:val="center"/>
        <w:rPr>
          <w:sz w:val="28"/>
          <w:szCs w:val="28"/>
        </w:rPr>
      </w:pPr>
    </w:p>
    <w:p w:rsidR="00C2202F" w:rsidRDefault="00C2202F" w:rsidP="00AF515A">
      <w:pPr>
        <w:jc w:val="center"/>
        <w:rPr>
          <w:sz w:val="28"/>
          <w:szCs w:val="28"/>
        </w:rPr>
      </w:pPr>
    </w:p>
    <w:p w:rsidR="00C2202F" w:rsidRPr="00446186" w:rsidRDefault="00C2202F" w:rsidP="00AF515A">
      <w:pPr>
        <w:jc w:val="center"/>
        <w:rPr>
          <w:sz w:val="28"/>
          <w:szCs w:val="28"/>
        </w:rPr>
      </w:pPr>
      <w:r w:rsidRPr="00446186">
        <w:rPr>
          <w:sz w:val="28"/>
          <w:szCs w:val="28"/>
        </w:rPr>
        <w:t>Сведения</w:t>
      </w:r>
    </w:p>
    <w:p w:rsidR="00C2202F" w:rsidRPr="00446186" w:rsidRDefault="00C2202F" w:rsidP="00AF515A">
      <w:pPr>
        <w:jc w:val="center"/>
        <w:rPr>
          <w:sz w:val="28"/>
          <w:szCs w:val="28"/>
        </w:rPr>
      </w:pPr>
      <w:r w:rsidRPr="00446186"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Pr="00446186" w:rsidRDefault="00C2202F" w:rsidP="00AF515A">
      <w:pPr>
        <w:jc w:val="center"/>
        <w:rPr>
          <w:sz w:val="28"/>
          <w:szCs w:val="28"/>
        </w:rPr>
      </w:pPr>
      <w:r w:rsidRPr="00446186">
        <w:rPr>
          <w:sz w:val="28"/>
          <w:szCs w:val="28"/>
        </w:rPr>
        <w:t xml:space="preserve">ЗАМЕСТИТЕЛЯ НАЧАЛЬНИКА ОТДЕЛА ПО ВОПРОСАМ ПРАВОВОГО ОБЕСПЕЧЕНИЯ И СУДЕБНОГО ПРЕДСТАВИТЕЛЬСТВА ОТДЕЛА ОПЕКИ И ПОПЕЧИТЕЛЬСТВА НАД НЕСОВЕРШЕННОЛЕТНИМИ УПРАВЛЕНИЯ СЕМЬИ, МАТЕРИНСТАВА, ДЕТСТВА И СОЦИАЛЬНОЙ ПОДДЕРЖКИ НАСЕЛЕНИЯ АДМИНИСТРАЦИИ МУНИЦИПАЛЬНОГО ОБРАЗОВАНИЯ «ЗАВЬЯЛОВСКИЙ РАЙОН» </w:t>
      </w:r>
    </w:p>
    <w:p w:rsidR="00C2202F" w:rsidRPr="00446186" w:rsidRDefault="00C2202F" w:rsidP="00AF515A">
      <w:pPr>
        <w:jc w:val="center"/>
        <w:rPr>
          <w:sz w:val="28"/>
          <w:szCs w:val="28"/>
        </w:rPr>
      </w:pPr>
      <w:r w:rsidRPr="00446186"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Pr="00E54943" w:rsidRDefault="00C2202F" w:rsidP="00AF515A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446186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 w:rsidRPr="00446186">
              <w:rPr>
                <w:b/>
                <w:sz w:val="28"/>
                <w:szCs w:val="28"/>
              </w:rPr>
              <w:t>Русских Ульяна Юрьевна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304027,67</w:t>
            </w:r>
          </w:p>
        </w:tc>
        <w:tc>
          <w:tcPr>
            <w:tcW w:w="1508" w:type="dxa"/>
          </w:tcPr>
          <w:p w:rsidR="00C2202F" w:rsidRPr="002772B1" w:rsidRDefault="00C2202F" w:rsidP="002B2762">
            <w:pPr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1000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  <w:lang w:val="en-US"/>
              </w:rPr>
              <w:t>Hyundai Solaris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  <w:lang w:val="en-US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122,7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F12CDD">
      <w:pPr>
        <w:jc w:val="center"/>
        <w:rPr>
          <w:sz w:val="28"/>
          <w:szCs w:val="28"/>
        </w:rPr>
      </w:pPr>
    </w:p>
    <w:p w:rsidR="00C2202F" w:rsidRDefault="00C2202F" w:rsidP="00F12CDD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F12CDD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F12C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СПЕЦИАЛИСТА-ЭКСПЕРТА СЕКТОРА ПО ЭКОНОМИЧЕСКОМУ ОБЕСПЕЧЕНИЮ ОТДЕЛА ОПЕКИ И ПОПЕЧИТЕЛЬСТВА НАД НЕСОВЕРШЕННОЛЕТНИМИ УПРАВЛЕНИЯ СЕМЬИ, МАТЕРИНСТАВА, ДЕТСТВА И СОЦИАЛЬНОЙ ПОДДЕРЖКИ НАСЕЛЕНИЯ АДМИНИСТРАЦИИ МУНИЦИПАЛЬНОГО ОБРАЗОВАНИЯ «ЗАВЬЯЛОВСКИЙ РАЙОН» </w:t>
      </w:r>
    </w:p>
    <w:p w:rsidR="00C2202F" w:rsidRDefault="00C2202F" w:rsidP="00F12CDD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 xml:space="preserve">за период с 1 января по 31 декабря </w:t>
      </w:r>
      <w:r>
        <w:rPr>
          <w:sz w:val="28"/>
          <w:szCs w:val="28"/>
        </w:rPr>
        <w:t>2015</w:t>
      </w:r>
      <w:r w:rsidRPr="00D15368">
        <w:rPr>
          <w:sz w:val="28"/>
          <w:szCs w:val="28"/>
        </w:rPr>
        <w:t xml:space="preserve"> года</w:t>
      </w:r>
    </w:p>
    <w:p w:rsidR="00C2202F" w:rsidRPr="00232ABB" w:rsidRDefault="00C2202F" w:rsidP="00F12CDD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F56E32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4428BF" w:rsidRDefault="00C2202F" w:rsidP="004428B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Поздеева Ольга Ивановна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160 762,16</w:t>
            </w:r>
          </w:p>
        </w:tc>
        <w:tc>
          <w:tcPr>
            <w:tcW w:w="1508" w:type="dxa"/>
          </w:tcPr>
          <w:p w:rsidR="00C2202F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(3/8 доли)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Pr="002772B1">
              <w:rPr>
                <w:sz w:val="28"/>
                <w:szCs w:val="28"/>
              </w:rPr>
              <w:t xml:space="preserve">ВАЗ </w:t>
            </w:r>
            <w:r>
              <w:rPr>
                <w:sz w:val="28"/>
                <w:szCs w:val="28"/>
              </w:rPr>
              <w:t>21150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(3/8 доли)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Супруг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153 461,58</w:t>
            </w:r>
          </w:p>
        </w:tc>
        <w:tc>
          <w:tcPr>
            <w:tcW w:w="1508" w:type="dxa"/>
          </w:tcPr>
          <w:p w:rsidR="00C2202F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(3/8 доли)</w:t>
            </w:r>
          </w:p>
        </w:tc>
        <w:tc>
          <w:tcPr>
            <w:tcW w:w="126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80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882E72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(3/8 доли)</w:t>
            </w:r>
          </w:p>
        </w:tc>
        <w:tc>
          <w:tcPr>
            <w:tcW w:w="126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  <w:tc>
          <w:tcPr>
            <w:tcW w:w="180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2708" w:type="dxa"/>
            <w:gridSpan w:val="8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Дочь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4 152</w:t>
            </w: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  <w:lang w:val="en-US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882E72">
        <w:tc>
          <w:tcPr>
            <w:tcW w:w="14328" w:type="dxa"/>
            <w:gridSpan w:val="9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4 152</w:t>
            </w:r>
          </w:p>
        </w:tc>
        <w:tc>
          <w:tcPr>
            <w:tcW w:w="1508" w:type="dxa"/>
          </w:tcPr>
          <w:p w:rsidR="00C2202F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(3/8 доли)</w:t>
            </w:r>
          </w:p>
        </w:tc>
        <w:tc>
          <w:tcPr>
            <w:tcW w:w="126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80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632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(1/8 доля)</w:t>
            </w:r>
          </w:p>
        </w:tc>
        <w:tc>
          <w:tcPr>
            <w:tcW w:w="126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  <w:tc>
          <w:tcPr>
            <w:tcW w:w="180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882E72">
        <w:tc>
          <w:tcPr>
            <w:tcW w:w="14328" w:type="dxa"/>
            <w:gridSpan w:val="9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2 000</w:t>
            </w:r>
          </w:p>
        </w:tc>
        <w:tc>
          <w:tcPr>
            <w:tcW w:w="1508" w:type="dxa"/>
          </w:tcPr>
          <w:p w:rsidR="00C2202F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(3/8 доли)</w:t>
            </w:r>
          </w:p>
        </w:tc>
        <w:tc>
          <w:tcPr>
            <w:tcW w:w="126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</w:t>
            </w:r>
          </w:p>
        </w:tc>
        <w:tc>
          <w:tcPr>
            <w:tcW w:w="180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26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(1/8 доля)</w:t>
            </w:r>
          </w:p>
        </w:tc>
        <w:tc>
          <w:tcPr>
            <w:tcW w:w="126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63,1</w:t>
            </w:r>
          </w:p>
        </w:tc>
        <w:tc>
          <w:tcPr>
            <w:tcW w:w="1800" w:type="dxa"/>
          </w:tcPr>
          <w:p w:rsidR="00C2202F" w:rsidRPr="002772B1" w:rsidRDefault="00C2202F" w:rsidP="00882E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5F303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5F303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5F303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ПО ВОПРОСАМ ЗАЩИТЫ ЖИЛИЩНЫХ ПРАВ НЕСОВЕРШЕННОЛЕТНИХ ОТДЕЛА ОПЕКИ И ПОПЕЧИТЕЛЬСТВА НАД НЕСОВЕРШЕННОЛЕТНИМИ УПРАВЛЕНИЯ СЕМЬИ, МАТЕРИНСТАВА, ДЕТСТВА И СОЦИАЛЬНОЙ ПОДДЕРЖКИ НАСЕЛЕНИЯ АДМИНИСТРАЦИИ МУНИЦИПАЛЬНОГО ОБРАЗОВАНИЯ «ЗАВЬЯЛОВСКИЙ РАЙОН» </w:t>
      </w:r>
    </w:p>
    <w:p w:rsidR="00C2202F" w:rsidRDefault="00C2202F" w:rsidP="005F303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 xml:space="preserve">за период с 1 января по 31 декабря </w:t>
      </w:r>
      <w:r>
        <w:rPr>
          <w:sz w:val="28"/>
          <w:szCs w:val="28"/>
        </w:rPr>
        <w:t>2015</w:t>
      </w:r>
      <w:r w:rsidRPr="00D15368">
        <w:rPr>
          <w:sz w:val="28"/>
          <w:szCs w:val="28"/>
        </w:rPr>
        <w:t xml:space="preserve"> года</w:t>
      </w:r>
    </w:p>
    <w:p w:rsidR="00C2202F" w:rsidRPr="005F3038" w:rsidRDefault="00C2202F" w:rsidP="005F3038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2772B1">
        <w:tc>
          <w:tcPr>
            <w:tcW w:w="2200" w:type="dxa"/>
            <w:vMerge w:val="restart"/>
          </w:tcPr>
          <w:p w:rsidR="00C2202F" w:rsidRPr="002772B1" w:rsidRDefault="00C2202F" w:rsidP="002772B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F56E32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2772B1">
        <w:tc>
          <w:tcPr>
            <w:tcW w:w="2200" w:type="dxa"/>
            <w:vMerge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 w:rsidP="00F56E32">
            <w:pPr>
              <w:rPr>
                <w:sz w:val="28"/>
                <w:szCs w:val="28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C02B19" w:rsidRDefault="00C2202F" w:rsidP="002772B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Дорофеева Елена Сергеевна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59 494,18</w:t>
            </w:r>
          </w:p>
        </w:tc>
        <w:tc>
          <w:tcPr>
            <w:tcW w:w="1508" w:type="dxa"/>
          </w:tcPr>
          <w:p w:rsidR="00C2202F" w:rsidRPr="002772B1" w:rsidRDefault="00C2202F" w:rsidP="004127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(1/4 доля)</w:t>
            </w:r>
            <w:r w:rsidRPr="002772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</w:t>
            </w:r>
          </w:p>
        </w:tc>
        <w:tc>
          <w:tcPr>
            <w:tcW w:w="180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F5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412751" w:rsidRDefault="00C2202F" w:rsidP="00412751">
            <w:pPr>
              <w:jc w:val="center"/>
              <w:rPr>
                <w:sz w:val="28"/>
                <w:szCs w:val="28"/>
              </w:rPr>
            </w:pPr>
            <w:r w:rsidRPr="00BE5222">
              <w:rPr>
                <w:sz w:val="26"/>
                <w:szCs w:val="26"/>
              </w:rPr>
              <w:t xml:space="preserve">Доход по основному месту работы, </w:t>
            </w:r>
            <w:r>
              <w:rPr>
                <w:sz w:val="26"/>
                <w:szCs w:val="26"/>
              </w:rPr>
              <w:t xml:space="preserve">накопления, дарение, </w:t>
            </w:r>
            <w:r w:rsidRPr="00BE5222">
              <w:rPr>
                <w:sz w:val="26"/>
                <w:szCs w:val="26"/>
              </w:rPr>
              <w:t>кредитные средства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4127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  <w:tc>
          <w:tcPr>
            <w:tcW w:w="1800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56E3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Default="00C2202F" w:rsidP="00C02B19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2772B1" w:rsidTr="002772B1">
        <w:tc>
          <w:tcPr>
            <w:tcW w:w="14328" w:type="dxa"/>
            <w:gridSpan w:val="9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Супруг 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Pr="002772B1" w:rsidRDefault="00C2202F" w:rsidP="003B7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363 174,58</w:t>
            </w:r>
          </w:p>
        </w:tc>
        <w:tc>
          <w:tcPr>
            <w:tcW w:w="1508" w:type="dxa"/>
          </w:tcPr>
          <w:p w:rsidR="00C2202F" w:rsidRPr="002772B1" w:rsidRDefault="00C2202F" w:rsidP="003B7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(17/25087 долей)</w:t>
            </w:r>
            <w:r w:rsidRPr="002772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C2202F" w:rsidRPr="002772B1" w:rsidRDefault="00C2202F" w:rsidP="003B7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12 543 500</w:t>
            </w:r>
          </w:p>
        </w:tc>
        <w:tc>
          <w:tcPr>
            <w:tcW w:w="1800" w:type="dxa"/>
          </w:tcPr>
          <w:p w:rsidR="00C2202F" w:rsidRPr="002772B1" w:rsidRDefault="00C2202F" w:rsidP="003B7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 ГАЗ 69</w:t>
            </w:r>
          </w:p>
        </w:tc>
        <w:tc>
          <w:tcPr>
            <w:tcW w:w="1632" w:type="dxa"/>
          </w:tcPr>
          <w:p w:rsidR="00C2202F" w:rsidRPr="002772B1" w:rsidRDefault="00C2202F" w:rsidP="00F56E3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  <w:r w:rsidRPr="00BE5222">
              <w:rPr>
                <w:sz w:val="26"/>
                <w:szCs w:val="26"/>
              </w:rPr>
              <w:t xml:space="preserve">Доход по основному месту работы, </w:t>
            </w:r>
            <w:r>
              <w:rPr>
                <w:sz w:val="26"/>
                <w:szCs w:val="26"/>
              </w:rPr>
              <w:t xml:space="preserve">накопления, дарение, </w:t>
            </w:r>
            <w:r w:rsidRPr="00BE5222">
              <w:rPr>
                <w:sz w:val="26"/>
                <w:szCs w:val="26"/>
              </w:rPr>
              <w:t>кредитные средства</w:t>
            </w: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3B70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3B70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Default="00C2202F" w:rsidP="003B7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30,4</w:t>
            </w:r>
          </w:p>
        </w:tc>
        <w:tc>
          <w:tcPr>
            <w:tcW w:w="1800" w:type="dxa"/>
          </w:tcPr>
          <w:p w:rsidR="00C2202F" w:rsidRDefault="00C2202F" w:rsidP="003B70E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 xml:space="preserve">Bogdan </w:t>
            </w:r>
            <w:r>
              <w:rPr>
                <w:sz w:val="28"/>
                <w:szCs w:val="28"/>
              </w:rPr>
              <w:t>2110</w:t>
            </w:r>
          </w:p>
        </w:tc>
        <w:tc>
          <w:tcPr>
            <w:tcW w:w="1632" w:type="dxa"/>
          </w:tcPr>
          <w:p w:rsidR="00C2202F" w:rsidRDefault="00C2202F" w:rsidP="00F56E3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BE5222" w:rsidRDefault="00C2202F" w:rsidP="002772B1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2772B1" w:rsidTr="002772B1">
        <w:tc>
          <w:tcPr>
            <w:tcW w:w="2200" w:type="dxa"/>
          </w:tcPr>
          <w:p w:rsidR="00C2202F" w:rsidRDefault="00C2202F" w:rsidP="003B70E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64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  <w:tc>
          <w:tcPr>
            <w:tcW w:w="1800" w:type="dxa"/>
          </w:tcPr>
          <w:p w:rsidR="00C2202F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56E32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2772B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BE5222" w:rsidRDefault="00C2202F" w:rsidP="002772B1">
            <w:pPr>
              <w:jc w:val="center"/>
              <w:rPr>
                <w:sz w:val="26"/>
                <w:szCs w:val="26"/>
              </w:rPr>
            </w:pP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41275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412751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41275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СПЕЦИАЛИСТА-ЭКСПЕРТА СЕКТОРА ПО ВОПРОСАМ ЗАЩИТЫ ЖИЛИЩНЫХ ПРАВ НЕСОВЕРШЕННОЛЕТНИХ ОТДЕЛА ОПЕКИ И ПОПЕЧИТЕЛЬСТВА НАД НЕСОВЕРШЕННОЛЕТНИМИ УПРАВЛЕНИЯ СЕМЬИ, МАТЕРИНСТАВА, ДЕТСТВА И СОЦИАЛЬНОЙ ПОДДЕРЖКИ НАСЕЛЕНИЯ АДМИНИСТРАЦИИ МУНИЦИПАЛЬНОГО ОБРАЗОВАНИЯ «ЗАВЬЯЛОВСКИЙ РАЙОН» </w:t>
      </w:r>
    </w:p>
    <w:p w:rsidR="00C2202F" w:rsidRDefault="00C2202F" w:rsidP="00412751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 xml:space="preserve">за период с 1 января по 31 декабря </w:t>
      </w:r>
      <w:r>
        <w:rPr>
          <w:sz w:val="28"/>
          <w:szCs w:val="28"/>
        </w:rPr>
        <w:t>2015</w:t>
      </w:r>
      <w:r w:rsidRPr="00D15368">
        <w:rPr>
          <w:sz w:val="28"/>
          <w:szCs w:val="28"/>
        </w:rPr>
        <w:t xml:space="preserve"> года</w:t>
      </w:r>
    </w:p>
    <w:p w:rsidR="00C2202F" w:rsidRPr="005F3038" w:rsidRDefault="00C2202F" w:rsidP="00412751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412751">
        <w:tc>
          <w:tcPr>
            <w:tcW w:w="2200" w:type="dxa"/>
            <w:vMerge w:val="restart"/>
          </w:tcPr>
          <w:p w:rsidR="00C2202F" w:rsidRPr="002772B1" w:rsidRDefault="00C2202F" w:rsidP="00412751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412751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412751">
        <w:tc>
          <w:tcPr>
            <w:tcW w:w="2200" w:type="dxa"/>
            <w:vMerge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41275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41275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41275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41275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41275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41275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41275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412751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 w:rsidP="00412751">
            <w:pPr>
              <w:rPr>
                <w:sz w:val="28"/>
                <w:szCs w:val="28"/>
              </w:rPr>
            </w:pPr>
          </w:p>
        </w:tc>
      </w:tr>
      <w:tr w:rsidR="00C2202F" w:rsidRPr="002772B1" w:rsidTr="00412751">
        <w:tc>
          <w:tcPr>
            <w:tcW w:w="14328" w:type="dxa"/>
            <w:gridSpan w:val="9"/>
          </w:tcPr>
          <w:p w:rsidR="00C2202F" w:rsidRPr="00C02B19" w:rsidRDefault="00C2202F" w:rsidP="00412751">
            <w:pPr>
              <w:jc w:val="center"/>
              <w:rPr>
                <w:b/>
                <w:sz w:val="28"/>
                <w:szCs w:val="28"/>
              </w:rPr>
            </w:pPr>
            <w:r w:rsidRPr="00C02B19">
              <w:rPr>
                <w:b/>
                <w:sz w:val="28"/>
                <w:szCs w:val="28"/>
              </w:rPr>
              <w:t>Швец Анатолий Андреевич</w:t>
            </w:r>
          </w:p>
        </w:tc>
      </w:tr>
      <w:tr w:rsidR="00C2202F" w:rsidRPr="002772B1" w:rsidTr="00412751">
        <w:tc>
          <w:tcPr>
            <w:tcW w:w="220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76 547,93</w:t>
            </w:r>
          </w:p>
        </w:tc>
        <w:tc>
          <w:tcPr>
            <w:tcW w:w="1508" w:type="dxa"/>
          </w:tcPr>
          <w:p w:rsidR="00C2202F" w:rsidRPr="002772B1" w:rsidRDefault="00C2202F" w:rsidP="004127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доля)</w:t>
            </w:r>
            <w:r w:rsidRPr="002772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180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 ВАЗ 210930</w:t>
            </w:r>
          </w:p>
        </w:tc>
        <w:tc>
          <w:tcPr>
            <w:tcW w:w="1632" w:type="dxa"/>
          </w:tcPr>
          <w:p w:rsidR="00C2202F" w:rsidRPr="002772B1" w:rsidRDefault="00C2202F" w:rsidP="004127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6"/>
                <w:szCs w:val="26"/>
              </w:rPr>
              <w:t xml:space="preserve">Сбережения, </w:t>
            </w:r>
            <w:r w:rsidRPr="00BE5222">
              <w:rPr>
                <w:sz w:val="26"/>
                <w:szCs w:val="26"/>
              </w:rPr>
              <w:t>кредитные средства</w:t>
            </w:r>
          </w:p>
        </w:tc>
      </w:tr>
      <w:tr w:rsidR="00C2202F" w:rsidRPr="002772B1" w:rsidTr="00412751">
        <w:tc>
          <w:tcPr>
            <w:tcW w:w="14328" w:type="dxa"/>
            <w:gridSpan w:val="9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Супруга </w:t>
            </w:r>
          </w:p>
        </w:tc>
      </w:tr>
      <w:tr w:rsidR="00C2202F" w:rsidRPr="002772B1" w:rsidTr="00412751">
        <w:tc>
          <w:tcPr>
            <w:tcW w:w="220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4</w:t>
            </w:r>
            <w:r w:rsidRPr="002772B1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 952,14</w:t>
            </w:r>
          </w:p>
        </w:tc>
        <w:tc>
          <w:tcPr>
            <w:tcW w:w="1508" w:type="dxa"/>
          </w:tcPr>
          <w:p w:rsidR="00C2202F" w:rsidRPr="002772B1" w:rsidRDefault="00C2202F" w:rsidP="004127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доля)</w:t>
            </w:r>
            <w:r w:rsidRPr="002772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32,6</w:t>
            </w:r>
          </w:p>
        </w:tc>
        <w:tc>
          <w:tcPr>
            <w:tcW w:w="180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4127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412751">
            <w:pPr>
              <w:jc w:val="center"/>
              <w:rPr>
                <w:sz w:val="28"/>
                <w:szCs w:val="28"/>
              </w:rPr>
            </w:pPr>
            <w:r>
              <w:rPr>
                <w:sz w:val="26"/>
                <w:szCs w:val="26"/>
              </w:rPr>
              <w:t xml:space="preserve">Сбережения, </w:t>
            </w:r>
            <w:r w:rsidRPr="00BE5222">
              <w:rPr>
                <w:sz w:val="26"/>
                <w:szCs w:val="26"/>
              </w:rPr>
              <w:t>кредитные средства</w:t>
            </w: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64430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644303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644303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</w:t>
      </w:r>
      <w:r w:rsidRPr="00E2011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СЕКТОРА ПО ВОПРОСАМ ОПЕКИ И ПОПЕЧИТЕЛЬСТВА ОТДЕЛА ОПЕКИ И ПОПЕЧИТЕЛЬСТВА НАД НЕСОВЕРШЕННОЛЕТНИМИ УПРАВЛЕНИЯ СЕМЬИ, МАТЕРИНСТАВА, ДЕТСТВА И СОЦИАЛЬНОЙ ПОДДЕРЖКИ НАСЕЛЕНИЯ АДМИНИСТРАЦИИ МУНИЦИПАЛЬНОГО ОБРАЗОВАНИЯ «ЗАВЬЯЛОВСКИЙ РАЙОН»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 xml:space="preserve">за период с 1 января по 31 декабря </w:t>
      </w:r>
      <w:r>
        <w:rPr>
          <w:sz w:val="28"/>
          <w:szCs w:val="28"/>
        </w:rPr>
        <w:t>2015</w:t>
      </w:r>
      <w:r w:rsidRPr="00D15368">
        <w:rPr>
          <w:sz w:val="28"/>
          <w:szCs w:val="28"/>
        </w:rPr>
        <w:t xml:space="preserve"> года</w:t>
      </w:r>
    </w:p>
    <w:p w:rsidR="00C2202F" w:rsidRPr="005F3038" w:rsidRDefault="00C2202F" w:rsidP="00644303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644303">
        <w:tc>
          <w:tcPr>
            <w:tcW w:w="2200" w:type="dxa"/>
            <w:vMerge w:val="restart"/>
          </w:tcPr>
          <w:p w:rsidR="00C2202F" w:rsidRPr="002772B1" w:rsidRDefault="00C2202F" w:rsidP="00644303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644303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644303">
        <w:tc>
          <w:tcPr>
            <w:tcW w:w="2200" w:type="dxa"/>
            <w:vMerge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64430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64430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64430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64430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64430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64430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64430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644303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 w:rsidP="00644303">
            <w:pPr>
              <w:rPr>
                <w:sz w:val="28"/>
                <w:szCs w:val="28"/>
              </w:rPr>
            </w:pPr>
          </w:p>
        </w:tc>
      </w:tr>
      <w:tr w:rsidR="00C2202F" w:rsidRPr="002772B1" w:rsidTr="00644303">
        <w:tc>
          <w:tcPr>
            <w:tcW w:w="14328" w:type="dxa"/>
            <w:gridSpan w:val="9"/>
          </w:tcPr>
          <w:p w:rsidR="00C2202F" w:rsidRPr="00C02B19" w:rsidRDefault="00C2202F" w:rsidP="0064430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Кривилева Наталья Викторовна</w:t>
            </w:r>
          </w:p>
        </w:tc>
      </w:tr>
      <w:tr w:rsidR="00C2202F" w:rsidRPr="002772B1" w:rsidTr="00644303">
        <w:tc>
          <w:tcPr>
            <w:tcW w:w="220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196 723,69</w:t>
            </w:r>
          </w:p>
        </w:tc>
        <w:tc>
          <w:tcPr>
            <w:tcW w:w="1508" w:type="dxa"/>
          </w:tcPr>
          <w:p w:rsidR="00C2202F" w:rsidRPr="002772B1" w:rsidRDefault="00C2202F" w:rsidP="0064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доля)</w:t>
            </w:r>
            <w:r w:rsidRPr="002772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180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E20115" w:rsidRDefault="00C2202F" w:rsidP="00E2011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Lada Kalina</w:t>
            </w:r>
          </w:p>
        </w:tc>
        <w:tc>
          <w:tcPr>
            <w:tcW w:w="1632" w:type="dxa"/>
          </w:tcPr>
          <w:p w:rsidR="00C2202F" w:rsidRPr="002772B1" w:rsidRDefault="00C2202F" w:rsidP="0064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2202F" w:rsidRPr="002772B1" w:rsidTr="00644303">
        <w:tc>
          <w:tcPr>
            <w:tcW w:w="14328" w:type="dxa"/>
            <w:gridSpan w:val="9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Супруг </w:t>
            </w:r>
          </w:p>
        </w:tc>
      </w:tr>
      <w:tr w:rsidR="00C2202F" w:rsidRPr="002772B1" w:rsidTr="00644303">
        <w:tc>
          <w:tcPr>
            <w:tcW w:w="2200" w:type="dxa"/>
          </w:tcPr>
          <w:p w:rsidR="00C2202F" w:rsidRPr="00741828" w:rsidRDefault="00C2202F" w:rsidP="00644303">
            <w:pPr>
              <w:jc w:val="center"/>
              <w:rPr>
                <w:sz w:val="28"/>
                <w:szCs w:val="28"/>
              </w:rPr>
            </w:pPr>
            <w:r w:rsidRPr="00741828">
              <w:rPr>
                <w:sz w:val="28"/>
                <w:szCs w:val="28"/>
              </w:rPr>
              <w:t>502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817,</w:t>
            </w:r>
            <w:r w:rsidRPr="00741828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1508" w:type="dxa"/>
          </w:tcPr>
          <w:p w:rsidR="00C2202F" w:rsidRPr="002772B1" w:rsidRDefault="00C2202F" w:rsidP="0064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доля)</w:t>
            </w:r>
            <w:r w:rsidRPr="002772B1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C2202F" w:rsidRPr="002772B1" w:rsidRDefault="00C2202F" w:rsidP="00B46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180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741828" w:rsidRDefault="00C2202F" w:rsidP="0064430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Kia Rio</w:t>
            </w:r>
          </w:p>
        </w:tc>
        <w:tc>
          <w:tcPr>
            <w:tcW w:w="1632" w:type="dxa"/>
          </w:tcPr>
          <w:p w:rsidR="00C2202F" w:rsidRPr="002772B1" w:rsidRDefault="00C2202F" w:rsidP="0064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741828" w:rsidRDefault="00C2202F" w:rsidP="00644303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2202F" w:rsidRPr="002772B1" w:rsidTr="00741828">
        <w:tc>
          <w:tcPr>
            <w:tcW w:w="14328" w:type="dxa"/>
            <w:gridSpan w:val="9"/>
          </w:tcPr>
          <w:p w:rsidR="00C2202F" w:rsidRPr="00741828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</w:tr>
      <w:tr w:rsidR="00C2202F" w:rsidRPr="002772B1" w:rsidTr="00644303">
        <w:tc>
          <w:tcPr>
            <w:tcW w:w="2200" w:type="dxa"/>
          </w:tcPr>
          <w:p w:rsidR="00C2202F" w:rsidRPr="00741828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508" w:type="dxa"/>
          </w:tcPr>
          <w:p w:rsidR="00C2202F" w:rsidRDefault="00C2202F" w:rsidP="0064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260" w:type="dxa"/>
          </w:tcPr>
          <w:p w:rsidR="00C2202F" w:rsidRDefault="00C2202F" w:rsidP="006443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6443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632" w:type="dxa"/>
          </w:tcPr>
          <w:p w:rsidR="00C2202F" w:rsidRDefault="00C2202F" w:rsidP="0064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1440" w:type="dxa"/>
          </w:tcPr>
          <w:p w:rsidR="00C2202F" w:rsidRPr="002772B1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741828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741828">
        <w:tc>
          <w:tcPr>
            <w:tcW w:w="14328" w:type="dxa"/>
            <w:gridSpan w:val="9"/>
          </w:tcPr>
          <w:p w:rsidR="00C2202F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</w:tr>
      <w:tr w:rsidR="00C2202F" w:rsidRPr="002772B1" w:rsidTr="00644303">
        <w:tc>
          <w:tcPr>
            <w:tcW w:w="2200" w:type="dxa"/>
          </w:tcPr>
          <w:p w:rsidR="00C2202F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179 488,74</w:t>
            </w:r>
          </w:p>
        </w:tc>
        <w:tc>
          <w:tcPr>
            <w:tcW w:w="1508" w:type="dxa"/>
          </w:tcPr>
          <w:p w:rsidR="00C2202F" w:rsidRDefault="00C2202F" w:rsidP="006443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</w:t>
            </w:r>
          </w:p>
        </w:tc>
        <w:tc>
          <w:tcPr>
            <w:tcW w:w="1800" w:type="dxa"/>
          </w:tcPr>
          <w:p w:rsidR="00C2202F" w:rsidRDefault="00C2202F" w:rsidP="0064430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632" w:type="dxa"/>
          </w:tcPr>
          <w:p w:rsidR="00C2202F" w:rsidRDefault="00C2202F" w:rsidP="00741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144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741828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</w:p>
    <w:p w:rsidR="00C2202F" w:rsidRPr="00741828" w:rsidRDefault="00C2202F" w:rsidP="002B099C">
      <w:pPr>
        <w:jc w:val="center"/>
        <w:rPr>
          <w:sz w:val="28"/>
          <w:szCs w:val="28"/>
        </w:rPr>
      </w:pPr>
    </w:p>
    <w:p w:rsidR="00C2202F" w:rsidRDefault="00C2202F" w:rsidP="00741828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Pr="00D15368" w:rsidRDefault="00C2202F" w:rsidP="0074182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 xml:space="preserve">о доходах, </w:t>
      </w:r>
      <w:r>
        <w:rPr>
          <w:sz w:val="28"/>
          <w:szCs w:val="28"/>
        </w:rPr>
        <w:t xml:space="preserve">расходах, 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7418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СПЕЦИАЛИСТА-ЭКСПЕРТАСЕКТОРА ПО ВОПРОСАМ ОПЕКИ И ПОПЕЧИТЕЛЬСТВА ОТДЕЛА ОПЕКИ И ПОПЕЧИТЕЛЬСТВА НАД НЕСОВЕРШЕННОЛЕТНИМИ УПРАВЛЕНИЯ СЕМЬИ, МАТЕРИНСТАВА, ДЕТСТВА И СОЦИАЛЬНОЙ ПОДДЕРЖКИ НАСЕЛЕНИЯ АДМИНИСТРАЦИИ МУНИЦИПАЛЬНОГО ОБРАЗОВАНИЯ «ЗАВЬЯЛОВСКИЙ РАЙОН» </w:t>
      </w:r>
    </w:p>
    <w:p w:rsidR="00C2202F" w:rsidRDefault="00C2202F" w:rsidP="00741828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 xml:space="preserve">за период с 1 января по 31 декабря </w:t>
      </w:r>
      <w:r>
        <w:rPr>
          <w:sz w:val="28"/>
          <w:szCs w:val="28"/>
        </w:rPr>
        <w:t>2015</w:t>
      </w:r>
      <w:r w:rsidRPr="00D15368">
        <w:rPr>
          <w:sz w:val="28"/>
          <w:szCs w:val="28"/>
        </w:rPr>
        <w:t xml:space="preserve"> года</w:t>
      </w:r>
    </w:p>
    <w:p w:rsidR="00C2202F" w:rsidRPr="005F3038" w:rsidRDefault="00C2202F" w:rsidP="00741828">
      <w:pPr>
        <w:jc w:val="center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72B1" w:rsidTr="00741828">
        <w:tc>
          <w:tcPr>
            <w:tcW w:w="2200" w:type="dxa"/>
            <w:vMerge w:val="restart"/>
          </w:tcPr>
          <w:p w:rsidR="00C2202F" w:rsidRPr="002772B1" w:rsidRDefault="00C2202F" w:rsidP="00741828">
            <w:pPr>
              <w:ind w:left="72"/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Декларированный годовой</w:t>
            </w:r>
          </w:p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 w:rsidRPr="002772B1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72B1" w:rsidRDefault="00C2202F" w:rsidP="00741828">
            <w:pPr>
              <w:rPr>
                <w:sz w:val="28"/>
                <w:szCs w:val="28"/>
              </w:rPr>
            </w:pPr>
            <w:r w:rsidRPr="002772B1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72B1" w:rsidTr="00741828">
        <w:tc>
          <w:tcPr>
            <w:tcW w:w="2200" w:type="dxa"/>
            <w:vMerge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72B1" w:rsidRDefault="00C2202F" w:rsidP="0074182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72B1" w:rsidRDefault="00C2202F" w:rsidP="0074182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72B1" w:rsidRDefault="00C2202F" w:rsidP="0074182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72B1" w:rsidRDefault="00C2202F" w:rsidP="0074182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72B1" w:rsidRDefault="00C2202F" w:rsidP="0074182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Вид объекта</w:t>
            </w:r>
          </w:p>
          <w:p w:rsidR="00C2202F" w:rsidRPr="002772B1" w:rsidRDefault="00C2202F" w:rsidP="0074182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72B1" w:rsidRDefault="00C2202F" w:rsidP="0074182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72B1" w:rsidRDefault="00C2202F" w:rsidP="00741828">
            <w:pPr>
              <w:jc w:val="center"/>
              <w:rPr>
                <w:sz w:val="26"/>
                <w:szCs w:val="26"/>
              </w:rPr>
            </w:pPr>
            <w:r w:rsidRPr="002772B1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72B1" w:rsidRDefault="00C2202F" w:rsidP="00741828">
            <w:pPr>
              <w:rPr>
                <w:sz w:val="28"/>
                <w:szCs w:val="28"/>
              </w:rPr>
            </w:pPr>
          </w:p>
        </w:tc>
      </w:tr>
      <w:tr w:rsidR="00C2202F" w:rsidRPr="002772B1" w:rsidTr="00741828">
        <w:tc>
          <w:tcPr>
            <w:tcW w:w="14328" w:type="dxa"/>
            <w:gridSpan w:val="9"/>
          </w:tcPr>
          <w:p w:rsidR="00C2202F" w:rsidRPr="00C02B19" w:rsidRDefault="00C2202F" w:rsidP="0074182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Козьминых Оксана Анатольевна</w:t>
            </w:r>
          </w:p>
        </w:tc>
      </w:tr>
      <w:tr w:rsidR="00C2202F" w:rsidRPr="002772B1" w:rsidTr="00741828">
        <w:tc>
          <w:tcPr>
            <w:tcW w:w="220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280 913,13</w:t>
            </w:r>
          </w:p>
        </w:tc>
        <w:tc>
          <w:tcPr>
            <w:tcW w:w="1508" w:type="dxa"/>
          </w:tcPr>
          <w:p w:rsidR="00C2202F" w:rsidRPr="002772B1" w:rsidRDefault="00C2202F" w:rsidP="00741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741828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72B1" w:rsidRDefault="00C2202F" w:rsidP="00741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1914</w:t>
            </w:r>
          </w:p>
        </w:tc>
        <w:tc>
          <w:tcPr>
            <w:tcW w:w="144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2202F" w:rsidRPr="002772B1" w:rsidTr="00741828">
        <w:tc>
          <w:tcPr>
            <w:tcW w:w="220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74182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741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B46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78,3</w:t>
            </w:r>
          </w:p>
        </w:tc>
        <w:tc>
          <w:tcPr>
            <w:tcW w:w="144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C2202F" w:rsidRPr="002772B1" w:rsidTr="00741828">
        <w:tc>
          <w:tcPr>
            <w:tcW w:w="14328" w:type="dxa"/>
            <w:gridSpan w:val="9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  <w:r w:rsidRPr="002772B1">
              <w:rPr>
                <w:sz w:val="28"/>
                <w:szCs w:val="28"/>
              </w:rPr>
              <w:t xml:space="preserve">Супруг </w:t>
            </w:r>
          </w:p>
        </w:tc>
      </w:tr>
      <w:tr w:rsidR="00C2202F" w:rsidRPr="002772B1" w:rsidTr="00741828">
        <w:tc>
          <w:tcPr>
            <w:tcW w:w="2200" w:type="dxa"/>
          </w:tcPr>
          <w:p w:rsidR="00C2202F" w:rsidRPr="00741828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698 870,61</w:t>
            </w:r>
          </w:p>
        </w:tc>
        <w:tc>
          <w:tcPr>
            <w:tcW w:w="1508" w:type="dxa"/>
          </w:tcPr>
          <w:p w:rsidR="00C2202F" w:rsidRPr="002772B1" w:rsidRDefault="00C2202F" w:rsidP="00DD4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1914</w:t>
            </w:r>
          </w:p>
        </w:tc>
        <w:tc>
          <w:tcPr>
            <w:tcW w:w="1800" w:type="dxa"/>
          </w:tcPr>
          <w:p w:rsidR="00C2202F" w:rsidRPr="002772B1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B46F0D" w:rsidRDefault="00C2202F" w:rsidP="00B46F0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Легковой автомобиль</w:t>
            </w:r>
            <w:r>
              <w:rPr>
                <w:sz w:val="28"/>
                <w:szCs w:val="28"/>
                <w:lang w:val="en-US"/>
              </w:rPr>
              <w:t xml:space="preserve"> Renault Duster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32" w:type="dxa"/>
          </w:tcPr>
          <w:p w:rsidR="00C2202F" w:rsidRPr="002772B1" w:rsidRDefault="00C2202F" w:rsidP="00741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741828" w:rsidRDefault="00C2202F" w:rsidP="007418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2202F" w:rsidRPr="002772B1" w:rsidTr="00741828">
        <w:tc>
          <w:tcPr>
            <w:tcW w:w="220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DD4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B46F0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78,3</w:t>
            </w:r>
          </w:p>
        </w:tc>
        <w:tc>
          <w:tcPr>
            <w:tcW w:w="1800" w:type="dxa"/>
          </w:tcPr>
          <w:p w:rsidR="00C2202F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74182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72B1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  <w:lang w:val="en-US"/>
              </w:rPr>
            </w:pPr>
          </w:p>
        </w:tc>
      </w:tr>
      <w:tr w:rsidR="00C2202F" w:rsidRPr="002772B1" w:rsidTr="00741828">
        <w:tc>
          <w:tcPr>
            <w:tcW w:w="14328" w:type="dxa"/>
            <w:gridSpan w:val="9"/>
          </w:tcPr>
          <w:p w:rsidR="00C2202F" w:rsidRPr="00741828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</w:tr>
      <w:tr w:rsidR="00C2202F" w:rsidRPr="002772B1" w:rsidTr="00741828">
        <w:tc>
          <w:tcPr>
            <w:tcW w:w="2200" w:type="dxa"/>
          </w:tcPr>
          <w:p w:rsidR="00C2202F" w:rsidRPr="00741828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508" w:type="dxa"/>
          </w:tcPr>
          <w:p w:rsidR="00C2202F" w:rsidRDefault="00C2202F" w:rsidP="00741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26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632" w:type="dxa"/>
          </w:tcPr>
          <w:p w:rsidR="00C2202F" w:rsidRPr="002772B1" w:rsidRDefault="00C2202F" w:rsidP="00DD4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1914</w:t>
            </w:r>
          </w:p>
        </w:tc>
        <w:tc>
          <w:tcPr>
            <w:tcW w:w="1440" w:type="dxa"/>
          </w:tcPr>
          <w:p w:rsidR="00C2202F" w:rsidRPr="002772B1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741828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741828">
        <w:tc>
          <w:tcPr>
            <w:tcW w:w="220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74182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DD4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78,3</w:t>
            </w:r>
          </w:p>
        </w:tc>
        <w:tc>
          <w:tcPr>
            <w:tcW w:w="1440" w:type="dxa"/>
          </w:tcPr>
          <w:p w:rsidR="00C2202F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2772B1" w:rsidTr="00741828">
        <w:tc>
          <w:tcPr>
            <w:tcW w:w="14328" w:type="dxa"/>
            <w:gridSpan w:val="9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 </w:t>
            </w:r>
          </w:p>
        </w:tc>
      </w:tr>
      <w:tr w:rsidR="00C2202F" w:rsidRPr="002772B1" w:rsidTr="00741828">
        <w:tc>
          <w:tcPr>
            <w:tcW w:w="220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6 859,75</w:t>
            </w:r>
          </w:p>
        </w:tc>
        <w:tc>
          <w:tcPr>
            <w:tcW w:w="1508" w:type="dxa"/>
          </w:tcPr>
          <w:p w:rsidR="00C2202F" w:rsidRDefault="00C2202F" w:rsidP="007418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632" w:type="dxa"/>
          </w:tcPr>
          <w:p w:rsidR="00C2202F" w:rsidRPr="002772B1" w:rsidRDefault="00C2202F" w:rsidP="00DD4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72B1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1914</w:t>
            </w:r>
          </w:p>
        </w:tc>
        <w:tc>
          <w:tcPr>
            <w:tcW w:w="1440" w:type="dxa"/>
          </w:tcPr>
          <w:p w:rsidR="00C2202F" w:rsidRPr="002772B1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741828" w:rsidRDefault="00C2202F" w:rsidP="007418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2772B1" w:rsidTr="00741828">
        <w:tc>
          <w:tcPr>
            <w:tcW w:w="220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741828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DD4F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78,3</w:t>
            </w:r>
          </w:p>
        </w:tc>
        <w:tc>
          <w:tcPr>
            <w:tcW w:w="1440" w:type="dxa"/>
          </w:tcPr>
          <w:p w:rsidR="00C2202F" w:rsidRDefault="00C2202F" w:rsidP="00DD4F6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7418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Pr="00741828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заместителя начальника управления – начальника отдела животноводства управления по развитию села и сельского хозяйства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2B099C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0DBD" w:rsidTr="00E45778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Декларированный годовой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0DBD" w:rsidRDefault="00C2202F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0DBD" w:rsidTr="00E45778">
        <w:tc>
          <w:tcPr>
            <w:tcW w:w="2200" w:type="dxa"/>
            <w:vMerge/>
            <w:vAlign w:val="center"/>
          </w:tcPr>
          <w:p w:rsidR="00C2202F" w:rsidRPr="00270DBD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</w:t>
            </w:r>
          </w:p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4328" w:type="dxa"/>
            <w:gridSpan w:val="9"/>
          </w:tcPr>
          <w:p w:rsidR="00C2202F" w:rsidRPr="00656BFA" w:rsidRDefault="00C2202F" w:rsidP="00E45778">
            <w:pPr>
              <w:jc w:val="center"/>
              <w:rPr>
                <w:b/>
                <w:sz w:val="20"/>
                <w:szCs w:val="20"/>
              </w:rPr>
            </w:pPr>
            <w:r w:rsidRPr="00656BFA">
              <w:rPr>
                <w:b/>
                <w:sz w:val="28"/>
                <w:szCs w:val="28"/>
              </w:rPr>
              <w:t>Дорофеева Валентина Михайловна</w:t>
            </w:r>
          </w:p>
        </w:tc>
      </w:tr>
      <w:tr w:rsidR="00C2202F" w:rsidRPr="00270DBD" w:rsidTr="00E45778">
        <w:tc>
          <w:tcPr>
            <w:tcW w:w="2200" w:type="dxa"/>
            <w:vMerge w:val="restart"/>
          </w:tcPr>
          <w:p w:rsidR="00C2202F" w:rsidRPr="007657F0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596209,78</w:t>
            </w: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 (3/4 доли)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238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Merge w:val="restart"/>
          </w:tcPr>
          <w:p w:rsidR="00C2202F" w:rsidRPr="00270DBD" w:rsidRDefault="00C2202F" w:rsidP="00E45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E45778"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жилой дом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(3/4 доли)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</w:tbl>
    <w:p w:rsidR="00C2202F" w:rsidRDefault="00C2202F" w:rsidP="00D47143">
      <w:pPr>
        <w:tabs>
          <w:tab w:val="left" w:pos="6220"/>
        </w:tabs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 отдела растениеводства управления по развитию села </w:t>
      </w:r>
    </w:p>
    <w:p w:rsidR="00C2202F" w:rsidRDefault="00C2202F" w:rsidP="002B0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сельского хозяйства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2B099C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0DBD" w:rsidTr="00630932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Декларированный годовой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0DBD" w:rsidRDefault="00C2202F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0DBD" w:rsidTr="00F56E32">
        <w:tc>
          <w:tcPr>
            <w:tcW w:w="2200" w:type="dxa"/>
            <w:vMerge/>
            <w:vAlign w:val="center"/>
          </w:tcPr>
          <w:p w:rsidR="00C2202F" w:rsidRPr="00270DBD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0DBD" w:rsidRDefault="00C2202F" w:rsidP="0026419B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</w:t>
            </w:r>
          </w:p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0DBD" w:rsidRDefault="00C2202F" w:rsidP="0026419B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4328" w:type="dxa"/>
            <w:gridSpan w:val="9"/>
          </w:tcPr>
          <w:p w:rsidR="00C2202F" w:rsidRPr="007A1D62" w:rsidRDefault="00C2202F" w:rsidP="00630932">
            <w:pPr>
              <w:jc w:val="center"/>
              <w:rPr>
                <w:b/>
                <w:sz w:val="20"/>
                <w:szCs w:val="20"/>
              </w:rPr>
            </w:pPr>
            <w:r w:rsidRPr="007A1D62">
              <w:rPr>
                <w:b/>
                <w:sz w:val="28"/>
                <w:szCs w:val="28"/>
              </w:rPr>
              <w:t>Харина Елена Геннадьевна</w:t>
            </w:r>
          </w:p>
        </w:tc>
      </w:tr>
      <w:tr w:rsidR="00C2202F" w:rsidRPr="00270DBD" w:rsidTr="00630932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400884,86</w:t>
            </w:r>
          </w:p>
        </w:tc>
        <w:tc>
          <w:tcPr>
            <w:tcW w:w="1508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65,3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C2202F" w:rsidRPr="00270DBD" w:rsidRDefault="00C2202F" w:rsidP="00630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630932">
        <w:trPr>
          <w:trHeight w:val="312"/>
        </w:trPr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20,6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630932">
        <w:trPr>
          <w:trHeight w:val="322"/>
        </w:trPr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691</w:t>
            </w:r>
            <w:r w:rsidRPr="00270DBD">
              <w:rPr>
                <w:sz w:val="28"/>
                <w:szCs w:val="28"/>
              </w:rPr>
              <w:t>,39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rPr>
          <w:trHeight w:val="322"/>
        </w:trPr>
        <w:tc>
          <w:tcPr>
            <w:tcW w:w="22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4328" w:type="dxa"/>
            <w:gridSpan w:val="9"/>
          </w:tcPr>
          <w:p w:rsidR="00C2202F" w:rsidRPr="00270DBD" w:rsidRDefault="00C2202F" w:rsidP="00630932">
            <w:pPr>
              <w:jc w:val="center"/>
              <w:rPr>
                <w:sz w:val="20"/>
                <w:szCs w:val="20"/>
              </w:rPr>
            </w:pPr>
            <w:r w:rsidRPr="00270DBD">
              <w:rPr>
                <w:sz w:val="28"/>
                <w:szCs w:val="28"/>
              </w:rPr>
              <w:t>Супруг</w:t>
            </w:r>
          </w:p>
        </w:tc>
      </w:tr>
      <w:tr w:rsidR="00C2202F" w:rsidRPr="00270DBD" w:rsidTr="00630932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416092,91</w:t>
            </w: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69</w:t>
            </w:r>
            <w:r w:rsidRPr="00270DBD">
              <w:rPr>
                <w:sz w:val="28"/>
                <w:szCs w:val="28"/>
              </w:rPr>
              <w:t>1,39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270DBD">
              <w:rPr>
                <w:sz w:val="28"/>
                <w:szCs w:val="28"/>
                <w:lang w:val="en-US"/>
              </w:rPr>
              <w:t>Toyota Corolla</w:t>
            </w:r>
          </w:p>
        </w:tc>
        <w:tc>
          <w:tcPr>
            <w:tcW w:w="1632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Merge w:val="restart"/>
          </w:tcPr>
          <w:p w:rsidR="00C2202F" w:rsidRPr="00270DBD" w:rsidRDefault="00C2202F" w:rsidP="006309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630932"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20,6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630932"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Квартира</w:t>
            </w:r>
            <w:r>
              <w:rPr>
                <w:sz w:val="28"/>
                <w:szCs w:val="28"/>
              </w:rPr>
              <w:t xml:space="preserve"> (3/4 доли)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65,3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гараж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16,0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2708" w:type="dxa"/>
            <w:gridSpan w:val="8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Дочь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630932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  <w:vMerge w:val="restart"/>
          </w:tcPr>
          <w:p w:rsidR="00C2202F" w:rsidRPr="00B35FD6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65,3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630932"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20,6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630932"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69</w:t>
            </w:r>
            <w:r w:rsidRPr="00270DBD">
              <w:rPr>
                <w:sz w:val="28"/>
                <w:szCs w:val="28"/>
              </w:rPr>
              <w:t>1,39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 отдела механизации и рационализаторства управления по развитию села и сельского хозяйства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2B099C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0DBD" w:rsidTr="00ED3B30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Декларированный годовой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 </w:t>
            </w:r>
            <w:r w:rsidRPr="00270DBD">
              <w:rPr>
                <w:sz w:val="28"/>
                <w:szCs w:val="28"/>
              </w:rPr>
              <w:t>(руб.)</w:t>
            </w:r>
          </w:p>
        </w:tc>
        <w:tc>
          <w:tcPr>
            <w:tcW w:w="6176" w:type="dxa"/>
            <w:gridSpan w:val="4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0DBD" w:rsidRDefault="00C2202F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0DBD" w:rsidTr="00F56E32">
        <w:tc>
          <w:tcPr>
            <w:tcW w:w="2200" w:type="dxa"/>
            <w:vMerge/>
            <w:vAlign w:val="center"/>
          </w:tcPr>
          <w:p w:rsidR="00C2202F" w:rsidRPr="00270DBD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0DBD" w:rsidRDefault="00C2202F" w:rsidP="001C3C6B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</w:t>
            </w:r>
          </w:p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0DBD" w:rsidRDefault="00C2202F" w:rsidP="001C3C6B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4328" w:type="dxa"/>
            <w:gridSpan w:val="9"/>
          </w:tcPr>
          <w:p w:rsidR="00C2202F" w:rsidRPr="00DD4F61" w:rsidRDefault="00C2202F" w:rsidP="00ED3B30">
            <w:pPr>
              <w:jc w:val="center"/>
              <w:rPr>
                <w:b/>
                <w:sz w:val="20"/>
                <w:szCs w:val="20"/>
              </w:rPr>
            </w:pPr>
            <w:r w:rsidRPr="00DD4F61">
              <w:rPr>
                <w:b/>
                <w:sz w:val="28"/>
                <w:szCs w:val="28"/>
              </w:rPr>
              <w:t>Ложкин Дмитрий Иванович</w:t>
            </w:r>
          </w:p>
        </w:tc>
      </w:tr>
      <w:tr w:rsidR="00C2202F" w:rsidRPr="00270DBD" w:rsidTr="00ED3B30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697 308,12 с учетом продажи автомобиля</w:t>
            </w:r>
          </w:p>
        </w:tc>
        <w:tc>
          <w:tcPr>
            <w:tcW w:w="1508" w:type="dxa"/>
          </w:tcPr>
          <w:p w:rsidR="00C2202F" w:rsidRPr="00270DBD" w:rsidRDefault="00C2202F" w:rsidP="003738C3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 (1/3 дол</w:t>
            </w:r>
            <w:r>
              <w:rPr>
                <w:sz w:val="28"/>
                <w:szCs w:val="28"/>
              </w:rPr>
              <w:t>я</w:t>
            </w:r>
            <w:r w:rsidRPr="00270DBD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1006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 w:val="restart"/>
          </w:tcPr>
          <w:p w:rsidR="00C2202F" w:rsidRPr="001C3C6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Chevrolet Aveo</w:t>
            </w:r>
          </w:p>
        </w:tc>
        <w:tc>
          <w:tcPr>
            <w:tcW w:w="1632" w:type="dxa"/>
            <w:vMerge w:val="restart"/>
          </w:tcPr>
          <w:p w:rsidR="00C2202F" w:rsidRPr="00C9316E" w:rsidRDefault="00C2202F" w:rsidP="001C3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Merge w:val="restart"/>
          </w:tcPr>
          <w:p w:rsidR="00C2202F" w:rsidRPr="00270DBD" w:rsidRDefault="00C2202F" w:rsidP="00ED3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F56E32"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жилой дом </w:t>
            </w:r>
          </w:p>
          <w:p w:rsidR="00C2202F" w:rsidRPr="00270DBD" w:rsidRDefault="00C2202F" w:rsidP="003738C3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(1/3 дол</w:t>
            </w:r>
            <w:r>
              <w:rPr>
                <w:sz w:val="28"/>
                <w:szCs w:val="28"/>
              </w:rPr>
              <w:t>я</w:t>
            </w:r>
            <w:r w:rsidRPr="00270DBD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125,0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4328" w:type="dxa"/>
            <w:gridSpan w:val="9"/>
          </w:tcPr>
          <w:p w:rsidR="00C2202F" w:rsidRPr="00270DBD" w:rsidRDefault="00C2202F" w:rsidP="00ED3B30">
            <w:pPr>
              <w:jc w:val="center"/>
              <w:rPr>
                <w:sz w:val="20"/>
                <w:szCs w:val="20"/>
              </w:rPr>
            </w:pPr>
            <w:r w:rsidRPr="00270DBD">
              <w:rPr>
                <w:sz w:val="28"/>
                <w:szCs w:val="28"/>
              </w:rPr>
              <w:t>Супруга</w:t>
            </w:r>
          </w:p>
        </w:tc>
      </w:tr>
      <w:tr w:rsidR="00C2202F" w:rsidRPr="00270DBD" w:rsidTr="00ED3B30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67 741,67</w:t>
            </w: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(1/3 доля</w:t>
            </w:r>
            <w:r w:rsidRPr="00270DBD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1006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1500,0</w:t>
            </w:r>
          </w:p>
        </w:tc>
        <w:tc>
          <w:tcPr>
            <w:tcW w:w="144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C2202F" w:rsidRPr="00270DBD" w:rsidRDefault="00C2202F" w:rsidP="00ED3B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ED3B30"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жилой дом </w:t>
            </w:r>
          </w:p>
          <w:p w:rsidR="00C2202F" w:rsidRPr="00270DBD" w:rsidRDefault="00C2202F" w:rsidP="001C3C6B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(1/3 дол</w:t>
            </w:r>
            <w:r>
              <w:rPr>
                <w:sz w:val="28"/>
                <w:szCs w:val="28"/>
              </w:rPr>
              <w:t>я</w:t>
            </w:r>
            <w:r w:rsidRPr="00270DBD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125,0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ED3B30">
        <w:tc>
          <w:tcPr>
            <w:tcW w:w="12708" w:type="dxa"/>
            <w:gridSpan w:val="8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Сын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ED3B30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0DBD" w:rsidRDefault="00C2202F" w:rsidP="001C3C6B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 (1/3 дол</w:t>
            </w:r>
            <w:r>
              <w:rPr>
                <w:sz w:val="28"/>
                <w:szCs w:val="28"/>
              </w:rPr>
              <w:t>я</w:t>
            </w:r>
            <w:r w:rsidRPr="00270DBD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1006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  <w:vMerge w:val="restart"/>
          </w:tcPr>
          <w:p w:rsidR="00C2202F" w:rsidRPr="00C9316E" w:rsidRDefault="00C2202F" w:rsidP="001C3C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жилой дом </w:t>
            </w:r>
          </w:p>
          <w:p w:rsidR="00C2202F" w:rsidRPr="00270DBD" w:rsidRDefault="00C2202F" w:rsidP="001C3C6B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(1/3 дол</w:t>
            </w:r>
            <w:r>
              <w:rPr>
                <w:sz w:val="28"/>
                <w:szCs w:val="28"/>
              </w:rPr>
              <w:t>я</w:t>
            </w:r>
            <w:r w:rsidRPr="00270DBD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125,0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2708" w:type="dxa"/>
            <w:gridSpan w:val="8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ED3B30">
        <w:tc>
          <w:tcPr>
            <w:tcW w:w="22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125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 отдела ЛПХ, КФХ, СНТ и ДНТ управления по развитию села и сельского хозяйства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2B099C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0DBD" w:rsidTr="006B29A6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Декларированный годовой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0DBD" w:rsidRDefault="00C2202F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0DBD" w:rsidTr="00F56E32">
        <w:tc>
          <w:tcPr>
            <w:tcW w:w="2200" w:type="dxa"/>
            <w:vMerge/>
            <w:vAlign w:val="center"/>
          </w:tcPr>
          <w:p w:rsidR="00C2202F" w:rsidRPr="00270DBD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0DBD" w:rsidRDefault="00C2202F" w:rsidP="001C3C6B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</w:t>
            </w:r>
          </w:p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0DBD" w:rsidRDefault="00C2202F" w:rsidP="001C3C6B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4328" w:type="dxa"/>
            <w:gridSpan w:val="9"/>
          </w:tcPr>
          <w:p w:rsidR="00C2202F" w:rsidRPr="00A75B4E" w:rsidRDefault="00C2202F" w:rsidP="006B29A6">
            <w:pPr>
              <w:jc w:val="center"/>
              <w:rPr>
                <w:b/>
                <w:sz w:val="20"/>
                <w:szCs w:val="20"/>
              </w:rPr>
            </w:pPr>
            <w:r w:rsidRPr="00A75B4E">
              <w:rPr>
                <w:b/>
                <w:sz w:val="28"/>
                <w:szCs w:val="28"/>
              </w:rPr>
              <w:t>Чураков Илья Николаевич</w:t>
            </w:r>
          </w:p>
        </w:tc>
      </w:tr>
      <w:tr w:rsidR="00C2202F" w:rsidRPr="00270DBD" w:rsidTr="006B29A6">
        <w:trPr>
          <w:trHeight w:val="654"/>
        </w:trPr>
        <w:tc>
          <w:tcPr>
            <w:tcW w:w="22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306 000,96</w:t>
            </w: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квартира</w:t>
            </w:r>
            <w:r>
              <w:rPr>
                <w:sz w:val="28"/>
                <w:szCs w:val="28"/>
              </w:rPr>
              <w:t xml:space="preserve"> (1/2 доля)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Pr="00270DB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77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 w:rsidRPr="00270DBD">
              <w:rPr>
                <w:sz w:val="28"/>
                <w:szCs w:val="28"/>
              </w:rPr>
              <w:t>ВАЗ 11193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0DBD" w:rsidRDefault="00C2202F" w:rsidP="006B29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F56E32">
        <w:tc>
          <w:tcPr>
            <w:tcW w:w="14328" w:type="dxa"/>
            <w:gridSpan w:val="9"/>
          </w:tcPr>
          <w:p w:rsidR="00C2202F" w:rsidRPr="00270DBD" w:rsidRDefault="00C2202F" w:rsidP="006B29A6">
            <w:pPr>
              <w:jc w:val="center"/>
              <w:rPr>
                <w:sz w:val="20"/>
                <w:szCs w:val="20"/>
              </w:rPr>
            </w:pPr>
            <w:r w:rsidRPr="00270DBD">
              <w:rPr>
                <w:sz w:val="28"/>
                <w:szCs w:val="28"/>
              </w:rPr>
              <w:t>Супруга</w:t>
            </w:r>
          </w:p>
        </w:tc>
      </w:tr>
      <w:tr w:rsidR="00C2202F" w:rsidRPr="00270DBD" w:rsidTr="006B29A6">
        <w:trPr>
          <w:trHeight w:val="654"/>
        </w:trPr>
        <w:tc>
          <w:tcPr>
            <w:tcW w:w="2200" w:type="dxa"/>
          </w:tcPr>
          <w:p w:rsidR="00C2202F" w:rsidRPr="00270DBD" w:rsidRDefault="00C2202F" w:rsidP="00A75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263 297,96</w:t>
            </w:r>
          </w:p>
        </w:tc>
        <w:tc>
          <w:tcPr>
            <w:tcW w:w="1508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квартира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(1/2 доля)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</w:t>
            </w:r>
            <w:r w:rsidRPr="00270DBD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77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270DBD" w:rsidRDefault="00C2202F" w:rsidP="006B29A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отдела планирования методологии и учета договорных отношений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управления по развитию села и сельского хозяйства Администрации муниципального образования «Завьяловский район» </w:t>
      </w:r>
      <w:r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2B099C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0DBD" w:rsidTr="006B29A6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Декларированный годовой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0DBD" w:rsidRDefault="00C2202F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0DBD" w:rsidTr="00F56E32">
        <w:tc>
          <w:tcPr>
            <w:tcW w:w="2200" w:type="dxa"/>
            <w:vMerge/>
            <w:vAlign w:val="center"/>
          </w:tcPr>
          <w:p w:rsidR="00C2202F" w:rsidRPr="00270DBD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0DBD" w:rsidRDefault="00C2202F" w:rsidP="001C3C6B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</w:t>
            </w:r>
          </w:p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0DBD" w:rsidRDefault="00C2202F" w:rsidP="001C3C6B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4328" w:type="dxa"/>
            <w:gridSpan w:val="9"/>
          </w:tcPr>
          <w:p w:rsidR="00C2202F" w:rsidRPr="00A75B4E" w:rsidRDefault="00C2202F" w:rsidP="006B29A6">
            <w:pPr>
              <w:jc w:val="center"/>
              <w:rPr>
                <w:b/>
                <w:sz w:val="20"/>
                <w:szCs w:val="20"/>
              </w:rPr>
            </w:pPr>
            <w:r w:rsidRPr="00A75B4E">
              <w:rPr>
                <w:b/>
                <w:sz w:val="28"/>
                <w:szCs w:val="28"/>
              </w:rPr>
              <w:t>Луппова Мария Александровна</w:t>
            </w:r>
          </w:p>
        </w:tc>
      </w:tr>
      <w:tr w:rsidR="00C2202F" w:rsidRPr="00270DBD" w:rsidTr="006B29A6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360 092,23</w:t>
            </w:r>
          </w:p>
        </w:tc>
        <w:tc>
          <w:tcPr>
            <w:tcW w:w="1508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  <w:r w:rsidRPr="00270DBD">
              <w:rPr>
                <w:sz w:val="28"/>
                <w:szCs w:val="28"/>
              </w:rPr>
              <w:t>,0</w:t>
            </w:r>
          </w:p>
        </w:tc>
        <w:tc>
          <w:tcPr>
            <w:tcW w:w="1800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 w:val="restart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0DBD" w:rsidRDefault="00C2202F" w:rsidP="00A75B4E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 w:val="restart"/>
          </w:tcPr>
          <w:p w:rsidR="00C2202F" w:rsidRPr="00270DBD" w:rsidRDefault="00C2202F" w:rsidP="006E03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F56E32">
        <w:tc>
          <w:tcPr>
            <w:tcW w:w="22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0DBD" w:rsidRDefault="00C2202F" w:rsidP="00A75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1329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2708" w:type="dxa"/>
            <w:gridSpan w:val="8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Сын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6B29A6">
        <w:tc>
          <w:tcPr>
            <w:tcW w:w="22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2 076</w:t>
            </w: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0DBD" w:rsidRDefault="00C2202F" w:rsidP="00A75B4E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8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6B29A6">
        <w:tc>
          <w:tcPr>
            <w:tcW w:w="220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0DBD" w:rsidRDefault="00C2202F" w:rsidP="00A75B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1329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начальника управления архитектуры Администрации муниципального образования «Завьяловский район» </w:t>
      </w:r>
      <w:r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2B099C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0DBD" w:rsidTr="00907AD1">
        <w:tc>
          <w:tcPr>
            <w:tcW w:w="2200" w:type="dxa"/>
            <w:vMerge w:val="restart"/>
          </w:tcPr>
          <w:p w:rsidR="00C2202F" w:rsidRPr="00270DBD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Декларированный годовой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0DBD" w:rsidRDefault="00C2202F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0DBD" w:rsidTr="00F56E32">
        <w:tc>
          <w:tcPr>
            <w:tcW w:w="2200" w:type="dxa"/>
            <w:vMerge/>
            <w:vAlign w:val="center"/>
          </w:tcPr>
          <w:p w:rsidR="00C2202F" w:rsidRPr="00270DBD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0DBD" w:rsidRDefault="00C2202F" w:rsidP="00922D3A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70DBD">
              <w:rPr>
                <w:sz w:val="26"/>
                <w:szCs w:val="26"/>
              </w:rPr>
              <w:t>м)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</w:t>
            </w:r>
          </w:p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0DBD" w:rsidRDefault="00C2202F" w:rsidP="00922D3A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70DBD">
              <w:rPr>
                <w:sz w:val="26"/>
                <w:szCs w:val="26"/>
              </w:rPr>
              <w:t>м)</w:t>
            </w: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4328" w:type="dxa"/>
            <w:gridSpan w:val="9"/>
          </w:tcPr>
          <w:p w:rsidR="00C2202F" w:rsidRPr="006C0019" w:rsidRDefault="00C2202F" w:rsidP="00907AD1">
            <w:pPr>
              <w:jc w:val="center"/>
              <w:rPr>
                <w:b/>
                <w:sz w:val="20"/>
                <w:szCs w:val="20"/>
              </w:rPr>
            </w:pPr>
            <w:r w:rsidRPr="006C0019">
              <w:rPr>
                <w:b/>
                <w:sz w:val="28"/>
                <w:szCs w:val="28"/>
              </w:rPr>
              <w:t>Шувалов Илья Андреевич</w:t>
            </w:r>
          </w:p>
        </w:tc>
      </w:tr>
      <w:tr w:rsidR="00C2202F" w:rsidRPr="00270DBD" w:rsidTr="00907AD1">
        <w:trPr>
          <w:trHeight w:val="950"/>
        </w:trPr>
        <w:tc>
          <w:tcPr>
            <w:tcW w:w="22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553 122,75</w:t>
            </w: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6E038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Suzuki Jimny</w:t>
            </w:r>
          </w:p>
        </w:tc>
        <w:tc>
          <w:tcPr>
            <w:tcW w:w="1632" w:type="dxa"/>
          </w:tcPr>
          <w:p w:rsidR="00C2202F" w:rsidRPr="003F1DD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0DBD" w:rsidRDefault="00C2202F" w:rsidP="00907AD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6C0019">
        <w:tc>
          <w:tcPr>
            <w:tcW w:w="22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80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270DBD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/>
          </w:tcPr>
          <w:p w:rsidR="00C2202F" w:rsidRPr="00270DBD" w:rsidRDefault="00C2202F">
            <w:pPr>
              <w:rPr>
                <w:sz w:val="20"/>
                <w:szCs w:val="20"/>
              </w:rPr>
            </w:pPr>
          </w:p>
        </w:tc>
      </w:tr>
      <w:tr w:rsidR="00C2202F" w:rsidRPr="00032F8F" w:rsidTr="006C0019">
        <w:tc>
          <w:tcPr>
            <w:tcW w:w="14328" w:type="dxa"/>
            <w:gridSpan w:val="9"/>
          </w:tcPr>
          <w:p w:rsidR="00C2202F" w:rsidRPr="00032F8F" w:rsidRDefault="00C2202F" w:rsidP="006C0019">
            <w:pPr>
              <w:jc w:val="center"/>
              <w:rPr>
                <w:sz w:val="28"/>
                <w:szCs w:val="28"/>
              </w:rPr>
            </w:pPr>
            <w:r w:rsidRPr="00032F8F">
              <w:rPr>
                <w:sz w:val="28"/>
                <w:szCs w:val="28"/>
              </w:rPr>
              <w:t>Супруга</w:t>
            </w:r>
          </w:p>
        </w:tc>
      </w:tr>
      <w:tr w:rsidR="00C2202F" w:rsidRPr="00032F8F" w:rsidTr="00032F8F">
        <w:tc>
          <w:tcPr>
            <w:tcW w:w="2200" w:type="dxa"/>
          </w:tcPr>
          <w:p w:rsidR="00C2202F" w:rsidRPr="00032F8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347 408,52</w:t>
            </w:r>
          </w:p>
        </w:tc>
        <w:tc>
          <w:tcPr>
            <w:tcW w:w="1508" w:type="dxa"/>
          </w:tcPr>
          <w:p w:rsidR="00C2202F" w:rsidRPr="00270DBD" w:rsidRDefault="00C2202F" w:rsidP="00032F8F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0DBD" w:rsidRDefault="00C2202F" w:rsidP="0003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500</w:t>
            </w:r>
          </w:p>
        </w:tc>
        <w:tc>
          <w:tcPr>
            <w:tcW w:w="1800" w:type="dxa"/>
          </w:tcPr>
          <w:p w:rsidR="00C2202F" w:rsidRPr="00270DBD" w:rsidRDefault="00C2202F" w:rsidP="00032F8F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032F8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</w:p>
        </w:tc>
        <w:tc>
          <w:tcPr>
            <w:tcW w:w="144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032F8F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032F8F" w:rsidTr="00907AD1">
        <w:tc>
          <w:tcPr>
            <w:tcW w:w="220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03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Default="00C2202F" w:rsidP="0003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44,8</w:t>
            </w:r>
          </w:p>
        </w:tc>
        <w:tc>
          <w:tcPr>
            <w:tcW w:w="1800" w:type="dxa"/>
          </w:tcPr>
          <w:p w:rsidR="00C2202F" w:rsidRPr="00270DBD" w:rsidRDefault="00C2202F" w:rsidP="00032F8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032F8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032F8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032F8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032F8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032F8F" w:rsidRDefault="00C2202F">
            <w:pPr>
              <w:rPr>
                <w:sz w:val="28"/>
                <w:szCs w:val="28"/>
              </w:rPr>
            </w:pP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0555F3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Default="00C2202F" w:rsidP="000555F3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0555F3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заместителя начальника управления архитектуры Администрации муниципального образования «Завьяловский район» </w:t>
      </w:r>
      <w:r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0555F3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0DBD" w:rsidTr="000555F3">
        <w:tc>
          <w:tcPr>
            <w:tcW w:w="2200" w:type="dxa"/>
            <w:vMerge w:val="restart"/>
          </w:tcPr>
          <w:p w:rsidR="00C2202F" w:rsidRPr="00270DBD" w:rsidRDefault="00C2202F" w:rsidP="000555F3">
            <w:pPr>
              <w:ind w:left="72"/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Декларированный годовой</w:t>
            </w:r>
          </w:p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0DBD" w:rsidRDefault="00C2202F" w:rsidP="000555F3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0DBD" w:rsidTr="000555F3">
        <w:tc>
          <w:tcPr>
            <w:tcW w:w="2200" w:type="dxa"/>
            <w:vMerge/>
            <w:vAlign w:val="center"/>
          </w:tcPr>
          <w:p w:rsidR="00C2202F" w:rsidRPr="00270DBD" w:rsidRDefault="00C2202F" w:rsidP="000555F3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0555F3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0DBD" w:rsidRDefault="00C2202F" w:rsidP="00922D3A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70DBD">
              <w:rPr>
                <w:sz w:val="26"/>
                <w:szCs w:val="26"/>
              </w:rPr>
              <w:t>м)</w:t>
            </w:r>
          </w:p>
        </w:tc>
        <w:tc>
          <w:tcPr>
            <w:tcW w:w="1800" w:type="dxa"/>
          </w:tcPr>
          <w:p w:rsidR="00C2202F" w:rsidRPr="00270DBD" w:rsidRDefault="00C2202F" w:rsidP="000555F3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0DBD" w:rsidRDefault="00C2202F" w:rsidP="000555F3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0DBD" w:rsidRDefault="00C2202F" w:rsidP="000555F3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</w:t>
            </w:r>
          </w:p>
          <w:p w:rsidR="00C2202F" w:rsidRPr="00270DBD" w:rsidRDefault="00C2202F" w:rsidP="000555F3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0DBD" w:rsidRDefault="00C2202F" w:rsidP="00922D3A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70DBD">
              <w:rPr>
                <w:sz w:val="26"/>
                <w:szCs w:val="26"/>
              </w:rPr>
              <w:t>м)</w:t>
            </w:r>
          </w:p>
        </w:tc>
        <w:tc>
          <w:tcPr>
            <w:tcW w:w="1440" w:type="dxa"/>
          </w:tcPr>
          <w:p w:rsidR="00C2202F" w:rsidRPr="00270DBD" w:rsidRDefault="00C2202F" w:rsidP="000555F3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0DBD" w:rsidRDefault="00C2202F" w:rsidP="000555F3">
            <w:pPr>
              <w:rPr>
                <w:sz w:val="20"/>
                <w:szCs w:val="20"/>
              </w:rPr>
            </w:pPr>
          </w:p>
        </w:tc>
      </w:tr>
      <w:tr w:rsidR="00C2202F" w:rsidRPr="00270DBD" w:rsidTr="000555F3">
        <w:tc>
          <w:tcPr>
            <w:tcW w:w="14328" w:type="dxa"/>
            <w:gridSpan w:val="9"/>
          </w:tcPr>
          <w:p w:rsidR="00C2202F" w:rsidRPr="006C0019" w:rsidRDefault="00C2202F" w:rsidP="000555F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Антонова Ольга Викторовна</w:t>
            </w:r>
          </w:p>
        </w:tc>
      </w:tr>
      <w:tr w:rsidR="00C2202F" w:rsidRPr="00270DBD" w:rsidTr="000555F3">
        <w:trPr>
          <w:trHeight w:val="950"/>
        </w:trPr>
        <w:tc>
          <w:tcPr>
            <w:tcW w:w="220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22 968,64</w:t>
            </w:r>
          </w:p>
        </w:tc>
        <w:tc>
          <w:tcPr>
            <w:tcW w:w="1508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0555F3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Chery S12</w:t>
            </w:r>
          </w:p>
        </w:tc>
        <w:tc>
          <w:tcPr>
            <w:tcW w:w="1632" w:type="dxa"/>
          </w:tcPr>
          <w:p w:rsidR="00C2202F" w:rsidRPr="003F1DD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64,66</w:t>
            </w:r>
          </w:p>
        </w:tc>
        <w:tc>
          <w:tcPr>
            <w:tcW w:w="144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270DBD" w:rsidRDefault="00C2202F" w:rsidP="000555F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032F8F" w:rsidTr="000555F3">
        <w:tc>
          <w:tcPr>
            <w:tcW w:w="14328" w:type="dxa"/>
            <w:gridSpan w:val="9"/>
          </w:tcPr>
          <w:p w:rsidR="00C2202F" w:rsidRPr="00032F8F" w:rsidRDefault="00C2202F" w:rsidP="000555F3">
            <w:pPr>
              <w:jc w:val="center"/>
              <w:rPr>
                <w:sz w:val="28"/>
                <w:szCs w:val="28"/>
              </w:rPr>
            </w:pPr>
            <w:r w:rsidRPr="00032F8F">
              <w:rPr>
                <w:sz w:val="28"/>
                <w:szCs w:val="28"/>
              </w:rPr>
              <w:t>Супруг</w:t>
            </w:r>
          </w:p>
        </w:tc>
      </w:tr>
      <w:tr w:rsidR="00C2202F" w:rsidRPr="00032F8F" w:rsidTr="000555F3">
        <w:tc>
          <w:tcPr>
            <w:tcW w:w="2200" w:type="dxa"/>
          </w:tcPr>
          <w:p w:rsidR="00C2202F" w:rsidRPr="00032F8F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829 353,33</w:t>
            </w:r>
          </w:p>
        </w:tc>
        <w:tc>
          <w:tcPr>
            <w:tcW w:w="1508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6E4701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Chevrolet Niva</w:t>
            </w:r>
          </w:p>
        </w:tc>
        <w:tc>
          <w:tcPr>
            <w:tcW w:w="1632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64,66</w:t>
            </w:r>
          </w:p>
        </w:tc>
        <w:tc>
          <w:tcPr>
            <w:tcW w:w="144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032F8F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032F8F" w:rsidTr="006E4701">
        <w:tc>
          <w:tcPr>
            <w:tcW w:w="2200" w:type="dxa"/>
          </w:tcPr>
          <w:p w:rsidR="00C2202F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032F8F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Прицеп к легковым автомобилям</w:t>
            </w:r>
          </w:p>
        </w:tc>
        <w:tc>
          <w:tcPr>
            <w:tcW w:w="1632" w:type="dxa"/>
          </w:tcPr>
          <w:p w:rsidR="00C2202F" w:rsidRPr="00032F8F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032F8F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032F8F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Pr="00032F8F" w:rsidRDefault="00C2202F" w:rsidP="000555F3">
            <w:pPr>
              <w:rPr>
                <w:sz w:val="28"/>
                <w:szCs w:val="28"/>
              </w:rPr>
            </w:pPr>
          </w:p>
        </w:tc>
      </w:tr>
      <w:tr w:rsidR="00C2202F" w:rsidRPr="00032F8F" w:rsidTr="006E4701">
        <w:tc>
          <w:tcPr>
            <w:tcW w:w="14328" w:type="dxa"/>
            <w:gridSpan w:val="9"/>
          </w:tcPr>
          <w:p w:rsidR="00C2202F" w:rsidRPr="00032F8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</w:tr>
      <w:tr w:rsidR="00C2202F" w:rsidRPr="00032F8F" w:rsidTr="006E4701">
        <w:tc>
          <w:tcPr>
            <w:tcW w:w="2200" w:type="dxa"/>
          </w:tcPr>
          <w:p w:rsidR="00C2202F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0DBD" w:rsidRDefault="00C2202F" w:rsidP="000555F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0555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3F1DD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64,66</w:t>
            </w:r>
          </w:p>
        </w:tc>
        <w:tc>
          <w:tcPr>
            <w:tcW w:w="1440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Pr="00032F8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032F8F" w:rsidTr="006E4701">
        <w:tc>
          <w:tcPr>
            <w:tcW w:w="14328" w:type="dxa"/>
            <w:gridSpan w:val="9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</w:tr>
      <w:tr w:rsidR="00C2202F" w:rsidRPr="00032F8F" w:rsidTr="000555F3">
        <w:tc>
          <w:tcPr>
            <w:tcW w:w="220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3F1DD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64,66</w:t>
            </w:r>
          </w:p>
        </w:tc>
        <w:tc>
          <w:tcPr>
            <w:tcW w:w="1440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907AD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Default="00C2202F" w:rsidP="00907AD1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907AD1">
      <w:pPr>
        <w:jc w:val="center"/>
        <w:rPr>
          <w:b/>
          <w:sz w:val="28"/>
          <w:szCs w:val="28"/>
        </w:rPr>
      </w:pPr>
      <w:r w:rsidRPr="00FC0881">
        <w:rPr>
          <w:b/>
          <w:sz w:val="28"/>
          <w:szCs w:val="28"/>
        </w:rPr>
        <w:t>начальника отдела архитектуры и градостроительной деятельности</w:t>
      </w:r>
      <w:r>
        <w:rPr>
          <w:b/>
          <w:sz w:val="28"/>
          <w:szCs w:val="28"/>
        </w:rPr>
        <w:t xml:space="preserve"> управления архитектуры Администрации муниципального образования «Завьяловский район» </w:t>
      </w:r>
    </w:p>
    <w:p w:rsidR="00C2202F" w:rsidRDefault="00C2202F" w:rsidP="00907AD1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907AD1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0DBD" w:rsidTr="00F56E32">
        <w:tc>
          <w:tcPr>
            <w:tcW w:w="2200" w:type="dxa"/>
            <w:vMerge w:val="restart"/>
          </w:tcPr>
          <w:p w:rsidR="00C2202F" w:rsidRPr="00270DBD" w:rsidRDefault="00C2202F" w:rsidP="00F56E32">
            <w:pPr>
              <w:ind w:left="72"/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Декларированный годовой</w:t>
            </w:r>
          </w:p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0DBD" w:rsidRDefault="00C2202F" w:rsidP="00F56E32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0DBD" w:rsidTr="00F56E32">
        <w:tc>
          <w:tcPr>
            <w:tcW w:w="2200" w:type="dxa"/>
            <w:vMerge/>
            <w:vAlign w:val="center"/>
          </w:tcPr>
          <w:p w:rsidR="00C2202F" w:rsidRPr="00270DBD" w:rsidRDefault="00C2202F" w:rsidP="00F56E32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F56E32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0DBD" w:rsidRDefault="00C2202F" w:rsidP="00922D3A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70DBD">
              <w:rPr>
                <w:sz w:val="26"/>
                <w:szCs w:val="26"/>
              </w:rPr>
              <w:t>м)</w:t>
            </w:r>
          </w:p>
        </w:tc>
        <w:tc>
          <w:tcPr>
            <w:tcW w:w="1800" w:type="dxa"/>
          </w:tcPr>
          <w:p w:rsidR="00C2202F" w:rsidRPr="00270DBD" w:rsidRDefault="00C2202F" w:rsidP="00F56E32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0DBD" w:rsidRDefault="00C2202F" w:rsidP="00F56E32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0DBD" w:rsidRDefault="00C2202F" w:rsidP="00F56E32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</w:t>
            </w:r>
          </w:p>
          <w:p w:rsidR="00C2202F" w:rsidRPr="00270DBD" w:rsidRDefault="00C2202F" w:rsidP="00F56E32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0DBD" w:rsidRDefault="00C2202F" w:rsidP="00922D3A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70DBD">
              <w:rPr>
                <w:sz w:val="26"/>
                <w:szCs w:val="26"/>
              </w:rPr>
              <w:t>м)</w:t>
            </w:r>
          </w:p>
        </w:tc>
        <w:tc>
          <w:tcPr>
            <w:tcW w:w="1440" w:type="dxa"/>
          </w:tcPr>
          <w:p w:rsidR="00C2202F" w:rsidRPr="00270DBD" w:rsidRDefault="00C2202F" w:rsidP="00F56E32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0DBD" w:rsidRDefault="00C2202F" w:rsidP="00F56E32">
            <w:pPr>
              <w:rPr>
                <w:sz w:val="20"/>
                <w:szCs w:val="20"/>
              </w:rPr>
            </w:pPr>
          </w:p>
        </w:tc>
      </w:tr>
      <w:tr w:rsidR="00C2202F" w:rsidRPr="00270DBD" w:rsidTr="00F56E32">
        <w:tc>
          <w:tcPr>
            <w:tcW w:w="14328" w:type="dxa"/>
            <w:gridSpan w:val="9"/>
          </w:tcPr>
          <w:p w:rsidR="00C2202F" w:rsidRPr="00FC0881" w:rsidRDefault="00C2202F" w:rsidP="00F56E32">
            <w:pPr>
              <w:jc w:val="center"/>
              <w:rPr>
                <w:b/>
                <w:sz w:val="20"/>
                <w:szCs w:val="20"/>
              </w:rPr>
            </w:pPr>
            <w:r w:rsidRPr="00FC0881">
              <w:rPr>
                <w:b/>
                <w:sz w:val="28"/>
                <w:szCs w:val="28"/>
              </w:rPr>
              <w:t>Васильева Мария Александровна</w:t>
            </w:r>
          </w:p>
        </w:tc>
      </w:tr>
      <w:tr w:rsidR="00C2202F" w:rsidRPr="00270DBD" w:rsidTr="001C5D31">
        <w:trPr>
          <w:trHeight w:val="950"/>
        </w:trPr>
        <w:tc>
          <w:tcPr>
            <w:tcW w:w="2200" w:type="dxa"/>
          </w:tcPr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261 607,99</w:t>
            </w:r>
          </w:p>
        </w:tc>
        <w:tc>
          <w:tcPr>
            <w:tcW w:w="1508" w:type="dxa"/>
          </w:tcPr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1C5D31" w:rsidRDefault="00C2202F" w:rsidP="00F56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Renault Simbol</w:t>
            </w:r>
          </w:p>
        </w:tc>
        <w:tc>
          <w:tcPr>
            <w:tcW w:w="1632" w:type="dxa"/>
          </w:tcPr>
          <w:p w:rsidR="00C2202F" w:rsidRPr="003F1DDD" w:rsidRDefault="00C2202F" w:rsidP="00F56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Default="00C2202F" w:rsidP="00F56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0DBD" w:rsidRDefault="00C2202F" w:rsidP="00F56E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922D3A">
        <w:trPr>
          <w:trHeight w:val="402"/>
        </w:trPr>
        <w:tc>
          <w:tcPr>
            <w:tcW w:w="2200" w:type="dxa"/>
          </w:tcPr>
          <w:p w:rsidR="00C2202F" w:rsidRDefault="00C2202F" w:rsidP="00F56E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F56E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0DBD" w:rsidRDefault="00C2202F" w:rsidP="00F56E3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F56E32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Default="00C2202F" w:rsidP="00F56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Default="00C2202F" w:rsidP="00F56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65,29</w:t>
            </w:r>
          </w:p>
        </w:tc>
        <w:tc>
          <w:tcPr>
            <w:tcW w:w="1440" w:type="dxa"/>
          </w:tcPr>
          <w:p w:rsidR="00C2202F" w:rsidRDefault="00C2202F" w:rsidP="00F56E3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F56E32">
            <w:pPr>
              <w:jc w:val="center"/>
              <w:rPr>
                <w:sz w:val="20"/>
                <w:szCs w:val="20"/>
              </w:rPr>
            </w:pPr>
          </w:p>
        </w:tc>
      </w:tr>
    </w:tbl>
    <w:p w:rsidR="00C2202F" w:rsidRDefault="00C2202F" w:rsidP="006E4701">
      <w:pPr>
        <w:jc w:val="center"/>
        <w:rPr>
          <w:sz w:val="28"/>
          <w:szCs w:val="28"/>
        </w:rPr>
      </w:pPr>
    </w:p>
    <w:p w:rsidR="00C2202F" w:rsidRDefault="00C2202F" w:rsidP="006E4701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Default="00C2202F" w:rsidP="006E4701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6E4701">
      <w:pPr>
        <w:jc w:val="center"/>
        <w:rPr>
          <w:sz w:val="28"/>
          <w:szCs w:val="28"/>
        </w:rPr>
      </w:pPr>
      <w:r w:rsidRPr="00FC0881">
        <w:rPr>
          <w:b/>
          <w:sz w:val="28"/>
          <w:szCs w:val="28"/>
        </w:rPr>
        <w:t xml:space="preserve">начальника отдела </w:t>
      </w:r>
      <w:r>
        <w:rPr>
          <w:b/>
          <w:sz w:val="28"/>
          <w:szCs w:val="28"/>
        </w:rPr>
        <w:t xml:space="preserve">наружной рекламы управления архитектуры Администрации муниципального образования «Завьяловский район» </w:t>
      </w:r>
      <w:r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6E4701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0DBD" w:rsidTr="006E4701">
        <w:tc>
          <w:tcPr>
            <w:tcW w:w="2200" w:type="dxa"/>
            <w:vMerge w:val="restart"/>
          </w:tcPr>
          <w:p w:rsidR="00C2202F" w:rsidRPr="00270DBD" w:rsidRDefault="00C2202F" w:rsidP="006E4701">
            <w:pPr>
              <w:ind w:left="72"/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Декларированный годовой</w:t>
            </w:r>
          </w:p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0DBD" w:rsidRDefault="00C2202F" w:rsidP="006E4701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0DBD" w:rsidTr="006E4701">
        <w:tc>
          <w:tcPr>
            <w:tcW w:w="2200" w:type="dxa"/>
            <w:vMerge/>
            <w:vAlign w:val="center"/>
          </w:tcPr>
          <w:p w:rsidR="00C2202F" w:rsidRPr="00270DBD" w:rsidRDefault="00C2202F" w:rsidP="006E4701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6E4701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0DBD" w:rsidRDefault="00C2202F" w:rsidP="00922D3A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70DBD">
              <w:rPr>
                <w:sz w:val="26"/>
                <w:szCs w:val="26"/>
              </w:rPr>
              <w:t>м)</w:t>
            </w:r>
          </w:p>
        </w:tc>
        <w:tc>
          <w:tcPr>
            <w:tcW w:w="1800" w:type="dxa"/>
          </w:tcPr>
          <w:p w:rsidR="00C2202F" w:rsidRPr="00270DBD" w:rsidRDefault="00C2202F" w:rsidP="006E4701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0DBD" w:rsidRDefault="00C2202F" w:rsidP="006E4701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0DBD" w:rsidRDefault="00C2202F" w:rsidP="006E4701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</w:t>
            </w:r>
          </w:p>
          <w:p w:rsidR="00C2202F" w:rsidRPr="00270DBD" w:rsidRDefault="00C2202F" w:rsidP="006E4701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0DBD" w:rsidRDefault="00C2202F" w:rsidP="00922D3A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70DBD">
              <w:rPr>
                <w:sz w:val="26"/>
                <w:szCs w:val="26"/>
              </w:rPr>
              <w:t>м)</w:t>
            </w:r>
          </w:p>
        </w:tc>
        <w:tc>
          <w:tcPr>
            <w:tcW w:w="1440" w:type="dxa"/>
          </w:tcPr>
          <w:p w:rsidR="00C2202F" w:rsidRPr="00270DBD" w:rsidRDefault="00C2202F" w:rsidP="006E4701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0DBD" w:rsidRDefault="00C2202F" w:rsidP="006E4701">
            <w:pPr>
              <w:rPr>
                <w:sz w:val="20"/>
                <w:szCs w:val="20"/>
              </w:rPr>
            </w:pPr>
          </w:p>
        </w:tc>
      </w:tr>
      <w:tr w:rsidR="00C2202F" w:rsidRPr="00270DBD" w:rsidTr="006E4701">
        <w:tc>
          <w:tcPr>
            <w:tcW w:w="14328" w:type="dxa"/>
            <w:gridSpan w:val="9"/>
          </w:tcPr>
          <w:p w:rsidR="00C2202F" w:rsidRPr="00FC0881" w:rsidRDefault="00C2202F" w:rsidP="006E470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Калмыкова Кристина Леонидовна</w:t>
            </w:r>
          </w:p>
        </w:tc>
      </w:tr>
      <w:tr w:rsidR="00C2202F" w:rsidRPr="00270DBD" w:rsidTr="006E4701">
        <w:trPr>
          <w:trHeight w:val="950"/>
        </w:trPr>
        <w:tc>
          <w:tcPr>
            <w:tcW w:w="2200" w:type="dxa"/>
          </w:tcPr>
          <w:p w:rsidR="00C2202F" w:rsidRPr="00270DBD" w:rsidRDefault="00C2202F" w:rsidP="00922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282 411,96 </w:t>
            </w:r>
          </w:p>
        </w:tc>
        <w:tc>
          <w:tcPr>
            <w:tcW w:w="1508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922D3A" w:rsidRDefault="00C2202F" w:rsidP="00922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Daewoo Matiz</w:t>
            </w:r>
          </w:p>
        </w:tc>
        <w:tc>
          <w:tcPr>
            <w:tcW w:w="1632" w:type="dxa"/>
          </w:tcPr>
          <w:p w:rsidR="00C2202F" w:rsidRPr="003F1DD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0DBD" w:rsidRDefault="00C2202F" w:rsidP="00922D3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44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0DBD" w:rsidRDefault="00C2202F" w:rsidP="006E47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B9180C">
        <w:trPr>
          <w:trHeight w:val="381"/>
        </w:trPr>
        <w:tc>
          <w:tcPr>
            <w:tcW w:w="14328" w:type="dxa"/>
            <w:gridSpan w:val="9"/>
          </w:tcPr>
          <w:p w:rsidR="00C2202F" w:rsidRPr="00B9180C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 </w:t>
            </w:r>
          </w:p>
        </w:tc>
      </w:tr>
      <w:tr w:rsidR="00C2202F" w:rsidRPr="00270DBD" w:rsidTr="00144FE5">
        <w:trPr>
          <w:trHeight w:val="381"/>
        </w:trPr>
        <w:tc>
          <w:tcPr>
            <w:tcW w:w="220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424 803,74</w:t>
            </w:r>
          </w:p>
        </w:tc>
        <w:tc>
          <w:tcPr>
            <w:tcW w:w="1508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(1/5 доля)</w:t>
            </w:r>
          </w:p>
        </w:tc>
        <w:tc>
          <w:tcPr>
            <w:tcW w:w="1260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65,28</w:t>
            </w:r>
          </w:p>
        </w:tc>
        <w:tc>
          <w:tcPr>
            <w:tcW w:w="1800" w:type="dxa"/>
          </w:tcPr>
          <w:p w:rsidR="00C2202F" w:rsidRPr="00270DBD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B9180C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Мототранспортное средство ИЖ 6.113-026-01</w:t>
            </w:r>
          </w:p>
        </w:tc>
        <w:tc>
          <w:tcPr>
            <w:tcW w:w="1632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6E47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144FE5">
        <w:trPr>
          <w:trHeight w:val="381"/>
        </w:trPr>
        <w:tc>
          <w:tcPr>
            <w:tcW w:w="220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44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6E4701">
            <w:pPr>
              <w:jc w:val="center"/>
              <w:rPr>
                <w:sz w:val="20"/>
                <w:szCs w:val="20"/>
              </w:rPr>
            </w:pPr>
          </w:p>
        </w:tc>
      </w:tr>
      <w:tr w:rsidR="00C2202F" w:rsidRPr="00270DBD" w:rsidTr="00144FE5">
        <w:trPr>
          <w:trHeight w:val="381"/>
        </w:trPr>
        <w:tc>
          <w:tcPr>
            <w:tcW w:w="14328" w:type="dxa"/>
            <w:gridSpan w:val="9"/>
          </w:tcPr>
          <w:p w:rsidR="00C2202F" w:rsidRPr="00144FE5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</w:tr>
      <w:tr w:rsidR="00C2202F" w:rsidRPr="00270DBD" w:rsidTr="00922D3A">
        <w:trPr>
          <w:trHeight w:val="381"/>
        </w:trPr>
        <w:tc>
          <w:tcPr>
            <w:tcW w:w="220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6E47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44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6E47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2202F" w:rsidRDefault="00C2202F" w:rsidP="00144FE5">
      <w:pPr>
        <w:jc w:val="center"/>
        <w:rPr>
          <w:sz w:val="28"/>
          <w:szCs w:val="28"/>
        </w:rPr>
      </w:pPr>
    </w:p>
    <w:p w:rsidR="00C2202F" w:rsidRDefault="00C2202F" w:rsidP="00144FE5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C2202F" w:rsidRDefault="00C2202F" w:rsidP="00144FE5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144FE5">
      <w:pPr>
        <w:jc w:val="center"/>
        <w:rPr>
          <w:b/>
          <w:sz w:val="28"/>
          <w:szCs w:val="28"/>
        </w:rPr>
      </w:pPr>
      <w:r w:rsidRPr="00FC0881">
        <w:rPr>
          <w:b/>
          <w:sz w:val="28"/>
          <w:szCs w:val="28"/>
        </w:rPr>
        <w:t xml:space="preserve">начальника </w:t>
      </w:r>
      <w:r>
        <w:rPr>
          <w:b/>
          <w:sz w:val="28"/>
          <w:szCs w:val="28"/>
        </w:rPr>
        <w:t xml:space="preserve">сектора градостроительной деятельности управления архитектуры Администрации муниципального образования «Завьяловский район» </w:t>
      </w:r>
    </w:p>
    <w:p w:rsidR="00C2202F" w:rsidRDefault="00C2202F" w:rsidP="00144FE5">
      <w:pPr>
        <w:jc w:val="center"/>
        <w:rPr>
          <w:sz w:val="28"/>
          <w:szCs w:val="28"/>
        </w:rPr>
      </w:pPr>
      <w:r>
        <w:rPr>
          <w:sz w:val="28"/>
          <w:szCs w:val="28"/>
        </w:rPr>
        <w:t>и членов его семьи за период с 1 января по 31 декабря 2015 года</w:t>
      </w:r>
    </w:p>
    <w:p w:rsidR="00C2202F" w:rsidRDefault="00C2202F" w:rsidP="00144FE5">
      <w:pPr>
        <w:jc w:val="both"/>
        <w:rPr>
          <w:sz w:val="28"/>
          <w:szCs w:val="28"/>
        </w:rPr>
      </w:pPr>
    </w:p>
    <w:tbl>
      <w:tblPr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620"/>
      </w:tblGrid>
      <w:tr w:rsidR="00C2202F" w:rsidRPr="00270DBD" w:rsidTr="00144FE5">
        <w:tc>
          <w:tcPr>
            <w:tcW w:w="2200" w:type="dxa"/>
            <w:vMerge w:val="restart"/>
          </w:tcPr>
          <w:p w:rsidR="00C2202F" w:rsidRPr="00270DBD" w:rsidRDefault="00C2202F" w:rsidP="00144FE5">
            <w:pPr>
              <w:ind w:left="72"/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Декларированный годовой</w:t>
            </w:r>
          </w:p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 w:rsidRPr="00270DBD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 w:rsidRPr="00270DBD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20" w:type="dxa"/>
            <w:vMerge w:val="restart"/>
          </w:tcPr>
          <w:p w:rsidR="00C2202F" w:rsidRPr="00270DBD" w:rsidRDefault="00C2202F" w:rsidP="00144FE5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270DBD" w:rsidTr="00144FE5">
        <w:tc>
          <w:tcPr>
            <w:tcW w:w="2200" w:type="dxa"/>
            <w:vMerge/>
            <w:vAlign w:val="center"/>
          </w:tcPr>
          <w:p w:rsidR="00C2202F" w:rsidRPr="00270DBD" w:rsidRDefault="00C2202F" w:rsidP="00144FE5">
            <w:pPr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270DBD" w:rsidRDefault="00C2202F" w:rsidP="00144FE5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270DBD" w:rsidRDefault="00C2202F" w:rsidP="00144FE5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70DBD">
              <w:rPr>
                <w:sz w:val="26"/>
                <w:szCs w:val="26"/>
              </w:rPr>
              <w:t>м)</w:t>
            </w:r>
          </w:p>
        </w:tc>
        <w:tc>
          <w:tcPr>
            <w:tcW w:w="1800" w:type="dxa"/>
          </w:tcPr>
          <w:p w:rsidR="00C2202F" w:rsidRPr="00270DBD" w:rsidRDefault="00C2202F" w:rsidP="00144FE5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270DBD" w:rsidRDefault="00C2202F" w:rsidP="00144FE5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270DBD" w:rsidRDefault="00C2202F" w:rsidP="00144FE5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Вид объекта</w:t>
            </w:r>
          </w:p>
          <w:p w:rsidR="00C2202F" w:rsidRPr="00270DBD" w:rsidRDefault="00C2202F" w:rsidP="00144FE5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270DBD" w:rsidRDefault="00C2202F" w:rsidP="00144FE5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270DBD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 xml:space="preserve"> </w:t>
            </w:r>
            <w:r w:rsidRPr="00270DBD">
              <w:rPr>
                <w:sz w:val="26"/>
                <w:szCs w:val="26"/>
              </w:rPr>
              <w:t>м)</w:t>
            </w:r>
          </w:p>
        </w:tc>
        <w:tc>
          <w:tcPr>
            <w:tcW w:w="1440" w:type="dxa"/>
          </w:tcPr>
          <w:p w:rsidR="00C2202F" w:rsidRPr="00270DBD" w:rsidRDefault="00C2202F" w:rsidP="00144FE5">
            <w:pPr>
              <w:jc w:val="center"/>
              <w:rPr>
                <w:sz w:val="26"/>
                <w:szCs w:val="26"/>
              </w:rPr>
            </w:pPr>
            <w:r w:rsidRPr="00270DBD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20" w:type="dxa"/>
            <w:vMerge/>
          </w:tcPr>
          <w:p w:rsidR="00C2202F" w:rsidRPr="00270DBD" w:rsidRDefault="00C2202F" w:rsidP="00144FE5">
            <w:pPr>
              <w:rPr>
                <w:sz w:val="20"/>
                <w:szCs w:val="20"/>
              </w:rPr>
            </w:pPr>
          </w:p>
        </w:tc>
      </w:tr>
      <w:tr w:rsidR="00C2202F" w:rsidRPr="00270DBD" w:rsidTr="00144FE5">
        <w:tc>
          <w:tcPr>
            <w:tcW w:w="14328" w:type="dxa"/>
            <w:gridSpan w:val="9"/>
          </w:tcPr>
          <w:p w:rsidR="00C2202F" w:rsidRPr="00FC0881" w:rsidRDefault="00C2202F" w:rsidP="00144F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>Галиуллина Надежда Александровна</w:t>
            </w:r>
          </w:p>
        </w:tc>
      </w:tr>
      <w:tr w:rsidR="00C2202F" w:rsidRPr="00270DBD" w:rsidTr="00B073F3">
        <w:trPr>
          <w:trHeight w:val="753"/>
        </w:trPr>
        <w:tc>
          <w:tcPr>
            <w:tcW w:w="2200" w:type="dxa"/>
          </w:tcPr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487 282,87 </w:t>
            </w:r>
          </w:p>
        </w:tc>
        <w:tc>
          <w:tcPr>
            <w:tcW w:w="1508" w:type="dxa"/>
          </w:tcPr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(1/5 доля)</w:t>
            </w:r>
          </w:p>
        </w:tc>
        <w:tc>
          <w:tcPr>
            <w:tcW w:w="1260" w:type="dxa"/>
          </w:tcPr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</w:t>
            </w:r>
          </w:p>
        </w:tc>
        <w:tc>
          <w:tcPr>
            <w:tcW w:w="1800" w:type="dxa"/>
          </w:tcPr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922D3A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3F1DDD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270DBD" w:rsidRDefault="00C2202F" w:rsidP="00B07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132,9</w:t>
            </w:r>
          </w:p>
        </w:tc>
        <w:tc>
          <w:tcPr>
            <w:tcW w:w="144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  <w:vMerge w:val="restart"/>
          </w:tcPr>
          <w:p w:rsidR="00C2202F" w:rsidRPr="00270DBD" w:rsidRDefault="00C2202F" w:rsidP="00144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B073F3">
        <w:trPr>
          <w:trHeight w:val="295"/>
        </w:trPr>
        <w:tc>
          <w:tcPr>
            <w:tcW w:w="22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Default="00C2202F" w:rsidP="00B07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44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144FE5">
            <w:pPr>
              <w:jc w:val="center"/>
              <w:rPr>
                <w:sz w:val="20"/>
                <w:szCs w:val="20"/>
              </w:rPr>
            </w:pPr>
          </w:p>
        </w:tc>
      </w:tr>
      <w:tr w:rsidR="00C2202F" w:rsidRPr="00270DBD" w:rsidTr="00B073F3">
        <w:trPr>
          <w:trHeight w:val="295"/>
        </w:trPr>
        <w:tc>
          <w:tcPr>
            <w:tcW w:w="22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Default="00C2202F" w:rsidP="00B073F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2087</w:t>
            </w:r>
          </w:p>
        </w:tc>
        <w:tc>
          <w:tcPr>
            <w:tcW w:w="144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144FE5">
            <w:pPr>
              <w:jc w:val="center"/>
              <w:rPr>
                <w:sz w:val="20"/>
                <w:szCs w:val="20"/>
              </w:rPr>
            </w:pPr>
          </w:p>
        </w:tc>
      </w:tr>
      <w:tr w:rsidR="00C2202F" w:rsidRPr="00270DBD" w:rsidTr="00144FE5">
        <w:trPr>
          <w:trHeight w:val="381"/>
        </w:trPr>
        <w:tc>
          <w:tcPr>
            <w:tcW w:w="14328" w:type="dxa"/>
            <w:gridSpan w:val="9"/>
          </w:tcPr>
          <w:p w:rsidR="00C2202F" w:rsidRPr="00B9180C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Супруг </w:t>
            </w:r>
          </w:p>
        </w:tc>
      </w:tr>
      <w:tr w:rsidR="00C2202F" w:rsidRPr="00270DBD" w:rsidTr="00144FE5">
        <w:trPr>
          <w:trHeight w:val="381"/>
        </w:trPr>
        <w:tc>
          <w:tcPr>
            <w:tcW w:w="22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321 677,89</w:t>
            </w:r>
          </w:p>
        </w:tc>
        <w:tc>
          <w:tcPr>
            <w:tcW w:w="15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(1/3 доля)</w:t>
            </w:r>
          </w:p>
        </w:tc>
        <w:tc>
          <w:tcPr>
            <w:tcW w:w="1260" w:type="dxa"/>
          </w:tcPr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2087</w:t>
            </w:r>
          </w:p>
        </w:tc>
        <w:tc>
          <w:tcPr>
            <w:tcW w:w="1800" w:type="dxa"/>
          </w:tcPr>
          <w:p w:rsidR="00C2202F" w:rsidRPr="00270DBD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F47034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Kia Cerato</w:t>
            </w:r>
          </w:p>
        </w:tc>
        <w:tc>
          <w:tcPr>
            <w:tcW w:w="1632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Default="00C2202F" w:rsidP="00F470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1800</w:t>
            </w:r>
          </w:p>
        </w:tc>
        <w:tc>
          <w:tcPr>
            <w:tcW w:w="144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144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144FE5">
        <w:trPr>
          <w:trHeight w:val="381"/>
        </w:trPr>
        <w:tc>
          <w:tcPr>
            <w:tcW w:w="22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132,9</w:t>
            </w:r>
          </w:p>
        </w:tc>
        <w:tc>
          <w:tcPr>
            <w:tcW w:w="18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Default="00C2202F" w:rsidP="00144FE5">
            <w:pPr>
              <w:jc w:val="center"/>
              <w:rPr>
                <w:sz w:val="20"/>
                <w:szCs w:val="20"/>
              </w:rPr>
            </w:pPr>
          </w:p>
        </w:tc>
      </w:tr>
      <w:tr w:rsidR="00C2202F" w:rsidRPr="00270DBD" w:rsidTr="00144FE5">
        <w:trPr>
          <w:trHeight w:val="381"/>
        </w:trPr>
        <w:tc>
          <w:tcPr>
            <w:tcW w:w="22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(1/4 доля)</w:t>
            </w:r>
          </w:p>
        </w:tc>
        <w:tc>
          <w:tcPr>
            <w:tcW w:w="126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  <w:tc>
          <w:tcPr>
            <w:tcW w:w="18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20" w:type="dxa"/>
          </w:tcPr>
          <w:p w:rsidR="00C2202F" w:rsidRDefault="00C2202F" w:rsidP="00144FE5">
            <w:pPr>
              <w:jc w:val="center"/>
              <w:rPr>
                <w:sz w:val="20"/>
                <w:szCs w:val="20"/>
              </w:rPr>
            </w:pPr>
          </w:p>
        </w:tc>
      </w:tr>
      <w:tr w:rsidR="00C2202F" w:rsidRPr="00270DBD" w:rsidTr="00144FE5">
        <w:trPr>
          <w:trHeight w:val="381"/>
        </w:trPr>
        <w:tc>
          <w:tcPr>
            <w:tcW w:w="14328" w:type="dxa"/>
            <w:gridSpan w:val="9"/>
          </w:tcPr>
          <w:p w:rsidR="00C2202F" w:rsidRPr="00144FE5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</w:tr>
      <w:tr w:rsidR="00C2202F" w:rsidRPr="00270DBD" w:rsidTr="00F47034">
        <w:trPr>
          <w:trHeight w:val="381"/>
        </w:trPr>
        <w:tc>
          <w:tcPr>
            <w:tcW w:w="22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F470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132,9</w:t>
            </w:r>
          </w:p>
        </w:tc>
        <w:tc>
          <w:tcPr>
            <w:tcW w:w="144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144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270DBD" w:rsidTr="00F47034">
        <w:trPr>
          <w:trHeight w:val="381"/>
        </w:trPr>
        <w:tc>
          <w:tcPr>
            <w:tcW w:w="22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470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Default="00C2202F" w:rsidP="00F470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2087</w:t>
            </w:r>
          </w:p>
        </w:tc>
        <w:tc>
          <w:tcPr>
            <w:tcW w:w="1440" w:type="dxa"/>
          </w:tcPr>
          <w:p w:rsidR="00C2202F" w:rsidRDefault="00C2202F" w:rsidP="00F470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144FE5">
            <w:pPr>
              <w:jc w:val="center"/>
              <w:rPr>
                <w:sz w:val="20"/>
                <w:szCs w:val="20"/>
              </w:rPr>
            </w:pPr>
          </w:p>
        </w:tc>
      </w:tr>
      <w:tr w:rsidR="00C2202F" w:rsidRPr="00270DBD" w:rsidTr="00144FE5">
        <w:trPr>
          <w:trHeight w:val="381"/>
        </w:trPr>
        <w:tc>
          <w:tcPr>
            <w:tcW w:w="22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144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470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Default="00C2202F" w:rsidP="00F470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  <w:tc>
          <w:tcPr>
            <w:tcW w:w="1440" w:type="dxa"/>
          </w:tcPr>
          <w:p w:rsidR="00C2202F" w:rsidRDefault="00C2202F" w:rsidP="00F4703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20" w:type="dxa"/>
          </w:tcPr>
          <w:p w:rsidR="00C2202F" w:rsidRDefault="00C2202F" w:rsidP="00144FE5">
            <w:pPr>
              <w:jc w:val="center"/>
              <w:rPr>
                <w:sz w:val="20"/>
                <w:szCs w:val="20"/>
              </w:rPr>
            </w:pP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НАЧАЛЬНИКА УПРАВЛЕНИЯ ПО ЮРИДИЧЕСКИМ ВОПРОСАМ УПРАВЛЕНИЯ ИМУЩЕСТВА И ЗЕМЕЛЬНЫХ РЕСУРСОВ АДМИНИСТРАЦИИ МУНИЦИПАЛЬНОГО ОБРАЗОВАНИЯ «ЗАВЬЯЛОВСКИЙ РАЙОН» за период с 1 января по 31 декабря 2015 года</w:t>
      </w:r>
    </w:p>
    <w:p w:rsidR="00C2202F" w:rsidRPr="000401A1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8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0401A1">
        <w:tc>
          <w:tcPr>
            <w:tcW w:w="2198" w:type="dxa"/>
            <w:vMerge w:val="restart"/>
          </w:tcPr>
          <w:p w:rsidR="00C2202F" w:rsidRPr="00D76FF2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F56E32">
        <w:tc>
          <w:tcPr>
            <w:tcW w:w="2198" w:type="dxa"/>
            <w:vMerge/>
            <w:vAlign w:val="center"/>
          </w:tcPr>
          <w:p w:rsidR="00C2202F" w:rsidRPr="00D76FF2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F56E32">
        <w:tc>
          <w:tcPr>
            <w:tcW w:w="14345" w:type="dxa"/>
            <w:gridSpan w:val="9"/>
          </w:tcPr>
          <w:p w:rsidR="00C2202F" w:rsidRPr="00D021CA" w:rsidRDefault="00C2202F" w:rsidP="000401A1">
            <w:pPr>
              <w:jc w:val="center"/>
              <w:rPr>
                <w:b/>
              </w:rPr>
            </w:pPr>
            <w:r w:rsidRPr="00D021CA">
              <w:rPr>
                <w:b/>
                <w:sz w:val="28"/>
                <w:szCs w:val="28"/>
              </w:rPr>
              <w:t>Бектина Жанна Витальевна</w:t>
            </w:r>
          </w:p>
        </w:tc>
      </w:tr>
      <w:tr w:rsidR="00C2202F" w:rsidTr="000401A1">
        <w:tc>
          <w:tcPr>
            <w:tcW w:w="2198" w:type="dxa"/>
            <w:vMerge w:val="restart"/>
          </w:tcPr>
          <w:p w:rsidR="00C2202F" w:rsidRPr="00D76FF2" w:rsidRDefault="00C2202F" w:rsidP="00D021CA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48 453,52</w:t>
            </w:r>
          </w:p>
        </w:tc>
        <w:tc>
          <w:tcPr>
            <w:tcW w:w="1507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177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0401A1">
            <w:pPr>
              <w:jc w:val="center"/>
            </w:pPr>
            <w:r>
              <w:t>-</w:t>
            </w:r>
          </w:p>
        </w:tc>
      </w:tr>
      <w:tr w:rsidR="00C2202F" w:rsidTr="000401A1">
        <w:tc>
          <w:tcPr>
            <w:tcW w:w="219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0401A1">
        <w:tc>
          <w:tcPr>
            <w:tcW w:w="12705" w:type="dxa"/>
            <w:gridSpan w:val="8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Дочь</w:t>
            </w:r>
          </w:p>
        </w:tc>
        <w:tc>
          <w:tcPr>
            <w:tcW w:w="1640" w:type="dxa"/>
            <w:vMerge w:val="restart"/>
          </w:tcPr>
          <w:p w:rsidR="00C2202F" w:rsidRDefault="00C2202F" w:rsidP="00D021CA">
            <w:pPr>
              <w:jc w:val="center"/>
            </w:pPr>
            <w:r>
              <w:t>-</w:t>
            </w:r>
          </w:p>
        </w:tc>
      </w:tr>
      <w:tr w:rsidR="00C2202F" w:rsidTr="000401A1">
        <w:tc>
          <w:tcPr>
            <w:tcW w:w="2198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177</w:t>
            </w:r>
            <w:r>
              <w:rPr>
                <w:sz w:val="28"/>
                <w:szCs w:val="28"/>
              </w:rPr>
              <w:t>,3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0401A1">
        <w:tc>
          <w:tcPr>
            <w:tcW w:w="219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0401A1">
        <w:tc>
          <w:tcPr>
            <w:tcW w:w="219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1000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УПРАВЛЕНИЯ-НАЧАЛЬНИКА ОТДЕЛА ИМУЩЕСТВЕННЫХ ОТНОШЕНИЙ УПРАВЛЕНИЯ ИМУЩЕСТВА И ЗЕМЕЛЬНЫХ РЕСУРСОВ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Pr="00F56E32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8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F56E32">
        <w:tc>
          <w:tcPr>
            <w:tcW w:w="2198" w:type="dxa"/>
            <w:vMerge w:val="restart"/>
          </w:tcPr>
          <w:p w:rsidR="00C2202F" w:rsidRPr="00D76FF2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F56E32">
        <w:tc>
          <w:tcPr>
            <w:tcW w:w="2198" w:type="dxa"/>
            <w:vMerge/>
            <w:vAlign w:val="center"/>
          </w:tcPr>
          <w:p w:rsidR="00C2202F" w:rsidRPr="00D76FF2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D021CA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D76FF2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D021CA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D76FF2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F56E32">
        <w:tc>
          <w:tcPr>
            <w:tcW w:w="14345" w:type="dxa"/>
            <w:gridSpan w:val="9"/>
          </w:tcPr>
          <w:p w:rsidR="00C2202F" w:rsidRPr="00D021CA" w:rsidRDefault="00C2202F" w:rsidP="00F56E32">
            <w:pPr>
              <w:jc w:val="center"/>
              <w:rPr>
                <w:b/>
              </w:rPr>
            </w:pPr>
            <w:r w:rsidRPr="00D021CA">
              <w:rPr>
                <w:b/>
                <w:sz w:val="28"/>
                <w:szCs w:val="28"/>
              </w:rPr>
              <w:t>Фаррахов Альберт Рабисович</w:t>
            </w:r>
          </w:p>
        </w:tc>
      </w:tr>
      <w:tr w:rsidR="00C2202F" w:rsidTr="00F56E32">
        <w:tc>
          <w:tcPr>
            <w:tcW w:w="2198" w:type="dxa"/>
          </w:tcPr>
          <w:p w:rsidR="00C2202F" w:rsidRPr="00D76FF2" w:rsidRDefault="00C2202F" w:rsidP="00D021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405 616,33</w:t>
            </w: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C2202F" w:rsidRPr="00D021CA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Мототранспортное средство </w:t>
            </w:r>
            <w:r>
              <w:rPr>
                <w:sz w:val="28"/>
                <w:szCs w:val="28"/>
                <w:lang w:val="en-US"/>
              </w:rPr>
              <w:t>Kawasaki Vulkan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108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F56E32">
            <w:pPr>
              <w:jc w:val="center"/>
            </w:pPr>
            <w:r>
              <w:t>-</w:t>
            </w:r>
          </w:p>
        </w:tc>
      </w:tr>
    </w:tbl>
    <w:p w:rsidR="00C2202F" w:rsidRPr="003E2F4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ЗЕМЕЛЬНЫХ ОТНОШЕНИЙ С ЮРИДИЧЕСКИМИ ЛИЦАМИ УПРАВЛЕНИЯ ИМУЩЕСТВА И ЗЕМЕЛЬНЫХ РЕСУРСОВ АДМИНИСТРАЦИИ МУНИЦИПАЛЬНОГО ОБРАЗОВАНИЯ «ЗАВЬЯЛОВСКИЙ РАЙОН» за период с 1 января по 31 декабря 201</w:t>
      </w:r>
      <w:r w:rsidRPr="004837CF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C2202F" w:rsidRPr="003E2F4F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522"/>
        <w:gridCol w:w="278"/>
        <w:gridCol w:w="1608"/>
        <w:gridCol w:w="1632"/>
        <w:gridCol w:w="1260"/>
        <w:gridCol w:w="1440"/>
        <w:gridCol w:w="1640"/>
      </w:tblGrid>
      <w:tr w:rsidR="00C2202F" w:rsidTr="009655AA">
        <w:tc>
          <w:tcPr>
            <w:tcW w:w="2198" w:type="dxa"/>
            <w:gridSpan w:val="2"/>
            <w:vMerge w:val="restart"/>
          </w:tcPr>
          <w:p w:rsidR="00C2202F" w:rsidRPr="00D76FF2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BB48F5">
        <w:tc>
          <w:tcPr>
            <w:tcW w:w="2198" w:type="dxa"/>
            <w:gridSpan w:val="2"/>
            <w:vMerge/>
            <w:vAlign w:val="center"/>
          </w:tcPr>
          <w:p w:rsidR="00C2202F" w:rsidRPr="00D76FF2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26419B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D76FF2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26419B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D76FF2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4345" w:type="dxa"/>
            <w:gridSpan w:val="11"/>
          </w:tcPr>
          <w:p w:rsidR="00C2202F" w:rsidRPr="004837CF" w:rsidRDefault="00C2202F" w:rsidP="00B863DC">
            <w:pPr>
              <w:jc w:val="center"/>
              <w:rPr>
                <w:b/>
              </w:rPr>
            </w:pPr>
            <w:r w:rsidRPr="004837CF">
              <w:rPr>
                <w:b/>
                <w:sz w:val="28"/>
                <w:szCs w:val="28"/>
              </w:rPr>
              <w:t>Петрова Надежда Анатольевна</w:t>
            </w:r>
          </w:p>
        </w:tc>
      </w:tr>
      <w:tr w:rsidR="00C2202F" w:rsidTr="009655AA">
        <w:tc>
          <w:tcPr>
            <w:tcW w:w="2093" w:type="dxa"/>
            <w:vMerge w:val="restart"/>
          </w:tcPr>
          <w:p w:rsidR="00C2202F" w:rsidRPr="004837CF" w:rsidRDefault="00C2202F" w:rsidP="00483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 w:rsidRPr="004837CF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  <w:lang w:val="en-US"/>
              </w:rPr>
              <w:t> </w:t>
            </w:r>
            <w:r>
              <w:rPr>
                <w:sz w:val="28"/>
                <w:szCs w:val="28"/>
              </w:rPr>
              <w:t>435,</w:t>
            </w:r>
            <w:r w:rsidRPr="004837C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2086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 w:val="restart"/>
          </w:tcPr>
          <w:p w:rsidR="00C2202F" w:rsidRPr="004837CF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740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B863DC">
            <w:pPr>
              <w:jc w:val="center"/>
            </w:pPr>
            <w:r>
              <w:t>-</w:t>
            </w:r>
          </w:p>
        </w:tc>
      </w:tr>
      <w:tr w:rsidR="00C2202F" w:rsidTr="009655AA">
        <w:tc>
          <w:tcPr>
            <w:tcW w:w="2093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 (1/4 доля)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43,4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1560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2093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2093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44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/>
        </w:tc>
      </w:tr>
      <w:tr w:rsidR="00C2202F" w:rsidTr="00BB48F5">
        <w:tc>
          <w:tcPr>
            <w:tcW w:w="14345" w:type="dxa"/>
            <w:gridSpan w:val="11"/>
          </w:tcPr>
          <w:p w:rsidR="00C2202F" w:rsidRDefault="00C2202F" w:rsidP="00B863DC">
            <w:pPr>
              <w:jc w:val="center"/>
            </w:pPr>
            <w:r w:rsidRPr="00D76FF2">
              <w:rPr>
                <w:sz w:val="28"/>
                <w:szCs w:val="28"/>
              </w:rPr>
              <w:t>Супруг</w:t>
            </w:r>
          </w:p>
        </w:tc>
      </w:tr>
      <w:tr w:rsidR="00C2202F" w:rsidTr="009655AA">
        <w:tc>
          <w:tcPr>
            <w:tcW w:w="2093" w:type="dxa"/>
            <w:vMerge w:val="restart"/>
          </w:tcPr>
          <w:p w:rsidR="00C2202F" w:rsidRPr="00D76FF2" w:rsidRDefault="00C2202F" w:rsidP="00483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242 023,22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740</w:t>
            </w:r>
          </w:p>
        </w:tc>
        <w:tc>
          <w:tcPr>
            <w:tcW w:w="152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86" w:type="dxa"/>
            <w:gridSpan w:val="2"/>
          </w:tcPr>
          <w:p w:rsidR="00C2202F" w:rsidRPr="00D76FF2" w:rsidRDefault="00C2202F" w:rsidP="004837C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 М 412 И</w:t>
            </w:r>
            <w:r w:rsidRPr="00D76FF2">
              <w:rPr>
                <w:sz w:val="28"/>
                <w:szCs w:val="28"/>
              </w:rPr>
              <w:t xml:space="preserve">Э  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1560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B863DC">
            <w:pPr>
              <w:jc w:val="center"/>
            </w:pPr>
            <w:r>
              <w:t>-</w:t>
            </w:r>
          </w:p>
        </w:tc>
      </w:tr>
      <w:tr w:rsidR="00C2202F" w:rsidTr="009655AA">
        <w:tc>
          <w:tcPr>
            <w:tcW w:w="2093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 (1/4 доля)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43,4</w:t>
            </w:r>
          </w:p>
        </w:tc>
        <w:tc>
          <w:tcPr>
            <w:tcW w:w="1522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86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Автомобиль</w:t>
            </w:r>
            <w:r>
              <w:rPr>
                <w:sz w:val="28"/>
                <w:szCs w:val="28"/>
              </w:rPr>
              <w:t xml:space="preserve"> легковой</w:t>
            </w:r>
            <w:r w:rsidRPr="00D76FF2">
              <w:rPr>
                <w:sz w:val="28"/>
                <w:szCs w:val="28"/>
              </w:rPr>
              <w:t xml:space="preserve"> ВАЗ 21150</w:t>
            </w:r>
          </w:p>
        </w:tc>
        <w:tc>
          <w:tcPr>
            <w:tcW w:w="1632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2086</w:t>
            </w:r>
          </w:p>
        </w:tc>
        <w:tc>
          <w:tcPr>
            <w:tcW w:w="144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9655AA">
        <w:tc>
          <w:tcPr>
            <w:tcW w:w="2093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2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D76FF2">
              <w:rPr>
                <w:sz w:val="28"/>
                <w:szCs w:val="28"/>
              </w:rPr>
              <w:t xml:space="preserve">Автомобиль легковой </w:t>
            </w:r>
            <w:r w:rsidRPr="00D76FF2">
              <w:rPr>
                <w:sz w:val="28"/>
                <w:szCs w:val="28"/>
                <w:lang w:val="en-US"/>
              </w:rPr>
              <w:t>KIA RIO</w:t>
            </w:r>
          </w:p>
        </w:tc>
        <w:tc>
          <w:tcPr>
            <w:tcW w:w="1632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9655AA">
        <w:tc>
          <w:tcPr>
            <w:tcW w:w="2093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22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86" w:type="dxa"/>
            <w:gridSpan w:val="2"/>
          </w:tcPr>
          <w:p w:rsidR="00C2202F" w:rsidRPr="00D76FF2" w:rsidRDefault="00C2202F" w:rsidP="004837CF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Прицеп</w:t>
            </w:r>
            <w:r>
              <w:rPr>
                <w:sz w:val="28"/>
                <w:szCs w:val="28"/>
              </w:rPr>
              <w:t xml:space="preserve"> к легковым авто</w:t>
            </w:r>
            <w:r w:rsidRPr="00D76FF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НЕФАЗ</w:t>
            </w:r>
            <w:r w:rsidRPr="00D76FF2">
              <w:rPr>
                <w:sz w:val="28"/>
                <w:szCs w:val="28"/>
              </w:rPr>
              <w:t xml:space="preserve"> 8122 </w:t>
            </w:r>
          </w:p>
        </w:tc>
        <w:tc>
          <w:tcPr>
            <w:tcW w:w="1632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9655AA">
        <w:tc>
          <w:tcPr>
            <w:tcW w:w="2093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52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86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/>
        </w:tc>
      </w:tr>
      <w:tr w:rsidR="00C2202F" w:rsidTr="009655AA">
        <w:tc>
          <w:tcPr>
            <w:tcW w:w="2093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522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86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Default="00C2202F"/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УЧЕТА, ПЛАНИРОВАНИЯ И АДМИНИСТРИРОВАНИЯ ДОХОДОВ УПРАВЛЕНИЯ ИМУЩЕСТВА И ЗЕМЕЛЬНЫХ РЕСУРСОВ АДМИНИСТРАЦИИ МУНИЦИПАЛЬНОГО ОБРАЗОВАНИЯ «ЗАВЬЯЛОВСКИЙ РАЙОН» за период с 1 января по 31 декабря 2015 года</w:t>
      </w:r>
    </w:p>
    <w:p w:rsidR="00C2202F" w:rsidRPr="00B863DC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8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8E049F">
        <w:tc>
          <w:tcPr>
            <w:tcW w:w="2198" w:type="dxa"/>
            <w:vMerge w:val="restart"/>
          </w:tcPr>
          <w:p w:rsidR="00C2202F" w:rsidRPr="00D76FF2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BB48F5">
        <w:tc>
          <w:tcPr>
            <w:tcW w:w="2198" w:type="dxa"/>
            <w:vMerge/>
            <w:vAlign w:val="center"/>
          </w:tcPr>
          <w:p w:rsidR="00C2202F" w:rsidRPr="00D76FF2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4345" w:type="dxa"/>
            <w:gridSpan w:val="9"/>
          </w:tcPr>
          <w:p w:rsidR="00C2202F" w:rsidRPr="00F92625" w:rsidRDefault="00C2202F" w:rsidP="008E049F">
            <w:pPr>
              <w:jc w:val="center"/>
              <w:rPr>
                <w:b/>
              </w:rPr>
            </w:pPr>
            <w:r w:rsidRPr="00F92625">
              <w:rPr>
                <w:b/>
                <w:sz w:val="28"/>
                <w:szCs w:val="28"/>
              </w:rPr>
              <w:t>Каракулина Лилия Викторовна</w:t>
            </w:r>
          </w:p>
        </w:tc>
      </w:tr>
      <w:tr w:rsidR="00C2202F" w:rsidTr="008E049F">
        <w:tc>
          <w:tcPr>
            <w:tcW w:w="2198" w:type="dxa"/>
            <w:vMerge w:val="restart"/>
          </w:tcPr>
          <w:p w:rsidR="00C2202F" w:rsidRPr="00D76FF2" w:rsidRDefault="00C2202F" w:rsidP="00F926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388108,46</w:t>
            </w:r>
          </w:p>
        </w:tc>
        <w:tc>
          <w:tcPr>
            <w:tcW w:w="1507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93,8</w:t>
            </w:r>
          </w:p>
        </w:tc>
        <w:tc>
          <w:tcPr>
            <w:tcW w:w="180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1193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8E049F">
            <w:pPr>
              <w:jc w:val="center"/>
            </w:pPr>
            <w:r>
              <w:t>-</w:t>
            </w:r>
          </w:p>
        </w:tc>
      </w:tr>
      <w:tr w:rsidR="00C2202F" w:rsidTr="008E049F">
        <w:tc>
          <w:tcPr>
            <w:tcW w:w="219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64,38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219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F9262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(1/4 доля)</w:t>
            </w:r>
          </w:p>
        </w:tc>
        <w:tc>
          <w:tcPr>
            <w:tcW w:w="1260" w:type="dxa"/>
          </w:tcPr>
          <w:p w:rsidR="00C2202F" w:rsidRPr="00D76FF2" w:rsidRDefault="00C2202F" w:rsidP="00F9262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1560</w:t>
            </w:r>
          </w:p>
        </w:tc>
        <w:tc>
          <w:tcPr>
            <w:tcW w:w="1800" w:type="dxa"/>
          </w:tcPr>
          <w:p w:rsidR="00C2202F" w:rsidRPr="00D76FF2" w:rsidRDefault="00C2202F" w:rsidP="00F9262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2705" w:type="dxa"/>
            <w:gridSpan w:val="8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8E049F">
        <w:tc>
          <w:tcPr>
            <w:tcW w:w="219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5187,80</w:t>
            </w:r>
          </w:p>
        </w:tc>
        <w:tc>
          <w:tcPr>
            <w:tcW w:w="1507" w:type="dxa"/>
          </w:tcPr>
          <w:p w:rsidR="00C2202F" w:rsidRPr="00D76FF2" w:rsidRDefault="00C2202F" w:rsidP="00DF7E11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(1/4 доля)</w:t>
            </w:r>
          </w:p>
        </w:tc>
        <w:tc>
          <w:tcPr>
            <w:tcW w:w="1260" w:type="dxa"/>
          </w:tcPr>
          <w:p w:rsidR="00C2202F" w:rsidRPr="00D76FF2" w:rsidRDefault="00C2202F" w:rsidP="00DF7E11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1560</w:t>
            </w:r>
          </w:p>
        </w:tc>
        <w:tc>
          <w:tcPr>
            <w:tcW w:w="1800" w:type="dxa"/>
          </w:tcPr>
          <w:p w:rsidR="00C2202F" w:rsidRPr="00D76FF2" w:rsidRDefault="00C2202F" w:rsidP="00DF7E11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1193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8E049F">
        <w:tc>
          <w:tcPr>
            <w:tcW w:w="2198" w:type="dxa"/>
            <w:tcBorders>
              <w:top w:val="nil"/>
            </w:tcBorders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nil"/>
            </w:tcBorders>
          </w:tcPr>
          <w:p w:rsidR="00C2202F" w:rsidRPr="00D76FF2" w:rsidRDefault="00C2202F" w:rsidP="00DF7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  <w:tcBorders>
              <w:top w:val="nil"/>
            </w:tcBorders>
          </w:tcPr>
          <w:p w:rsidR="00C2202F" w:rsidRPr="00D76FF2" w:rsidRDefault="00C2202F" w:rsidP="00DF7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93,8</w:t>
            </w:r>
          </w:p>
        </w:tc>
        <w:tc>
          <w:tcPr>
            <w:tcW w:w="1800" w:type="dxa"/>
            <w:tcBorders>
              <w:top w:val="nil"/>
            </w:tcBorders>
          </w:tcPr>
          <w:p w:rsidR="00C2202F" w:rsidRPr="00D76FF2" w:rsidRDefault="00C2202F" w:rsidP="00DF7E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tcBorders>
              <w:top w:val="nil"/>
            </w:tcBorders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64,38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8E049F">
        <w:tc>
          <w:tcPr>
            <w:tcW w:w="2198" w:type="dxa"/>
            <w:tcBorders>
              <w:top w:val="nil"/>
            </w:tcBorders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tcBorders>
              <w:top w:val="nil"/>
            </w:tcBorders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nil"/>
            </w:tcBorders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tcBorders>
              <w:top w:val="nil"/>
            </w:tcBorders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2705" w:type="dxa"/>
            <w:gridSpan w:val="8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8E049F">
        <w:tc>
          <w:tcPr>
            <w:tcW w:w="219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</w:tcPr>
          <w:p w:rsidR="00C2202F" w:rsidRPr="00D76FF2" w:rsidRDefault="00C2202F" w:rsidP="000D58E9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(1/4 доля)</w:t>
            </w:r>
          </w:p>
        </w:tc>
        <w:tc>
          <w:tcPr>
            <w:tcW w:w="1260" w:type="dxa"/>
          </w:tcPr>
          <w:p w:rsidR="00C2202F" w:rsidRPr="00D76FF2" w:rsidRDefault="00C2202F" w:rsidP="000D58E9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1560</w:t>
            </w:r>
          </w:p>
        </w:tc>
        <w:tc>
          <w:tcPr>
            <w:tcW w:w="1800" w:type="dxa"/>
          </w:tcPr>
          <w:p w:rsidR="00C2202F" w:rsidRPr="00D76FF2" w:rsidRDefault="00C2202F" w:rsidP="000D58E9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1193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8E049F">
        <w:tc>
          <w:tcPr>
            <w:tcW w:w="219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0D5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0D5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93,8</w:t>
            </w:r>
          </w:p>
        </w:tc>
        <w:tc>
          <w:tcPr>
            <w:tcW w:w="1800" w:type="dxa"/>
          </w:tcPr>
          <w:p w:rsidR="00C2202F" w:rsidRPr="00D76FF2" w:rsidRDefault="00C2202F" w:rsidP="000D58E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0D58E9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0D58E9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64,38</w:t>
            </w:r>
          </w:p>
        </w:tc>
        <w:tc>
          <w:tcPr>
            <w:tcW w:w="1440" w:type="dxa"/>
          </w:tcPr>
          <w:p w:rsidR="00C2202F" w:rsidRPr="00D76FF2" w:rsidRDefault="00C2202F" w:rsidP="000D58E9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4073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4073DD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4073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ОТДЕЛА УЧЕТА, ПЛАНИРОВАНИЯ И АДМИНИСТРИРОВАНИЯ ДОХОДОВ УПРАВЛЕНИЯ ИМУЩЕСТВА И ЗЕМЕЛЬНЫХ РЕСУРСОВ АДМИНИСТРАЦИИ МУНИЦИПАЛЬНОГО ОБРАЗОВАНИЯ «ЗАВЬЯЛОВСКИЙ РАЙОН» </w:t>
      </w:r>
    </w:p>
    <w:p w:rsidR="00C2202F" w:rsidRDefault="00C2202F" w:rsidP="004073DD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Pr="00B863DC" w:rsidRDefault="00C2202F" w:rsidP="004073DD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8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4073DD">
        <w:tc>
          <w:tcPr>
            <w:tcW w:w="2198" w:type="dxa"/>
            <w:vMerge w:val="restart"/>
          </w:tcPr>
          <w:p w:rsidR="00C2202F" w:rsidRPr="00D76FF2" w:rsidRDefault="00C2202F" w:rsidP="004073DD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4073DD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4073DD">
        <w:tc>
          <w:tcPr>
            <w:tcW w:w="2198" w:type="dxa"/>
            <w:vMerge/>
            <w:vAlign w:val="center"/>
          </w:tcPr>
          <w:p w:rsidR="00C2202F" w:rsidRPr="00D76FF2" w:rsidRDefault="00C2202F" w:rsidP="004073DD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4073DD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4073DD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</w:t>
            </w:r>
            <w:r>
              <w:rPr>
                <w:sz w:val="26"/>
                <w:szCs w:val="26"/>
              </w:rPr>
              <w:t xml:space="preserve"> </w:t>
            </w:r>
            <w:r w:rsidRPr="00D76FF2">
              <w:rPr>
                <w:sz w:val="26"/>
                <w:szCs w:val="26"/>
              </w:rPr>
              <w:t>м)</w:t>
            </w:r>
          </w:p>
        </w:tc>
        <w:tc>
          <w:tcPr>
            <w:tcW w:w="1800" w:type="dxa"/>
          </w:tcPr>
          <w:p w:rsidR="00C2202F" w:rsidRPr="00D76FF2" w:rsidRDefault="00C2202F" w:rsidP="004073DD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4073DD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4073DD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4073DD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4073DD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</w:t>
            </w:r>
            <w:r>
              <w:rPr>
                <w:sz w:val="26"/>
                <w:szCs w:val="26"/>
              </w:rPr>
              <w:t xml:space="preserve"> </w:t>
            </w:r>
            <w:r w:rsidRPr="00D76FF2">
              <w:rPr>
                <w:sz w:val="26"/>
                <w:szCs w:val="26"/>
              </w:rPr>
              <w:t>м)</w:t>
            </w:r>
          </w:p>
        </w:tc>
        <w:tc>
          <w:tcPr>
            <w:tcW w:w="1440" w:type="dxa"/>
          </w:tcPr>
          <w:p w:rsidR="00C2202F" w:rsidRPr="00D76FF2" w:rsidRDefault="00C2202F" w:rsidP="004073DD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 w:rsidP="004073DD"/>
        </w:tc>
      </w:tr>
      <w:tr w:rsidR="00C2202F" w:rsidTr="004073DD">
        <w:tc>
          <w:tcPr>
            <w:tcW w:w="14345" w:type="dxa"/>
            <w:gridSpan w:val="9"/>
          </w:tcPr>
          <w:p w:rsidR="00C2202F" w:rsidRPr="004073DD" w:rsidRDefault="00C2202F" w:rsidP="004073DD">
            <w:pPr>
              <w:jc w:val="center"/>
              <w:rPr>
                <w:b/>
              </w:rPr>
            </w:pPr>
            <w:r w:rsidRPr="004073DD">
              <w:rPr>
                <w:b/>
                <w:sz w:val="28"/>
                <w:szCs w:val="28"/>
              </w:rPr>
              <w:t>Ильминских Галина Геннадьевна</w:t>
            </w:r>
          </w:p>
        </w:tc>
      </w:tr>
      <w:tr w:rsidR="00C2202F" w:rsidTr="004073DD">
        <w:tc>
          <w:tcPr>
            <w:tcW w:w="2198" w:type="dxa"/>
            <w:vMerge w:val="restart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320958,01</w:t>
            </w:r>
          </w:p>
        </w:tc>
        <w:tc>
          <w:tcPr>
            <w:tcW w:w="1507" w:type="dxa"/>
            <w:vMerge w:val="restart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1800" w:type="dxa"/>
            <w:vMerge w:val="restart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 w:val="restart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Автомобиль легковой ВАЗ 111830</w:t>
            </w:r>
          </w:p>
        </w:tc>
        <w:tc>
          <w:tcPr>
            <w:tcW w:w="1632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144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4073DD">
            <w:pPr>
              <w:jc w:val="center"/>
            </w:pPr>
            <w:r>
              <w:t>-</w:t>
            </w:r>
          </w:p>
        </w:tc>
      </w:tr>
      <w:tr w:rsidR="00C2202F" w:rsidTr="004073DD">
        <w:tc>
          <w:tcPr>
            <w:tcW w:w="2198" w:type="dxa"/>
            <w:vMerge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vMerge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</w:t>
            </w:r>
          </w:p>
        </w:tc>
        <w:tc>
          <w:tcPr>
            <w:tcW w:w="144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 w:rsidP="004073DD"/>
        </w:tc>
      </w:tr>
      <w:tr w:rsidR="00C2202F" w:rsidTr="004073DD">
        <w:tc>
          <w:tcPr>
            <w:tcW w:w="2198" w:type="dxa"/>
            <w:vMerge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vMerge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  <w:tc>
          <w:tcPr>
            <w:tcW w:w="144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 w:rsidP="004073DD"/>
        </w:tc>
      </w:tr>
      <w:tr w:rsidR="00C2202F" w:rsidTr="004073DD">
        <w:tc>
          <w:tcPr>
            <w:tcW w:w="2198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</w:t>
            </w:r>
          </w:p>
        </w:tc>
        <w:tc>
          <w:tcPr>
            <w:tcW w:w="144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 w:rsidP="004073DD"/>
        </w:tc>
      </w:tr>
      <w:tr w:rsidR="00C2202F" w:rsidTr="004073DD">
        <w:tc>
          <w:tcPr>
            <w:tcW w:w="12705" w:type="dxa"/>
            <w:gridSpan w:val="8"/>
          </w:tcPr>
          <w:p w:rsidR="00C2202F" w:rsidRPr="00D76FF2" w:rsidRDefault="00C2202F" w:rsidP="001A1B48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упруг</w:t>
            </w:r>
            <w:r w:rsidRPr="00D76FF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40" w:type="dxa"/>
          </w:tcPr>
          <w:p w:rsidR="00C2202F" w:rsidRDefault="00C2202F" w:rsidP="001A1B48"/>
        </w:tc>
      </w:tr>
      <w:tr w:rsidR="00C2202F" w:rsidTr="004073DD">
        <w:tc>
          <w:tcPr>
            <w:tcW w:w="2198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183196,51</w:t>
            </w:r>
          </w:p>
        </w:tc>
        <w:tc>
          <w:tcPr>
            <w:tcW w:w="1507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43,4</w:t>
            </w:r>
          </w:p>
        </w:tc>
        <w:tc>
          <w:tcPr>
            <w:tcW w:w="180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D76FF2" w:rsidRDefault="00C2202F" w:rsidP="001A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 ВАЗ 21074</w:t>
            </w:r>
          </w:p>
        </w:tc>
        <w:tc>
          <w:tcPr>
            <w:tcW w:w="1632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2900</w:t>
            </w:r>
          </w:p>
        </w:tc>
        <w:tc>
          <w:tcPr>
            <w:tcW w:w="144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1A1B48">
            <w:pPr>
              <w:jc w:val="center"/>
            </w:pPr>
            <w:r>
              <w:t>-</w:t>
            </w:r>
          </w:p>
        </w:tc>
      </w:tr>
      <w:tr w:rsidR="00C2202F" w:rsidTr="004073DD">
        <w:tc>
          <w:tcPr>
            <w:tcW w:w="2198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1A1B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48,6</w:t>
            </w:r>
          </w:p>
        </w:tc>
        <w:tc>
          <w:tcPr>
            <w:tcW w:w="1440" w:type="dxa"/>
          </w:tcPr>
          <w:p w:rsidR="00C2202F" w:rsidRPr="00D76FF2" w:rsidRDefault="00C2202F" w:rsidP="004073D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 w:rsidP="004073DD"/>
        </w:tc>
      </w:tr>
      <w:tr w:rsidR="00C2202F" w:rsidTr="004073DD">
        <w:tc>
          <w:tcPr>
            <w:tcW w:w="2198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1A1B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1A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</w:tcPr>
          <w:p w:rsidR="00C2202F" w:rsidRPr="00D76FF2" w:rsidRDefault="00C2202F" w:rsidP="001A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</w:t>
            </w:r>
          </w:p>
        </w:tc>
        <w:tc>
          <w:tcPr>
            <w:tcW w:w="1440" w:type="dxa"/>
          </w:tcPr>
          <w:p w:rsidR="00C2202F" w:rsidRPr="00D76FF2" w:rsidRDefault="00C2202F" w:rsidP="001A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 w:rsidP="004073DD"/>
        </w:tc>
      </w:tr>
      <w:tr w:rsidR="00C2202F" w:rsidTr="004073DD">
        <w:tc>
          <w:tcPr>
            <w:tcW w:w="2198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4073D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1A1B4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1A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1A1B4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  <w:tc>
          <w:tcPr>
            <w:tcW w:w="1440" w:type="dxa"/>
          </w:tcPr>
          <w:p w:rsidR="00C2202F" w:rsidRPr="00D76FF2" w:rsidRDefault="00C2202F" w:rsidP="001A1B48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 w:rsidP="004073DD"/>
        </w:tc>
      </w:tr>
    </w:tbl>
    <w:p w:rsidR="00C2202F" w:rsidRDefault="00C2202F" w:rsidP="00C6393B">
      <w:pPr>
        <w:jc w:val="center"/>
        <w:rPr>
          <w:sz w:val="28"/>
          <w:szCs w:val="28"/>
        </w:rPr>
      </w:pPr>
    </w:p>
    <w:p w:rsidR="00C2202F" w:rsidRDefault="00C2202F" w:rsidP="00C639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C6393B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C6393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УЧЕТА И ИСПОЛНЕНИЯ УСЛОВИЙ ДОГОВОРОВ ОТДЕЛА УЧЕТА, ПЛАНИРОВАНИЯ И АДМИНИСТРИРОВАНИЯ ДОХОДОВ УПРАВЛЕНИЯ ИМУЩЕСТВА И ЗЕМЕЛЬНЫХ РЕСУРСОВ АДМИНИСТРАЦИИ МУНИЦИПАЛЬНОГО ОБРАЗОВАНИЯ «ЗАВЬЯЛОВСКИЙ РАЙОН» </w:t>
      </w:r>
    </w:p>
    <w:p w:rsidR="00C2202F" w:rsidRDefault="00C2202F" w:rsidP="00C6393B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Pr="00B863DC" w:rsidRDefault="00C2202F" w:rsidP="00C6393B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8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C6393B">
        <w:tc>
          <w:tcPr>
            <w:tcW w:w="2198" w:type="dxa"/>
            <w:vMerge w:val="restart"/>
          </w:tcPr>
          <w:p w:rsidR="00C2202F" w:rsidRPr="00D76FF2" w:rsidRDefault="00C2202F" w:rsidP="00C6393B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C6393B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C6393B">
        <w:tc>
          <w:tcPr>
            <w:tcW w:w="2198" w:type="dxa"/>
            <w:vMerge/>
            <w:vAlign w:val="center"/>
          </w:tcPr>
          <w:p w:rsidR="00C2202F" w:rsidRPr="00D76FF2" w:rsidRDefault="00C2202F" w:rsidP="00C6393B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C6393B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C6393B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</w:t>
            </w:r>
            <w:r>
              <w:rPr>
                <w:sz w:val="26"/>
                <w:szCs w:val="26"/>
              </w:rPr>
              <w:t xml:space="preserve"> </w:t>
            </w:r>
            <w:r w:rsidRPr="00D76FF2">
              <w:rPr>
                <w:sz w:val="26"/>
                <w:szCs w:val="26"/>
              </w:rPr>
              <w:t>м)</w:t>
            </w:r>
          </w:p>
        </w:tc>
        <w:tc>
          <w:tcPr>
            <w:tcW w:w="1800" w:type="dxa"/>
          </w:tcPr>
          <w:p w:rsidR="00C2202F" w:rsidRPr="00D76FF2" w:rsidRDefault="00C2202F" w:rsidP="00C6393B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C6393B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C6393B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C6393B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C6393B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</w:t>
            </w:r>
            <w:r>
              <w:rPr>
                <w:sz w:val="26"/>
                <w:szCs w:val="26"/>
              </w:rPr>
              <w:t xml:space="preserve"> </w:t>
            </w:r>
            <w:r w:rsidRPr="00D76FF2">
              <w:rPr>
                <w:sz w:val="26"/>
                <w:szCs w:val="26"/>
              </w:rPr>
              <w:t>м)</w:t>
            </w:r>
          </w:p>
        </w:tc>
        <w:tc>
          <w:tcPr>
            <w:tcW w:w="1440" w:type="dxa"/>
          </w:tcPr>
          <w:p w:rsidR="00C2202F" w:rsidRPr="00D76FF2" w:rsidRDefault="00C2202F" w:rsidP="00C6393B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 w:rsidP="00C6393B"/>
        </w:tc>
      </w:tr>
      <w:tr w:rsidR="00C2202F" w:rsidTr="00C6393B">
        <w:tc>
          <w:tcPr>
            <w:tcW w:w="14345" w:type="dxa"/>
            <w:gridSpan w:val="9"/>
          </w:tcPr>
          <w:p w:rsidR="00C2202F" w:rsidRPr="004073DD" w:rsidRDefault="00C2202F" w:rsidP="00C6393B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Грязева Анжелика Николаевна</w:t>
            </w:r>
          </w:p>
        </w:tc>
      </w:tr>
      <w:tr w:rsidR="00C2202F" w:rsidTr="00C6393B">
        <w:tc>
          <w:tcPr>
            <w:tcW w:w="2198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287 241,46</w:t>
            </w:r>
          </w:p>
        </w:tc>
        <w:tc>
          <w:tcPr>
            <w:tcW w:w="1507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(3/11 доли)</w:t>
            </w:r>
          </w:p>
        </w:tc>
        <w:tc>
          <w:tcPr>
            <w:tcW w:w="126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80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44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C6393B">
            <w:pPr>
              <w:jc w:val="center"/>
            </w:pPr>
            <w:r>
              <w:t>-</w:t>
            </w:r>
          </w:p>
        </w:tc>
      </w:tr>
      <w:tr w:rsidR="00C2202F" w:rsidTr="00C6393B">
        <w:tc>
          <w:tcPr>
            <w:tcW w:w="12705" w:type="dxa"/>
            <w:gridSpan w:val="8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40" w:type="dxa"/>
          </w:tcPr>
          <w:p w:rsidR="00C2202F" w:rsidRDefault="00C2202F" w:rsidP="00C6393B"/>
        </w:tc>
      </w:tr>
      <w:tr w:rsidR="00C2202F" w:rsidTr="00C6393B">
        <w:tc>
          <w:tcPr>
            <w:tcW w:w="2198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(1/11 доля)</w:t>
            </w:r>
          </w:p>
        </w:tc>
        <w:tc>
          <w:tcPr>
            <w:tcW w:w="126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80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Default="00C2202F" w:rsidP="00C6393B">
            <w:pPr>
              <w:jc w:val="center"/>
            </w:pPr>
            <w:r>
              <w:t>-</w:t>
            </w:r>
          </w:p>
        </w:tc>
      </w:tr>
      <w:tr w:rsidR="00C2202F" w:rsidTr="000B79B8">
        <w:tc>
          <w:tcPr>
            <w:tcW w:w="14345" w:type="dxa"/>
            <w:gridSpan w:val="9"/>
          </w:tcPr>
          <w:p w:rsidR="00C2202F" w:rsidRPr="000B79B8" w:rsidRDefault="00C2202F" w:rsidP="00C6393B">
            <w:pPr>
              <w:jc w:val="center"/>
              <w:rPr>
                <w:sz w:val="28"/>
                <w:szCs w:val="28"/>
              </w:rPr>
            </w:pPr>
            <w:r w:rsidRPr="000B79B8">
              <w:rPr>
                <w:sz w:val="28"/>
                <w:szCs w:val="28"/>
              </w:rPr>
              <w:t xml:space="preserve">Сын </w:t>
            </w:r>
          </w:p>
        </w:tc>
      </w:tr>
      <w:tr w:rsidR="00C2202F" w:rsidTr="00C6393B">
        <w:tc>
          <w:tcPr>
            <w:tcW w:w="2198" w:type="dxa"/>
          </w:tcPr>
          <w:p w:rsidR="00C2202F" w:rsidRPr="00D76FF2" w:rsidRDefault="00C2202F" w:rsidP="000B7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</w:tcPr>
          <w:p w:rsidR="00C2202F" w:rsidRPr="00D76FF2" w:rsidRDefault="00C2202F" w:rsidP="000B7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(1/11 доля)</w:t>
            </w:r>
          </w:p>
        </w:tc>
        <w:tc>
          <w:tcPr>
            <w:tcW w:w="1260" w:type="dxa"/>
          </w:tcPr>
          <w:p w:rsidR="00C2202F" w:rsidRPr="00D76FF2" w:rsidRDefault="00C2202F" w:rsidP="000B7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107,4</w:t>
            </w:r>
          </w:p>
        </w:tc>
        <w:tc>
          <w:tcPr>
            <w:tcW w:w="1800" w:type="dxa"/>
          </w:tcPr>
          <w:p w:rsidR="00C2202F" w:rsidRPr="00D76FF2" w:rsidRDefault="00C2202F" w:rsidP="000B7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D76FF2" w:rsidRDefault="00C2202F" w:rsidP="000B7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0B79B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Default="00C2202F" w:rsidP="00C6393B">
            <w:pPr>
              <w:jc w:val="center"/>
            </w:pPr>
          </w:p>
        </w:tc>
      </w:tr>
    </w:tbl>
    <w:p w:rsidR="00C2202F" w:rsidRPr="008E049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ЗЕМЕЛЬНЫХ ОТНОШЕНИЙ С ФИЗИЧЕСКИМИ ЛИЦАМИ УПРАВЛЕНИЯ ИМУЩЕСТВА И ЗЕМЕЛЬНЫХ РЕСУРСОВ АДМИНИСТРАЦИИ МУНИЦИПАЛЬНОГО ОБРАЗОВАНИЯ «ЗАВЬЯЛОВСКИЙ РАЙОН» за период с 1 января по 31 декабря 2015 года</w:t>
      </w:r>
    </w:p>
    <w:p w:rsidR="00C2202F" w:rsidRPr="008E049F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8E049F">
        <w:tc>
          <w:tcPr>
            <w:tcW w:w="2198" w:type="dxa"/>
            <w:gridSpan w:val="2"/>
            <w:vMerge w:val="restart"/>
          </w:tcPr>
          <w:p w:rsidR="00C2202F" w:rsidRPr="00D76FF2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BB48F5">
        <w:tc>
          <w:tcPr>
            <w:tcW w:w="2198" w:type="dxa"/>
            <w:gridSpan w:val="2"/>
            <w:vMerge/>
            <w:vAlign w:val="center"/>
          </w:tcPr>
          <w:p w:rsidR="00C2202F" w:rsidRPr="00D76FF2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4345" w:type="dxa"/>
            <w:gridSpan w:val="10"/>
          </w:tcPr>
          <w:p w:rsidR="00C2202F" w:rsidRPr="004837CF" w:rsidRDefault="00C2202F" w:rsidP="008E049F">
            <w:pPr>
              <w:jc w:val="center"/>
              <w:rPr>
                <w:b/>
              </w:rPr>
            </w:pPr>
            <w:r w:rsidRPr="004837CF">
              <w:rPr>
                <w:b/>
                <w:sz w:val="28"/>
                <w:szCs w:val="28"/>
              </w:rPr>
              <w:t>Татаркина Алена Юрьевна</w:t>
            </w:r>
          </w:p>
        </w:tc>
      </w:tr>
      <w:tr w:rsidR="00C2202F" w:rsidTr="00BB48F5">
        <w:tc>
          <w:tcPr>
            <w:tcW w:w="2093" w:type="dxa"/>
          </w:tcPr>
          <w:p w:rsidR="00C2202F" w:rsidRPr="00D76FF2" w:rsidRDefault="00C2202F" w:rsidP="004837CF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79 892,58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(1/5 доля)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61,5</w:t>
            </w:r>
          </w:p>
        </w:tc>
        <w:tc>
          <w:tcPr>
            <w:tcW w:w="180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Default="00C2202F" w:rsidP="008E049F">
            <w:pPr>
              <w:jc w:val="center"/>
            </w:pPr>
            <w:r>
              <w:t>-</w:t>
            </w:r>
          </w:p>
        </w:tc>
      </w:tr>
      <w:tr w:rsidR="00C2202F" w:rsidTr="00BB48F5">
        <w:tc>
          <w:tcPr>
            <w:tcW w:w="14345" w:type="dxa"/>
            <w:gridSpan w:val="10"/>
          </w:tcPr>
          <w:p w:rsidR="00C2202F" w:rsidRDefault="00C2202F" w:rsidP="008E049F">
            <w:pPr>
              <w:jc w:val="center"/>
            </w:pPr>
            <w:r>
              <w:rPr>
                <w:sz w:val="28"/>
                <w:szCs w:val="28"/>
              </w:rPr>
              <w:t>Супруг</w:t>
            </w:r>
          </w:p>
        </w:tc>
      </w:tr>
      <w:tr w:rsidR="00C2202F" w:rsidTr="008E049F">
        <w:tc>
          <w:tcPr>
            <w:tcW w:w="2093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349 388,01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540</w:t>
            </w:r>
          </w:p>
        </w:tc>
        <w:tc>
          <w:tcPr>
            <w:tcW w:w="180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 w:val="restart"/>
          </w:tcPr>
          <w:p w:rsidR="00C2202F" w:rsidRPr="00794025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Nissan Almera</w:t>
            </w:r>
          </w:p>
        </w:tc>
        <w:tc>
          <w:tcPr>
            <w:tcW w:w="1632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34,9</w:t>
            </w:r>
          </w:p>
        </w:tc>
        <w:tc>
          <w:tcPr>
            <w:tcW w:w="144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Россия</w:t>
            </w:r>
          </w:p>
        </w:tc>
        <w:tc>
          <w:tcPr>
            <w:tcW w:w="1640" w:type="dxa"/>
            <w:vMerge w:val="restart"/>
          </w:tcPr>
          <w:p w:rsidR="00C2202F" w:rsidRDefault="00C2202F" w:rsidP="008E049F">
            <w:pPr>
              <w:jc w:val="center"/>
            </w:pPr>
            <w:r>
              <w:t>-</w:t>
            </w:r>
          </w:p>
        </w:tc>
      </w:tr>
      <w:tr w:rsidR="00C2202F" w:rsidTr="008E049F">
        <w:tc>
          <w:tcPr>
            <w:tcW w:w="2093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садовый 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38.6</w:t>
            </w:r>
          </w:p>
        </w:tc>
        <w:tc>
          <w:tcPr>
            <w:tcW w:w="180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</w:tbl>
    <w:p w:rsidR="00C2202F" w:rsidRDefault="00C2202F" w:rsidP="000A4674">
      <w:pPr>
        <w:jc w:val="center"/>
        <w:rPr>
          <w:sz w:val="28"/>
          <w:szCs w:val="28"/>
        </w:rPr>
      </w:pPr>
    </w:p>
    <w:p w:rsidR="00C2202F" w:rsidRDefault="00C2202F" w:rsidP="00063A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063A46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063A4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ЭКСПЕРТИЗЫ ЗЕМЛЕУСТРОИТЕЛЬНОЙ ДОКУМЕНТАЦИИ ОТДЕЛА ЗЕМЕЛЬНЫХ ОТНОШЕНИЙ С ФИЗИЧЕСКИМИ ЛИЦАМИ УПРАВЛЕНИЯ ИМУЩЕСТВА И ЗЕМЕЛЬНЫХ РЕСУРСОВ АДМИНИСТРАЦИИ МУНИЦИПАЛЬНОГО ОБРАЗОВАНИЯ «ЗАВЬЯЛОВСКИЙ РАЙОН» </w:t>
      </w:r>
    </w:p>
    <w:p w:rsidR="00C2202F" w:rsidRDefault="00C2202F" w:rsidP="00063A46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Pr="008E049F" w:rsidRDefault="00C2202F" w:rsidP="00063A46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063A46">
        <w:tc>
          <w:tcPr>
            <w:tcW w:w="2198" w:type="dxa"/>
            <w:gridSpan w:val="2"/>
            <w:vMerge w:val="restart"/>
          </w:tcPr>
          <w:p w:rsidR="00C2202F" w:rsidRPr="00D76FF2" w:rsidRDefault="00C2202F" w:rsidP="00063A46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063A46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063A46">
        <w:tc>
          <w:tcPr>
            <w:tcW w:w="2198" w:type="dxa"/>
            <w:gridSpan w:val="2"/>
            <w:vMerge/>
            <w:vAlign w:val="center"/>
          </w:tcPr>
          <w:p w:rsidR="00C2202F" w:rsidRPr="00D76FF2" w:rsidRDefault="00C2202F" w:rsidP="00063A46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063A46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D76FF2" w:rsidRDefault="00C2202F" w:rsidP="00063A46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063A46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063A46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063A46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D76FF2" w:rsidRDefault="00C2202F" w:rsidP="00063A46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 w:rsidP="00063A46"/>
        </w:tc>
      </w:tr>
      <w:tr w:rsidR="00C2202F" w:rsidTr="00063A46">
        <w:tc>
          <w:tcPr>
            <w:tcW w:w="14345" w:type="dxa"/>
            <w:gridSpan w:val="10"/>
          </w:tcPr>
          <w:p w:rsidR="00C2202F" w:rsidRPr="004837CF" w:rsidRDefault="00C2202F" w:rsidP="00063A46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Горзолия Татьяна Вячеслввовна</w:t>
            </w:r>
          </w:p>
        </w:tc>
      </w:tr>
      <w:tr w:rsidR="00C2202F" w:rsidTr="00063A46">
        <w:tc>
          <w:tcPr>
            <w:tcW w:w="2093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282 642,23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180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E4097C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Peugeot</w:t>
            </w:r>
            <w:r>
              <w:rPr>
                <w:sz w:val="28"/>
                <w:szCs w:val="28"/>
              </w:rPr>
              <w:t xml:space="preserve"> 206</w:t>
            </w:r>
          </w:p>
        </w:tc>
        <w:tc>
          <w:tcPr>
            <w:tcW w:w="1632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 w:val="restart"/>
          </w:tcPr>
          <w:p w:rsidR="00C2202F" w:rsidRPr="00E4097C" w:rsidRDefault="00C2202F" w:rsidP="00063A46">
            <w:pPr>
              <w:jc w:val="center"/>
              <w:rPr>
                <w:sz w:val="26"/>
                <w:szCs w:val="26"/>
              </w:rPr>
            </w:pPr>
            <w:r w:rsidRPr="00E4097C">
              <w:rPr>
                <w:sz w:val="26"/>
                <w:szCs w:val="26"/>
              </w:rPr>
              <w:t>Доход от продажи квартиры, накопления</w:t>
            </w:r>
          </w:p>
        </w:tc>
      </w:tr>
      <w:tr w:rsidR="00C2202F" w:rsidTr="00063A46">
        <w:tc>
          <w:tcPr>
            <w:tcW w:w="2093" w:type="dxa"/>
          </w:tcPr>
          <w:p w:rsidR="00C2202F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E4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E4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1800" w:type="dxa"/>
          </w:tcPr>
          <w:p w:rsidR="00C2202F" w:rsidRPr="00D76FF2" w:rsidRDefault="00C2202F" w:rsidP="00E4097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Pr="00E4097C" w:rsidRDefault="00C2202F" w:rsidP="00063A46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Tr="00063A46">
        <w:tc>
          <w:tcPr>
            <w:tcW w:w="2093" w:type="dxa"/>
          </w:tcPr>
          <w:p w:rsidR="00C2202F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E4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(9/10 доли)</w:t>
            </w:r>
          </w:p>
        </w:tc>
        <w:tc>
          <w:tcPr>
            <w:tcW w:w="1260" w:type="dxa"/>
          </w:tcPr>
          <w:p w:rsidR="00C2202F" w:rsidRDefault="00C2202F" w:rsidP="00E4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50,2</w:t>
            </w:r>
          </w:p>
        </w:tc>
        <w:tc>
          <w:tcPr>
            <w:tcW w:w="1800" w:type="dxa"/>
          </w:tcPr>
          <w:p w:rsidR="00C2202F" w:rsidRPr="00D76FF2" w:rsidRDefault="00C2202F" w:rsidP="00E4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Pr="00E4097C" w:rsidRDefault="00C2202F" w:rsidP="00063A46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Tr="00063A46">
        <w:tc>
          <w:tcPr>
            <w:tcW w:w="14345" w:type="dxa"/>
            <w:gridSpan w:val="10"/>
          </w:tcPr>
          <w:p w:rsidR="00C2202F" w:rsidRDefault="00C2202F" w:rsidP="00063A46">
            <w:pPr>
              <w:jc w:val="center"/>
            </w:pPr>
            <w:r>
              <w:rPr>
                <w:sz w:val="28"/>
                <w:szCs w:val="28"/>
              </w:rPr>
              <w:t>Супруг</w:t>
            </w:r>
          </w:p>
        </w:tc>
      </w:tr>
      <w:tr w:rsidR="00C2202F" w:rsidTr="00063A46">
        <w:tc>
          <w:tcPr>
            <w:tcW w:w="2093" w:type="dxa"/>
            <w:vMerge w:val="restart"/>
          </w:tcPr>
          <w:p w:rsidR="00C2202F" w:rsidRPr="00D76FF2" w:rsidRDefault="00C2202F" w:rsidP="00E4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35 000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4367</w:t>
            </w:r>
          </w:p>
        </w:tc>
        <w:tc>
          <w:tcPr>
            <w:tcW w:w="180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 w:val="restart"/>
          </w:tcPr>
          <w:p w:rsidR="00C2202F" w:rsidRPr="00C6393B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Грузовой автомобиль Урал 555700-01</w:t>
            </w:r>
          </w:p>
        </w:tc>
        <w:tc>
          <w:tcPr>
            <w:tcW w:w="1632" w:type="dxa"/>
            <w:vMerge w:val="restart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 w:val="restart"/>
          </w:tcPr>
          <w:p w:rsidR="00C2202F" w:rsidRDefault="00C2202F" w:rsidP="00063A46">
            <w:pPr>
              <w:jc w:val="center"/>
            </w:pPr>
            <w:r w:rsidRPr="00E4097C">
              <w:rPr>
                <w:sz w:val="26"/>
                <w:szCs w:val="26"/>
              </w:rPr>
              <w:t>Доход от продажи квартиры, накопления</w:t>
            </w:r>
          </w:p>
        </w:tc>
      </w:tr>
      <w:tr w:rsidR="00C2202F" w:rsidTr="00063A46">
        <w:tc>
          <w:tcPr>
            <w:tcW w:w="2093" w:type="dxa"/>
          </w:tcPr>
          <w:p w:rsidR="00C2202F" w:rsidRDefault="00C2202F" w:rsidP="00E40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(1/10 доля)</w:t>
            </w:r>
          </w:p>
        </w:tc>
        <w:tc>
          <w:tcPr>
            <w:tcW w:w="1260" w:type="dxa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50,2</w:t>
            </w:r>
          </w:p>
        </w:tc>
        <w:tc>
          <w:tcPr>
            <w:tcW w:w="180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C6393B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Прицеп груз. роспуск</w:t>
            </w:r>
          </w:p>
        </w:tc>
        <w:tc>
          <w:tcPr>
            <w:tcW w:w="1632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Pr="00E4097C" w:rsidRDefault="00C2202F" w:rsidP="00063A46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Tr="00063A46">
        <w:tc>
          <w:tcPr>
            <w:tcW w:w="2093" w:type="dxa"/>
          </w:tcPr>
          <w:p w:rsidR="00C2202F" w:rsidRDefault="00C2202F" w:rsidP="00E4097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Здание склада</w:t>
            </w:r>
          </w:p>
        </w:tc>
        <w:tc>
          <w:tcPr>
            <w:tcW w:w="1260" w:type="dxa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444,3</w:t>
            </w:r>
          </w:p>
        </w:tc>
        <w:tc>
          <w:tcPr>
            <w:tcW w:w="1800" w:type="dxa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C6393B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Pr="00E4097C" w:rsidRDefault="00C2202F" w:rsidP="00063A46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Tr="00C6393B">
        <w:tc>
          <w:tcPr>
            <w:tcW w:w="14345" w:type="dxa"/>
            <w:gridSpan w:val="10"/>
          </w:tcPr>
          <w:p w:rsidR="00C2202F" w:rsidRPr="00E4097C" w:rsidRDefault="00C2202F" w:rsidP="00063A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Сын </w:t>
            </w:r>
          </w:p>
        </w:tc>
      </w:tr>
      <w:tr w:rsidR="00C2202F" w:rsidTr="00063A46">
        <w:tc>
          <w:tcPr>
            <w:tcW w:w="2093" w:type="dxa"/>
          </w:tcPr>
          <w:p w:rsidR="00C2202F" w:rsidRDefault="00C2202F" w:rsidP="00E4097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12" w:type="dxa"/>
            <w:gridSpan w:val="2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C6393B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50,2</w:t>
            </w:r>
          </w:p>
        </w:tc>
        <w:tc>
          <w:tcPr>
            <w:tcW w:w="1440" w:type="dxa"/>
          </w:tcPr>
          <w:p w:rsidR="00C2202F" w:rsidRPr="00D76FF2" w:rsidRDefault="00C2202F" w:rsidP="00063A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Pr="00E4097C" w:rsidRDefault="00C2202F" w:rsidP="00063A46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Tr="00C6393B">
        <w:tc>
          <w:tcPr>
            <w:tcW w:w="14345" w:type="dxa"/>
            <w:gridSpan w:val="10"/>
          </w:tcPr>
          <w:p w:rsidR="00C2202F" w:rsidRPr="00E4097C" w:rsidRDefault="00C2202F" w:rsidP="00063A4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Дочь </w:t>
            </w:r>
          </w:p>
        </w:tc>
      </w:tr>
      <w:tr w:rsidR="00C2202F" w:rsidTr="00063A46">
        <w:tc>
          <w:tcPr>
            <w:tcW w:w="2093" w:type="dxa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12" w:type="dxa"/>
            <w:gridSpan w:val="2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C6393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C6393B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50,2</w:t>
            </w:r>
          </w:p>
        </w:tc>
        <w:tc>
          <w:tcPr>
            <w:tcW w:w="1440" w:type="dxa"/>
          </w:tcPr>
          <w:p w:rsidR="00C2202F" w:rsidRPr="00D76FF2" w:rsidRDefault="00C2202F" w:rsidP="00C6393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Pr="00E4097C" w:rsidRDefault="00C2202F" w:rsidP="00063A46">
            <w:pPr>
              <w:jc w:val="center"/>
              <w:rPr>
                <w:sz w:val="26"/>
                <w:szCs w:val="26"/>
              </w:rPr>
            </w:pPr>
          </w:p>
        </w:tc>
      </w:tr>
    </w:tbl>
    <w:p w:rsidR="00C2202F" w:rsidRDefault="00C2202F" w:rsidP="000A4674">
      <w:pPr>
        <w:jc w:val="center"/>
        <w:rPr>
          <w:sz w:val="28"/>
          <w:szCs w:val="28"/>
        </w:rPr>
      </w:pPr>
    </w:p>
    <w:p w:rsidR="00C2202F" w:rsidRDefault="00C2202F" w:rsidP="000A46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0A4674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Pr="00E86B4C" w:rsidRDefault="00C2202F" w:rsidP="000A467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ПРАВОВОЙ ЭКСПЕРТИЗЫ УПРАВЛЕНИЯ ИМУЩЕСТВА И ЗЕМЕЛЬНЫХ РЕСУРСОВ АДМИНИСТРАЦИИ МУНИЦИПАЛЬНОГО ОБРАЗОВАНИЯ «ЗАВЬЯЛОВСКИЙ РАЙОН» </w:t>
      </w:r>
    </w:p>
    <w:p w:rsidR="00C2202F" w:rsidRDefault="00C2202F" w:rsidP="000A4674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</w:t>
      </w:r>
      <w:r w:rsidRPr="00794025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C2202F" w:rsidRPr="008E049F" w:rsidRDefault="00C2202F" w:rsidP="000A4674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BB48F5">
        <w:tc>
          <w:tcPr>
            <w:tcW w:w="2198" w:type="dxa"/>
            <w:gridSpan w:val="2"/>
            <w:vMerge w:val="restart"/>
          </w:tcPr>
          <w:p w:rsidR="00C2202F" w:rsidRPr="00D76FF2" w:rsidRDefault="00C2202F" w:rsidP="00BB48F5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BB48F5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BB48F5">
        <w:tc>
          <w:tcPr>
            <w:tcW w:w="2198" w:type="dxa"/>
            <w:gridSpan w:val="2"/>
            <w:vMerge/>
            <w:vAlign w:val="center"/>
          </w:tcPr>
          <w:p w:rsidR="00C2202F" w:rsidRPr="00D76FF2" w:rsidRDefault="00C2202F" w:rsidP="00BB48F5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 w:rsidP="00BB48F5"/>
        </w:tc>
      </w:tr>
      <w:tr w:rsidR="00C2202F" w:rsidTr="00BB48F5">
        <w:tc>
          <w:tcPr>
            <w:tcW w:w="14345" w:type="dxa"/>
            <w:gridSpan w:val="10"/>
          </w:tcPr>
          <w:p w:rsidR="00C2202F" w:rsidRPr="00794025" w:rsidRDefault="00C2202F" w:rsidP="00BB48F5">
            <w:pPr>
              <w:jc w:val="center"/>
              <w:rPr>
                <w:b/>
              </w:rPr>
            </w:pPr>
            <w:r w:rsidRPr="00794025">
              <w:rPr>
                <w:b/>
                <w:sz w:val="28"/>
                <w:szCs w:val="28"/>
              </w:rPr>
              <w:t>Ледванова Ольга Валерьевна</w:t>
            </w:r>
          </w:p>
        </w:tc>
      </w:tr>
      <w:tr w:rsidR="00C2202F" w:rsidTr="00BB48F5">
        <w:tc>
          <w:tcPr>
            <w:tcW w:w="2093" w:type="dxa"/>
          </w:tcPr>
          <w:p w:rsidR="00C2202F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1 538 676,93 </w:t>
            </w:r>
          </w:p>
          <w:p w:rsidR="00C2202F" w:rsidRPr="00794025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учетом продажи автомобиля, дарения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</w:t>
            </w:r>
            <w:r w:rsidRPr="00D76FF2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180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EA448C" w:rsidRDefault="00C2202F" w:rsidP="00BB48F5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Mazda CX 5</w:t>
            </w:r>
          </w:p>
        </w:tc>
        <w:tc>
          <w:tcPr>
            <w:tcW w:w="1632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Pr="00EA448C" w:rsidRDefault="00C2202F" w:rsidP="00BB48F5">
            <w:pPr>
              <w:jc w:val="center"/>
              <w:rPr>
                <w:sz w:val="26"/>
                <w:szCs w:val="26"/>
              </w:rPr>
            </w:pPr>
            <w:r w:rsidRPr="00EA448C">
              <w:rPr>
                <w:sz w:val="26"/>
                <w:szCs w:val="26"/>
              </w:rPr>
              <w:t>Доход от продажи автомобиля, кредитные средства, накопления, дар</w:t>
            </w:r>
          </w:p>
        </w:tc>
      </w:tr>
    </w:tbl>
    <w:p w:rsidR="00C2202F" w:rsidRDefault="00C2202F" w:rsidP="000A4674">
      <w:pPr>
        <w:jc w:val="center"/>
      </w:pPr>
    </w:p>
    <w:p w:rsidR="00C2202F" w:rsidRDefault="00C2202F" w:rsidP="00D23AF7">
      <w:pPr>
        <w:jc w:val="center"/>
        <w:rPr>
          <w:sz w:val="28"/>
          <w:szCs w:val="28"/>
        </w:rPr>
      </w:pPr>
    </w:p>
    <w:p w:rsidR="00C2202F" w:rsidRDefault="00C2202F" w:rsidP="00D23AF7">
      <w:pPr>
        <w:jc w:val="center"/>
        <w:rPr>
          <w:sz w:val="28"/>
          <w:szCs w:val="28"/>
        </w:rPr>
      </w:pPr>
    </w:p>
    <w:p w:rsidR="00C2202F" w:rsidRDefault="00C2202F" w:rsidP="00D23AF7">
      <w:pPr>
        <w:jc w:val="center"/>
        <w:rPr>
          <w:sz w:val="28"/>
          <w:szCs w:val="28"/>
        </w:rPr>
      </w:pPr>
    </w:p>
    <w:p w:rsidR="00C2202F" w:rsidRDefault="00C2202F" w:rsidP="00D23A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D23AF7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D23A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РЕГИСТРАЦИИ И ПРИВАТИЗАЦИИ УПРАВЛЕНИЯ ИМУЩЕСТВА И ЗЕМЕЛЬНЫХ РЕСУРСОВ АДМИНИСТРАЦИИ МУНИЦИПАЛЬНОГО ОБРАЗОВАНИЯ </w:t>
      </w:r>
    </w:p>
    <w:p w:rsidR="00C2202F" w:rsidRDefault="00C2202F" w:rsidP="00D23AF7">
      <w:pPr>
        <w:jc w:val="center"/>
        <w:rPr>
          <w:sz w:val="28"/>
          <w:szCs w:val="28"/>
        </w:rPr>
      </w:pPr>
      <w:r>
        <w:rPr>
          <w:sz w:val="28"/>
          <w:szCs w:val="28"/>
        </w:rPr>
        <w:t>«ЗАВЬЯЛОВСКИЙ РАЙОН» за период с 1 января по 31 декабря 201</w:t>
      </w:r>
      <w:r w:rsidRPr="00E86B4C">
        <w:rPr>
          <w:sz w:val="28"/>
          <w:szCs w:val="28"/>
        </w:rPr>
        <w:t>5</w:t>
      </w:r>
      <w:r>
        <w:rPr>
          <w:sz w:val="28"/>
          <w:szCs w:val="28"/>
        </w:rPr>
        <w:t xml:space="preserve"> года</w:t>
      </w:r>
    </w:p>
    <w:p w:rsidR="00C2202F" w:rsidRPr="008E049F" w:rsidRDefault="00C2202F" w:rsidP="00D23AF7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BB48F5">
        <w:tc>
          <w:tcPr>
            <w:tcW w:w="2198" w:type="dxa"/>
            <w:gridSpan w:val="2"/>
            <w:vMerge w:val="restart"/>
          </w:tcPr>
          <w:p w:rsidR="00C2202F" w:rsidRPr="00D76FF2" w:rsidRDefault="00C2202F" w:rsidP="00BB48F5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BB48F5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BB48F5">
        <w:tc>
          <w:tcPr>
            <w:tcW w:w="2198" w:type="dxa"/>
            <w:gridSpan w:val="2"/>
            <w:vMerge/>
            <w:vAlign w:val="center"/>
          </w:tcPr>
          <w:p w:rsidR="00C2202F" w:rsidRPr="00D76FF2" w:rsidRDefault="00C2202F" w:rsidP="00BB48F5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D76FF2" w:rsidRDefault="00C2202F" w:rsidP="00BB48F5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 w:rsidP="00BB48F5"/>
        </w:tc>
      </w:tr>
      <w:tr w:rsidR="00C2202F" w:rsidTr="00BB48F5">
        <w:tc>
          <w:tcPr>
            <w:tcW w:w="14345" w:type="dxa"/>
            <w:gridSpan w:val="10"/>
          </w:tcPr>
          <w:p w:rsidR="00C2202F" w:rsidRPr="00E86B4C" w:rsidRDefault="00C2202F" w:rsidP="00BB48F5">
            <w:pPr>
              <w:jc w:val="center"/>
              <w:rPr>
                <w:b/>
              </w:rPr>
            </w:pPr>
            <w:r w:rsidRPr="00E86B4C">
              <w:rPr>
                <w:b/>
                <w:sz w:val="28"/>
                <w:szCs w:val="28"/>
              </w:rPr>
              <w:t>Крюков Илья Николаевич</w:t>
            </w:r>
          </w:p>
        </w:tc>
      </w:tr>
      <w:tr w:rsidR="00C2202F" w:rsidTr="00BB48F5">
        <w:tc>
          <w:tcPr>
            <w:tcW w:w="2093" w:type="dxa"/>
          </w:tcPr>
          <w:p w:rsidR="00C2202F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422</w:t>
            </w:r>
            <w:r>
              <w:rPr>
                <w:sz w:val="28"/>
                <w:szCs w:val="28"/>
              </w:rPr>
              <w:t xml:space="preserve"> 073,38 </w:t>
            </w:r>
          </w:p>
          <w:p w:rsidR="00C2202F" w:rsidRPr="001601A0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учетом продажи автомобиля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</w:t>
            </w:r>
          </w:p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(1/</w:t>
            </w:r>
            <w:r>
              <w:rPr>
                <w:sz w:val="28"/>
                <w:szCs w:val="28"/>
              </w:rPr>
              <w:t>3</w:t>
            </w:r>
            <w:r w:rsidRPr="00D76FF2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50,71</w:t>
            </w:r>
          </w:p>
        </w:tc>
        <w:tc>
          <w:tcPr>
            <w:tcW w:w="180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Default="00C2202F" w:rsidP="001601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</w:t>
            </w:r>
          </w:p>
          <w:p w:rsidR="00C2202F" w:rsidRPr="001601A0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Kia</w:t>
            </w:r>
            <w:r w:rsidRPr="001601A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Ed</w:t>
            </w:r>
            <w:r w:rsidRPr="001601A0">
              <w:rPr>
                <w:sz w:val="28"/>
                <w:szCs w:val="28"/>
              </w:rPr>
              <w:t xml:space="preserve"> (</w:t>
            </w:r>
            <w:r>
              <w:rPr>
                <w:sz w:val="28"/>
                <w:szCs w:val="28"/>
                <w:lang w:val="en-US"/>
              </w:rPr>
              <w:t>Ceed</w:t>
            </w:r>
            <w:r w:rsidRPr="001601A0">
              <w:rPr>
                <w:sz w:val="28"/>
                <w:szCs w:val="28"/>
              </w:rPr>
              <w:t>)</w:t>
            </w:r>
          </w:p>
        </w:tc>
        <w:tc>
          <w:tcPr>
            <w:tcW w:w="1632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138,3</w:t>
            </w:r>
          </w:p>
        </w:tc>
        <w:tc>
          <w:tcPr>
            <w:tcW w:w="144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BB48F5">
            <w:pPr>
              <w:jc w:val="center"/>
            </w:pPr>
            <w:r>
              <w:t>-</w:t>
            </w:r>
          </w:p>
        </w:tc>
      </w:tr>
      <w:tr w:rsidR="00C2202F" w:rsidTr="00BB48F5">
        <w:tc>
          <w:tcPr>
            <w:tcW w:w="2093" w:type="dxa"/>
          </w:tcPr>
          <w:p w:rsidR="00C2202F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2950</w:t>
            </w:r>
          </w:p>
        </w:tc>
        <w:tc>
          <w:tcPr>
            <w:tcW w:w="144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BB48F5">
            <w:pPr>
              <w:jc w:val="center"/>
            </w:pPr>
          </w:p>
        </w:tc>
      </w:tr>
      <w:tr w:rsidR="00C2202F" w:rsidTr="00BB48F5">
        <w:tc>
          <w:tcPr>
            <w:tcW w:w="14345" w:type="dxa"/>
            <w:gridSpan w:val="10"/>
          </w:tcPr>
          <w:p w:rsidR="00C2202F" w:rsidRDefault="00C2202F" w:rsidP="00BB48F5">
            <w:pPr>
              <w:jc w:val="center"/>
            </w:pPr>
            <w:r>
              <w:rPr>
                <w:sz w:val="28"/>
                <w:szCs w:val="28"/>
              </w:rPr>
              <w:t>Супруга</w:t>
            </w:r>
          </w:p>
        </w:tc>
      </w:tr>
      <w:tr w:rsidR="00C2202F" w:rsidTr="00BB48F5">
        <w:tc>
          <w:tcPr>
            <w:tcW w:w="2093" w:type="dxa"/>
            <w:vMerge w:val="restart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407 992,82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(1/2 доля)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2950</w:t>
            </w:r>
          </w:p>
        </w:tc>
        <w:tc>
          <w:tcPr>
            <w:tcW w:w="180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 w:val="restart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  <w:vMerge w:val="restart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 w:val="restart"/>
          </w:tcPr>
          <w:p w:rsidR="00C2202F" w:rsidRDefault="00C2202F" w:rsidP="00BB48F5">
            <w:pPr>
              <w:jc w:val="center"/>
            </w:pPr>
            <w:r>
              <w:t>-</w:t>
            </w:r>
          </w:p>
        </w:tc>
      </w:tr>
      <w:tr w:rsidR="00C2202F" w:rsidTr="00BB48F5">
        <w:tc>
          <w:tcPr>
            <w:tcW w:w="2093" w:type="dxa"/>
            <w:vMerge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138,3</w:t>
            </w:r>
          </w:p>
        </w:tc>
        <w:tc>
          <w:tcPr>
            <w:tcW w:w="180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vMerge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 w:rsidP="00BB48F5"/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НАЧАЛЬНИКА ОТДЕЛА ЗЕМЕЛЬНЫХ ОТНОШЕНИЙ С ЮРИДИЧЕСКИМИ ЛИЦАМИ УПРАВЛЕНИЯ ИМУЩЕСТВА И ЗЕМЕЛЬНЫХ РЕСУРСОВ АДМИНИСТРАЦИИ МУНИЦИПАЛЬНОГО ОБРАЗОВАНИЯ «ЗАВЬЯЛОВСКИЙ РАЙОН» за период с 1 января по 31 декабря 2015 года</w:t>
      </w:r>
    </w:p>
    <w:p w:rsidR="00C2202F" w:rsidRPr="000916DE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640"/>
      </w:tblGrid>
      <w:tr w:rsidR="00C2202F" w:rsidTr="00DE723B">
        <w:tc>
          <w:tcPr>
            <w:tcW w:w="2198" w:type="dxa"/>
            <w:gridSpan w:val="2"/>
            <w:vMerge w:val="restart"/>
          </w:tcPr>
          <w:p w:rsidR="00C2202F" w:rsidRPr="00D76FF2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BB48F5">
        <w:tc>
          <w:tcPr>
            <w:tcW w:w="2198" w:type="dxa"/>
            <w:gridSpan w:val="2"/>
            <w:vMerge/>
            <w:vAlign w:val="center"/>
          </w:tcPr>
          <w:p w:rsidR="00C2202F" w:rsidRPr="00D76FF2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D76FF2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063A46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D76FF2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4345" w:type="dxa"/>
            <w:gridSpan w:val="11"/>
          </w:tcPr>
          <w:p w:rsidR="00C2202F" w:rsidRPr="00BA72EE" w:rsidRDefault="00C2202F" w:rsidP="00DE723B">
            <w:pPr>
              <w:jc w:val="center"/>
              <w:rPr>
                <w:b/>
              </w:rPr>
            </w:pPr>
            <w:r w:rsidRPr="00BA72EE">
              <w:rPr>
                <w:b/>
                <w:sz w:val="28"/>
                <w:szCs w:val="28"/>
              </w:rPr>
              <w:t>Жихарева Ольга Николаевна</w:t>
            </w:r>
          </w:p>
        </w:tc>
      </w:tr>
      <w:tr w:rsidR="00C2202F" w:rsidTr="00DE723B">
        <w:tc>
          <w:tcPr>
            <w:tcW w:w="2198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386979,89 с учетом продажи автомобиля</w:t>
            </w: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25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BA72EE">
            <w:pPr>
              <w:jc w:val="center"/>
              <w:rPr>
                <w:sz w:val="28"/>
                <w:szCs w:val="28"/>
                <w:lang w:val="en-US"/>
              </w:rPr>
            </w:pPr>
            <w:r w:rsidRPr="00D76FF2">
              <w:rPr>
                <w:sz w:val="28"/>
                <w:szCs w:val="28"/>
              </w:rPr>
              <w:t xml:space="preserve">Автомобиль легковой </w:t>
            </w:r>
            <w:r w:rsidRPr="00D76FF2">
              <w:rPr>
                <w:sz w:val="28"/>
                <w:szCs w:val="28"/>
                <w:lang w:val="en-US"/>
              </w:rPr>
              <w:t>Peugeot 308</w:t>
            </w:r>
          </w:p>
        </w:tc>
        <w:tc>
          <w:tcPr>
            <w:tcW w:w="1632" w:type="dxa"/>
          </w:tcPr>
          <w:p w:rsidR="00C2202F" w:rsidRPr="00D76FF2" w:rsidRDefault="00C2202F" w:rsidP="00BA72EE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BA72EE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DE723B">
            <w:pPr>
              <w:jc w:val="center"/>
            </w:pPr>
            <w:r>
              <w:t>-</w:t>
            </w:r>
          </w:p>
        </w:tc>
      </w:tr>
      <w:tr w:rsidR="00C2202F" w:rsidTr="00DE723B">
        <w:tc>
          <w:tcPr>
            <w:tcW w:w="2198" w:type="dxa"/>
            <w:gridSpan w:val="2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Pr="00D76FF2" w:rsidRDefault="00C2202F" w:rsidP="00BA72E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BA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BA7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77,8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DE723B">
            <w:pPr>
              <w:jc w:val="center"/>
            </w:pPr>
          </w:p>
        </w:tc>
      </w:tr>
      <w:tr w:rsidR="00C2202F" w:rsidTr="00BB48F5">
        <w:tc>
          <w:tcPr>
            <w:tcW w:w="14345" w:type="dxa"/>
            <w:gridSpan w:val="11"/>
          </w:tcPr>
          <w:p w:rsidR="00C2202F" w:rsidRDefault="00C2202F" w:rsidP="00DE723B">
            <w:pPr>
              <w:jc w:val="center"/>
            </w:pPr>
            <w:r w:rsidRPr="00D76FF2">
              <w:rPr>
                <w:sz w:val="28"/>
                <w:szCs w:val="28"/>
              </w:rPr>
              <w:t>Супруг</w:t>
            </w:r>
          </w:p>
        </w:tc>
      </w:tr>
      <w:tr w:rsidR="00C2202F" w:rsidTr="00DE723B">
        <w:tc>
          <w:tcPr>
            <w:tcW w:w="2093" w:type="dxa"/>
            <w:vMerge w:val="restart"/>
          </w:tcPr>
          <w:p w:rsidR="00C2202F" w:rsidRPr="000916DE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248802,07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1500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D76FF2">
              <w:rPr>
                <w:sz w:val="28"/>
                <w:szCs w:val="28"/>
              </w:rPr>
              <w:t xml:space="preserve">Автомобиль легковой </w:t>
            </w:r>
            <w:r w:rsidRPr="00D76FF2">
              <w:rPr>
                <w:sz w:val="28"/>
                <w:szCs w:val="28"/>
                <w:lang w:val="en-US"/>
              </w:rPr>
              <w:t>Hyundai i10</w:t>
            </w:r>
          </w:p>
        </w:tc>
        <w:tc>
          <w:tcPr>
            <w:tcW w:w="1632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 w:val="restart"/>
          </w:tcPr>
          <w:p w:rsidR="00C2202F" w:rsidRDefault="00C2202F" w:rsidP="00DE723B">
            <w:pPr>
              <w:jc w:val="center"/>
            </w:pPr>
            <w:r>
              <w:t>-</w:t>
            </w:r>
          </w:p>
        </w:tc>
      </w:tr>
      <w:tr w:rsidR="00C2202F" w:rsidTr="00DE723B">
        <w:tc>
          <w:tcPr>
            <w:tcW w:w="2093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1700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E723B">
        <w:tc>
          <w:tcPr>
            <w:tcW w:w="2093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77,8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2093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2705" w:type="dxa"/>
            <w:gridSpan w:val="10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E723B">
        <w:tc>
          <w:tcPr>
            <w:tcW w:w="2198" w:type="dxa"/>
            <w:gridSpan w:val="2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gridSpan w:val="2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77,8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2198" w:type="dxa"/>
            <w:gridSpan w:val="2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1500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/>
        </w:tc>
      </w:tr>
    </w:tbl>
    <w:p w:rsidR="00C2202F" w:rsidRPr="00DE723B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СЕКТОРА КАРТОГРАФИЧЕСКОГО УЧЕТА И ИНФОРМАТИЗАЦИИ ОТДЕЛА ЗЕМЕЛЬНЫХ ОТНОШЕНИЙ С ЮРИДИЧЕСКИМИ ЛИЦАМИ УПРАВЛЕНИЯ ИМУЩЕСТВА И ЗЕМЕЛЬНЫХ РЕСУРСОВ АДМИНИСТРАЦИИ МУНИЦИПАЛЬНОГО ОБРАЗОВАНИЯ «ЗАВЬЯЛОВСКИЙ РАЙОН» за период с 1 января по 31 декабря 2015 года</w:t>
      </w:r>
    </w:p>
    <w:p w:rsidR="00C2202F" w:rsidRPr="00DE723B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8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640"/>
      </w:tblGrid>
      <w:tr w:rsidR="00C2202F" w:rsidTr="000A4674">
        <w:tc>
          <w:tcPr>
            <w:tcW w:w="2198" w:type="dxa"/>
            <w:vMerge w:val="restart"/>
          </w:tcPr>
          <w:p w:rsidR="00C2202F" w:rsidRPr="00D76FF2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BB48F5">
        <w:tc>
          <w:tcPr>
            <w:tcW w:w="2198" w:type="dxa"/>
            <w:vMerge/>
            <w:vAlign w:val="center"/>
          </w:tcPr>
          <w:p w:rsidR="00C2202F" w:rsidRPr="00D76FF2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4345" w:type="dxa"/>
            <w:gridSpan w:val="10"/>
          </w:tcPr>
          <w:p w:rsidR="00C2202F" w:rsidRPr="001601A0" w:rsidRDefault="00C2202F" w:rsidP="000A4674">
            <w:pPr>
              <w:jc w:val="center"/>
              <w:rPr>
                <w:b/>
              </w:rPr>
            </w:pPr>
            <w:r w:rsidRPr="001601A0">
              <w:rPr>
                <w:b/>
                <w:sz w:val="28"/>
                <w:szCs w:val="28"/>
              </w:rPr>
              <w:t>Закирьянова Гульшат Камиловна</w:t>
            </w:r>
          </w:p>
        </w:tc>
      </w:tr>
      <w:tr w:rsidR="00C2202F" w:rsidTr="00BB48F5">
        <w:tc>
          <w:tcPr>
            <w:tcW w:w="2198" w:type="dxa"/>
          </w:tcPr>
          <w:p w:rsidR="00C2202F" w:rsidRPr="00D76FF2" w:rsidRDefault="00C2202F" w:rsidP="006F33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310 417,15</w:t>
            </w: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(9/10 доли)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37,2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1000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0A4674">
            <w:pPr>
              <w:jc w:val="center"/>
            </w:pPr>
            <w:r>
              <w:t>-</w:t>
            </w:r>
          </w:p>
        </w:tc>
      </w:tr>
      <w:tr w:rsidR="00C2202F" w:rsidTr="00BB48F5">
        <w:tc>
          <w:tcPr>
            <w:tcW w:w="14345" w:type="dxa"/>
            <w:gridSpan w:val="10"/>
          </w:tcPr>
          <w:p w:rsidR="00C2202F" w:rsidRDefault="00C2202F" w:rsidP="000A4674">
            <w:pPr>
              <w:jc w:val="center"/>
            </w:pPr>
            <w:r w:rsidRPr="00D76FF2">
              <w:rPr>
                <w:sz w:val="28"/>
                <w:szCs w:val="28"/>
              </w:rPr>
              <w:t>Супруг</w:t>
            </w:r>
          </w:p>
        </w:tc>
      </w:tr>
      <w:tr w:rsidR="00C2202F" w:rsidTr="000A4674">
        <w:tc>
          <w:tcPr>
            <w:tcW w:w="2198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(1/10 доли)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37,2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Автомобиль легковой Газель</w:t>
            </w:r>
          </w:p>
        </w:tc>
        <w:tc>
          <w:tcPr>
            <w:tcW w:w="1632" w:type="dxa"/>
            <w:vMerge w:val="restart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vMerge w:val="restart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1000</w:t>
            </w:r>
          </w:p>
        </w:tc>
        <w:tc>
          <w:tcPr>
            <w:tcW w:w="1440" w:type="dxa"/>
            <w:vMerge w:val="restart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0A4674">
            <w:pPr>
              <w:jc w:val="center"/>
            </w:pPr>
            <w:r>
              <w:t>-</w:t>
            </w:r>
          </w:p>
        </w:tc>
      </w:tr>
      <w:tr w:rsidR="00C2202F" w:rsidTr="00BB48F5">
        <w:tc>
          <w:tcPr>
            <w:tcW w:w="2198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 (1/7 доля)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68,4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Автомобиль легковой </w:t>
            </w:r>
            <w:r w:rsidRPr="00D76FF2">
              <w:rPr>
                <w:sz w:val="28"/>
                <w:szCs w:val="28"/>
                <w:lang w:val="en-US"/>
              </w:rPr>
              <w:t xml:space="preserve">Lada </w:t>
            </w:r>
            <w:r w:rsidRPr="00D76FF2">
              <w:rPr>
                <w:sz w:val="28"/>
                <w:szCs w:val="28"/>
              </w:rPr>
              <w:t>2107</w:t>
            </w:r>
          </w:p>
        </w:tc>
        <w:tc>
          <w:tcPr>
            <w:tcW w:w="1632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2705" w:type="dxa"/>
            <w:gridSpan w:val="9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0A4674">
        <w:tc>
          <w:tcPr>
            <w:tcW w:w="219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37,2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0A4674">
        <w:tc>
          <w:tcPr>
            <w:tcW w:w="219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1000</w:t>
            </w:r>
          </w:p>
        </w:tc>
        <w:tc>
          <w:tcPr>
            <w:tcW w:w="144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НАЧАЛЬНИКА ОТДЕЛА ИМУЩЕСТВЕННЫХ ОТНОШЕНИЙ УПРАВЛЕНИЯ ИМУЩЕСТВА И ЗЕМЕЛЬНЫХ РЕСУРСОВ АДМИНИСТРАЦИИ МУНИЦИПАЛЬНОГО ОБРАЗОВАНИЯ «ЗАВЬЯЛОВСКИЙ РАЙОН» за период с 1 января по 31 декабря 2015 года</w:t>
      </w:r>
    </w:p>
    <w:p w:rsidR="00C2202F" w:rsidRPr="000A4674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640"/>
      </w:tblGrid>
      <w:tr w:rsidR="00C2202F" w:rsidTr="00AF361E">
        <w:tc>
          <w:tcPr>
            <w:tcW w:w="2198" w:type="dxa"/>
            <w:gridSpan w:val="2"/>
            <w:vMerge w:val="restart"/>
          </w:tcPr>
          <w:p w:rsidR="00C2202F" w:rsidRPr="00D76FF2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D97837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BB48F5">
        <w:tc>
          <w:tcPr>
            <w:tcW w:w="2198" w:type="dxa"/>
            <w:gridSpan w:val="2"/>
            <w:vMerge/>
            <w:vAlign w:val="center"/>
          </w:tcPr>
          <w:p w:rsidR="00C2202F" w:rsidRPr="00D76FF2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4345" w:type="dxa"/>
            <w:gridSpan w:val="11"/>
          </w:tcPr>
          <w:p w:rsidR="00C2202F" w:rsidRPr="006F3325" w:rsidRDefault="00C2202F" w:rsidP="003B461E">
            <w:pPr>
              <w:jc w:val="center"/>
              <w:rPr>
                <w:b/>
                <w:sz w:val="28"/>
                <w:szCs w:val="28"/>
              </w:rPr>
            </w:pPr>
            <w:r w:rsidRPr="006F3325">
              <w:rPr>
                <w:b/>
                <w:sz w:val="28"/>
                <w:szCs w:val="28"/>
              </w:rPr>
              <w:t>Башенина Светлана Александровна</w:t>
            </w:r>
          </w:p>
        </w:tc>
      </w:tr>
      <w:tr w:rsidR="00C2202F" w:rsidTr="00AF361E">
        <w:tc>
          <w:tcPr>
            <w:tcW w:w="2093" w:type="dxa"/>
            <w:vMerge w:val="restart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339 905,27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50,89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AF361E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7135C8">
            <w:pPr>
              <w:jc w:val="center"/>
            </w:pPr>
            <w:r>
              <w:t>-</w:t>
            </w:r>
          </w:p>
        </w:tc>
      </w:tr>
      <w:tr w:rsidR="00C2202F" w:rsidTr="00BB48F5">
        <w:tc>
          <w:tcPr>
            <w:tcW w:w="2093" w:type="dxa"/>
            <w:vMerge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(17/20 доли)</w:t>
            </w:r>
            <w:r w:rsidRPr="00D76FF2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69,30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2093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164,1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Default="00C2202F"/>
        </w:tc>
      </w:tr>
      <w:tr w:rsidR="00C2202F" w:rsidTr="00BB48F5">
        <w:tc>
          <w:tcPr>
            <w:tcW w:w="12705" w:type="dxa"/>
            <w:gridSpan w:val="10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1640" w:type="dxa"/>
          </w:tcPr>
          <w:p w:rsidR="00C2202F" w:rsidRDefault="00C2202F"/>
        </w:tc>
      </w:tr>
      <w:tr w:rsidR="00C2202F" w:rsidTr="00AF361E">
        <w:tc>
          <w:tcPr>
            <w:tcW w:w="2093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783 545,25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(1/4 доля)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54,5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AF361E" w:rsidRDefault="00C2202F" w:rsidP="002B099C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Chevrolet Lanos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 w:val="restart"/>
          </w:tcPr>
          <w:p w:rsidR="00C2202F" w:rsidRDefault="00C2202F" w:rsidP="007135C8">
            <w:pPr>
              <w:jc w:val="center"/>
            </w:pPr>
            <w:r>
              <w:t>-</w:t>
            </w:r>
          </w:p>
        </w:tc>
      </w:tr>
      <w:tr w:rsidR="00C2202F" w:rsidTr="00BB48F5">
        <w:tc>
          <w:tcPr>
            <w:tcW w:w="2093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(3/20 доли)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69,3</w:t>
            </w:r>
          </w:p>
        </w:tc>
        <w:tc>
          <w:tcPr>
            <w:tcW w:w="1664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2705" w:type="dxa"/>
            <w:gridSpan w:val="10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2093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12" w:type="dxa"/>
            <w:gridSpan w:val="2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69,3</w:t>
            </w:r>
          </w:p>
        </w:tc>
        <w:tc>
          <w:tcPr>
            <w:tcW w:w="1440" w:type="dxa"/>
          </w:tcPr>
          <w:p w:rsidR="00C2202F" w:rsidRPr="00D76FF2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BB48F5">
        <w:tc>
          <w:tcPr>
            <w:tcW w:w="12705" w:type="dxa"/>
            <w:gridSpan w:val="10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AF361E">
        <w:tc>
          <w:tcPr>
            <w:tcW w:w="2093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12" w:type="dxa"/>
            <w:gridSpan w:val="2"/>
          </w:tcPr>
          <w:p w:rsidR="00C2202F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BB48F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69,3</w:t>
            </w:r>
          </w:p>
        </w:tc>
        <w:tc>
          <w:tcPr>
            <w:tcW w:w="1440" w:type="dxa"/>
          </w:tcPr>
          <w:p w:rsidR="00C2202F" w:rsidRPr="00D76FF2" w:rsidRDefault="00C2202F" w:rsidP="00BB48F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</w:tbl>
    <w:p w:rsidR="00C2202F" w:rsidRDefault="00C2202F" w:rsidP="002B099C">
      <w:pPr>
        <w:rPr>
          <w:sz w:val="28"/>
          <w:szCs w:val="28"/>
        </w:rPr>
      </w:pPr>
    </w:p>
    <w:p w:rsidR="00C2202F" w:rsidRDefault="00C2202F" w:rsidP="003E6E2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3E6E28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3E6E28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СЕКТОРА ПО ОФОРМЛЕНИЮ ПРАВ ПОЛЬЗОВАНИЯ ЗЕМЕЛЬНЫМИ УЧАСТКАМИ ОТДЕЛА ЗЕМЕЛЬНЫХ ОТНОШЕНИЙ С ЮРИДИЧЕСКИМИ ЛИЦАМИ УПРАВЛЕНИЯ ИМУЩЕСТВА И ЗЕМЕЛЬНЫХ РЕСУРСОВ АДМИНИСТРАЦИИ МУНИЦИПАЛЬНОГО ОБРАЗОВАНИЯ «ЗАВЬЯЛОВСКИЙ РАЙОН» за период с 1 января по 31 декабря 2015 года</w:t>
      </w:r>
    </w:p>
    <w:p w:rsidR="00C2202F" w:rsidRPr="000A4674" w:rsidRDefault="00C2202F" w:rsidP="003E6E28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640"/>
      </w:tblGrid>
      <w:tr w:rsidR="00C2202F" w:rsidTr="003E6E28">
        <w:tc>
          <w:tcPr>
            <w:tcW w:w="2198" w:type="dxa"/>
            <w:gridSpan w:val="2"/>
            <w:vMerge w:val="restart"/>
          </w:tcPr>
          <w:p w:rsidR="00C2202F" w:rsidRPr="00D76FF2" w:rsidRDefault="00C2202F" w:rsidP="003E6E28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3E6E28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3E6E28">
        <w:tc>
          <w:tcPr>
            <w:tcW w:w="2198" w:type="dxa"/>
            <w:gridSpan w:val="2"/>
            <w:vMerge/>
            <w:vAlign w:val="center"/>
          </w:tcPr>
          <w:p w:rsidR="00C2202F" w:rsidRPr="00D76FF2" w:rsidRDefault="00C2202F" w:rsidP="003E6E28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3E6E28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3E6E28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3E6E28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3E6E28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3E6E28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3E6E28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3E6E28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D76FF2" w:rsidRDefault="00C2202F" w:rsidP="003E6E28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 w:rsidP="003E6E28"/>
        </w:tc>
      </w:tr>
      <w:tr w:rsidR="00C2202F" w:rsidTr="003E6E28">
        <w:tc>
          <w:tcPr>
            <w:tcW w:w="14345" w:type="dxa"/>
            <w:gridSpan w:val="11"/>
          </w:tcPr>
          <w:p w:rsidR="00C2202F" w:rsidRPr="003E6E28" w:rsidRDefault="00C2202F" w:rsidP="003E6E28">
            <w:pPr>
              <w:jc w:val="center"/>
              <w:rPr>
                <w:b/>
                <w:sz w:val="28"/>
                <w:szCs w:val="28"/>
              </w:rPr>
            </w:pPr>
            <w:r w:rsidRPr="003E6E28">
              <w:rPr>
                <w:b/>
                <w:sz w:val="28"/>
                <w:szCs w:val="28"/>
              </w:rPr>
              <w:t>Бекмансурова Валентина Васильевна</w:t>
            </w:r>
          </w:p>
        </w:tc>
      </w:tr>
      <w:tr w:rsidR="00C2202F" w:rsidTr="003E6E28">
        <w:tc>
          <w:tcPr>
            <w:tcW w:w="2093" w:type="dxa"/>
            <w:vMerge w:val="restart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272702,58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Pr="00AF361E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461B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  <w:tc>
          <w:tcPr>
            <w:tcW w:w="144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3E6E28">
            <w:pPr>
              <w:jc w:val="center"/>
            </w:pPr>
            <w:r>
              <w:t>-</w:t>
            </w:r>
          </w:p>
        </w:tc>
      </w:tr>
      <w:tr w:rsidR="00C2202F" w:rsidTr="003E6E28">
        <w:tc>
          <w:tcPr>
            <w:tcW w:w="2093" w:type="dxa"/>
            <w:vMerge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1717</w:t>
            </w:r>
          </w:p>
        </w:tc>
        <w:tc>
          <w:tcPr>
            <w:tcW w:w="144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 w:rsidP="003E6E28"/>
        </w:tc>
      </w:tr>
      <w:tr w:rsidR="00C2202F" w:rsidTr="003E6E28">
        <w:tc>
          <w:tcPr>
            <w:tcW w:w="12705" w:type="dxa"/>
            <w:gridSpan w:val="10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1640" w:type="dxa"/>
          </w:tcPr>
          <w:p w:rsidR="00C2202F" w:rsidRDefault="00C2202F" w:rsidP="003E6E28"/>
        </w:tc>
      </w:tr>
      <w:tr w:rsidR="00C2202F" w:rsidTr="003E6E28">
        <w:tc>
          <w:tcPr>
            <w:tcW w:w="2093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129400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1717</w:t>
            </w:r>
          </w:p>
        </w:tc>
        <w:tc>
          <w:tcPr>
            <w:tcW w:w="1664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AF361E" w:rsidRDefault="00C2202F" w:rsidP="00461BEE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</w:rPr>
              <w:t>ВАЗ-111730</w:t>
            </w:r>
          </w:p>
        </w:tc>
        <w:tc>
          <w:tcPr>
            <w:tcW w:w="1632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 w:val="restart"/>
          </w:tcPr>
          <w:p w:rsidR="00C2202F" w:rsidRDefault="00C2202F" w:rsidP="003E6E28">
            <w:pPr>
              <w:jc w:val="center"/>
            </w:pPr>
            <w:r>
              <w:t>-</w:t>
            </w:r>
          </w:p>
        </w:tc>
      </w:tr>
      <w:tr w:rsidR="00C2202F" w:rsidTr="003E6E28">
        <w:tc>
          <w:tcPr>
            <w:tcW w:w="2093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461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461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  <w:tc>
          <w:tcPr>
            <w:tcW w:w="1664" w:type="dxa"/>
          </w:tcPr>
          <w:p w:rsidR="00C2202F" w:rsidRPr="00D76FF2" w:rsidRDefault="00C2202F" w:rsidP="00461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 w:rsidP="003E6E28"/>
        </w:tc>
      </w:tr>
      <w:tr w:rsidR="00C2202F" w:rsidTr="003E6E28">
        <w:tc>
          <w:tcPr>
            <w:tcW w:w="12705" w:type="dxa"/>
            <w:gridSpan w:val="10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640" w:type="dxa"/>
            <w:vMerge/>
          </w:tcPr>
          <w:p w:rsidR="00C2202F" w:rsidRDefault="00C2202F" w:rsidP="003E6E28"/>
        </w:tc>
      </w:tr>
      <w:tr w:rsidR="00C2202F" w:rsidTr="003E6E28">
        <w:tc>
          <w:tcPr>
            <w:tcW w:w="2093" w:type="dxa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12" w:type="dxa"/>
            <w:gridSpan w:val="2"/>
          </w:tcPr>
          <w:p w:rsidR="00C2202F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Pr="00D76FF2" w:rsidRDefault="00C2202F" w:rsidP="003E6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461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D76FF2" w:rsidRDefault="00C2202F" w:rsidP="00461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89,8</w:t>
            </w:r>
          </w:p>
        </w:tc>
        <w:tc>
          <w:tcPr>
            <w:tcW w:w="1440" w:type="dxa"/>
          </w:tcPr>
          <w:p w:rsidR="00C2202F" w:rsidRPr="00D76FF2" w:rsidRDefault="00C2202F" w:rsidP="00461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 w:rsidP="003E6E28"/>
        </w:tc>
      </w:tr>
      <w:tr w:rsidR="00C2202F" w:rsidTr="003E6E28">
        <w:tc>
          <w:tcPr>
            <w:tcW w:w="2093" w:type="dxa"/>
          </w:tcPr>
          <w:p w:rsidR="00C2202F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Default="00C2202F" w:rsidP="003E6E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461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461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1717</w:t>
            </w:r>
          </w:p>
        </w:tc>
        <w:tc>
          <w:tcPr>
            <w:tcW w:w="1440" w:type="dxa"/>
          </w:tcPr>
          <w:p w:rsidR="00C2202F" w:rsidRPr="00D76FF2" w:rsidRDefault="00C2202F" w:rsidP="0046198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3E6E28"/>
        </w:tc>
      </w:tr>
    </w:tbl>
    <w:p w:rsidR="00C2202F" w:rsidRDefault="00C2202F" w:rsidP="00B87BB7">
      <w:pPr>
        <w:jc w:val="center"/>
        <w:rPr>
          <w:sz w:val="28"/>
          <w:szCs w:val="28"/>
        </w:rPr>
      </w:pPr>
    </w:p>
    <w:p w:rsidR="00C2202F" w:rsidRDefault="00C2202F" w:rsidP="00B87B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B87BB7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B87BB7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НАЧАЛЬНИКА ОТДЕЛА ЗЕМЕЛЬНЫХ ОТНОШЕНИЙ С ФИЗИЧЕСКИМИ ЛИЦАМИ УПРАВЛЕНИЯ ИМУЩЕСТВА И ЗЕМЕЛЬНЫХ РЕСУРСОВ АДМИНИСТРАЦИИ МУНИЦИПАЛЬНОГО ОБРАЗОВАНИЯ «ЗАВЬЯЛОВСКИЙ РАЙОН» за период с 1 января по 31 декабря 2015 года</w:t>
      </w:r>
    </w:p>
    <w:p w:rsidR="00C2202F" w:rsidRPr="000A4674" w:rsidRDefault="00C2202F" w:rsidP="00B87BB7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640"/>
      </w:tblGrid>
      <w:tr w:rsidR="00C2202F" w:rsidTr="00B87BB7">
        <w:tc>
          <w:tcPr>
            <w:tcW w:w="2198" w:type="dxa"/>
            <w:gridSpan w:val="2"/>
            <w:vMerge w:val="restart"/>
          </w:tcPr>
          <w:p w:rsidR="00C2202F" w:rsidRPr="00D76FF2" w:rsidRDefault="00C2202F" w:rsidP="00B87BB7">
            <w:pPr>
              <w:ind w:left="72"/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Декларированный годовой</w:t>
            </w:r>
          </w:p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 w:rsidRPr="00D76FF2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 w:rsidRPr="00D76FF2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B87BB7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B87BB7">
        <w:tc>
          <w:tcPr>
            <w:tcW w:w="2198" w:type="dxa"/>
            <w:gridSpan w:val="2"/>
            <w:vMerge/>
            <w:vAlign w:val="center"/>
          </w:tcPr>
          <w:p w:rsidR="00C2202F" w:rsidRPr="00D76FF2" w:rsidRDefault="00C2202F" w:rsidP="00B87BB7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D76FF2" w:rsidRDefault="00C2202F" w:rsidP="00B87BB7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D76FF2" w:rsidRDefault="00C2202F" w:rsidP="00B87BB7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  <w:gridSpan w:val="2"/>
          </w:tcPr>
          <w:p w:rsidR="00C2202F" w:rsidRPr="00D76FF2" w:rsidRDefault="00C2202F" w:rsidP="00B87BB7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D76FF2" w:rsidRDefault="00C2202F" w:rsidP="00B87BB7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D76FF2" w:rsidRDefault="00C2202F" w:rsidP="00B87BB7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Вид объекта</w:t>
            </w:r>
          </w:p>
          <w:p w:rsidR="00C2202F" w:rsidRPr="00D76FF2" w:rsidRDefault="00C2202F" w:rsidP="00B87BB7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D76FF2" w:rsidRDefault="00C2202F" w:rsidP="00B87BB7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D76FF2" w:rsidRDefault="00C2202F" w:rsidP="00B87BB7">
            <w:pPr>
              <w:jc w:val="center"/>
              <w:rPr>
                <w:sz w:val="26"/>
                <w:szCs w:val="26"/>
              </w:rPr>
            </w:pPr>
            <w:r w:rsidRPr="00D76FF2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 w:rsidP="00B87BB7"/>
        </w:tc>
      </w:tr>
      <w:tr w:rsidR="00C2202F" w:rsidTr="00B87BB7">
        <w:tc>
          <w:tcPr>
            <w:tcW w:w="14345" w:type="dxa"/>
            <w:gridSpan w:val="11"/>
          </w:tcPr>
          <w:p w:rsidR="00C2202F" w:rsidRPr="003E6E28" w:rsidRDefault="00C2202F" w:rsidP="00B87BB7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Михайлова Ольга Юрьевна</w:t>
            </w:r>
          </w:p>
        </w:tc>
      </w:tr>
      <w:tr w:rsidR="00C2202F" w:rsidTr="00B87BB7">
        <w:tc>
          <w:tcPr>
            <w:tcW w:w="2093" w:type="dxa"/>
            <w:vMerge w:val="restart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324 964,82</w:t>
            </w:r>
          </w:p>
        </w:tc>
        <w:tc>
          <w:tcPr>
            <w:tcW w:w="1612" w:type="dxa"/>
            <w:gridSpan w:val="2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</w:t>
            </w:r>
          </w:p>
        </w:tc>
        <w:tc>
          <w:tcPr>
            <w:tcW w:w="1664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AF361E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Легковой автомобиль ВАЗ 21099</w:t>
            </w:r>
          </w:p>
        </w:tc>
        <w:tc>
          <w:tcPr>
            <w:tcW w:w="1632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 w:val="restart"/>
          </w:tcPr>
          <w:p w:rsidR="00C2202F" w:rsidRDefault="00C2202F" w:rsidP="00B87BB7">
            <w:pPr>
              <w:jc w:val="center"/>
            </w:pPr>
            <w:r>
              <w:t>-</w:t>
            </w:r>
          </w:p>
        </w:tc>
      </w:tr>
      <w:tr w:rsidR="00C2202F" w:rsidTr="00B87BB7">
        <w:tc>
          <w:tcPr>
            <w:tcW w:w="2093" w:type="dxa"/>
            <w:vMerge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1033</w:t>
            </w:r>
          </w:p>
        </w:tc>
        <w:tc>
          <w:tcPr>
            <w:tcW w:w="1664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 w:rsidP="00B87BB7"/>
        </w:tc>
      </w:tr>
      <w:tr w:rsidR="00C2202F" w:rsidTr="00B87BB7">
        <w:tc>
          <w:tcPr>
            <w:tcW w:w="2093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(2/4 доли)</w:t>
            </w:r>
          </w:p>
        </w:tc>
        <w:tc>
          <w:tcPr>
            <w:tcW w:w="1260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611</w:t>
            </w:r>
          </w:p>
        </w:tc>
        <w:tc>
          <w:tcPr>
            <w:tcW w:w="1664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Default="00C2202F" w:rsidP="00B87BB7"/>
        </w:tc>
      </w:tr>
      <w:tr w:rsidR="00C2202F" w:rsidTr="00B87BB7">
        <w:tc>
          <w:tcPr>
            <w:tcW w:w="2093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(2/4 доли)</w:t>
            </w:r>
          </w:p>
        </w:tc>
        <w:tc>
          <w:tcPr>
            <w:tcW w:w="1260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1664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Default="00C2202F" w:rsidP="00B87BB7"/>
        </w:tc>
      </w:tr>
      <w:tr w:rsidR="00C2202F" w:rsidTr="00B87BB7">
        <w:tc>
          <w:tcPr>
            <w:tcW w:w="2093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незавершенный строительством</w:t>
            </w:r>
          </w:p>
        </w:tc>
        <w:tc>
          <w:tcPr>
            <w:tcW w:w="1260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75,1</w:t>
            </w:r>
          </w:p>
        </w:tc>
        <w:tc>
          <w:tcPr>
            <w:tcW w:w="1664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Default="00C2202F" w:rsidP="00B87BB7"/>
        </w:tc>
      </w:tr>
      <w:tr w:rsidR="00C2202F" w:rsidTr="00B87BB7">
        <w:tc>
          <w:tcPr>
            <w:tcW w:w="12705" w:type="dxa"/>
            <w:gridSpan w:val="10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640" w:type="dxa"/>
            <w:vMerge w:val="restart"/>
          </w:tcPr>
          <w:p w:rsidR="00C2202F" w:rsidRDefault="00C2202F" w:rsidP="00B87BB7"/>
        </w:tc>
      </w:tr>
      <w:tr w:rsidR="00C2202F" w:rsidTr="00B87BB7">
        <w:tc>
          <w:tcPr>
            <w:tcW w:w="2093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12" w:type="dxa"/>
            <w:gridSpan w:val="2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B87BB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66,7</w:t>
            </w:r>
          </w:p>
        </w:tc>
        <w:tc>
          <w:tcPr>
            <w:tcW w:w="1440" w:type="dxa"/>
          </w:tcPr>
          <w:p w:rsidR="00C2202F" w:rsidRPr="00D76FF2" w:rsidRDefault="00C2202F" w:rsidP="00B87BB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 w:rsidP="00B87BB7"/>
        </w:tc>
      </w:tr>
    </w:tbl>
    <w:p w:rsidR="00C2202F" w:rsidRDefault="00C2202F" w:rsidP="002B099C">
      <w:pPr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УПРАВЛЕНИЯ ОБРАЗОВАНИЯ АДМИНИСТРАЦИИ МУНИЦИПАЛЬНОГО ОБРАЗОВАНИЯ «ЗАВЬЯЛОВСКИЙ РАЙОН» за период с 1 января по 31 декабря 2015 года</w:t>
      </w:r>
    </w:p>
    <w:p w:rsidR="00C2202F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640"/>
      </w:tblGrid>
      <w:tr w:rsidR="00C2202F" w:rsidTr="009F6588">
        <w:tc>
          <w:tcPr>
            <w:tcW w:w="2198" w:type="dxa"/>
            <w:gridSpan w:val="2"/>
            <w:vMerge w:val="restart"/>
          </w:tcPr>
          <w:p w:rsidR="00C2202F" w:rsidRPr="005267CF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Декларированный годовой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D97837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D97837">
        <w:tc>
          <w:tcPr>
            <w:tcW w:w="2198" w:type="dxa"/>
            <w:gridSpan w:val="2"/>
            <w:vMerge/>
            <w:vAlign w:val="center"/>
          </w:tcPr>
          <w:p w:rsidR="00C2202F" w:rsidRPr="005267CF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</w:t>
            </w:r>
          </w:p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97837">
        <w:tc>
          <w:tcPr>
            <w:tcW w:w="14345" w:type="dxa"/>
            <w:gridSpan w:val="11"/>
          </w:tcPr>
          <w:p w:rsidR="00C2202F" w:rsidRPr="000B79B8" w:rsidRDefault="00C2202F" w:rsidP="009F6588">
            <w:pPr>
              <w:jc w:val="center"/>
              <w:rPr>
                <w:b/>
              </w:rPr>
            </w:pPr>
            <w:r w:rsidRPr="000B79B8">
              <w:rPr>
                <w:b/>
                <w:sz w:val="28"/>
                <w:szCs w:val="28"/>
              </w:rPr>
              <w:t>Красноперова Наталья Геннадьевна</w:t>
            </w:r>
          </w:p>
        </w:tc>
      </w:tr>
      <w:tr w:rsidR="00C2202F" w:rsidTr="009F6588">
        <w:tc>
          <w:tcPr>
            <w:tcW w:w="2093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538 496,99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 (1/2 доля)</w:t>
            </w:r>
          </w:p>
        </w:tc>
        <w:tc>
          <w:tcPr>
            <w:tcW w:w="1260" w:type="dxa"/>
          </w:tcPr>
          <w:p w:rsidR="00C2202F" w:rsidRPr="00D47143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</w:t>
            </w:r>
          </w:p>
        </w:tc>
        <w:tc>
          <w:tcPr>
            <w:tcW w:w="1664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5267CF">
              <w:rPr>
                <w:sz w:val="28"/>
                <w:szCs w:val="28"/>
              </w:rPr>
              <w:t>Автомобиль</w:t>
            </w:r>
            <w:r>
              <w:rPr>
                <w:sz w:val="28"/>
                <w:szCs w:val="28"/>
              </w:rPr>
              <w:t xml:space="preserve"> легковой </w:t>
            </w:r>
            <w:r w:rsidRPr="005267CF">
              <w:rPr>
                <w:sz w:val="28"/>
                <w:szCs w:val="28"/>
              </w:rPr>
              <w:t xml:space="preserve"> УАЗ 31514</w:t>
            </w:r>
          </w:p>
        </w:tc>
        <w:tc>
          <w:tcPr>
            <w:tcW w:w="1632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640" w:type="dxa"/>
            <w:vMerge w:val="restart"/>
          </w:tcPr>
          <w:p w:rsidR="00C2202F" w:rsidRDefault="00C2202F" w:rsidP="009F6588">
            <w:pPr>
              <w:jc w:val="center"/>
            </w:pPr>
            <w:r>
              <w:t>-</w:t>
            </w:r>
          </w:p>
        </w:tc>
      </w:tr>
      <w:tr w:rsidR="00C2202F" w:rsidTr="00D97837">
        <w:tc>
          <w:tcPr>
            <w:tcW w:w="2093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жилой дом (1/2 доля)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84,29</w:t>
            </w:r>
          </w:p>
        </w:tc>
        <w:tc>
          <w:tcPr>
            <w:tcW w:w="1664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97837">
        <w:tc>
          <w:tcPr>
            <w:tcW w:w="12705" w:type="dxa"/>
            <w:gridSpan w:val="10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9F6588">
        <w:tc>
          <w:tcPr>
            <w:tcW w:w="2198" w:type="dxa"/>
            <w:gridSpan w:val="2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4 713,14</w:t>
            </w:r>
          </w:p>
        </w:tc>
        <w:tc>
          <w:tcPr>
            <w:tcW w:w="1507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gridSpan w:val="2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земельный участок </w:t>
            </w:r>
          </w:p>
        </w:tc>
        <w:tc>
          <w:tcPr>
            <w:tcW w:w="1260" w:type="dxa"/>
          </w:tcPr>
          <w:p w:rsidR="00C2202F" w:rsidRPr="00D47143" w:rsidRDefault="00C2202F" w:rsidP="002B099C">
            <w:pPr>
              <w:jc w:val="center"/>
              <w:rPr>
                <w:sz w:val="28"/>
                <w:szCs w:val="28"/>
              </w:rPr>
            </w:pPr>
            <w:r w:rsidRPr="00D47143">
              <w:rPr>
                <w:sz w:val="28"/>
                <w:szCs w:val="28"/>
              </w:rPr>
              <w:t>12</w:t>
            </w:r>
            <w:r>
              <w:rPr>
                <w:sz w:val="28"/>
                <w:szCs w:val="28"/>
              </w:rPr>
              <w:t>00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9F6588">
        <w:tc>
          <w:tcPr>
            <w:tcW w:w="2198" w:type="dxa"/>
            <w:gridSpan w:val="2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84,29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УПРАВЛЕНИЯ ПО ОБЩИМ ВОПРОСАМ УПРАВЛЕНИЯ ОБРАЗОВАНИЯ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Default="00C2202F" w:rsidP="002B099C">
      <w:pPr>
        <w:jc w:val="center"/>
        <w:rPr>
          <w:sz w:val="28"/>
          <w:szCs w:val="28"/>
        </w:rPr>
      </w:pPr>
    </w:p>
    <w:tbl>
      <w:tblPr>
        <w:tblW w:w="14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820"/>
      </w:tblGrid>
      <w:tr w:rsidR="00C2202F" w:rsidTr="009F6588">
        <w:tc>
          <w:tcPr>
            <w:tcW w:w="2198" w:type="dxa"/>
            <w:gridSpan w:val="2"/>
            <w:vMerge w:val="restart"/>
          </w:tcPr>
          <w:p w:rsidR="00C2202F" w:rsidRPr="005267CF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Декларированный годовой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20" w:type="dxa"/>
            <w:vMerge w:val="restart"/>
          </w:tcPr>
          <w:p w:rsidR="00C2202F" w:rsidRDefault="00C2202F" w:rsidP="00D97837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D97837">
        <w:tc>
          <w:tcPr>
            <w:tcW w:w="2198" w:type="dxa"/>
            <w:gridSpan w:val="2"/>
            <w:vMerge/>
            <w:vAlign w:val="center"/>
          </w:tcPr>
          <w:p w:rsidR="00C2202F" w:rsidRPr="005267CF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</w:t>
            </w:r>
          </w:p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D97837">
        <w:tc>
          <w:tcPr>
            <w:tcW w:w="14525" w:type="dxa"/>
            <w:gridSpan w:val="11"/>
          </w:tcPr>
          <w:p w:rsidR="00C2202F" w:rsidRPr="00A5420B" w:rsidRDefault="00C2202F" w:rsidP="009F6588">
            <w:pPr>
              <w:jc w:val="center"/>
              <w:rPr>
                <w:b/>
              </w:rPr>
            </w:pPr>
            <w:r w:rsidRPr="00A5420B">
              <w:rPr>
                <w:b/>
                <w:sz w:val="28"/>
                <w:szCs w:val="28"/>
              </w:rPr>
              <w:t>Полянкина Татьяна Александровна</w:t>
            </w:r>
          </w:p>
        </w:tc>
      </w:tr>
      <w:tr w:rsidR="00C2202F" w:rsidTr="009F6588">
        <w:tc>
          <w:tcPr>
            <w:tcW w:w="2198" w:type="dxa"/>
            <w:gridSpan w:val="2"/>
          </w:tcPr>
          <w:p w:rsidR="00C2202F" w:rsidRPr="005267CF" w:rsidRDefault="00C2202F" w:rsidP="00A542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406026,24</w:t>
            </w: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65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</w:tcPr>
          <w:p w:rsidR="00C2202F" w:rsidRDefault="00C2202F" w:rsidP="009F6588">
            <w:pPr>
              <w:jc w:val="center"/>
            </w:pPr>
            <w:r>
              <w:t>-</w:t>
            </w:r>
          </w:p>
        </w:tc>
      </w:tr>
      <w:tr w:rsidR="00C2202F" w:rsidTr="00D97837">
        <w:tc>
          <w:tcPr>
            <w:tcW w:w="14525" w:type="dxa"/>
            <w:gridSpan w:val="11"/>
          </w:tcPr>
          <w:p w:rsidR="00C2202F" w:rsidRDefault="00C2202F" w:rsidP="009F6588">
            <w:pPr>
              <w:jc w:val="center"/>
            </w:pPr>
            <w:r w:rsidRPr="005267CF">
              <w:rPr>
                <w:sz w:val="28"/>
                <w:szCs w:val="28"/>
              </w:rPr>
              <w:t>Супруг</w:t>
            </w:r>
          </w:p>
        </w:tc>
      </w:tr>
      <w:tr w:rsidR="00C2202F" w:rsidTr="009F6588">
        <w:tc>
          <w:tcPr>
            <w:tcW w:w="2093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492046,29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900</w:t>
            </w:r>
          </w:p>
        </w:tc>
        <w:tc>
          <w:tcPr>
            <w:tcW w:w="1664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Автомобиль легковой </w:t>
            </w:r>
            <w:r w:rsidRPr="005267CF">
              <w:rPr>
                <w:sz w:val="28"/>
                <w:szCs w:val="28"/>
                <w:lang w:val="en-US"/>
              </w:rPr>
              <w:t>Kia Rio</w:t>
            </w:r>
          </w:p>
        </w:tc>
        <w:tc>
          <w:tcPr>
            <w:tcW w:w="1632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820" w:type="dxa"/>
            <w:vMerge w:val="restart"/>
          </w:tcPr>
          <w:p w:rsidR="00C2202F" w:rsidRDefault="00C2202F" w:rsidP="009F6588">
            <w:pPr>
              <w:jc w:val="center"/>
            </w:pPr>
            <w:r>
              <w:t>-</w:t>
            </w:r>
          </w:p>
        </w:tc>
      </w:tr>
      <w:tr w:rsidR="00C2202F" w:rsidTr="009F6588">
        <w:tc>
          <w:tcPr>
            <w:tcW w:w="2093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63</w:t>
            </w:r>
          </w:p>
        </w:tc>
        <w:tc>
          <w:tcPr>
            <w:tcW w:w="1664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D97837">
        <w:tc>
          <w:tcPr>
            <w:tcW w:w="2093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Квартира (1/5 доля)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65</w:t>
            </w:r>
          </w:p>
        </w:tc>
        <w:tc>
          <w:tcPr>
            <w:tcW w:w="1664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D97837">
        <w:tc>
          <w:tcPr>
            <w:tcW w:w="12705" w:type="dxa"/>
            <w:gridSpan w:val="10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9F6588">
        <w:tc>
          <w:tcPr>
            <w:tcW w:w="2198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Квартира (1/5 доля)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65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820" w:type="dxa"/>
            <w:vMerge/>
          </w:tcPr>
          <w:p w:rsidR="00C2202F" w:rsidRDefault="00C2202F"/>
        </w:tc>
      </w:tr>
    </w:tbl>
    <w:p w:rsidR="00C2202F" w:rsidRPr="00A93D28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ДОШКОЛЬНОГО ОБРАЗОВАНИЯ УПРАВЛЕНИЯ ОБРАЗОВАНИЯ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A93D28">
        <w:tc>
          <w:tcPr>
            <w:tcW w:w="2198" w:type="dxa"/>
            <w:gridSpan w:val="2"/>
            <w:vMerge w:val="restart"/>
          </w:tcPr>
          <w:p w:rsidR="00C2202F" w:rsidRPr="005267CF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Декларированный годовой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D97837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A93D28">
        <w:tc>
          <w:tcPr>
            <w:tcW w:w="2198" w:type="dxa"/>
            <w:gridSpan w:val="2"/>
            <w:vMerge/>
            <w:vAlign w:val="center"/>
          </w:tcPr>
          <w:p w:rsidR="00C2202F" w:rsidRPr="005267CF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</w:t>
            </w:r>
          </w:p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97837">
        <w:tc>
          <w:tcPr>
            <w:tcW w:w="14345" w:type="dxa"/>
            <w:gridSpan w:val="10"/>
          </w:tcPr>
          <w:p w:rsidR="00C2202F" w:rsidRPr="00C07EBC" w:rsidRDefault="00C2202F" w:rsidP="00A93D28">
            <w:pPr>
              <w:jc w:val="center"/>
              <w:rPr>
                <w:b/>
              </w:rPr>
            </w:pPr>
            <w:r w:rsidRPr="00C07EBC">
              <w:rPr>
                <w:b/>
                <w:sz w:val="28"/>
                <w:szCs w:val="28"/>
              </w:rPr>
              <w:t>Иванова Алевтина Христофоровна</w:t>
            </w:r>
          </w:p>
        </w:tc>
      </w:tr>
      <w:tr w:rsidR="00C2202F" w:rsidTr="00A93D28">
        <w:tc>
          <w:tcPr>
            <w:tcW w:w="2093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552450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квартира (1/2 доля)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46,7</w:t>
            </w:r>
          </w:p>
        </w:tc>
        <w:tc>
          <w:tcPr>
            <w:tcW w:w="180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  <w:tc>
          <w:tcPr>
            <w:tcW w:w="144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A93D28">
            <w:pPr>
              <w:jc w:val="center"/>
            </w:pPr>
            <w:r>
              <w:t>-</w:t>
            </w:r>
          </w:p>
        </w:tc>
      </w:tr>
      <w:tr w:rsidR="00C2202F" w:rsidTr="00A93D28">
        <w:tc>
          <w:tcPr>
            <w:tcW w:w="2093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700</w:t>
            </w:r>
          </w:p>
        </w:tc>
        <w:tc>
          <w:tcPr>
            <w:tcW w:w="180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A93D28">
        <w:tc>
          <w:tcPr>
            <w:tcW w:w="2093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гараж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24</w:t>
            </w:r>
          </w:p>
        </w:tc>
        <w:tc>
          <w:tcPr>
            <w:tcW w:w="180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4A1F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4A1F0F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4A1F0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ПРАВОВОГО ОТДЕЛА УПРАВЛЕНИЯ ОБРАЗОВАНИЯ АДМИНИСТРАЦИИ МУНИЦИПАЛЬНОГО ОБРАЗОВАНИЯ «ЗАВЬЯЛОВСКИЙ РАЙОН» </w:t>
      </w:r>
    </w:p>
    <w:p w:rsidR="00C2202F" w:rsidRDefault="00C2202F" w:rsidP="004A1F0F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Default="00C2202F" w:rsidP="004A1F0F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Tr="004A1F0F">
        <w:tc>
          <w:tcPr>
            <w:tcW w:w="2198" w:type="dxa"/>
            <w:gridSpan w:val="2"/>
            <w:vMerge w:val="restart"/>
          </w:tcPr>
          <w:p w:rsidR="00C2202F" w:rsidRPr="005267CF" w:rsidRDefault="00C2202F" w:rsidP="004A1F0F">
            <w:pPr>
              <w:ind w:left="72"/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Декларированный годовой</w:t>
            </w:r>
          </w:p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4A1F0F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4A1F0F">
        <w:tc>
          <w:tcPr>
            <w:tcW w:w="2198" w:type="dxa"/>
            <w:gridSpan w:val="2"/>
            <w:vMerge/>
            <w:vAlign w:val="center"/>
          </w:tcPr>
          <w:p w:rsidR="00C2202F" w:rsidRPr="005267CF" w:rsidRDefault="00C2202F" w:rsidP="004A1F0F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4A1F0F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5267CF" w:rsidRDefault="00C2202F" w:rsidP="004A1F0F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5267CF" w:rsidRDefault="00C2202F" w:rsidP="004A1F0F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5267CF" w:rsidRDefault="00C2202F" w:rsidP="004A1F0F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5267CF" w:rsidRDefault="00C2202F" w:rsidP="004A1F0F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</w:t>
            </w:r>
          </w:p>
          <w:p w:rsidR="00C2202F" w:rsidRPr="005267CF" w:rsidRDefault="00C2202F" w:rsidP="004A1F0F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5267CF" w:rsidRDefault="00C2202F" w:rsidP="004A1F0F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5267CF" w:rsidRDefault="00C2202F" w:rsidP="004A1F0F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 w:rsidP="004A1F0F"/>
        </w:tc>
      </w:tr>
      <w:tr w:rsidR="00C2202F" w:rsidTr="004A1F0F">
        <w:tc>
          <w:tcPr>
            <w:tcW w:w="14345" w:type="dxa"/>
            <w:gridSpan w:val="10"/>
          </w:tcPr>
          <w:p w:rsidR="00C2202F" w:rsidRPr="00691F22" w:rsidRDefault="00C2202F" w:rsidP="004A1F0F">
            <w:pPr>
              <w:jc w:val="center"/>
              <w:rPr>
                <w:b/>
              </w:rPr>
            </w:pPr>
            <w:r w:rsidRPr="00691F22">
              <w:rPr>
                <w:b/>
                <w:sz w:val="28"/>
                <w:szCs w:val="28"/>
              </w:rPr>
              <w:t>Колганова Елена Александровна</w:t>
            </w:r>
          </w:p>
        </w:tc>
      </w:tr>
      <w:tr w:rsidR="00C2202F" w:rsidTr="004A1F0F">
        <w:tc>
          <w:tcPr>
            <w:tcW w:w="2093" w:type="dxa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351512,73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квартира (</w:t>
            </w:r>
            <w:r>
              <w:rPr>
                <w:sz w:val="28"/>
                <w:szCs w:val="28"/>
              </w:rPr>
              <w:t>2</w:t>
            </w:r>
            <w:r w:rsidRPr="005267CF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</w:t>
            </w:r>
            <w:r w:rsidRPr="005267CF">
              <w:rPr>
                <w:sz w:val="28"/>
                <w:szCs w:val="28"/>
              </w:rPr>
              <w:t xml:space="preserve"> дол</w:t>
            </w:r>
            <w:r>
              <w:rPr>
                <w:sz w:val="28"/>
                <w:szCs w:val="28"/>
              </w:rPr>
              <w:t>и</w:t>
            </w:r>
            <w:r w:rsidRPr="005267CF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</w:t>
            </w:r>
            <w:r w:rsidRPr="005267C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1800" w:type="dxa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4A1F0F" w:rsidRDefault="00C2202F" w:rsidP="004A1F0F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Daewoo Matiz</w:t>
            </w:r>
          </w:p>
        </w:tc>
        <w:tc>
          <w:tcPr>
            <w:tcW w:w="1632" w:type="dxa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Default="00C2202F" w:rsidP="004A1F0F">
            <w:pPr>
              <w:jc w:val="center"/>
            </w:pPr>
            <w:r>
              <w:t>-</w:t>
            </w:r>
          </w:p>
        </w:tc>
      </w:tr>
      <w:tr w:rsidR="00C2202F" w:rsidTr="004A1F0F">
        <w:tc>
          <w:tcPr>
            <w:tcW w:w="2093" w:type="dxa"/>
          </w:tcPr>
          <w:p w:rsidR="00C2202F" w:rsidRDefault="00C2202F" w:rsidP="004A1F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5267CF" w:rsidRDefault="00C2202F" w:rsidP="004A1F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691F22" w:rsidRDefault="00C2202F" w:rsidP="004A1F0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Chevrolet Aveo</w:t>
            </w:r>
          </w:p>
        </w:tc>
        <w:tc>
          <w:tcPr>
            <w:tcW w:w="1632" w:type="dxa"/>
          </w:tcPr>
          <w:p w:rsidR="00C2202F" w:rsidRDefault="00C2202F" w:rsidP="004A1F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4A1F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Default="00C2202F" w:rsidP="004A1F0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</w:tcPr>
          <w:p w:rsidR="00C2202F" w:rsidRDefault="00C2202F" w:rsidP="004A1F0F">
            <w:pPr>
              <w:jc w:val="center"/>
            </w:pPr>
          </w:p>
        </w:tc>
      </w:tr>
    </w:tbl>
    <w:p w:rsidR="00C2202F" w:rsidRPr="00A93D28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ИНТЕГРАЦИИ ОБРАЗОВАНИЯ УПРАВЛЕНИЯ ОБРАЗОВАНИЯ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Default="00C2202F" w:rsidP="002B099C">
      <w:pPr>
        <w:jc w:val="center"/>
        <w:rPr>
          <w:sz w:val="28"/>
          <w:szCs w:val="28"/>
        </w:rPr>
      </w:pPr>
    </w:p>
    <w:tbl>
      <w:tblPr>
        <w:tblW w:w="14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820"/>
      </w:tblGrid>
      <w:tr w:rsidR="00C2202F" w:rsidTr="003B556B">
        <w:tc>
          <w:tcPr>
            <w:tcW w:w="2198" w:type="dxa"/>
            <w:gridSpan w:val="2"/>
            <w:vMerge w:val="restart"/>
          </w:tcPr>
          <w:p w:rsidR="00C2202F" w:rsidRPr="005267CF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Декларированный годовой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20" w:type="dxa"/>
            <w:vMerge w:val="restart"/>
          </w:tcPr>
          <w:p w:rsidR="00C2202F" w:rsidRDefault="00C2202F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96488D">
        <w:tc>
          <w:tcPr>
            <w:tcW w:w="2198" w:type="dxa"/>
            <w:gridSpan w:val="2"/>
            <w:vMerge/>
            <w:vAlign w:val="center"/>
          </w:tcPr>
          <w:p w:rsidR="00C2202F" w:rsidRPr="005267CF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5267CF" w:rsidRDefault="00C2202F" w:rsidP="00063A46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5267CF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</w:t>
            </w:r>
          </w:p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5267CF" w:rsidRDefault="00C2202F" w:rsidP="00063A46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5267CF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96488D">
        <w:tc>
          <w:tcPr>
            <w:tcW w:w="12705" w:type="dxa"/>
            <w:gridSpan w:val="10"/>
          </w:tcPr>
          <w:p w:rsidR="00C2202F" w:rsidRPr="00260875" w:rsidRDefault="00C2202F" w:rsidP="002B099C">
            <w:pPr>
              <w:jc w:val="center"/>
              <w:rPr>
                <w:b/>
                <w:sz w:val="28"/>
                <w:szCs w:val="28"/>
              </w:rPr>
            </w:pPr>
            <w:r w:rsidRPr="00260875">
              <w:rPr>
                <w:b/>
                <w:sz w:val="28"/>
                <w:szCs w:val="28"/>
              </w:rPr>
              <w:t xml:space="preserve">Акилова Наталья Даниловна </w:t>
            </w:r>
          </w:p>
        </w:tc>
        <w:tc>
          <w:tcPr>
            <w:tcW w:w="1820" w:type="dxa"/>
            <w:vMerge w:val="restart"/>
          </w:tcPr>
          <w:p w:rsidR="00C2202F" w:rsidRDefault="00C2202F" w:rsidP="003B556B">
            <w:pPr>
              <w:jc w:val="center"/>
            </w:pPr>
            <w:r>
              <w:t>-</w:t>
            </w:r>
          </w:p>
        </w:tc>
      </w:tr>
      <w:tr w:rsidR="00C2202F" w:rsidTr="003B556B">
        <w:tc>
          <w:tcPr>
            <w:tcW w:w="2198" w:type="dxa"/>
            <w:gridSpan w:val="2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624 341,84</w:t>
            </w: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квартира (1/4 доля)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65,29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60875" w:rsidRDefault="00C2202F" w:rsidP="002B099C">
            <w:pPr>
              <w:jc w:val="center"/>
              <w:rPr>
                <w:sz w:val="28"/>
                <w:szCs w:val="28"/>
              </w:rPr>
            </w:pPr>
            <w:r w:rsidRPr="00260875">
              <w:rPr>
                <w:sz w:val="28"/>
                <w:szCs w:val="28"/>
              </w:rPr>
              <w:t xml:space="preserve">Земельный </w:t>
            </w:r>
            <w:r w:rsidRPr="00260875">
              <w:rPr>
                <w:rStyle w:val="Emphasis"/>
                <w:i w:val="0"/>
                <w:sz w:val="28"/>
                <w:szCs w:val="28"/>
              </w:rPr>
              <w:t>участок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2057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96488D">
        <w:tc>
          <w:tcPr>
            <w:tcW w:w="2198" w:type="dxa"/>
            <w:gridSpan w:val="2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гараж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24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700</w:t>
            </w:r>
          </w:p>
        </w:tc>
        <w:tc>
          <w:tcPr>
            <w:tcW w:w="144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96488D">
        <w:tc>
          <w:tcPr>
            <w:tcW w:w="2198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44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96488D">
        <w:tc>
          <w:tcPr>
            <w:tcW w:w="2198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Садовый дом</w:t>
            </w:r>
          </w:p>
        </w:tc>
        <w:tc>
          <w:tcPr>
            <w:tcW w:w="1260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440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96488D">
        <w:tc>
          <w:tcPr>
            <w:tcW w:w="12705" w:type="dxa"/>
            <w:gridSpan w:val="10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3B556B">
        <w:tc>
          <w:tcPr>
            <w:tcW w:w="2093" w:type="dxa"/>
            <w:vMerge w:val="restart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304 966,07 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700</w:t>
            </w:r>
          </w:p>
        </w:tc>
        <w:tc>
          <w:tcPr>
            <w:tcW w:w="1664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Автомобиль легковой СеАЗ 11116</w:t>
            </w:r>
          </w:p>
        </w:tc>
        <w:tc>
          <w:tcPr>
            <w:tcW w:w="1632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гараж</w:t>
            </w:r>
          </w:p>
        </w:tc>
        <w:tc>
          <w:tcPr>
            <w:tcW w:w="126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24</w:t>
            </w:r>
          </w:p>
        </w:tc>
        <w:tc>
          <w:tcPr>
            <w:tcW w:w="144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3B556B">
        <w:tc>
          <w:tcPr>
            <w:tcW w:w="2093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Квартира (1/4 доля)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65,29</w:t>
            </w:r>
          </w:p>
        </w:tc>
        <w:tc>
          <w:tcPr>
            <w:tcW w:w="1664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3B556B">
        <w:tc>
          <w:tcPr>
            <w:tcW w:w="2093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664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</w:tcPr>
          <w:p w:rsidR="00C2202F" w:rsidRDefault="00C2202F"/>
        </w:tc>
      </w:tr>
      <w:tr w:rsidR="00C2202F" w:rsidTr="003B556B">
        <w:tc>
          <w:tcPr>
            <w:tcW w:w="2093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Садовый дом</w:t>
            </w:r>
          </w:p>
        </w:tc>
        <w:tc>
          <w:tcPr>
            <w:tcW w:w="1260" w:type="dxa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1664" w:type="dxa"/>
          </w:tcPr>
          <w:p w:rsidR="00C2202F" w:rsidRDefault="00C2202F" w:rsidP="003B55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44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</w:tcPr>
          <w:p w:rsidR="00C2202F" w:rsidRDefault="00C2202F"/>
        </w:tc>
      </w:tr>
    </w:tbl>
    <w:p w:rsidR="00C2202F" w:rsidRDefault="00C2202F" w:rsidP="002B099C">
      <w:pPr>
        <w:jc w:val="center"/>
      </w:pPr>
    </w:p>
    <w:p w:rsidR="00C2202F" w:rsidRDefault="00C2202F" w:rsidP="008002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8002E0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8002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ГЛАВНОГО СПЕЦИАЛИСТА-ЭКСПЕРТА ОТДЕЛА ИНТЕГРАЦИИ ОБРАЗОВАНИЯ УПРАВЛЕНИЯ ОБРАЗОВАНИЯ АДМИНИСТРАЦИИ МУНИЦИПАЛЬНОГО ОБРАЗОВАНИЯ «ЗАВЬЯЛОВСКИЙ РАЙОН» </w:t>
      </w:r>
    </w:p>
    <w:p w:rsidR="00C2202F" w:rsidRDefault="00C2202F" w:rsidP="008002E0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Default="00C2202F" w:rsidP="008002E0">
      <w:pPr>
        <w:jc w:val="center"/>
        <w:rPr>
          <w:sz w:val="28"/>
          <w:szCs w:val="28"/>
        </w:rPr>
      </w:pPr>
    </w:p>
    <w:tbl>
      <w:tblPr>
        <w:tblW w:w="14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820"/>
      </w:tblGrid>
      <w:tr w:rsidR="00C2202F" w:rsidTr="008002E0">
        <w:tc>
          <w:tcPr>
            <w:tcW w:w="2198" w:type="dxa"/>
            <w:gridSpan w:val="2"/>
            <w:vMerge w:val="restart"/>
          </w:tcPr>
          <w:p w:rsidR="00C2202F" w:rsidRPr="005267CF" w:rsidRDefault="00C2202F" w:rsidP="008002E0">
            <w:pPr>
              <w:ind w:left="72"/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Декларированный годовой</w:t>
            </w:r>
          </w:p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20" w:type="dxa"/>
            <w:vMerge w:val="restart"/>
          </w:tcPr>
          <w:p w:rsidR="00C2202F" w:rsidRDefault="00C2202F" w:rsidP="008002E0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8002E0">
        <w:tc>
          <w:tcPr>
            <w:tcW w:w="2198" w:type="dxa"/>
            <w:gridSpan w:val="2"/>
            <w:vMerge/>
            <w:vAlign w:val="center"/>
          </w:tcPr>
          <w:p w:rsidR="00C2202F" w:rsidRPr="005267CF" w:rsidRDefault="00C2202F" w:rsidP="008002E0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8002E0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5267CF">
              <w:rPr>
                <w:sz w:val="26"/>
                <w:szCs w:val="26"/>
              </w:rPr>
              <w:t>.м)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8002E0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5267CF" w:rsidRDefault="00C2202F" w:rsidP="008002E0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5267CF" w:rsidRDefault="00C2202F" w:rsidP="008002E0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</w:t>
            </w:r>
          </w:p>
          <w:p w:rsidR="00C2202F" w:rsidRPr="005267CF" w:rsidRDefault="00C2202F" w:rsidP="008002E0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</w:t>
            </w:r>
            <w:r>
              <w:rPr>
                <w:sz w:val="26"/>
                <w:szCs w:val="26"/>
              </w:rPr>
              <w:t>кв</w:t>
            </w:r>
            <w:r w:rsidRPr="005267CF">
              <w:rPr>
                <w:sz w:val="26"/>
                <w:szCs w:val="26"/>
              </w:rPr>
              <w:t>.м)</w:t>
            </w:r>
          </w:p>
        </w:tc>
        <w:tc>
          <w:tcPr>
            <w:tcW w:w="1440" w:type="dxa"/>
          </w:tcPr>
          <w:p w:rsidR="00C2202F" w:rsidRPr="005267CF" w:rsidRDefault="00C2202F" w:rsidP="008002E0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20" w:type="dxa"/>
            <w:vMerge/>
          </w:tcPr>
          <w:p w:rsidR="00C2202F" w:rsidRDefault="00C2202F" w:rsidP="008002E0"/>
        </w:tc>
      </w:tr>
      <w:tr w:rsidR="00C2202F" w:rsidTr="008002E0">
        <w:tc>
          <w:tcPr>
            <w:tcW w:w="12705" w:type="dxa"/>
            <w:gridSpan w:val="10"/>
          </w:tcPr>
          <w:p w:rsidR="00C2202F" w:rsidRPr="00260875" w:rsidRDefault="00C2202F" w:rsidP="008002E0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Кузнецова Мария Александровна</w:t>
            </w:r>
            <w:r w:rsidRPr="00260875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820" w:type="dxa"/>
            <w:vMerge w:val="restart"/>
          </w:tcPr>
          <w:p w:rsidR="00C2202F" w:rsidRDefault="00C2202F" w:rsidP="008002E0">
            <w:pPr>
              <w:jc w:val="center"/>
            </w:pPr>
            <w:r>
              <w:t>-</w:t>
            </w:r>
          </w:p>
        </w:tc>
      </w:tr>
      <w:tr w:rsidR="00C2202F" w:rsidTr="008002E0">
        <w:tc>
          <w:tcPr>
            <w:tcW w:w="2198" w:type="dxa"/>
            <w:gridSpan w:val="2"/>
            <w:vMerge w:val="restart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246 166,23</w:t>
            </w:r>
          </w:p>
        </w:tc>
        <w:tc>
          <w:tcPr>
            <w:tcW w:w="1507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8002E0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Renault Logan</w:t>
            </w:r>
          </w:p>
        </w:tc>
        <w:tc>
          <w:tcPr>
            <w:tcW w:w="1632" w:type="dxa"/>
          </w:tcPr>
          <w:p w:rsidR="00C2202F" w:rsidRPr="00260875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  <w:tc>
          <w:tcPr>
            <w:tcW w:w="144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  <w:vMerge/>
          </w:tcPr>
          <w:p w:rsidR="00C2202F" w:rsidRDefault="00C2202F" w:rsidP="008002E0"/>
        </w:tc>
      </w:tr>
      <w:tr w:rsidR="00C2202F" w:rsidTr="008002E0">
        <w:tc>
          <w:tcPr>
            <w:tcW w:w="2198" w:type="dxa"/>
            <w:gridSpan w:val="2"/>
            <w:vMerge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  <w:tc>
          <w:tcPr>
            <w:tcW w:w="144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  <w:vMerge/>
          </w:tcPr>
          <w:p w:rsidR="00C2202F" w:rsidRDefault="00C2202F" w:rsidP="008002E0"/>
        </w:tc>
      </w:tr>
      <w:tr w:rsidR="00C2202F" w:rsidTr="008002E0">
        <w:tc>
          <w:tcPr>
            <w:tcW w:w="2198" w:type="dxa"/>
            <w:gridSpan w:val="2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gridSpan w:val="2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44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  <w:vMerge/>
          </w:tcPr>
          <w:p w:rsidR="00C2202F" w:rsidRDefault="00C2202F" w:rsidP="008002E0"/>
        </w:tc>
      </w:tr>
      <w:tr w:rsidR="00C2202F" w:rsidTr="008002E0">
        <w:tc>
          <w:tcPr>
            <w:tcW w:w="12705" w:type="dxa"/>
            <w:gridSpan w:val="10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1820" w:type="dxa"/>
            <w:vMerge/>
          </w:tcPr>
          <w:p w:rsidR="00C2202F" w:rsidRDefault="00C2202F" w:rsidP="008002E0"/>
        </w:tc>
      </w:tr>
      <w:tr w:rsidR="00C2202F" w:rsidTr="008002E0">
        <w:tc>
          <w:tcPr>
            <w:tcW w:w="2093" w:type="dxa"/>
            <w:vMerge w:val="restart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264 982,42 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  <w:tc>
          <w:tcPr>
            <w:tcW w:w="1664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 w:val="restart"/>
          </w:tcPr>
          <w:p w:rsidR="00C2202F" w:rsidRPr="00421C5D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Мотоцикл </w:t>
            </w:r>
            <w:r>
              <w:rPr>
                <w:sz w:val="28"/>
                <w:szCs w:val="28"/>
                <w:lang w:val="en-US"/>
              </w:rPr>
              <w:t>Suzuki DR</w:t>
            </w:r>
            <w:r>
              <w:rPr>
                <w:sz w:val="28"/>
                <w:szCs w:val="28"/>
              </w:rPr>
              <w:t xml:space="preserve"> 650</w:t>
            </w:r>
          </w:p>
        </w:tc>
        <w:tc>
          <w:tcPr>
            <w:tcW w:w="1632" w:type="dxa"/>
            <w:vMerge w:val="restart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</w:tcPr>
          <w:p w:rsidR="00C2202F" w:rsidRDefault="00C2202F" w:rsidP="008002E0"/>
        </w:tc>
      </w:tr>
      <w:tr w:rsidR="00C2202F" w:rsidTr="008002E0">
        <w:tc>
          <w:tcPr>
            <w:tcW w:w="2093" w:type="dxa"/>
            <w:vMerge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Квартира (1/4</w:t>
            </w:r>
            <w:r>
              <w:rPr>
                <w:sz w:val="28"/>
                <w:szCs w:val="28"/>
              </w:rPr>
              <w:t>, 3/4</w:t>
            </w:r>
            <w:r w:rsidRPr="005267CF">
              <w:rPr>
                <w:sz w:val="28"/>
                <w:szCs w:val="28"/>
              </w:rPr>
              <w:t xml:space="preserve"> дол</w:t>
            </w:r>
            <w:r>
              <w:rPr>
                <w:sz w:val="28"/>
                <w:szCs w:val="28"/>
              </w:rPr>
              <w:t>и</w:t>
            </w:r>
            <w:r w:rsidRPr="005267CF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  <w:tc>
          <w:tcPr>
            <w:tcW w:w="1664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  <w:vMerge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  <w:vMerge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</w:tcPr>
          <w:p w:rsidR="00C2202F" w:rsidRDefault="00C2202F" w:rsidP="008002E0"/>
        </w:tc>
      </w:tr>
      <w:tr w:rsidR="00C2202F" w:rsidTr="008002E0">
        <w:tc>
          <w:tcPr>
            <w:tcW w:w="2093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664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632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</w:tcPr>
          <w:p w:rsidR="00C2202F" w:rsidRDefault="00C2202F" w:rsidP="008002E0"/>
        </w:tc>
      </w:tr>
      <w:tr w:rsidR="00C2202F" w:rsidTr="00421C5D">
        <w:tc>
          <w:tcPr>
            <w:tcW w:w="14525" w:type="dxa"/>
            <w:gridSpan w:val="11"/>
          </w:tcPr>
          <w:p w:rsidR="00C2202F" w:rsidRPr="00421C5D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</w:tr>
      <w:tr w:rsidR="00C2202F" w:rsidTr="008002E0">
        <w:tc>
          <w:tcPr>
            <w:tcW w:w="2093" w:type="dxa"/>
          </w:tcPr>
          <w:p w:rsidR="00C2202F" w:rsidRPr="005267C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12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Pr="00421C5D" w:rsidRDefault="00C2202F" w:rsidP="008002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260875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  <w:tc>
          <w:tcPr>
            <w:tcW w:w="144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</w:tcPr>
          <w:p w:rsidR="00C2202F" w:rsidRDefault="00C2202F" w:rsidP="00421C5D">
            <w:pPr>
              <w:jc w:val="center"/>
            </w:pPr>
            <w:r>
              <w:t>-</w:t>
            </w:r>
          </w:p>
        </w:tc>
      </w:tr>
      <w:tr w:rsidR="00C2202F" w:rsidTr="008002E0">
        <w:tc>
          <w:tcPr>
            <w:tcW w:w="2093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  <w:tc>
          <w:tcPr>
            <w:tcW w:w="144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</w:tcPr>
          <w:p w:rsidR="00C2202F" w:rsidRDefault="00C2202F" w:rsidP="008002E0"/>
        </w:tc>
      </w:tr>
      <w:tr w:rsidR="00C2202F" w:rsidTr="008002E0">
        <w:tc>
          <w:tcPr>
            <w:tcW w:w="2093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44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</w:tcPr>
          <w:p w:rsidR="00C2202F" w:rsidRDefault="00C2202F" w:rsidP="008002E0"/>
        </w:tc>
      </w:tr>
      <w:tr w:rsidR="00C2202F" w:rsidTr="00421C5D">
        <w:tc>
          <w:tcPr>
            <w:tcW w:w="14525" w:type="dxa"/>
            <w:gridSpan w:val="11"/>
          </w:tcPr>
          <w:p w:rsidR="00C2202F" w:rsidRPr="00421C5D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</w:tr>
      <w:tr w:rsidR="00C2202F" w:rsidTr="008002E0">
        <w:tc>
          <w:tcPr>
            <w:tcW w:w="2093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260875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53,1</w:t>
            </w:r>
          </w:p>
        </w:tc>
        <w:tc>
          <w:tcPr>
            <w:tcW w:w="144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</w:tcPr>
          <w:p w:rsidR="00C2202F" w:rsidRDefault="00C2202F" w:rsidP="00421C5D">
            <w:pPr>
              <w:jc w:val="center"/>
            </w:pPr>
            <w:r>
              <w:t>-</w:t>
            </w:r>
          </w:p>
        </w:tc>
      </w:tr>
      <w:tr w:rsidR="00C2202F" w:rsidTr="008002E0">
        <w:tc>
          <w:tcPr>
            <w:tcW w:w="2093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  <w:tc>
          <w:tcPr>
            <w:tcW w:w="144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</w:tcPr>
          <w:p w:rsidR="00C2202F" w:rsidRDefault="00C2202F" w:rsidP="008002E0"/>
        </w:tc>
      </w:tr>
      <w:tr w:rsidR="00C2202F" w:rsidTr="008002E0">
        <w:tc>
          <w:tcPr>
            <w:tcW w:w="2093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64" w:type="dxa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4" w:type="dxa"/>
            <w:gridSpan w:val="2"/>
          </w:tcPr>
          <w:p w:rsidR="00C2202F" w:rsidRDefault="00C2202F" w:rsidP="008002E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 незавершенного строительства</w:t>
            </w:r>
          </w:p>
        </w:tc>
        <w:tc>
          <w:tcPr>
            <w:tcW w:w="126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</w:t>
            </w:r>
          </w:p>
        </w:tc>
        <w:tc>
          <w:tcPr>
            <w:tcW w:w="144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820" w:type="dxa"/>
          </w:tcPr>
          <w:p w:rsidR="00C2202F" w:rsidRDefault="00C2202F" w:rsidP="008002E0"/>
        </w:tc>
      </w:tr>
    </w:tbl>
    <w:p w:rsidR="00C2202F" w:rsidRPr="00421C5D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ОБЩЕГО ОБРАЗОВАНИЯ УПРАВЛЕНИЯ ОБРАЗОВАНИЯ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800"/>
        <w:gridCol w:w="1608"/>
        <w:gridCol w:w="99"/>
        <w:gridCol w:w="1533"/>
        <w:gridCol w:w="26"/>
        <w:gridCol w:w="1234"/>
        <w:gridCol w:w="1440"/>
        <w:gridCol w:w="1640"/>
      </w:tblGrid>
      <w:tr w:rsidR="00C2202F" w:rsidTr="00CE3F58">
        <w:tc>
          <w:tcPr>
            <w:tcW w:w="2198" w:type="dxa"/>
            <w:gridSpan w:val="2"/>
            <w:vMerge w:val="restart"/>
          </w:tcPr>
          <w:p w:rsidR="00C2202F" w:rsidRPr="005267CF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Декларир</w:t>
            </w:r>
            <w:r>
              <w:rPr>
                <w:sz w:val="28"/>
                <w:szCs w:val="28"/>
              </w:rPr>
              <w:t xml:space="preserve">ованный </w:t>
            </w:r>
            <w:r w:rsidRPr="005267CF">
              <w:rPr>
                <w:sz w:val="28"/>
                <w:szCs w:val="28"/>
              </w:rPr>
              <w:t>годовой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5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D97837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D97837">
        <w:tc>
          <w:tcPr>
            <w:tcW w:w="2198" w:type="dxa"/>
            <w:gridSpan w:val="2"/>
            <w:vMerge/>
            <w:vAlign w:val="center"/>
          </w:tcPr>
          <w:p w:rsidR="00C2202F" w:rsidRPr="005267CF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</w:t>
            </w:r>
          </w:p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97837">
        <w:tc>
          <w:tcPr>
            <w:tcW w:w="14345" w:type="dxa"/>
            <w:gridSpan w:val="12"/>
          </w:tcPr>
          <w:p w:rsidR="00C2202F" w:rsidRPr="00656BFA" w:rsidRDefault="00C2202F" w:rsidP="00CE3F58">
            <w:pPr>
              <w:jc w:val="center"/>
              <w:rPr>
                <w:b/>
              </w:rPr>
            </w:pPr>
            <w:r w:rsidRPr="00656BFA">
              <w:rPr>
                <w:b/>
                <w:sz w:val="28"/>
                <w:szCs w:val="28"/>
              </w:rPr>
              <w:t>Гаврилова Ирина Васильевна</w:t>
            </w:r>
          </w:p>
        </w:tc>
      </w:tr>
      <w:tr w:rsidR="00C2202F" w:rsidTr="00CE3F58">
        <w:tc>
          <w:tcPr>
            <w:tcW w:w="2093" w:type="dxa"/>
            <w:vMerge w:val="restart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649382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учетом продажи автомобиля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3760</w:t>
            </w:r>
          </w:p>
        </w:tc>
        <w:tc>
          <w:tcPr>
            <w:tcW w:w="180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 w:val="restart"/>
          </w:tcPr>
          <w:p w:rsidR="00C2202F" w:rsidRPr="00BD5B99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  <w:gridSpan w:val="2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gridSpan w:val="2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640" w:type="dxa"/>
            <w:vMerge w:val="restart"/>
          </w:tcPr>
          <w:p w:rsidR="00C2202F" w:rsidRDefault="00C2202F" w:rsidP="00CE3F58">
            <w:pPr>
              <w:jc w:val="center"/>
            </w:pPr>
            <w:r>
              <w:t>-</w:t>
            </w:r>
          </w:p>
        </w:tc>
      </w:tr>
      <w:tr w:rsidR="00C2202F" w:rsidTr="00D97837">
        <w:tc>
          <w:tcPr>
            <w:tcW w:w="2093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145,91</w:t>
            </w:r>
          </w:p>
        </w:tc>
        <w:tc>
          <w:tcPr>
            <w:tcW w:w="180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gridSpan w:val="2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gridSpan w:val="2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97837">
        <w:tc>
          <w:tcPr>
            <w:tcW w:w="14345" w:type="dxa"/>
            <w:gridSpan w:val="12"/>
          </w:tcPr>
          <w:p w:rsidR="00C2202F" w:rsidRDefault="00C2202F" w:rsidP="00CE3F58">
            <w:pPr>
              <w:jc w:val="center"/>
            </w:pPr>
            <w:r w:rsidRPr="005267CF">
              <w:rPr>
                <w:sz w:val="28"/>
                <w:szCs w:val="28"/>
              </w:rPr>
              <w:t>Супруг</w:t>
            </w:r>
          </w:p>
        </w:tc>
      </w:tr>
      <w:tr w:rsidR="00C2202F" w:rsidTr="00CE3F58">
        <w:tc>
          <w:tcPr>
            <w:tcW w:w="2198" w:type="dxa"/>
            <w:gridSpan w:val="2"/>
            <w:vMerge w:val="restart"/>
          </w:tcPr>
          <w:p w:rsidR="00C2202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222622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учетом продажи автомобиля</w:t>
            </w:r>
          </w:p>
        </w:tc>
        <w:tc>
          <w:tcPr>
            <w:tcW w:w="1507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Квартира (11/15 доля)</w:t>
            </w:r>
          </w:p>
        </w:tc>
        <w:tc>
          <w:tcPr>
            <w:tcW w:w="126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59,8</w:t>
            </w:r>
          </w:p>
        </w:tc>
        <w:tc>
          <w:tcPr>
            <w:tcW w:w="180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07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5267CF">
              <w:rPr>
                <w:sz w:val="28"/>
                <w:szCs w:val="28"/>
              </w:rPr>
              <w:t xml:space="preserve">Автомобиль легковой </w:t>
            </w:r>
            <w:r w:rsidRPr="005267CF">
              <w:rPr>
                <w:sz w:val="28"/>
                <w:szCs w:val="28"/>
                <w:lang w:val="en-US"/>
              </w:rPr>
              <w:t>Renault Duster</w:t>
            </w:r>
          </w:p>
        </w:tc>
        <w:tc>
          <w:tcPr>
            <w:tcW w:w="1559" w:type="dxa"/>
            <w:gridSpan w:val="2"/>
          </w:tcPr>
          <w:p w:rsidR="00C2202F" w:rsidRPr="005267CF" w:rsidRDefault="00C2202F" w:rsidP="002B099C">
            <w:pPr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жилой дом</w:t>
            </w:r>
          </w:p>
        </w:tc>
        <w:tc>
          <w:tcPr>
            <w:tcW w:w="1234" w:type="dxa"/>
          </w:tcPr>
          <w:p w:rsidR="00C2202F" w:rsidRPr="005267CF" w:rsidRDefault="00C2202F" w:rsidP="002B099C">
            <w:pPr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145,91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 w:val="restart"/>
          </w:tcPr>
          <w:p w:rsidR="00C2202F" w:rsidRDefault="00C2202F" w:rsidP="00CE3F58">
            <w:pPr>
              <w:jc w:val="center"/>
            </w:pPr>
            <w:r>
              <w:t>-</w:t>
            </w:r>
          </w:p>
        </w:tc>
      </w:tr>
      <w:tr w:rsidR="00C2202F" w:rsidTr="00CE3F58">
        <w:tc>
          <w:tcPr>
            <w:tcW w:w="2198" w:type="dxa"/>
            <w:gridSpan w:val="2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559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34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3760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Default="00C2202F"/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421C5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421C5D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421C5D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ДЕТСКОГО ПИТАНИЯ И БЕЗОПАСНОСТИ ОБРАЗОВАТЕЛЬНОГО ПРОЦЕССА УПРАВЛЕНИЯ ОБРАЗОВАНИЯ АДМИНИСТРАЦИИ МУНИЦИПАЛЬНОГО ОБРАЗОВАНИЯ «ЗАВЬЯЛОВСКИЙ РАЙОН» за период с 1 января по 31 декабря 2015 года</w:t>
      </w:r>
    </w:p>
    <w:p w:rsidR="00C2202F" w:rsidRDefault="00C2202F" w:rsidP="00421C5D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800"/>
        <w:gridCol w:w="1608"/>
        <w:gridCol w:w="99"/>
        <w:gridCol w:w="1533"/>
        <w:gridCol w:w="26"/>
        <w:gridCol w:w="1234"/>
        <w:gridCol w:w="1440"/>
        <w:gridCol w:w="1640"/>
      </w:tblGrid>
      <w:tr w:rsidR="00C2202F" w:rsidTr="00421C5D">
        <w:tc>
          <w:tcPr>
            <w:tcW w:w="2198" w:type="dxa"/>
            <w:gridSpan w:val="2"/>
            <w:vMerge w:val="restart"/>
          </w:tcPr>
          <w:p w:rsidR="00C2202F" w:rsidRPr="005267CF" w:rsidRDefault="00C2202F" w:rsidP="00421C5D">
            <w:pPr>
              <w:ind w:left="72"/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Декларир</w:t>
            </w:r>
            <w:r>
              <w:rPr>
                <w:sz w:val="28"/>
                <w:szCs w:val="28"/>
              </w:rPr>
              <w:t xml:space="preserve">ованный </w:t>
            </w:r>
            <w:r w:rsidRPr="005267CF">
              <w:rPr>
                <w:sz w:val="28"/>
                <w:szCs w:val="28"/>
              </w:rPr>
              <w:t>годовой</w:t>
            </w:r>
          </w:p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5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 w:rsidP="00421C5D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421C5D">
        <w:tc>
          <w:tcPr>
            <w:tcW w:w="2198" w:type="dxa"/>
            <w:gridSpan w:val="2"/>
            <w:vMerge/>
            <w:vAlign w:val="center"/>
          </w:tcPr>
          <w:p w:rsidR="00C2202F" w:rsidRPr="005267CF" w:rsidRDefault="00C2202F" w:rsidP="00421C5D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421C5D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5267CF" w:rsidRDefault="00C2202F" w:rsidP="00421C5D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5267CF" w:rsidRDefault="00C2202F" w:rsidP="00421C5D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5267CF" w:rsidRDefault="00C2202F" w:rsidP="00421C5D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  <w:gridSpan w:val="2"/>
          </w:tcPr>
          <w:p w:rsidR="00C2202F" w:rsidRPr="005267CF" w:rsidRDefault="00C2202F" w:rsidP="00421C5D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</w:t>
            </w:r>
          </w:p>
          <w:p w:rsidR="00C2202F" w:rsidRPr="005267CF" w:rsidRDefault="00C2202F" w:rsidP="00421C5D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  <w:gridSpan w:val="2"/>
          </w:tcPr>
          <w:p w:rsidR="00C2202F" w:rsidRPr="005267CF" w:rsidRDefault="00C2202F" w:rsidP="00421C5D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5267CF" w:rsidRDefault="00C2202F" w:rsidP="00421C5D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 w:rsidP="00421C5D"/>
        </w:tc>
      </w:tr>
      <w:tr w:rsidR="00C2202F" w:rsidTr="00421C5D">
        <w:tc>
          <w:tcPr>
            <w:tcW w:w="14345" w:type="dxa"/>
            <w:gridSpan w:val="12"/>
          </w:tcPr>
          <w:p w:rsidR="00C2202F" w:rsidRPr="00656BFA" w:rsidRDefault="00C2202F" w:rsidP="009D3B8E">
            <w:pPr>
              <w:jc w:val="center"/>
              <w:rPr>
                <w:b/>
              </w:rPr>
            </w:pPr>
            <w:r>
              <w:rPr>
                <w:b/>
                <w:sz w:val="28"/>
                <w:szCs w:val="28"/>
              </w:rPr>
              <w:t>Лукин</w:t>
            </w:r>
            <w:r w:rsidRPr="00656BFA">
              <w:rPr>
                <w:b/>
                <w:sz w:val="28"/>
                <w:szCs w:val="28"/>
              </w:rPr>
              <w:t xml:space="preserve">а Ирина </w:t>
            </w:r>
            <w:r>
              <w:rPr>
                <w:b/>
                <w:sz w:val="28"/>
                <w:szCs w:val="28"/>
              </w:rPr>
              <w:t>Александро</w:t>
            </w:r>
            <w:r w:rsidRPr="00656BFA">
              <w:rPr>
                <w:b/>
                <w:sz w:val="28"/>
                <w:szCs w:val="28"/>
              </w:rPr>
              <w:t>вна</w:t>
            </w:r>
          </w:p>
        </w:tc>
      </w:tr>
      <w:tr w:rsidR="00C2202F" w:rsidTr="00421C5D">
        <w:tc>
          <w:tcPr>
            <w:tcW w:w="2093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513 515,71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50,89</w:t>
            </w:r>
          </w:p>
        </w:tc>
        <w:tc>
          <w:tcPr>
            <w:tcW w:w="180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BD5B99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  <w:gridSpan w:val="2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  <w:gridSpan w:val="2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1492</w:t>
            </w:r>
          </w:p>
        </w:tc>
        <w:tc>
          <w:tcPr>
            <w:tcW w:w="1440" w:type="dxa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421C5D">
            <w:pPr>
              <w:jc w:val="center"/>
            </w:pPr>
            <w:r>
              <w:t>-</w:t>
            </w:r>
          </w:p>
        </w:tc>
      </w:tr>
      <w:tr w:rsidR="00C2202F" w:rsidTr="00421C5D">
        <w:tc>
          <w:tcPr>
            <w:tcW w:w="14345" w:type="dxa"/>
            <w:gridSpan w:val="12"/>
          </w:tcPr>
          <w:p w:rsidR="00C2202F" w:rsidRDefault="00C2202F" w:rsidP="00421C5D">
            <w:pPr>
              <w:jc w:val="center"/>
            </w:pPr>
            <w:r w:rsidRPr="005267CF">
              <w:rPr>
                <w:sz w:val="28"/>
                <w:szCs w:val="28"/>
              </w:rPr>
              <w:t>Супруг</w:t>
            </w:r>
          </w:p>
        </w:tc>
      </w:tr>
      <w:tr w:rsidR="00C2202F" w:rsidTr="00421C5D">
        <w:tc>
          <w:tcPr>
            <w:tcW w:w="2198" w:type="dxa"/>
            <w:gridSpan w:val="2"/>
          </w:tcPr>
          <w:p w:rsidR="00C2202F" w:rsidRPr="005267C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71 468,25</w:t>
            </w:r>
          </w:p>
        </w:tc>
        <w:tc>
          <w:tcPr>
            <w:tcW w:w="1507" w:type="dxa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1492</w:t>
            </w:r>
          </w:p>
        </w:tc>
        <w:tc>
          <w:tcPr>
            <w:tcW w:w="1800" w:type="dxa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07" w:type="dxa"/>
            <w:gridSpan w:val="2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  <w:lang w:val="en-US"/>
              </w:rPr>
            </w:pPr>
            <w:r w:rsidRPr="005267CF"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</w:rPr>
              <w:t>ВАЗ 21061</w:t>
            </w:r>
          </w:p>
        </w:tc>
        <w:tc>
          <w:tcPr>
            <w:tcW w:w="1559" w:type="dxa"/>
            <w:gridSpan w:val="2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34" w:type="dxa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50,89</w:t>
            </w:r>
          </w:p>
        </w:tc>
        <w:tc>
          <w:tcPr>
            <w:tcW w:w="1440" w:type="dxa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421C5D">
            <w:pPr>
              <w:jc w:val="center"/>
            </w:pPr>
            <w:r>
              <w:t>-</w:t>
            </w:r>
          </w:p>
        </w:tc>
      </w:tr>
      <w:tr w:rsidR="00C2202F" w:rsidTr="00313967">
        <w:tc>
          <w:tcPr>
            <w:tcW w:w="14345" w:type="dxa"/>
            <w:gridSpan w:val="12"/>
          </w:tcPr>
          <w:p w:rsidR="00C2202F" w:rsidRPr="00313967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</w:tr>
      <w:tr w:rsidR="00C2202F" w:rsidTr="00421C5D">
        <w:tc>
          <w:tcPr>
            <w:tcW w:w="2198" w:type="dxa"/>
            <w:gridSpan w:val="2"/>
          </w:tcPr>
          <w:p w:rsidR="00C2202F" w:rsidRDefault="00C2202F" w:rsidP="00421C5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</w:tcPr>
          <w:p w:rsidR="00C2202F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3139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31396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7" w:type="dxa"/>
            <w:gridSpan w:val="2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59" w:type="dxa"/>
            <w:gridSpan w:val="2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34" w:type="dxa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50,89</w:t>
            </w:r>
          </w:p>
        </w:tc>
        <w:tc>
          <w:tcPr>
            <w:tcW w:w="1440" w:type="dxa"/>
          </w:tcPr>
          <w:p w:rsidR="00C2202F" w:rsidRPr="005267CF" w:rsidRDefault="00C2202F" w:rsidP="00313967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Default="00C2202F" w:rsidP="00421C5D">
            <w:pPr>
              <w:jc w:val="center"/>
            </w:pP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ПЛАНИРОВАНИЯ И АНАЛИЗА УПРАВЛЕНИЯ ОБРАЗОВАНИЯ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640"/>
      </w:tblGrid>
      <w:tr w:rsidR="00C2202F" w:rsidTr="00E15D86">
        <w:tc>
          <w:tcPr>
            <w:tcW w:w="2198" w:type="dxa"/>
            <w:gridSpan w:val="2"/>
            <w:vMerge w:val="restart"/>
          </w:tcPr>
          <w:p w:rsidR="00C2202F" w:rsidRPr="005267CF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Декларированный годовой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 </w:t>
            </w:r>
            <w:r w:rsidRPr="005267CF">
              <w:rPr>
                <w:sz w:val="28"/>
                <w:szCs w:val="28"/>
              </w:rPr>
              <w:t>(руб.)</w:t>
            </w:r>
          </w:p>
        </w:tc>
        <w:tc>
          <w:tcPr>
            <w:tcW w:w="6175" w:type="dxa"/>
            <w:gridSpan w:val="5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Default="00C2202F"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Tr="00D97837">
        <w:tc>
          <w:tcPr>
            <w:tcW w:w="2198" w:type="dxa"/>
            <w:gridSpan w:val="2"/>
            <w:vMerge/>
            <w:vAlign w:val="center"/>
          </w:tcPr>
          <w:p w:rsidR="00C2202F" w:rsidRPr="005267CF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Вид объекта</w:t>
            </w:r>
          </w:p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6"/>
                <w:szCs w:val="26"/>
              </w:rPr>
            </w:pPr>
            <w:r w:rsidRPr="005267CF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97837">
        <w:tc>
          <w:tcPr>
            <w:tcW w:w="14345" w:type="dxa"/>
            <w:gridSpan w:val="11"/>
          </w:tcPr>
          <w:p w:rsidR="00C2202F" w:rsidRPr="00EF575A" w:rsidRDefault="00C2202F" w:rsidP="00E15D86">
            <w:pPr>
              <w:jc w:val="center"/>
              <w:rPr>
                <w:b/>
              </w:rPr>
            </w:pPr>
            <w:r w:rsidRPr="00EF575A">
              <w:rPr>
                <w:b/>
                <w:sz w:val="28"/>
                <w:szCs w:val="28"/>
              </w:rPr>
              <w:t>Камашева Елена Владимировна</w:t>
            </w:r>
          </w:p>
        </w:tc>
      </w:tr>
      <w:tr w:rsidR="00C2202F" w:rsidTr="00E15D86">
        <w:tc>
          <w:tcPr>
            <w:tcW w:w="2093" w:type="dxa"/>
            <w:vMerge w:val="restart"/>
          </w:tcPr>
          <w:p w:rsidR="00C2202F" w:rsidRPr="005267CF" w:rsidRDefault="00C2202F" w:rsidP="00EF575A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61860,19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  <w:r w:rsidRPr="005267CF">
              <w:rPr>
                <w:sz w:val="28"/>
                <w:szCs w:val="28"/>
              </w:rPr>
              <w:t>(1/</w:t>
            </w:r>
            <w:r>
              <w:rPr>
                <w:sz w:val="28"/>
                <w:szCs w:val="28"/>
              </w:rPr>
              <w:t>4</w:t>
            </w:r>
            <w:r w:rsidRPr="005267CF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5267C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 w:val="restart"/>
          </w:tcPr>
          <w:p w:rsidR="00C2202F" w:rsidRDefault="00C2202F" w:rsidP="00E15D86">
            <w:pPr>
              <w:jc w:val="center"/>
            </w:pPr>
            <w:r>
              <w:t>-</w:t>
            </w:r>
          </w:p>
        </w:tc>
      </w:tr>
      <w:tr w:rsidR="00C2202F" w:rsidTr="00D97837">
        <w:tc>
          <w:tcPr>
            <w:tcW w:w="2093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 (1/</w:t>
            </w:r>
            <w:r>
              <w:rPr>
                <w:sz w:val="28"/>
                <w:szCs w:val="28"/>
              </w:rPr>
              <w:t>4</w:t>
            </w:r>
            <w:r w:rsidRPr="005267CF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97837">
        <w:tc>
          <w:tcPr>
            <w:tcW w:w="14345" w:type="dxa"/>
            <w:gridSpan w:val="11"/>
          </w:tcPr>
          <w:p w:rsidR="00C2202F" w:rsidRDefault="00C2202F" w:rsidP="00E15D86">
            <w:pPr>
              <w:jc w:val="center"/>
            </w:pPr>
            <w:r w:rsidRPr="005267CF">
              <w:rPr>
                <w:sz w:val="28"/>
                <w:szCs w:val="28"/>
              </w:rPr>
              <w:t>Супруг</w:t>
            </w:r>
          </w:p>
        </w:tc>
      </w:tr>
      <w:tr w:rsidR="00C2202F" w:rsidTr="00E15D86">
        <w:tc>
          <w:tcPr>
            <w:tcW w:w="2093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 (</w:t>
            </w:r>
            <w:r>
              <w:rPr>
                <w:sz w:val="28"/>
                <w:szCs w:val="28"/>
              </w:rPr>
              <w:t>1</w:t>
            </w:r>
            <w:r w:rsidRPr="005267CF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Pr="005267CF">
              <w:rPr>
                <w:sz w:val="28"/>
                <w:szCs w:val="28"/>
              </w:rPr>
              <w:t xml:space="preserve"> дол</w:t>
            </w:r>
            <w:r>
              <w:rPr>
                <w:sz w:val="28"/>
                <w:szCs w:val="28"/>
              </w:rPr>
              <w:t>я</w:t>
            </w:r>
            <w:r w:rsidRPr="005267CF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</w:t>
            </w:r>
          </w:p>
        </w:tc>
        <w:tc>
          <w:tcPr>
            <w:tcW w:w="1664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E15D86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 w:rsidRPr="005267CF"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Daewoo Nexia</w:t>
            </w:r>
          </w:p>
        </w:tc>
        <w:tc>
          <w:tcPr>
            <w:tcW w:w="1632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-</w:t>
            </w:r>
          </w:p>
        </w:tc>
        <w:tc>
          <w:tcPr>
            <w:tcW w:w="1640" w:type="dxa"/>
            <w:vMerge w:val="restart"/>
          </w:tcPr>
          <w:p w:rsidR="00C2202F" w:rsidRDefault="00C2202F" w:rsidP="00E15D86">
            <w:pPr>
              <w:jc w:val="center"/>
            </w:pPr>
            <w:r>
              <w:t>-</w:t>
            </w:r>
          </w:p>
        </w:tc>
      </w:tr>
      <w:tr w:rsidR="00C2202F" w:rsidTr="00D97837">
        <w:tc>
          <w:tcPr>
            <w:tcW w:w="2093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  <w:r w:rsidRPr="005267CF">
              <w:rPr>
                <w:sz w:val="28"/>
                <w:szCs w:val="28"/>
              </w:rPr>
              <w:t>(1/</w:t>
            </w:r>
            <w:r>
              <w:rPr>
                <w:sz w:val="28"/>
                <w:szCs w:val="28"/>
              </w:rPr>
              <w:t>4</w:t>
            </w:r>
            <w:r w:rsidRPr="005267CF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5267C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664" w:type="dxa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97837">
        <w:tc>
          <w:tcPr>
            <w:tcW w:w="12705" w:type="dxa"/>
            <w:gridSpan w:val="10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E15D86">
        <w:tc>
          <w:tcPr>
            <w:tcW w:w="2198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 (</w:t>
            </w:r>
            <w:r>
              <w:rPr>
                <w:sz w:val="28"/>
                <w:szCs w:val="28"/>
              </w:rPr>
              <w:t>1</w:t>
            </w:r>
            <w:r w:rsidRPr="005267CF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Pr="005267CF">
              <w:rPr>
                <w:sz w:val="28"/>
                <w:szCs w:val="28"/>
              </w:rPr>
              <w:t xml:space="preserve"> дол</w:t>
            </w:r>
            <w:r>
              <w:rPr>
                <w:sz w:val="28"/>
                <w:szCs w:val="28"/>
              </w:rPr>
              <w:t>я</w:t>
            </w:r>
            <w:r w:rsidRPr="005267CF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E15D86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97837">
        <w:tc>
          <w:tcPr>
            <w:tcW w:w="2198" w:type="dxa"/>
            <w:gridSpan w:val="2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  <w:r w:rsidRPr="005267CF">
              <w:rPr>
                <w:sz w:val="28"/>
                <w:szCs w:val="28"/>
              </w:rPr>
              <w:t>(1/</w:t>
            </w:r>
            <w:r>
              <w:rPr>
                <w:sz w:val="28"/>
                <w:szCs w:val="28"/>
              </w:rPr>
              <w:t>4</w:t>
            </w:r>
            <w:r w:rsidRPr="005267CF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5267C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D97837">
        <w:tc>
          <w:tcPr>
            <w:tcW w:w="12705" w:type="dxa"/>
            <w:gridSpan w:val="10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E15D86">
        <w:tc>
          <w:tcPr>
            <w:tcW w:w="2093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612" w:type="dxa"/>
            <w:gridSpan w:val="2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земельный участок (</w:t>
            </w:r>
            <w:r>
              <w:rPr>
                <w:sz w:val="28"/>
                <w:szCs w:val="28"/>
              </w:rPr>
              <w:t>1</w:t>
            </w:r>
            <w:r w:rsidRPr="005267CF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4</w:t>
            </w:r>
            <w:r w:rsidRPr="005267CF">
              <w:rPr>
                <w:sz w:val="28"/>
                <w:szCs w:val="28"/>
              </w:rPr>
              <w:t xml:space="preserve"> дол</w:t>
            </w:r>
            <w:r>
              <w:rPr>
                <w:sz w:val="28"/>
                <w:szCs w:val="28"/>
              </w:rPr>
              <w:t>я</w:t>
            </w:r>
            <w:r w:rsidRPr="005267CF">
              <w:rPr>
                <w:sz w:val="28"/>
                <w:szCs w:val="28"/>
              </w:rPr>
              <w:t>)</w:t>
            </w:r>
          </w:p>
        </w:tc>
        <w:tc>
          <w:tcPr>
            <w:tcW w:w="1260" w:type="dxa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1244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 w:val="restart"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  <w:tr w:rsidR="00C2202F" w:rsidTr="00E15D86">
        <w:tc>
          <w:tcPr>
            <w:tcW w:w="2093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12" w:type="dxa"/>
            <w:gridSpan w:val="2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  <w:r w:rsidRPr="005267CF">
              <w:rPr>
                <w:sz w:val="28"/>
                <w:szCs w:val="28"/>
              </w:rPr>
              <w:t>(1/</w:t>
            </w:r>
            <w:r>
              <w:rPr>
                <w:sz w:val="28"/>
                <w:szCs w:val="28"/>
              </w:rPr>
              <w:t>4</w:t>
            </w:r>
            <w:r w:rsidRPr="005267CF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  <w:r w:rsidRPr="005267CF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800" w:type="dxa"/>
            <w:gridSpan w:val="2"/>
          </w:tcPr>
          <w:p w:rsidR="00C2202F" w:rsidRPr="005267CF" w:rsidRDefault="00C2202F" w:rsidP="00D97837">
            <w:pPr>
              <w:jc w:val="center"/>
              <w:rPr>
                <w:sz w:val="28"/>
                <w:szCs w:val="28"/>
              </w:rPr>
            </w:pPr>
            <w:r w:rsidRPr="005267CF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  <w:vMerge/>
          </w:tcPr>
          <w:p w:rsidR="00C2202F" w:rsidRPr="005267CF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/>
          </w:tcPr>
          <w:p w:rsidR="00C2202F" w:rsidRDefault="00C2202F"/>
        </w:tc>
      </w:tr>
    </w:tbl>
    <w:p w:rsidR="00C2202F" w:rsidRPr="00E15D86" w:rsidRDefault="00C2202F" w:rsidP="002B099C">
      <w:pPr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КУЛЬТУРЫ, СПОРТА И МОЛОДЕЖНОЙ ПОЛИТИКИ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Default="00C2202F" w:rsidP="002B099C">
      <w:pPr>
        <w:jc w:val="center"/>
        <w:rPr>
          <w:sz w:val="28"/>
          <w:szCs w:val="28"/>
        </w:rPr>
      </w:pPr>
    </w:p>
    <w:tbl>
      <w:tblPr>
        <w:tblW w:w="14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8"/>
        <w:gridCol w:w="1507"/>
        <w:gridCol w:w="1260"/>
        <w:gridCol w:w="1800"/>
        <w:gridCol w:w="1608"/>
        <w:gridCol w:w="1632"/>
        <w:gridCol w:w="1260"/>
        <w:gridCol w:w="1440"/>
        <w:gridCol w:w="1820"/>
      </w:tblGrid>
      <w:tr w:rsidR="00C2202F" w:rsidRPr="008A189B" w:rsidTr="00E15D86">
        <w:tc>
          <w:tcPr>
            <w:tcW w:w="2198" w:type="dxa"/>
            <w:vMerge w:val="restart"/>
          </w:tcPr>
          <w:p w:rsidR="00C2202F" w:rsidRPr="008A189B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Декларированный годовой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20" w:type="dxa"/>
            <w:vMerge w:val="restart"/>
          </w:tcPr>
          <w:p w:rsidR="00C2202F" w:rsidRPr="008A189B" w:rsidRDefault="00C2202F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8A189B" w:rsidTr="00D97837">
        <w:tc>
          <w:tcPr>
            <w:tcW w:w="2198" w:type="dxa"/>
            <w:vMerge/>
            <w:vAlign w:val="center"/>
          </w:tcPr>
          <w:p w:rsidR="00C2202F" w:rsidRPr="008A189B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Вид объекта</w:t>
            </w:r>
          </w:p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2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  <w:tr w:rsidR="00C2202F" w:rsidRPr="008A189B" w:rsidTr="00D97837">
        <w:tc>
          <w:tcPr>
            <w:tcW w:w="14525" w:type="dxa"/>
            <w:gridSpan w:val="9"/>
          </w:tcPr>
          <w:p w:rsidR="00C2202F" w:rsidRPr="00313967" w:rsidRDefault="00C2202F" w:rsidP="00E15D86">
            <w:pPr>
              <w:jc w:val="center"/>
              <w:rPr>
                <w:b/>
                <w:sz w:val="20"/>
                <w:szCs w:val="20"/>
              </w:rPr>
            </w:pPr>
            <w:r w:rsidRPr="00313967">
              <w:rPr>
                <w:b/>
                <w:sz w:val="28"/>
                <w:szCs w:val="28"/>
              </w:rPr>
              <w:t>Мельчикова Светлана Рудольфовна</w:t>
            </w:r>
          </w:p>
        </w:tc>
      </w:tr>
      <w:tr w:rsidR="00C2202F" w:rsidRPr="008A189B" w:rsidTr="00E15D86">
        <w:tc>
          <w:tcPr>
            <w:tcW w:w="2198" w:type="dxa"/>
          </w:tcPr>
          <w:p w:rsidR="00C2202F" w:rsidRPr="00E15D86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629 328,50</w:t>
            </w:r>
          </w:p>
        </w:tc>
        <w:tc>
          <w:tcPr>
            <w:tcW w:w="1507" w:type="dxa"/>
          </w:tcPr>
          <w:p w:rsidR="00C2202F" w:rsidRPr="00806A38" w:rsidRDefault="00C2202F" w:rsidP="002B099C">
            <w:pPr>
              <w:jc w:val="center"/>
              <w:rPr>
                <w:sz w:val="28"/>
                <w:szCs w:val="28"/>
              </w:rPr>
            </w:pPr>
            <w:r w:rsidRPr="00806A38">
              <w:rPr>
                <w:sz w:val="28"/>
                <w:szCs w:val="28"/>
              </w:rPr>
              <w:t>квартира (1/3 доля)</w:t>
            </w:r>
          </w:p>
        </w:tc>
        <w:tc>
          <w:tcPr>
            <w:tcW w:w="1260" w:type="dxa"/>
          </w:tcPr>
          <w:p w:rsidR="00C2202F" w:rsidRPr="00806A38" w:rsidRDefault="00C2202F" w:rsidP="002B099C">
            <w:pPr>
              <w:jc w:val="center"/>
              <w:rPr>
                <w:sz w:val="28"/>
                <w:szCs w:val="28"/>
              </w:rPr>
            </w:pPr>
            <w:r w:rsidRPr="00806A38">
              <w:rPr>
                <w:sz w:val="28"/>
                <w:szCs w:val="28"/>
              </w:rPr>
              <w:t>48,3</w:t>
            </w:r>
          </w:p>
        </w:tc>
        <w:tc>
          <w:tcPr>
            <w:tcW w:w="1800" w:type="dxa"/>
          </w:tcPr>
          <w:p w:rsidR="00C2202F" w:rsidRPr="00806A38" w:rsidRDefault="00C2202F" w:rsidP="002B099C">
            <w:pPr>
              <w:jc w:val="center"/>
              <w:rPr>
                <w:sz w:val="28"/>
                <w:szCs w:val="28"/>
              </w:rPr>
            </w:pPr>
            <w:r w:rsidRPr="00806A38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806A38" w:rsidRDefault="00C2202F" w:rsidP="002B099C">
            <w:pPr>
              <w:jc w:val="center"/>
              <w:rPr>
                <w:sz w:val="28"/>
                <w:szCs w:val="28"/>
              </w:rPr>
            </w:pPr>
            <w:r w:rsidRPr="00806A38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806A38" w:rsidRDefault="00C2202F" w:rsidP="002B099C">
            <w:pPr>
              <w:jc w:val="center"/>
              <w:rPr>
                <w:sz w:val="28"/>
                <w:szCs w:val="28"/>
              </w:rPr>
            </w:pPr>
            <w:r w:rsidRPr="00806A38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20" w:type="dxa"/>
            <w:vMerge w:val="restart"/>
          </w:tcPr>
          <w:p w:rsidR="00C2202F" w:rsidRPr="008A189B" w:rsidRDefault="00C2202F" w:rsidP="00E15D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8A189B" w:rsidTr="00E15D86">
        <w:tc>
          <w:tcPr>
            <w:tcW w:w="2198" w:type="dxa"/>
          </w:tcPr>
          <w:p w:rsidR="00C2202F" w:rsidRPr="00205082" w:rsidRDefault="00C2202F" w:rsidP="002B099C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806A38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806A38" w:rsidRDefault="00C2202F" w:rsidP="002B099C">
            <w:pPr>
              <w:jc w:val="center"/>
              <w:rPr>
                <w:sz w:val="28"/>
                <w:szCs w:val="28"/>
              </w:rPr>
            </w:pPr>
            <w:r w:rsidRPr="00806A38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16</w:t>
            </w:r>
          </w:p>
        </w:tc>
        <w:tc>
          <w:tcPr>
            <w:tcW w:w="1800" w:type="dxa"/>
          </w:tcPr>
          <w:p w:rsidR="00C2202F" w:rsidRPr="00806A38" w:rsidRDefault="00C2202F" w:rsidP="002B099C">
            <w:pPr>
              <w:jc w:val="center"/>
              <w:rPr>
                <w:sz w:val="28"/>
                <w:szCs w:val="28"/>
              </w:rPr>
            </w:pPr>
            <w:r w:rsidRPr="00806A38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806A38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806A38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2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НАЧАЛЬНИКА УПРАВЛЕНИЯ-НАЧАЛЬНИКА ОТДЕЛА КУЛЬТУРЫ УПРАВЛЕНИЯ КУЛЬТУРЫ, СПОРТА И МОЛОДЕЖНОЙ ПОЛИТИКИ АДМИНИСТРАЦИИ МУНИЦИПАЛЬНОГО ОБРАЗОВАНИЯ «ЗАВЬЯЛОВСКИЙ РАЙОН» за период с 1 января по 31 декабря 2015 года</w:t>
      </w:r>
    </w:p>
    <w:p w:rsidR="00C2202F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8"/>
        <w:gridCol w:w="1507"/>
        <w:gridCol w:w="1260"/>
        <w:gridCol w:w="1800"/>
        <w:gridCol w:w="1608"/>
        <w:gridCol w:w="1632"/>
        <w:gridCol w:w="1260"/>
        <w:gridCol w:w="1440"/>
        <w:gridCol w:w="1640"/>
      </w:tblGrid>
      <w:tr w:rsidR="00C2202F" w:rsidRPr="008A189B" w:rsidTr="00C34B7B">
        <w:tc>
          <w:tcPr>
            <w:tcW w:w="2198" w:type="dxa"/>
            <w:vMerge w:val="restart"/>
          </w:tcPr>
          <w:p w:rsidR="00C2202F" w:rsidRPr="008A189B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Декларированный годовой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4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Pr="008A189B" w:rsidRDefault="00C2202F" w:rsidP="00D97837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8A189B" w:rsidTr="00D97837">
        <w:tc>
          <w:tcPr>
            <w:tcW w:w="2198" w:type="dxa"/>
            <w:vMerge/>
            <w:vAlign w:val="center"/>
          </w:tcPr>
          <w:p w:rsidR="00C2202F" w:rsidRPr="008A189B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Вид объекта</w:t>
            </w:r>
          </w:p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  <w:tr w:rsidR="00C2202F" w:rsidRPr="008A189B" w:rsidTr="00D97837">
        <w:tc>
          <w:tcPr>
            <w:tcW w:w="14345" w:type="dxa"/>
            <w:gridSpan w:val="9"/>
          </w:tcPr>
          <w:p w:rsidR="00C2202F" w:rsidRPr="00C07EBC" w:rsidRDefault="00C2202F" w:rsidP="00C34B7B">
            <w:pPr>
              <w:jc w:val="center"/>
              <w:rPr>
                <w:b/>
                <w:sz w:val="20"/>
                <w:szCs w:val="20"/>
              </w:rPr>
            </w:pPr>
            <w:r w:rsidRPr="00C07EBC">
              <w:rPr>
                <w:b/>
                <w:sz w:val="28"/>
                <w:szCs w:val="28"/>
              </w:rPr>
              <w:t>Толчина Наталия Михайловна</w:t>
            </w:r>
          </w:p>
        </w:tc>
      </w:tr>
      <w:tr w:rsidR="00C2202F" w:rsidRPr="008A189B" w:rsidTr="00C34B7B">
        <w:tc>
          <w:tcPr>
            <w:tcW w:w="2198" w:type="dxa"/>
          </w:tcPr>
          <w:p w:rsidR="00C2202F" w:rsidRPr="008A189B" w:rsidRDefault="00C2202F" w:rsidP="00C07EB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550030,45</w:t>
            </w:r>
          </w:p>
        </w:tc>
        <w:tc>
          <w:tcPr>
            <w:tcW w:w="1507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42,5</w:t>
            </w:r>
          </w:p>
        </w:tc>
        <w:tc>
          <w:tcPr>
            <w:tcW w:w="180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8A189B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1260" w:type="dxa"/>
          </w:tcPr>
          <w:p w:rsidR="00C2202F" w:rsidRPr="008A189B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</w:t>
            </w:r>
          </w:p>
        </w:tc>
        <w:tc>
          <w:tcPr>
            <w:tcW w:w="1440" w:type="dxa"/>
          </w:tcPr>
          <w:p w:rsidR="00C2202F" w:rsidRPr="008A189B" w:rsidRDefault="00C2202F" w:rsidP="00D97837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Pr="008A189B" w:rsidRDefault="00C2202F" w:rsidP="00C34B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ПО ФИЗИЧЕСКОЙ КУЛЬТУРЕ И СПОРТУ УПРАВЛЕНИЯ КУЛЬТУРЫ, СПОРТА И МОЛОДЕЖНОЙ ПОЛИТИКИ АДМИНИСТРАЦИИ МУНИЦИПАЛЬНОГО ОБРАЗОВАНИЯ «ЗАВЬЯЛОВСКИЙ РАЙОН» за период с 1 января по 31 декабря 2015 года</w:t>
      </w:r>
    </w:p>
    <w:p w:rsidR="00C2202F" w:rsidRDefault="00C2202F" w:rsidP="002B099C">
      <w:pPr>
        <w:jc w:val="center"/>
        <w:rPr>
          <w:sz w:val="28"/>
          <w:szCs w:val="28"/>
        </w:rPr>
      </w:pPr>
    </w:p>
    <w:tbl>
      <w:tblPr>
        <w:tblW w:w="14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98"/>
        <w:gridCol w:w="1507"/>
        <w:gridCol w:w="1260"/>
        <w:gridCol w:w="1664"/>
        <w:gridCol w:w="136"/>
        <w:gridCol w:w="1608"/>
        <w:gridCol w:w="1632"/>
        <w:gridCol w:w="1260"/>
        <w:gridCol w:w="1440"/>
        <w:gridCol w:w="1640"/>
      </w:tblGrid>
      <w:tr w:rsidR="00C2202F" w:rsidRPr="008A189B" w:rsidTr="00787E33">
        <w:tc>
          <w:tcPr>
            <w:tcW w:w="2198" w:type="dxa"/>
            <w:vMerge w:val="restart"/>
          </w:tcPr>
          <w:p w:rsidR="00C2202F" w:rsidRPr="008A189B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Декларированный годовой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 </w:t>
            </w:r>
            <w:r w:rsidRPr="008A189B">
              <w:rPr>
                <w:sz w:val="28"/>
                <w:szCs w:val="28"/>
              </w:rPr>
              <w:t>(руб.)</w:t>
            </w:r>
          </w:p>
        </w:tc>
        <w:tc>
          <w:tcPr>
            <w:tcW w:w="6175" w:type="dxa"/>
            <w:gridSpan w:val="5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640" w:type="dxa"/>
            <w:vMerge w:val="restart"/>
          </w:tcPr>
          <w:p w:rsidR="00C2202F" w:rsidRPr="008A189B" w:rsidRDefault="00C2202F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8A189B" w:rsidTr="00787E33">
        <w:tc>
          <w:tcPr>
            <w:tcW w:w="2198" w:type="dxa"/>
            <w:vMerge/>
            <w:vAlign w:val="center"/>
          </w:tcPr>
          <w:p w:rsidR="00C2202F" w:rsidRPr="008A189B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Вид объекта</w:t>
            </w:r>
          </w:p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4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  <w:tr w:rsidR="00C2202F" w:rsidRPr="008A189B" w:rsidTr="00D97837">
        <w:tc>
          <w:tcPr>
            <w:tcW w:w="14345" w:type="dxa"/>
            <w:gridSpan w:val="10"/>
          </w:tcPr>
          <w:p w:rsidR="00C2202F" w:rsidRPr="00313967" w:rsidRDefault="00C2202F" w:rsidP="001B57C0">
            <w:pPr>
              <w:jc w:val="center"/>
              <w:rPr>
                <w:b/>
                <w:sz w:val="20"/>
                <w:szCs w:val="20"/>
              </w:rPr>
            </w:pPr>
            <w:r w:rsidRPr="00313967">
              <w:rPr>
                <w:b/>
                <w:sz w:val="28"/>
                <w:szCs w:val="28"/>
              </w:rPr>
              <w:t>Колесников Дмитрий Петрович</w:t>
            </w:r>
          </w:p>
        </w:tc>
      </w:tr>
      <w:tr w:rsidR="00C2202F" w:rsidRPr="008A189B" w:rsidTr="00D97837">
        <w:tc>
          <w:tcPr>
            <w:tcW w:w="2198" w:type="dxa"/>
          </w:tcPr>
          <w:p w:rsidR="00C2202F" w:rsidRPr="008A189B" w:rsidRDefault="00C2202F" w:rsidP="0031396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389 698,46</w:t>
            </w:r>
          </w:p>
        </w:tc>
        <w:tc>
          <w:tcPr>
            <w:tcW w:w="1507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(1/100 доля)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  <w:tc>
          <w:tcPr>
            <w:tcW w:w="1800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08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легковой ВАЗ 21043</w:t>
            </w:r>
          </w:p>
        </w:tc>
        <w:tc>
          <w:tcPr>
            <w:tcW w:w="1632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</w:tcPr>
          <w:p w:rsidR="00C2202F" w:rsidRPr="008A189B" w:rsidRDefault="00C2202F" w:rsidP="003B556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8A189B" w:rsidTr="00D97837">
        <w:tc>
          <w:tcPr>
            <w:tcW w:w="14345" w:type="dxa"/>
            <w:gridSpan w:val="10"/>
          </w:tcPr>
          <w:p w:rsidR="00C2202F" w:rsidRPr="008A189B" w:rsidRDefault="00C2202F" w:rsidP="001B57C0">
            <w:pPr>
              <w:jc w:val="center"/>
              <w:rPr>
                <w:sz w:val="20"/>
                <w:szCs w:val="20"/>
              </w:rPr>
            </w:pPr>
            <w:r w:rsidRPr="008A189B">
              <w:rPr>
                <w:sz w:val="28"/>
                <w:szCs w:val="28"/>
              </w:rPr>
              <w:t>Супруг</w:t>
            </w:r>
            <w:r>
              <w:rPr>
                <w:sz w:val="28"/>
                <w:szCs w:val="28"/>
              </w:rPr>
              <w:t>а</w:t>
            </w:r>
          </w:p>
        </w:tc>
      </w:tr>
      <w:tr w:rsidR="00C2202F" w:rsidRPr="008A189B" w:rsidTr="00D97837">
        <w:tc>
          <w:tcPr>
            <w:tcW w:w="2198" w:type="dxa"/>
          </w:tcPr>
          <w:p w:rsidR="00C2202F" w:rsidRPr="008A189B" w:rsidRDefault="00C2202F" w:rsidP="00451BA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805 576,01 с учетом продажи автомобиля</w:t>
            </w:r>
          </w:p>
        </w:tc>
        <w:tc>
          <w:tcPr>
            <w:tcW w:w="1507" w:type="dxa"/>
          </w:tcPr>
          <w:p w:rsidR="00C2202F" w:rsidRPr="008A189B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(99/100 доля)</w:t>
            </w:r>
          </w:p>
        </w:tc>
        <w:tc>
          <w:tcPr>
            <w:tcW w:w="1260" w:type="dxa"/>
          </w:tcPr>
          <w:p w:rsidR="00C2202F" w:rsidRPr="008A189B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36,1</w:t>
            </w:r>
          </w:p>
        </w:tc>
        <w:tc>
          <w:tcPr>
            <w:tcW w:w="1664" w:type="dxa"/>
          </w:tcPr>
          <w:p w:rsidR="00C2202F" w:rsidRPr="008A189B" w:rsidRDefault="00C2202F" w:rsidP="00D978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44" w:type="dxa"/>
            <w:gridSpan w:val="2"/>
          </w:tcPr>
          <w:p w:rsidR="00C2202F" w:rsidRPr="00451BAC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787E33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40" w:type="dxa"/>
            <w:vMerge w:val="restart"/>
          </w:tcPr>
          <w:p w:rsidR="00C2202F" w:rsidRPr="008A189B" w:rsidRDefault="00C2202F" w:rsidP="007A5B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8A189B" w:rsidTr="00D97837">
        <w:tc>
          <w:tcPr>
            <w:tcW w:w="12705" w:type="dxa"/>
            <w:gridSpan w:val="9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64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  <w:tr w:rsidR="00C2202F" w:rsidRPr="008A189B" w:rsidTr="00787E33">
        <w:tc>
          <w:tcPr>
            <w:tcW w:w="2198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64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</w:tbl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расходах, об имуществе и обязательствах имущественного характера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МОЛОДЕЖИ УПРАВЛЕНИЯ КУЛЬТУРЫ, СПОРТА И МОЛОДЕЖНОЙ ПОЛИТИКИ АДМИНИСТРАЦИИ МУНИЦИПАЛЬНОГО ОБРАЗОВАНИЯ «ЗАВЬЯЛОВСКИЙ РАЙОН» </w:t>
      </w:r>
    </w:p>
    <w:p w:rsidR="00C2202F" w:rsidRDefault="00C2202F" w:rsidP="002B099C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2015 года</w:t>
      </w:r>
    </w:p>
    <w:p w:rsidR="00C2202F" w:rsidRDefault="00C2202F" w:rsidP="002B099C">
      <w:pPr>
        <w:jc w:val="center"/>
        <w:rPr>
          <w:sz w:val="28"/>
          <w:szCs w:val="28"/>
        </w:rPr>
      </w:pPr>
    </w:p>
    <w:tbl>
      <w:tblPr>
        <w:tblW w:w="145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105"/>
        <w:gridCol w:w="1507"/>
        <w:gridCol w:w="1260"/>
        <w:gridCol w:w="1800"/>
        <w:gridCol w:w="6"/>
        <w:gridCol w:w="1602"/>
        <w:gridCol w:w="1632"/>
        <w:gridCol w:w="1260"/>
        <w:gridCol w:w="1440"/>
        <w:gridCol w:w="1820"/>
      </w:tblGrid>
      <w:tr w:rsidR="00C2202F" w:rsidRPr="008A189B" w:rsidTr="00D97837">
        <w:tc>
          <w:tcPr>
            <w:tcW w:w="2198" w:type="dxa"/>
            <w:gridSpan w:val="2"/>
            <w:vMerge w:val="restart"/>
          </w:tcPr>
          <w:p w:rsidR="00C2202F" w:rsidRPr="008A189B" w:rsidRDefault="00C2202F" w:rsidP="002B099C">
            <w:pPr>
              <w:ind w:left="72"/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Декларированный годовой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доход (руб.)</w:t>
            </w:r>
          </w:p>
        </w:tc>
        <w:tc>
          <w:tcPr>
            <w:tcW w:w="6175" w:type="dxa"/>
            <w:gridSpan w:val="5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820" w:type="dxa"/>
            <w:vMerge w:val="restart"/>
          </w:tcPr>
          <w:p w:rsidR="00C2202F" w:rsidRPr="008A189B" w:rsidRDefault="00C2202F">
            <w:pPr>
              <w:rPr>
                <w:sz w:val="20"/>
                <w:szCs w:val="20"/>
              </w:rPr>
            </w:pPr>
            <w:r w:rsidRPr="00126255">
              <w:rPr>
                <w:sz w:val="26"/>
                <w:szCs w:val="26"/>
              </w:rPr>
              <w:t>Сведения об источниках получения средств, за счет которых совершена сделка *</w:t>
            </w:r>
          </w:p>
        </w:tc>
      </w:tr>
      <w:tr w:rsidR="00C2202F" w:rsidRPr="008A189B" w:rsidTr="00D97837">
        <w:tc>
          <w:tcPr>
            <w:tcW w:w="2198" w:type="dxa"/>
            <w:gridSpan w:val="2"/>
            <w:vMerge/>
            <w:vAlign w:val="center"/>
          </w:tcPr>
          <w:p w:rsidR="00C2202F" w:rsidRPr="008A189B" w:rsidRDefault="00C2202F" w:rsidP="002B099C">
            <w:pPr>
              <w:rPr>
                <w:sz w:val="28"/>
                <w:szCs w:val="28"/>
              </w:rPr>
            </w:pPr>
          </w:p>
        </w:tc>
        <w:tc>
          <w:tcPr>
            <w:tcW w:w="1507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Вид объекта</w:t>
            </w:r>
          </w:p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6"/>
                <w:szCs w:val="26"/>
              </w:rPr>
            </w:pPr>
            <w:r w:rsidRPr="008A189B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82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  <w:tr w:rsidR="00C2202F" w:rsidRPr="008A189B" w:rsidTr="00D97837">
        <w:tc>
          <w:tcPr>
            <w:tcW w:w="12705" w:type="dxa"/>
            <w:gridSpan w:val="10"/>
          </w:tcPr>
          <w:p w:rsidR="00C2202F" w:rsidRPr="00016404" w:rsidRDefault="00C2202F" w:rsidP="002B099C">
            <w:pPr>
              <w:jc w:val="center"/>
              <w:rPr>
                <w:b/>
                <w:sz w:val="28"/>
                <w:szCs w:val="28"/>
              </w:rPr>
            </w:pPr>
            <w:r w:rsidRPr="00016404">
              <w:rPr>
                <w:b/>
                <w:sz w:val="28"/>
                <w:szCs w:val="28"/>
              </w:rPr>
              <w:t xml:space="preserve">Уткина Екатерина Анатольевна </w:t>
            </w:r>
          </w:p>
        </w:tc>
        <w:tc>
          <w:tcPr>
            <w:tcW w:w="1820" w:type="dxa"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  <w:tr w:rsidR="00C2202F" w:rsidRPr="008A189B" w:rsidTr="00D97837">
        <w:trPr>
          <w:trHeight w:val="654"/>
        </w:trPr>
        <w:tc>
          <w:tcPr>
            <w:tcW w:w="2093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356468,88</w:t>
            </w:r>
          </w:p>
        </w:tc>
        <w:tc>
          <w:tcPr>
            <w:tcW w:w="1612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(99/100 доли)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57,3</w:t>
            </w:r>
          </w:p>
        </w:tc>
        <w:tc>
          <w:tcPr>
            <w:tcW w:w="180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20" w:type="dxa"/>
          </w:tcPr>
          <w:p w:rsidR="00C2202F" w:rsidRPr="008A189B" w:rsidRDefault="00C2202F" w:rsidP="00D97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8A189B" w:rsidTr="00D97837">
        <w:tc>
          <w:tcPr>
            <w:tcW w:w="12705" w:type="dxa"/>
            <w:gridSpan w:val="10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 xml:space="preserve">Супруг </w:t>
            </w:r>
          </w:p>
        </w:tc>
        <w:tc>
          <w:tcPr>
            <w:tcW w:w="1820" w:type="dxa"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  <w:tr w:rsidR="00C2202F" w:rsidRPr="008A189B" w:rsidTr="00D97837">
        <w:trPr>
          <w:trHeight w:val="654"/>
        </w:trPr>
        <w:tc>
          <w:tcPr>
            <w:tcW w:w="2093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439883,16</w:t>
            </w:r>
          </w:p>
        </w:tc>
        <w:tc>
          <w:tcPr>
            <w:tcW w:w="1612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 (1/100 доли)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57,3</w:t>
            </w:r>
          </w:p>
        </w:tc>
        <w:tc>
          <w:tcPr>
            <w:tcW w:w="1806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2" w:type="dxa"/>
          </w:tcPr>
          <w:p w:rsidR="00C2202F" w:rsidRPr="00FF2DBD" w:rsidRDefault="00C2202F" w:rsidP="002B099C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Lada Largus</w:t>
            </w:r>
          </w:p>
        </w:tc>
        <w:tc>
          <w:tcPr>
            <w:tcW w:w="1632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20" w:type="dxa"/>
            <w:vMerge w:val="restart"/>
          </w:tcPr>
          <w:p w:rsidR="00C2202F" w:rsidRPr="008A189B" w:rsidRDefault="00C2202F" w:rsidP="00D9783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2202F" w:rsidRPr="008A189B" w:rsidTr="00D97837">
        <w:tc>
          <w:tcPr>
            <w:tcW w:w="12705" w:type="dxa"/>
            <w:gridSpan w:val="10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82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  <w:tr w:rsidR="00C2202F" w:rsidRPr="008A189B" w:rsidTr="00D97837">
        <w:tc>
          <w:tcPr>
            <w:tcW w:w="2093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612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57,3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2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  <w:tr w:rsidR="00C2202F" w:rsidRPr="008A189B" w:rsidTr="00D97837">
        <w:tc>
          <w:tcPr>
            <w:tcW w:w="12705" w:type="dxa"/>
            <w:gridSpan w:val="10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82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  <w:tr w:rsidR="00C2202F" w:rsidRPr="008A189B" w:rsidTr="00D97837">
        <w:tc>
          <w:tcPr>
            <w:tcW w:w="2198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507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  <w:gridSpan w:val="2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 w:rsidRPr="008A189B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квартира </w:t>
            </w:r>
          </w:p>
        </w:tc>
        <w:tc>
          <w:tcPr>
            <w:tcW w:w="126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57,3</w:t>
            </w:r>
          </w:p>
        </w:tc>
        <w:tc>
          <w:tcPr>
            <w:tcW w:w="1440" w:type="dxa"/>
          </w:tcPr>
          <w:p w:rsidR="00C2202F" w:rsidRPr="008A189B" w:rsidRDefault="00C2202F" w:rsidP="002B099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820" w:type="dxa"/>
            <w:vMerge/>
          </w:tcPr>
          <w:p w:rsidR="00C2202F" w:rsidRPr="008A189B" w:rsidRDefault="00C2202F">
            <w:pPr>
              <w:rPr>
                <w:sz w:val="20"/>
                <w:szCs w:val="20"/>
              </w:rPr>
            </w:pPr>
          </w:p>
        </w:tc>
      </w:tr>
    </w:tbl>
    <w:p w:rsidR="00C2202F" w:rsidRDefault="00C2202F" w:rsidP="003523D1"/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Управления финансов Завьяловского района Удмуртской Республики 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752"/>
      </w:tblGrid>
      <w:tr w:rsidR="00C2202F" w:rsidRPr="00F61125" w:rsidTr="00F83A28">
        <w:tc>
          <w:tcPr>
            <w:tcW w:w="2200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52" w:type="dxa"/>
            <w:vMerge w:val="restart"/>
          </w:tcPr>
          <w:p w:rsidR="00C2202F" w:rsidRPr="00515BF8" w:rsidRDefault="00C2202F" w:rsidP="00F83A28">
            <w:pPr>
              <w:jc w:val="center"/>
            </w:pPr>
            <w:r w:rsidRPr="00515BF8">
              <w:t>Сведения об источниках получения средств, за счет которых совершена сделка*</w:t>
            </w:r>
          </w:p>
        </w:tc>
      </w:tr>
      <w:tr w:rsidR="00C2202F" w:rsidRPr="00F61125" w:rsidTr="00F83A28">
        <w:tc>
          <w:tcPr>
            <w:tcW w:w="2200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52" w:type="dxa"/>
            <w:vMerge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08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Камашева Ирина Федоровна</w:t>
            </w:r>
          </w:p>
        </w:tc>
        <w:tc>
          <w:tcPr>
            <w:tcW w:w="175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200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550 430,56</w:t>
            </w:r>
          </w:p>
        </w:tc>
        <w:tc>
          <w:tcPr>
            <w:tcW w:w="15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ЛПХ, (1/6 доля, 1/6 доля, 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D31166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KIA</w:t>
            </w:r>
            <w:r w:rsidRPr="00D311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SPORTAGE</w:t>
            </w:r>
            <w:r>
              <w:rPr>
                <w:sz w:val="28"/>
                <w:szCs w:val="28"/>
              </w:rPr>
              <w:t>,</w:t>
            </w:r>
            <w:r w:rsidRPr="00D3116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SLS</w:t>
            </w:r>
          </w:p>
        </w:tc>
        <w:tc>
          <w:tcPr>
            <w:tcW w:w="1632" w:type="dxa"/>
          </w:tcPr>
          <w:p w:rsidR="00C2202F" w:rsidRPr="00B6623D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dxa"/>
            <w:vMerge w:val="restart"/>
          </w:tcPr>
          <w:p w:rsidR="00C2202F" w:rsidRPr="00D31166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C2202F" w:rsidRPr="00D31166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200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(садоводство)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200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dxa"/>
            <w:vMerge w:val="restart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2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(1/6 доля, 1/6 доля, 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08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75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2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08" w:type="dxa"/>
          </w:tcPr>
          <w:p w:rsidR="00C2202F" w:rsidRPr="00147E2F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>
              <w:rPr>
                <w:sz w:val="28"/>
                <w:szCs w:val="28"/>
              </w:rPr>
              <w:t>ЛПХ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799,0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2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(1/</w:t>
            </w:r>
            <w:r>
              <w:rPr>
                <w:sz w:val="28"/>
                <w:szCs w:val="28"/>
              </w:rPr>
              <w:t>6</w:t>
            </w:r>
            <w:r w:rsidRPr="00F61125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81,9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A35125">
      <w:pPr>
        <w:jc w:val="center"/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Заместителя начальника Управления – начальника отдела учета и отчетности</w:t>
      </w:r>
      <w:r w:rsidRPr="00515B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Управления финансов 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Завьяловского района Удмуртской Республики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 xml:space="preserve">за период 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 1 января по 31</w:t>
      </w:r>
      <w:r>
        <w:rPr>
          <w:sz w:val="28"/>
          <w:szCs w:val="28"/>
        </w:rPr>
        <w:t xml:space="preserve"> декабря 2015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560"/>
        <w:gridCol w:w="1275"/>
        <w:gridCol w:w="1843"/>
        <w:gridCol w:w="1559"/>
        <w:gridCol w:w="1701"/>
        <w:gridCol w:w="1276"/>
        <w:gridCol w:w="1418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23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9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rPr>
          <w:trHeight w:val="433"/>
        </w:trPr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Осипова Елена Николаевна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966"/>
        </w:trPr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458 003,50</w:t>
            </w: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ИЖС (1/4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50</w:t>
            </w:r>
            <w:r w:rsidRPr="00F6112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для ИЖС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</w:t>
            </w:r>
            <w:r w:rsidRPr="00F61125">
              <w:rPr>
                <w:sz w:val="28"/>
                <w:szCs w:val="28"/>
              </w:rPr>
              <w:t xml:space="preserve">дом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(1/4 доля) 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385"/>
        </w:trPr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Супруг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290 382,72</w:t>
            </w: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ИЖС (1/4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587DED" w:rsidRDefault="00C2202F" w:rsidP="00F83A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Hyundai i</w:t>
            </w:r>
            <w:r>
              <w:rPr>
                <w:sz w:val="28"/>
                <w:szCs w:val="28"/>
              </w:rPr>
              <w:t xml:space="preserve">40 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9A55A0" w:rsidRDefault="00C2202F" w:rsidP="00F83A2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для ИЖС </w:t>
            </w:r>
          </w:p>
        </w:tc>
        <w:tc>
          <w:tcPr>
            <w:tcW w:w="1275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1000,0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</w:t>
            </w:r>
            <w:r w:rsidRPr="00F61125">
              <w:rPr>
                <w:sz w:val="28"/>
                <w:szCs w:val="28"/>
              </w:rPr>
              <w:t xml:space="preserve">дом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(1/4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 для ИЖС (1/4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50</w:t>
            </w:r>
            <w:r w:rsidRPr="00F6112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ИЖС (1/8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3040,0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</w:t>
            </w:r>
            <w:r w:rsidRPr="00F61125">
              <w:rPr>
                <w:sz w:val="28"/>
                <w:szCs w:val="28"/>
              </w:rPr>
              <w:t xml:space="preserve">дом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(1/4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</w:t>
            </w:r>
            <w:r w:rsidRPr="00F61125">
              <w:rPr>
                <w:sz w:val="28"/>
                <w:szCs w:val="28"/>
              </w:rPr>
              <w:t xml:space="preserve">дом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(1/</w:t>
            </w:r>
            <w:r>
              <w:rPr>
                <w:sz w:val="28"/>
                <w:szCs w:val="28"/>
              </w:rPr>
              <w:t>8</w:t>
            </w:r>
            <w:r w:rsidRPr="00F61125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138,5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ИЖС (1/4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50</w:t>
            </w:r>
            <w:r w:rsidRPr="00F6112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</w:t>
            </w:r>
            <w:r w:rsidRPr="00F61125">
              <w:rPr>
                <w:sz w:val="28"/>
                <w:szCs w:val="28"/>
              </w:rPr>
              <w:t xml:space="preserve">дом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(1/4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100,3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A35125">
      <w:pPr>
        <w:rPr>
          <w:sz w:val="28"/>
          <w:szCs w:val="28"/>
        </w:rPr>
      </w:pPr>
    </w:p>
    <w:p w:rsidR="00C2202F" w:rsidRDefault="00C2202F" w:rsidP="00A35125">
      <w:pPr>
        <w:jc w:val="center"/>
        <w:rPr>
          <w:sz w:val="28"/>
          <w:szCs w:val="28"/>
        </w:rPr>
      </w:pPr>
    </w:p>
    <w:p w:rsidR="00C2202F" w:rsidRDefault="00C2202F" w:rsidP="00A35125">
      <w:pPr>
        <w:jc w:val="center"/>
        <w:rPr>
          <w:sz w:val="28"/>
          <w:szCs w:val="28"/>
        </w:rPr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заместителя начальника отдела учета и отчетности Управления финансов Завьяловского района 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Удмуртской Республики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99"/>
        <w:gridCol w:w="1260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Балобанова Галина Сергеевна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390"/>
        </w:trPr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366 492,02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Двухкомнатная квартира 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50,1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rPr>
          <w:trHeight w:val="390"/>
        </w:trPr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(1/8 доли)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(1/8 доли)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Двухкомнатная квартира 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50,1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(1/8 доли)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60,6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Двухкомнатная квартира 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50,1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2202F" w:rsidRDefault="00C2202F" w:rsidP="00A35125">
      <w:pPr>
        <w:jc w:val="center"/>
        <w:rPr>
          <w:sz w:val="28"/>
          <w:szCs w:val="28"/>
        </w:rPr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сектора сводной отчетности и методологии учета отдела учета и отчетности Управления финансов Завьяловского района Удмуртской Республики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</w:t>
      </w:r>
      <w:r>
        <w:rPr>
          <w:sz w:val="28"/>
          <w:szCs w:val="28"/>
        </w:rPr>
        <w:t>од с 1 января по 31 декабря 2015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99"/>
        <w:gridCol w:w="1260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Лазарева Алена Васильевна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654"/>
        </w:trPr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397 819,38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Двухкомнатная квартира 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45,1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Двухкомнатная квартира 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45,1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2202F" w:rsidRPr="00A35125" w:rsidRDefault="00C2202F" w:rsidP="00A35125">
      <w:pPr>
        <w:jc w:val="center"/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– эксперта отдела учета и отчетности Управления финансов Завьяловского района Удмуртской Республики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</w:t>
      </w:r>
      <w:r>
        <w:rPr>
          <w:sz w:val="28"/>
          <w:szCs w:val="28"/>
        </w:rPr>
        <w:t>од с 1 января по 31 декабря 2015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99"/>
        <w:gridCol w:w="1260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rPr>
          <w:trHeight w:val="1010"/>
        </w:trPr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Бочкарева Таисия Евгеньевна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654"/>
        </w:trPr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311 213,50</w:t>
            </w: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Двухкомнатная квартира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50,89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Садоогород 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rPr>
          <w:trHeight w:val="401"/>
        </w:trPr>
        <w:tc>
          <w:tcPr>
            <w:tcW w:w="14460" w:type="dxa"/>
            <w:gridSpan w:val="9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</w:tr>
      <w:tr w:rsidR="00C2202F" w:rsidRPr="00F61125" w:rsidTr="00F83A28">
        <w:trPr>
          <w:trHeight w:val="654"/>
        </w:trPr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195 608,50</w:t>
            </w: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Двухкомнатная квартира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50,89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1C4BC5" w:rsidRDefault="00C2202F" w:rsidP="00F83A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Cherri Tiggo</w:t>
            </w:r>
          </w:p>
        </w:tc>
        <w:tc>
          <w:tcPr>
            <w:tcW w:w="1632" w:type="dxa"/>
          </w:tcPr>
          <w:p w:rsidR="00C2202F" w:rsidRPr="00A72767" w:rsidRDefault="00C2202F" w:rsidP="00F83A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A72767" w:rsidRDefault="00C2202F" w:rsidP="00F83A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  <w:tr w:rsidR="00C2202F" w:rsidRPr="00F61125" w:rsidTr="00F83A28">
        <w:trPr>
          <w:trHeight w:val="654"/>
        </w:trPr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1260" w:type="dxa"/>
          </w:tcPr>
          <w:p w:rsidR="00C2202F" w:rsidRPr="00A72767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30,0</w:t>
            </w:r>
          </w:p>
        </w:tc>
        <w:tc>
          <w:tcPr>
            <w:tcW w:w="180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654"/>
        </w:trPr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Садоогород 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A35125">
      <w:pPr>
        <w:jc w:val="center"/>
        <w:rPr>
          <w:sz w:val="28"/>
          <w:szCs w:val="28"/>
        </w:rPr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анализа и планирования бюджета Управления финансов Завьяловского района 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Удмуртской Республики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с 1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00"/>
        <w:gridCol w:w="1508"/>
        <w:gridCol w:w="1260"/>
        <w:gridCol w:w="1800"/>
        <w:gridCol w:w="1608"/>
        <w:gridCol w:w="1632"/>
        <w:gridCol w:w="1260"/>
        <w:gridCol w:w="1440"/>
        <w:gridCol w:w="1752"/>
      </w:tblGrid>
      <w:tr w:rsidR="00C2202F" w:rsidRPr="00F61125" w:rsidTr="00F83A28">
        <w:tc>
          <w:tcPr>
            <w:tcW w:w="2200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176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32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52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rPr>
                <w:sz w:val="28"/>
                <w:szCs w:val="28"/>
              </w:rPr>
              <w:t>*</w:t>
            </w:r>
          </w:p>
        </w:tc>
      </w:tr>
      <w:tr w:rsidR="00C2202F" w:rsidRPr="00F61125" w:rsidTr="00F83A28">
        <w:tc>
          <w:tcPr>
            <w:tcW w:w="2200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4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52" w:type="dxa"/>
            <w:vMerge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08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Габитова Милана Николаевна</w:t>
            </w:r>
          </w:p>
        </w:tc>
        <w:tc>
          <w:tcPr>
            <w:tcW w:w="175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654"/>
        </w:trPr>
        <w:tc>
          <w:tcPr>
            <w:tcW w:w="22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375 234,85</w:t>
            </w:r>
          </w:p>
        </w:tc>
        <w:tc>
          <w:tcPr>
            <w:tcW w:w="15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65,52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5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2202F" w:rsidRDefault="00C2202F" w:rsidP="00A35125">
      <w:pPr>
        <w:jc w:val="center"/>
        <w:rPr>
          <w:sz w:val="28"/>
          <w:szCs w:val="28"/>
        </w:rPr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зам. начальника отдела анализа и планирования бюджета Управления финансов Завьяловского района Удмуртской Республики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99"/>
        <w:gridCol w:w="1260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 </w:t>
            </w:r>
            <w:r w:rsidRPr="00F61125">
              <w:rPr>
                <w:sz w:val="28"/>
                <w:szCs w:val="28"/>
              </w:rPr>
              <w:t>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Вершинина Татьяна Игоревна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325 669,20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для ведения ЛПХ 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1763,0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64,8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Супруг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646 068,27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для ведения ЛПХ 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3A281A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Ford focus</w:t>
            </w:r>
            <w:r>
              <w:rPr>
                <w:sz w:val="28"/>
                <w:szCs w:val="28"/>
              </w:rPr>
              <w:t xml:space="preserve"> 3</w:t>
            </w:r>
          </w:p>
        </w:tc>
        <w:tc>
          <w:tcPr>
            <w:tcW w:w="1632" w:type="dxa"/>
          </w:tcPr>
          <w:p w:rsidR="00C2202F" w:rsidRPr="007A348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43637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Однокомнатная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Двухкомнатная квартира (1</w:t>
            </w:r>
            <w:r w:rsidRPr="00F61125">
              <w:rPr>
                <w:sz w:val="28"/>
                <w:szCs w:val="28"/>
              </w:rPr>
              <w:t>/</w:t>
            </w:r>
            <w:r>
              <w:rPr>
                <w:sz w:val="28"/>
                <w:szCs w:val="28"/>
              </w:rPr>
              <w:t>3</w:t>
            </w:r>
            <w:r w:rsidRPr="00F61125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32,17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A35125">
      <w:pPr>
        <w:jc w:val="center"/>
        <w:rPr>
          <w:sz w:val="28"/>
          <w:szCs w:val="28"/>
        </w:rPr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</w:t>
      </w:r>
      <w:r>
        <w:rPr>
          <w:sz w:val="28"/>
          <w:szCs w:val="28"/>
        </w:rPr>
        <w:t>,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сектора исполнения бюджета отдела анализа и планирования бюджета Управления финансов Завьяловского района Удмуртской Республики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99"/>
        <w:gridCol w:w="1260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Галиуллин Тимур Рамилевич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321 677,89</w:t>
            </w: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для ведения ЛПХ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2087,0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B4578A" w:rsidRDefault="00C2202F" w:rsidP="00F83A28">
            <w:pPr>
              <w:jc w:val="center"/>
              <w:rPr>
                <w:sz w:val="28"/>
                <w:szCs w:val="28"/>
                <w:lang w:val="en-US"/>
              </w:rPr>
            </w:pPr>
            <w:r w:rsidRPr="00F61125"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Kia Cerato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F61125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>00,0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(1/4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487 282,87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Двухкомнатная квартира (1/5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ведения ЛПХ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000,0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132,9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для ЛПХ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2087,0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42,3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Россия 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дом 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132,9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для ЛПХ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2087,0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A35125">
      <w:pPr>
        <w:rPr>
          <w:sz w:val="28"/>
          <w:szCs w:val="28"/>
        </w:rPr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сектора доходов бюджета отдела анализа и планирования бюджета Управления финансов Завьяловского района Удмуртской Республики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99"/>
        <w:gridCol w:w="1260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  <w:vMerge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Терентьева Ольга Валерьевна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966"/>
        </w:trPr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315 543,91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(1/4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62,0</w:t>
            </w:r>
          </w:p>
        </w:tc>
        <w:tc>
          <w:tcPr>
            <w:tcW w:w="1800" w:type="dxa"/>
          </w:tcPr>
          <w:p w:rsidR="00C2202F" w:rsidRPr="00D941D9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Volkswagen Polo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2202F" w:rsidRDefault="00C2202F" w:rsidP="00A35125">
      <w:pPr>
        <w:jc w:val="center"/>
      </w:pPr>
    </w:p>
    <w:p w:rsidR="00C2202F" w:rsidRDefault="00C2202F" w:rsidP="00A35125">
      <w:pPr>
        <w:jc w:val="center"/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сектора по оплате труда работников муниципальных учреждений отдела анализа и планирования бюджета Управления финансов Завьяловского района Удмуртской Республики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99"/>
        <w:gridCol w:w="1260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Воронцова Наталья Юрьевна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243 046,84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C2202F" w:rsidRPr="00A00B08" w:rsidRDefault="00C2202F" w:rsidP="00F83A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Daewoo Matiz</w:t>
            </w:r>
          </w:p>
        </w:tc>
        <w:tc>
          <w:tcPr>
            <w:tcW w:w="1632" w:type="dxa"/>
          </w:tcPr>
          <w:p w:rsidR="00C2202F" w:rsidRPr="00A00B08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14460" w:type="dxa"/>
            <w:gridSpan w:val="9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144 766,42</w:t>
            </w: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Земельный участок для ведения ЛПХ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421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5145C4" w:rsidRDefault="00C2202F" w:rsidP="00F83A2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Chevrolet NIVA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Трехкомнатная квартира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(1/3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4460" w:type="dxa"/>
            <w:gridSpan w:val="9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1968,00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14460" w:type="dxa"/>
            <w:gridSpan w:val="9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1968,00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14460" w:type="dxa"/>
            <w:gridSpan w:val="9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1968,00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45,5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C2202F" w:rsidRDefault="00C2202F" w:rsidP="00A35125">
      <w:pPr>
        <w:jc w:val="center"/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специалиста – эксперта сектора по оплате труда работников муниципальных учреждений отдела анализа и планирования бюджета Управления финансов Завьяловского района Удмуртской Республики</w:t>
      </w:r>
      <w:r w:rsidRPr="00D15368">
        <w:rPr>
          <w:sz w:val="28"/>
          <w:szCs w:val="28"/>
        </w:rPr>
        <w:t xml:space="preserve"> 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99"/>
        <w:gridCol w:w="1260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Емельянова Елена Викторовна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272 462,99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ведения ЛПХ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737,0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Супруг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259 680,91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ведения ЛПХ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737,0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6D2560" w:rsidRDefault="00C2202F" w:rsidP="00F83A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Opel Zafira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Автомобиль легковой</w:t>
            </w:r>
          </w:p>
          <w:p w:rsidR="00C2202F" w:rsidRPr="006D2560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УАЗ-31512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(1/5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2076,00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ведения ЛПХ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737,0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445"/>
        </w:trPr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2076,00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ведения ЛПХ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737,0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2076,00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ведения ЛПХ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737,0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Сын 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2076,00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ведения ЛПХ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737,0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 (1/6 доля)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124,9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казначейского исполнения бюджета Управления финансов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 xml:space="preserve">за период 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560"/>
        <w:gridCol w:w="1275"/>
        <w:gridCol w:w="1843"/>
        <w:gridCol w:w="1559"/>
        <w:gridCol w:w="1701"/>
        <w:gridCol w:w="1276"/>
        <w:gridCol w:w="1418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23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9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Шадрина Екатерина Михайловна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492 948,04</w:t>
            </w: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(3/8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74,6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113,9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под ИЖС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под ИЖС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1001,0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Супруг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714 560,00</w:t>
            </w:r>
          </w:p>
        </w:tc>
        <w:tc>
          <w:tcPr>
            <w:tcW w:w="15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под ИЖС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(1/2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1500,0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A605D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 </w:t>
            </w:r>
            <w:r>
              <w:rPr>
                <w:sz w:val="28"/>
                <w:szCs w:val="28"/>
                <w:lang w:val="en-US"/>
              </w:rPr>
              <w:t>Volkswagen</w:t>
            </w:r>
            <w:r w:rsidRPr="00A605D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Passat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под ИЖС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1001,0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5B62A7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</w:t>
            </w:r>
            <w:r>
              <w:rPr>
                <w:sz w:val="28"/>
                <w:szCs w:val="28"/>
                <w:lang w:val="en-US"/>
              </w:rPr>
              <w:t>LADA</w:t>
            </w:r>
            <w:r>
              <w:rPr>
                <w:sz w:val="28"/>
                <w:szCs w:val="28"/>
              </w:rPr>
              <w:t xml:space="preserve"> 212140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</w:t>
            </w:r>
            <w:r w:rsidRPr="00F61125">
              <w:rPr>
                <w:sz w:val="28"/>
                <w:szCs w:val="28"/>
              </w:rPr>
              <w:t xml:space="preserve">дом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(1/</w:t>
            </w:r>
            <w:r>
              <w:rPr>
                <w:sz w:val="28"/>
                <w:szCs w:val="28"/>
              </w:rPr>
              <w:t>2</w:t>
            </w:r>
            <w:r w:rsidRPr="00F61125">
              <w:rPr>
                <w:sz w:val="28"/>
                <w:szCs w:val="28"/>
              </w:rPr>
              <w:t xml:space="preserve">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113,9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A35125">
      <w:pPr>
        <w:jc w:val="center"/>
        <w:rPr>
          <w:sz w:val="28"/>
          <w:szCs w:val="28"/>
        </w:rPr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зам. начальника отдела казначейского исполнения бюджета Управления финансов Завьяловского района Удмуртской Республики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43"/>
        <w:gridCol w:w="1316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316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Широких Александр Сергеевич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966"/>
        </w:trPr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350 106,28</w:t>
            </w:r>
          </w:p>
        </w:tc>
        <w:tc>
          <w:tcPr>
            <w:tcW w:w="184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для ИЖС и ЛПХ</w:t>
            </w:r>
          </w:p>
        </w:tc>
        <w:tc>
          <w:tcPr>
            <w:tcW w:w="1316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  <w:tc>
          <w:tcPr>
            <w:tcW w:w="180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автомобиль легковой ВАЗ 210</w:t>
            </w:r>
            <w:r>
              <w:rPr>
                <w:sz w:val="28"/>
                <w:szCs w:val="28"/>
              </w:rPr>
              <w:t>70 «Жигули»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rPr>
          <w:trHeight w:val="966"/>
        </w:trPr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для обслуги</w:t>
            </w:r>
          </w:p>
        </w:tc>
        <w:tc>
          <w:tcPr>
            <w:tcW w:w="131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313"/>
        </w:trPr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966"/>
        </w:trPr>
        <w:tc>
          <w:tcPr>
            <w:tcW w:w="2127" w:type="dxa"/>
            <w:vMerge w:val="restart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245 425,13</w:t>
            </w:r>
          </w:p>
        </w:tc>
        <w:tc>
          <w:tcPr>
            <w:tcW w:w="184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1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 имеет 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rPr>
          <w:trHeight w:val="966"/>
        </w:trPr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40,2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966"/>
        </w:trPr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для ИЖС и ЛПХ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1600,0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966"/>
        </w:trPr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 для обслуги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15,4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Дочь 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2076,0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31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Двухкомнатная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40,2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1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51,7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A35125">
      <w:pPr>
        <w:jc w:val="center"/>
        <w:rPr>
          <w:sz w:val="28"/>
          <w:szCs w:val="28"/>
        </w:rPr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отдела межбюджетных трансфертов Управления финансов </w:t>
      </w:r>
      <w:r w:rsidRPr="00D15368">
        <w:rPr>
          <w:sz w:val="28"/>
          <w:szCs w:val="28"/>
        </w:rPr>
        <w:t>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 xml:space="preserve">за период </w:t>
      </w:r>
    </w:p>
    <w:p w:rsidR="00C2202F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560"/>
        <w:gridCol w:w="1275"/>
        <w:gridCol w:w="1843"/>
        <w:gridCol w:w="1559"/>
        <w:gridCol w:w="1701"/>
        <w:gridCol w:w="1276"/>
        <w:gridCol w:w="1418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23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39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Егорова Наталья Сергеевна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396 419,46</w:t>
            </w:r>
          </w:p>
        </w:tc>
        <w:tc>
          <w:tcPr>
            <w:tcW w:w="15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ИЖС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1200,0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 для ИЖС и ведения ЛПХ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1560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(1/3 доля)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55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Супруг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347 882,84</w:t>
            </w:r>
          </w:p>
        </w:tc>
        <w:tc>
          <w:tcPr>
            <w:tcW w:w="15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C2202F" w:rsidRPr="004316D7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легковой автомобиль  </w:t>
            </w:r>
            <w:r>
              <w:rPr>
                <w:sz w:val="28"/>
                <w:szCs w:val="28"/>
                <w:lang w:val="en-US"/>
              </w:rPr>
              <w:t>Shevrolet</w:t>
            </w:r>
            <w:r w:rsidRPr="00B1291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Lanos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6384,0</w:t>
            </w:r>
          </w:p>
        </w:tc>
        <w:tc>
          <w:tcPr>
            <w:tcW w:w="15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Трехкомнатная квартира 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Сын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5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75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Трехкомнатная квартира </w:t>
            </w:r>
          </w:p>
        </w:tc>
        <w:tc>
          <w:tcPr>
            <w:tcW w:w="1276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42,8</w:t>
            </w:r>
          </w:p>
        </w:tc>
        <w:tc>
          <w:tcPr>
            <w:tcW w:w="141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A35125">
      <w:pPr>
        <w:rPr>
          <w:sz w:val="28"/>
          <w:szCs w:val="28"/>
        </w:rPr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начальника сектора прочих межбюджетных трансфертов отдела межбюджетных трансфертов </w:t>
      </w:r>
    </w:p>
    <w:p w:rsidR="00C2202F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Управления финансов Завьяловского района Удмуртской Республики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</w:p>
    <w:p w:rsidR="00C2202F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99"/>
        <w:gridCol w:w="1260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Декларированный 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доход 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BD0E16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Захарова Екатерина Валентиновна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459"/>
        </w:trPr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263 883,03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66,38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rPr>
          <w:trHeight w:val="280"/>
        </w:trPr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17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404"/>
        </w:trPr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654"/>
        </w:trPr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373 833,94</w:t>
            </w: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 (1/3 доля)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66,38</w:t>
            </w:r>
          </w:p>
        </w:tc>
        <w:tc>
          <w:tcPr>
            <w:tcW w:w="180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382407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Автомобиль легковой </w:t>
            </w:r>
            <w:r>
              <w:rPr>
                <w:sz w:val="28"/>
                <w:szCs w:val="28"/>
                <w:lang w:val="en-US"/>
              </w:rPr>
              <w:t>Chevrolet</w:t>
            </w:r>
            <w:r w:rsidRPr="003824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en-US"/>
              </w:rPr>
              <w:t>lacetti</w:t>
            </w:r>
            <w:r w:rsidRPr="00382407">
              <w:rPr>
                <w:sz w:val="28"/>
                <w:szCs w:val="28"/>
              </w:rPr>
              <w:t xml:space="preserve"> </w:t>
            </w: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17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rPr>
          <w:trHeight w:val="654"/>
        </w:trPr>
        <w:tc>
          <w:tcPr>
            <w:tcW w:w="2127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Гараж 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</w:t>
            </w:r>
          </w:p>
        </w:tc>
        <w:tc>
          <w:tcPr>
            <w:tcW w:w="180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грузовой ГАЗ 3302</w:t>
            </w: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rPr>
          <w:trHeight w:val="337"/>
        </w:trPr>
        <w:tc>
          <w:tcPr>
            <w:tcW w:w="14460" w:type="dxa"/>
            <w:gridSpan w:val="9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</w:tr>
      <w:tr w:rsidR="00C2202F" w:rsidRPr="00F61125" w:rsidTr="00F83A28">
        <w:trPr>
          <w:trHeight w:val="654"/>
        </w:trPr>
        <w:tc>
          <w:tcPr>
            <w:tcW w:w="2127" w:type="dxa"/>
            <w:vMerge w:val="restart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Трехкомнатная квартира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66,38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rPr>
          <w:trHeight w:val="407"/>
        </w:trPr>
        <w:tc>
          <w:tcPr>
            <w:tcW w:w="2127" w:type="dxa"/>
            <w:vMerge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08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52,4</w:t>
            </w:r>
          </w:p>
        </w:tc>
        <w:tc>
          <w:tcPr>
            <w:tcW w:w="1173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A35125">
      <w:pPr>
        <w:rPr>
          <w:sz w:val="28"/>
          <w:szCs w:val="28"/>
        </w:rPr>
      </w:pP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Сведения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 w:rsidRPr="00D15368">
        <w:rPr>
          <w:sz w:val="28"/>
          <w:szCs w:val="28"/>
        </w:rPr>
        <w:t>о доходах,</w:t>
      </w:r>
      <w:r>
        <w:rPr>
          <w:sz w:val="28"/>
          <w:szCs w:val="28"/>
        </w:rPr>
        <w:t xml:space="preserve"> расходах,</w:t>
      </w:r>
      <w:r w:rsidRPr="00D1536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 </w:t>
      </w:r>
      <w:r w:rsidRPr="00D15368">
        <w:rPr>
          <w:sz w:val="28"/>
          <w:szCs w:val="28"/>
        </w:rPr>
        <w:t>имуществе и обязательствах имущественного характера</w:t>
      </w:r>
    </w:p>
    <w:p w:rsidR="00C2202F" w:rsidRPr="00D15368" w:rsidRDefault="00C2202F" w:rsidP="00A35125">
      <w:pPr>
        <w:jc w:val="center"/>
        <w:rPr>
          <w:sz w:val="28"/>
          <w:szCs w:val="28"/>
        </w:rPr>
      </w:pPr>
      <w:r>
        <w:rPr>
          <w:sz w:val="28"/>
          <w:szCs w:val="28"/>
        </w:rPr>
        <w:t>начальника отдела внутреннего финансового контроля Управления финансов  Завьяловского района Удмуртской Республики</w:t>
      </w:r>
      <w:r w:rsidRPr="00D15368">
        <w:rPr>
          <w:sz w:val="28"/>
          <w:szCs w:val="28"/>
        </w:rPr>
        <w:t xml:space="preserve"> и членов его семьи</w:t>
      </w:r>
      <w:r>
        <w:rPr>
          <w:sz w:val="28"/>
          <w:szCs w:val="28"/>
        </w:rPr>
        <w:t xml:space="preserve"> </w:t>
      </w:r>
      <w:r w:rsidRPr="00D15368">
        <w:rPr>
          <w:sz w:val="28"/>
          <w:szCs w:val="28"/>
        </w:rPr>
        <w:t>за период с 1 января по 31 декабря 201</w:t>
      </w:r>
      <w:r>
        <w:rPr>
          <w:sz w:val="28"/>
          <w:szCs w:val="28"/>
        </w:rPr>
        <w:t>5</w:t>
      </w:r>
      <w:r w:rsidRPr="00D15368">
        <w:rPr>
          <w:sz w:val="28"/>
          <w:szCs w:val="28"/>
        </w:rPr>
        <w:t xml:space="preserve"> года</w:t>
      </w:r>
    </w:p>
    <w:p w:rsidR="00C2202F" w:rsidRPr="00D15368" w:rsidRDefault="00C2202F" w:rsidP="00A35125">
      <w:pPr>
        <w:jc w:val="both"/>
        <w:rPr>
          <w:sz w:val="28"/>
          <w:szCs w:val="28"/>
        </w:rPr>
      </w:pPr>
    </w:p>
    <w:tbl>
      <w:tblPr>
        <w:tblW w:w="144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1899"/>
        <w:gridCol w:w="1260"/>
        <w:gridCol w:w="1800"/>
        <w:gridCol w:w="1608"/>
        <w:gridCol w:w="1632"/>
        <w:gridCol w:w="1260"/>
        <w:gridCol w:w="1173"/>
        <w:gridCol w:w="1701"/>
      </w:tblGrid>
      <w:tr w:rsidR="00C2202F" w:rsidRPr="00F61125" w:rsidTr="00F83A28">
        <w:tc>
          <w:tcPr>
            <w:tcW w:w="2127" w:type="dxa"/>
            <w:vMerge w:val="restart"/>
          </w:tcPr>
          <w:p w:rsidR="00C2202F" w:rsidRPr="00F61125" w:rsidRDefault="00C2202F" w:rsidP="00F83A28">
            <w:pPr>
              <w:ind w:left="7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Декларированный </w:t>
            </w:r>
            <w:r w:rsidRPr="00F61125">
              <w:rPr>
                <w:sz w:val="28"/>
                <w:szCs w:val="28"/>
              </w:rPr>
              <w:t>годовой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доход </w:t>
            </w:r>
            <w:r w:rsidRPr="00F61125">
              <w:rPr>
                <w:sz w:val="28"/>
                <w:szCs w:val="28"/>
              </w:rPr>
              <w:t>(руб.)</w:t>
            </w:r>
          </w:p>
        </w:tc>
        <w:tc>
          <w:tcPr>
            <w:tcW w:w="6567" w:type="dxa"/>
            <w:gridSpan w:val="4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и транспортных средств, принадлежащих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на праве собственности</w:t>
            </w:r>
          </w:p>
        </w:tc>
        <w:tc>
          <w:tcPr>
            <w:tcW w:w="4065" w:type="dxa"/>
            <w:gridSpan w:val="3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 xml:space="preserve">Перечень объектов недвижимого имущества находящихся </w:t>
            </w:r>
          </w:p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b/>
                <w:sz w:val="28"/>
                <w:szCs w:val="28"/>
              </w:rPr>
              <w:t>в пользовании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515BF8">
              <w:t>Сведения об источниках получения средств, за счет которых совершена сделка</w:t>
            </w:r>
            <w:r>
              <w:t>*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 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Транспортные средства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Вид объекта</w:t>
            </w:r>
          </w:p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недвижимости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Площадь (кв.м)</w:t>
            </w: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  <w:r w:rsidRPr="00F61125">
              <w:rPr>
                <w:sz w:val="26"/>
                <w:szCs w:val="26"/>
              </w:rPr>
              <w:t>Страна расположения</w:t>
            </w: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6"/>
                <w:szCs w:val="26"/>
              </w:rPr>
            </w:pPr>
          </w:p>
        </w:tc>
      </w:tr>
      <w:tr w:rsidR="00C2202F" w:rsidRPr="00F61125" w:rsidTr="00F83A28">
        <w:tc>
          <w:tcPr>
            <w:tcW w:w="12759" w:type="dxa"/>
            <w:gridSpan w:val="8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Максимова Галина Всеволодовна</w:t>
            </w:r>
          </w:p>
        </w:tc>
        <w:tc>
          <w:tcPr>
            <w:tcW w:w="1701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 w:val="restart"/>
          </w:tcPr>
          <w:p w:rsidR="00C2202F" w:rsidRPr="00B12913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627 737,47</w:t>
            </w: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ведения ЛПХ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651,0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имеет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ведения ЛПХ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  <w:vMerge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земельный участок</w:t>
            </w:r>
            <w:r>
              <w:rPr>
                <w:sz w:val="28"/>
                <w:szCs w:val="28"/>
              </w:rPr>
              <w:t xml:space="preserve"> для ведения ЛПХ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1490,0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Жилой </w:t>
            </w:r>
            <w:r w:rsidRPr="00F61125">
              <w:rPr>
                <w:sz w:val="28"/>
                <w:szCs w:val="28"/>
              </w:rPr>
              <w:t xml:space="preserve">дом </w:t>
            </w: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87</w:t>
            </w:r>
            <w:r w:rsidRPr="00F6112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5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 w:rsidRPr="00F61125"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  <w:tr w:rsidR="00C2202F" w:rsidRPr="00F61125" w:rsidTr="00F83A28">
        <w:tc>
          <w:tcPr>
            <w:tcW w:w="2127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99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Жилой дом</w:t>
            </w:r>
          </w:p>
        </w:tc>
        <w:tc>
          <w:tcPr>
            <w:tcW w:w="1260" w:type="dxa"/>
          </w:tcPr>
          <w:p w:rsidR="00C2202F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154,1</w:t>
            </w:r>
          </w:p>
        </w:tc>
        <w:tc>
          <w:tcPr>
            <w:tcW w:w="180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608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32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73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C2202F" w:rsidRPr="00F61125" w:rsidRDefault="00C2202F" w:rsidP="00F83A28">
            <w:pPr>
              <w:jc w:val="center"/>
              <w:rPr>
                <w:sz w:val="28"/>
                <w:szCs w:val="28"/>
              </w:rPr>
            </w:pPr>
          </w:p>
        </w:tc>
      </w:tr>
    </w:tbl>
    <w:p w:rsidR="00C2202F" w:rsidRDefault="00C2202F" w:rsidP="00A35125">
      <w:pPr>
        <w:rPr>
          <w:sz w:val="28"/>
          <w:szCs w:val="28"/>
        </w:rPr>
      </w:pPr>
    </w:p>
    <w:p w:rsidR="00C2202F" w:rsidRDefault="00C2202F" w:rsidP="00121FC8">
      <w:pPr>
        <w:jc w:val="center"/>
      </w:pPr>
    </w:p>
    <w:p w:rsidR="00C2202F" w:rsidRDefault="00C2202F" w:rsidP="00121FC8">
      <w:pPr>
        <w:jc w:val="center"/>
      </w:pPr>
    </w:p>
    <w:p w:rsidR="00C2202F" w:rsidRDefault="00C2202F" w:rsidP="00121FC8">
      <w:pPr>
        <w:jc w:val="center"/>
      </w:pPr>
    </w:p>
    <w:p w:rsidR="00C2202F" w:rsidRPr="007839A2" w:rsidRDefault="00C2202F" w:rsidP="007A5B81">
      <w:pPr>
        <w:jc w:val="both"/>
      </w:pPr>
      <w:r>
        <w:t xml:space="preserve">* </w:t>
      </w:r>
      <w:r w:rsidRPr="007839A2">
        <w:t>Сведения указываются, если сумма сделки превышает общий доход служащего (работника) и его супруги (супруга) за три последних года, предшествующих совершению сделки.</w:t>
      </w:r>
    </w:p>
    <w:p w:rsidR="00C2202F" w:rsidRDefault="00C2202F" w:rsidP="00805D5B">
      <w:pPr>
        <w:jc w:val="center"/>
      </w:pPr>
    </w:p>
    <w:sectPr w:rsidR="00C2202F" w:rsidSect="0043445E">
      <w:pgSz w:w="15840" w:h="12240" w:orient="landscape"/>
      <w:pgMar w:top="851" w:right="1134" w:bottom="709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3F2B"/>
    <w:rsid w:val="00000AC8"/>
    <w:rsid w:val="00011F00"/>
    <w:rsid w:val="000150B4"/>
    <w:rsid w:val="00016404"/>
    <w:rsid w:val="00020DE6"/>
    <w:rsid w:val="000248EC"/>
    <w:rsid w:val="00026059"/>
    <w:rsid w:val="0003132D"/>
    <w:rsid w:val="00032F8F"/>
    <w:rsid w:val="000334FD"/>
    <w:rsid w:val="000345CC"/>
    <w:rsid w:val="000401A1"/>
    <w:rsid w:val="00040CC7"/>
    <w:rsid w:val="000438D2"/>
    <w:rsid w:val="00045633"/>
    <w:rsid w:val="000537F5"/>
    <w:rsid w:val="000555F3"/>
    <w:rsid w:val="00055DC8"/>
    <w:rsid w:val="0006283C"/>
    <w:rsid w:val="000639A1"/>
    <w:rsid w:val="00063A46"/>
    <w:rsid w:val="00065731"/>
    <w:rsid w:val="000675A1"/>
    <w:rsid w:val="00070790"/>
    <w:rsid w:val="00083D0D"/>
    <w:rsid w:val="00087286"/>
    <w:rsid w:val="00090D24"/>
    <w:rsid w:val="000916DE"/>
    <w:rsid w:val="00092E6E"/>
    <w:rsid w:val="00094E21"/>
    <w:rsid w:val="00097EDA"/>
    <w:rsid w:val="000A00B2"/>
    <w:rsid w:val="000A4674"/>
    <w:rsid w:val="000A4E6A"/>
    <w:rsid w:val="000A5ED8"/>
    <w:rsid w:val="000A781E"/>
    <w:rsid w:val="000B3E9A"/>
    <w:rsid w:val="000B566D"/>
    <w:rsid w:val="000B79B8"/>
    <w:rsid w:val="000B7A05"/>
    <w:rsid w:val="000C5139"/>
    <w:rsid w:val="000C6239"/>
    <w:rsid w:val="000C6D72"/>
    <w:rsid w:val="000D3839"/>
    <w:rsid w:val="000D4339"/>
    <w:rsid w:val="000D4BA3"/>
    <w:rsid w:val="000D58E9"/>
    <w:rsid w:val="000D66DC"/>
    <w:rsid w:val="000E0FAF"/>
    <w:rsid w:val="000E3636"/>
    <w:rsid w:val="000E7690"/>
    <w:rsid w:val="000F0140"/>
    <w:rsid w:val="000F7C60"/>
    <w:rsid w:val="00100918"/>
    <w:rsid w:val="00111069"/>
    <w:rsid w:val="00112F4D"/>
    <w:rsid w:val="00112FF0"/>
    <w:rsid w:val="001149B3"/>
    <w:rsid w:val="00121FC8"/>
    <w:rsid w:val="00122987"/>
    <w:rsid w:val="00126255"/>
    <w:rsid w:val="00126691"/>
    <w:rsid w:val="0012676D"/>
    <w:rsid w:val="00130DDA"/>
    <w:rsid w:val="00133073"/>
    <w:rsid w:val="00135C36"/>
    <w:rsid w:val="0014102E"/>
    <w:rsid w:val="001413D9"/>
    <w:rsid w:val="00144FE5"/>
    <w:rsid w:val="00146402"/>
    <w:rsid w:val="00147230"/>
    <w:rsid w:val="00147E2F"/>
    <w:rsid w:val="00150CED"/>
    <w:rsid w:val="00151B46"/>
    <w:rsid w:val="001556CA"/>
    <w:rsid w:val="00155ADA"/>
    <w:rsid w:val="00155D30"/>
    <w:rsid w:val="00156D93"/>
    <w:rsid w:val="00156FE0"/>
    <w:rsid w:val="00157732"/>
    <w:rsid w:val="001601A0"/>
    <w:rsid w:val="00163375"/>
    <w:rsid w:val="0016366E"/>
    <w:rsid w:val="00164B0B"/>
    <w:rsid w:val="001716AB"/>
    <w:rsid w:val="00173A04"/>
    <w:rsid w:val="00180FEF"/>
    <w:rsid w:val="001838BF"/>
    <w:rsid w:val="00190016"/>
    <w:rsid w:val="0019154E"/>
    <w:rsid w:val="001959F7"/>
    <w:rsid w:val="001974AF"/>
    <w:rsid w:val="00197E7F"/>
    <w:rsid w:val="001A07C5"/>
    <w:rsid w:val="001A1B48"/>
    <w:rsid w:val="001A70A0"/>
    <w:rsid w:val="001B07C1"/>
    <w:rsid w:val="001B3067"/>
    <w:rsid w:val="001B495E"/>
    <w:rsid w:val="001B50FC"/>
    <w:rsid w:val="001B57C0"/>
    <w:rsid w:val="001B628F"/>
    <w:rsid w:val="001B703C"/>
    <w:rsid w:val="001B7B01"/>
    <w:rsid w:val="001C10EF"/>
    <w:rsid w:val="001C3684"/>
    <w:rsid w:val="001C3C6B"/>
    <w:rsid w:val="001C44BA"/>
    <w:rsid w:val="001C4BC5"/>
    <w:rsid w:val="001C5D31"/>
    <w:rsid w:val="001D1642"/>
    <w:rsid w:val="001E5621"/>
    <w:rsid w:val="001F00D2"/>
    <w:rsid w:val="001F0B11"/>
    <w:rsid w:val="001F351A"/>
    <w:rsid w:val="001F3909"/>
    <w:rsid w:val="001F4FB7"/>
    <w:rsid w:val="001F59DC"/>
    <w:rsid w:val="001F6A73"/>
    <w:rsid w:val="0020218F"/>
    <w:rsid w:val="00205082"/>
    <w:rsid w:val="00205234"/>
    <w:rsid w:val="002062C0"/>
    <w:rsid w:val="00210FD9"/>
    <w:rsid w:val="00212B9F"/>
    <w:rsid w:val="00213852"/>
    <w:rsid w:val="0021798D"/>
    <w:rsid w:val="00221B73"/>
    <w:rsid w:val="002223CD"/>
    <w:rsid w:val="002240FD"/>
    <w:rsid w:val="00224EAA"/>
    <w:rsid w:val="00226BAD"/>
    <w:rsid w:val="002310E9"/>
    <w:rsid w:val="00232ABB"/>
    <w:rsid w:val="0023427E"/>
    <w:rsid w:val="002343D3"/>
    <w:rsid w:val="00236FC8"/>
    <w:rsid w:val="00246B8B"/>
    <w:rsid w:val="00251B15"/>
    <w:rsid w:val="002521E0"/>
    <w:rsid w:val="00252E15"/>
    <w:rsid w:val="0025372C"/>
    <w:rsid w:val="00257F9F"/>
    <w:rsid w:val="00260391"/>
    <w:rsid w:val="00260875"/>
    <w:rsid w:val="0026419B"/>
    <w:rsid w:val="00267971"/>
    <w:rsid w:val="00270DBD"/>
    <w:rsid w:val="00273A88"/>
    <w:rsid w:val="002772B1"/>
    <w:rsid w:val="0028048A"/>
    <w:rsid w:val="00280DBA"/>
    <w:rsid w:val="00282F5A"/>
    <w:rsid w:val="00282FC3"/>
    <w:rsid w:val="00284D85"/>
    <w:rsid w:val="00293046"/>
    <w:rsid w:val="00294B86"/>
    <w:rsid w:val="002A250E"/>
    <w:rsid w:val="002A29E1"/>
    <w:rsid w:val="002A345D"/>
    <w:rsid w:val="002A3F63"/>
    <w:rsid w:val="002A46BB"/>
    <w:rsid w:val="002A54CE"/>
    <w:rsid w:val="002A6C8E"/>
    <w:rsid w:val="002B02A6"/>
    <w:rsid w:val="002B099C"/>
    <w:rsid w:val="002B2762"/>
    <w:rsid w:val="002B3384"/>
    <w:rsid w:val="002B5588"/>
    <w:rsid w:val="002C0180"/>
    <w:rsid w:val="002C2DFB"/>
    <w:rsid w:val="002C3266"/>
    <w:rsid w:val="002C4538"/>
    <w:rsid w:val="002D4C34"/>
    <w:rsid w:val="002E0764"/>
    <w:rsid w:val="002E0BD6"/>
    <w:rsid w:val="002E263D"/>
    <w:rsid w:val="002E3F87"/>
    <w:rsid w:val="002E419F"/>
    <w:rsid w:val="002E641F"/>
    <w:rsid w:val="002F08E8"/>
    <w:rsid w:val="002F7B3D"/>
    <w:rsid w:val="0030384A"/>
    <w:rsid w:val="00303EDE"/>
    <w:rsid w:val="00305736"/>
    <w:rsid w:val="00307AB4"/>
    <w:rsid w:val="003105E5"/>
    <w:rsid w:val="00313967"/>
    <w:rsid w:val="00314038"/>
    <w:rsid w:val="00314695"/>
    <w:rsid w:val="003171C0"/>
    <w:rsid w:val="0032163A"/>
    <w:rsid w:val="003217A3"/>
    <w:rsid w:val="0032222B"/>
    <w:rsid w:val="003229A2"/>
    <w:rsid w:val="00324AB1"/>
    <w:rsid w:val="0033105B"/>
    <w:rsid w:val="00335B34"/>
    <w:rsid w:val="00336503"/>
    <w:rsid w:val="00342174"/>
    <w:rsid w:val="00345D8C"/>
    <w:rsid w:val="00346505"/>
    <w:rsid w:val="00347C32"/>
    <w:rsid w:val="00350B51"/>
    <w:rsid w:val="003523D1"/>
    <w:rsid w:val="00355263"/>
    <w:rsid w:val="00361514"/>
    <w:rsid w:val="0036185B"/>
    <w:rsid w:val="00364C4E"/>
    <w:rsid w:val="0036659C"/>
    <w:rsid w:val="003738C3"/>
    <w:rsid w:val="00382407"/>
    <w:rsid w:val="0038421E"/>
    <w:rsid w:val="00384235"/>
    <w:rsid w:val="0039096C"/>
    <w:rsid w:val="00392BA9"/>
    <w:rsid w:val="0039475B"/>
    <w:rsid w:val="00395685"/>
    <w:rsid w:val="003A281A"/>
    <w:rsid w:val="003A3F7F"/>
    <w:rsid w:val="003A7BC1"/>
    <w:rsid w:val="003B461E"/>
    <w:rsid w:val="003B4783"/>
    <w:rsid w:val="003B556B"/>
    <w:rsid w:val="003B70E7"/>
    <w:rsid w:val="003C554D"/>
    <w:rsid w:val="003C5C2C"/>
    <w:rsid w:val="003D3CE9"/>
    <w:rsid w:val="003D4382"/>
    <w:rsid w:val="003D66F9"/>
    <w:rsid w:val="003E2F4F"/>
    <w:rsid w:val="003E3911"/>
    <w:rsid w:val="003E6E28"/>
    <w:rsid w:val="003E7A62"/>
    <w:rsid w:val="003F0942"/>
    <w:rsid w:val="003F1DDD"/>
    <w:rsid w:val="003F4BDE"/>
    <w:rsid w:val="003F526B"/>
    <w:rsid w:val="003F5315"/>
    <w:rsid w:val="004073DD"/>
    <w:rsid w:val="00407BE2"/>
    <w:rsid w:val="00412751"/>
    <w:rsid w:val="00414515"/>
    <w:rsid w:val="004152E4"/>
    <w:rsid w:val="004176B4"/>
    <w:rsid w:val="00420793"/>
    <w:rsid w:val="004210F3"/>
    <w:rsid w:val="004211D7"/>
    <w:rsid w:val="00421C5D"/>
    <w:rsid w:val="00421CFE"/>
    <w:rsid w:val="004316D7"/>
    <w:rsid w:val="00431E48"/>
    <w:rsid w:val="0043220E"/>
    <w:rsid w:val="00433A08"/>
    <w:rsid w:val="00433A9F"/>
    <w:rsid w:val="00433B93"/>
    <w:rsid w:val="0043445E"/>
    <w:rsid w:val="0043637F"/>
    <w:rsid w:val="0043771D"/>
    <w:rsid w:val="004428BF"/>
    <w:rsid w:val="00446186"/>
    <w:rsid w:val="00451BAC"/>
    <w:rsid w:val="00452B6E"/>
    <w:rsid w:val="0045378A"/>
    <w:rsid w:val="00455E3A"/>
    <w:rsid w:val="0045620B"/>
    <w:rsid w:val="00456CD0"/>
    <w:rsid w:val="004601D4"/>
    <w:rsid w:val="00460FDD"/>
    <w:rsid w:val="00461980"/>
    <w:rsid w:val="00461BEE"/>
    <w:rsid w:val="00462C04"/>
    <w:rsid w:val="004642EE"/>
    <w:rsid w:val="00464565"/>
    <w:rsid w:val="00464C16"/>
    <w:rsid w:val="0046595D"/>
    <w:rsid w:val="00467986"/>
    <w:rsid w:val="00471ED3"/>
    <w:rsid w:val="00472930"/>
    <w:rsid w:val="0047450F"/>
    <w:rsid w:val="00475F10"/>
    <w:rsid w:val="004804EE"/>
    <w:rsid w:val="00480F78"/>
    <w:rsid w:val="004837CF"/>
    <w:rsid w:val="00490809"/>
    <w:rsid w:val="00490C77"/>
    <w:rsid w:val="0049143E"/>
    <w:rsid w:val="00491924"/>
    <w:rsid w:val="00491A13"/>
    <w:rsid w:val="0049387D"/>
    <w:rsid w:val="00496E5A"/>
    <w:rsid w:val="004A1F0F"/>
    <w:rsid w:val="004A3097"/>
    <w:rsid w:val="004A30B7"/>
    <w:rsid w:val="004A408A"/>
    <w:rsid w:val="004A45A2"/>
    <w:rsid w:val="004A5160"/>
    <w:rsid w:val="004A63D6"/>
    <w:rsid w:val="004A7C56"/>
    <w:rsid w:val="004B4C3A"/>
    <w:rsid w:val="004C02BF"/>
    <w:rsid w:val="004C3426"/>
    <w:rsid w:val="004C41BE"/>
    <w:rsid w:val="004C72AC"/>
    <w:rsid w:val="004C781B"/>
    <w:rsid w:val="004D00FA"/>
    <w:rsid w:val="004D25D6"/>
    <w:rsid w:val="004D4348"/>
    <w:rsid w:val="004D4881"/>
    <w:rsid w:val="004D4EEF"/>
    <w:rsid w:val="004D5F5A"/>
    <w:rsid w:val="004D622B"/>
    <w:rsid w:val="004D7788"/>
    <w:rsid w:val="004E6649"/>
    <w:rsid w:val="004F2A5C"/>
    <w:rsid w:val="004F31DA"/>
    <w:rsid w:val="004F6133"/>
    <w:rsid w:val="00506FCF"/>
    <w:rsid w:val="0051127E"/>
    <w:rsid w:val="005134C2"/>
    <w:rsid w:val="005145C4"/>
    <w:rsid w:val="00515BF8"/>
    <w:rsid w:val="00523076"/>
    <w:rsid w:val="005230DE"/>
    <w:rsid w:val="00523202"/>
    <w:rsid w:val="00524B47"/>
    <w:rsid w:val="005267CF"/>
    <w:rsid w:val="0052738F"/>
    <w:rsid w:val="005352D2"/>
    <w:rsid w:val="005407A6"/>
    <w:rsid w:val="00550D3E"/>
    <w:rsid w:val="0055146B"/>
    <w:rsid w:val="00552130"/>
    <w:rsid w:val="00553A42"/>
    <w:rsid w:val="0055658C"/>
    <w:rsid w:val="00571735"/>
    <w:rsid w:val="00573E7B"/>
    <w:rsid w:val="0057690E"/>
    <w:rsid w:val="00577376"/>
    <w:rsid w:val="00577DE8"/>
    <w:rsid w:val="00581043"/>
    <w:rsid w:val="0058216A"/>
    <w:rsid w:val="005844F7"/>
    <w:rsid w:val="00584A88"/>
    <w:rsid w:val="00587DED"/>
    <w:rsid w:val="00591F91"/>
    <w:rsid w:val="005922E5"/>
    <w:rsid w:val="00592D1B"/>
    <w:rsid w:val="00594FFA"/>
    <w:rsid w:val="0059606E"/>
    <w:rsid w:val="005A21CB"/>
    <w:rsid w:val="005A2F71"/>
    <w:rsid w:val="005A49AF"/>
    <w:rsid w:val="005A54A2"/>
    <w:rsid w:val="005A627A"/>
    <w:rsid w:val="005B01CD"/>
    <w:rsid w:val="005B5FFC"/>
    <w:rsid w:val="005B62A7"/>
    <w:rsid w:val="005C0817"/>
    <w:rsid w:val="005C13E6"/>
    <w:rsid w:val="005C15D0"/>
    <w:rsid w:val="005C2A69"/>
    <w:rsid w:val="005C3014"/>
    <w:rsid w:val="005C5286"/>
    <w:rsid w:val="005C5B10"/>
    <w:rsid w:val="005C79CC"/>
    <w:rsid w:val="005D0F9B"/>
    <w:rsid w:val="005D1249"/>
    <w:rsid w:val="005D2253"/>
    <w:rsid w:val="005D4AC5"/>
    <w:rsid w:val="005D4AF9"/>
    <w:rsid w:val="005E5D22"/>
    <w:rsid w:val="005E72F1"/>
    <w:rsid w:val="005F009A"/>
    <w:rsid w:val="005F1C0F"/>
    <w:rsid w:val="005F3038"/>
    <w:rsid w:val="005F5D1C"/>
    <w:rsid w:val="00604A9C"/>
    <w:rsid w:val="00610F8D"/>
    <w:rsid w:val="006121E4"/>
    <w:rsid w:val="00612ECD"/>
    <w:rsid w:val="006135D2"/>
    <w:rsid w:val="00613707"/>
    <w:rsid w:val="00613AE5"/>
    <w:rsid w:val="006161AD"/>
    <w:rsid w:val="00626471"/>
    <w:rsid w:val="00626B90"/>
    <w:rsid w:val="00630932"/>
    <w:rsid w:val="00636943"/>
    <w:rsid w:val="00637ACE"/>
    <w:rsid w:val="00643E72"/>
    <w:rsid w:val="00644303"/>
    <w:rsid w:val="0065084D"/>
    <w:rsid w:val="006564C8"/>
    <w:rsid w:val="00656BFA"/>
    <w:rsid w:val="006610C3"/>
    <w:rsid w:val="00662640"/>
    <w:rsid w:val="00663D5D"/>
    <w:rsid w:val="00667FF4"/>
    <w:rsid w:val="006758B3"/>
    <w:rsid w:val="00680A3D"/>
    <w:rsid w:val="00680ABB"/>
    <w:rsid w:val="006905A5"/>
    <w:rsid w:val="00691F22"/>
    <w:rsid w:val="006929E8"/>
    <w:rsid w:val="0069563C"/>
    <w:rsid w:val="006A0796"/>
    <w:rsid w:val="006A2EC1"/>
    <w:rsid w:val="006A4160"/>
    <w:rsid w:val="006B29A6"/>
    <w:rsid w:val="006B36AF"/>
    <w:rsid w:val="006C0019"/>
    <w:rsid w:val="006C2F21"/>
    <w:rsid w:val="006C32A1"/>
    <w:rsid w:val="006D0909"/>
    <w:rsid w:val="006D2560"/>
    <w:rsid w:val="006E0382"/>
    <w:rsid w:val="006E1F1D"/>
    <w:rsid w:val="006E20BF"/>
    <w:rsid w:val="006E28A8"/>
    <w:rsid w:val="006E3A46"/>
    <w:rsid w:val="006E4701"/>
    <w:rsid w:val="006E4AB0"/>
    <w:rsid w:val="006E5134"/>
    <w:rsid w:val="006E7AE2"/>
    <w:rsid w:val="006F10BD"/>
    <w:rsid w:val="006F3325"/>
    <w:rsid w:val="006F6274"/>
    <w:rsid w:val="007002CC"/>
    <w:rsid w:val="00700D13"/>
    <w:rsid w:val="00704D42"/>
    <w:rsid w:val="00705BBE"/>
    <w:rsid w:val="007135C8"/>
    <w:rsid w:val="007206FE"/>
    <w:rsid w:val="007235F4"/>
    <w:rsid w:val="00724D7C"/>
    <w:rsid w:val="00726486"/>
    <w:rsid w:val="007332DE"/>
    <w:rsid w:val="00734693"/>
    <w:rsid w:val="00735553"/>
    <w:rsid w:val="00737FCF"/>
    <w:rsid w:val="00741828"/>
    <w:rsid w:val="00742955"/>
    <w:rsid w:val="00743511"/>
    <w:rsid w:val="007437D4"/>
    <w:rsid w:val="00744419"/>
    <w:rsid w:val="00745B21"/>
    <w:rsid w:val="00745C53"/>
    <w:rsid w:val="00746EA8"/>
    <w:rsid w:val="00746F7F"/>
    <w:rsid w:val="007518F3"/>
    <w:rsid w:val="00756B76"/>
    <w:rsid w:val="00757EE8"/>
    <w:rsid w:val="007624D2"/>
    <w:rsid w:val="007635CE"/>
    <w:rsid w:val="007657F0"/>
    <w:rsid w:val="00767416"/>
    <w:rsid w:val="00770471"/>
    <w:rsid w:val="00772032"/>
    <w:rsid w:val="00772557"/>
    <w:rsid w:val="00772CC5"/>
    <w:rsid w:val="00780595"/>
    <w:rsid w:val="007839A2"/>
    <w:rsid w:val="007840B5"/>
    <w:rsid w:val="00784B95"/>
    <w:rsid w:val="007868EF"/>
    <w:rsid w:val="00786C29"/>
    <w:rsid w:val="0078763B"/>
    <w:rsid w:val="00787E33"/>
    <w:rsid w:val="00790A70"/>
    <w:rsid w:val="00794025"/>
    <w:rsid w:val="007A1947"/>
    <w:rsid w:val="007A1D62"/>
    <w:rsid w:val="007A241B"/>
    <w:rsid w:val="007A272A"/>
    <w:rsid w:val="007A3485"/>
    <w:rsid w:val="007A5B81"/>
    <w:rsid w:val="007A75A0"/>
    <w:rsid w:val="007B0AE1"/>
    <w:rsid w:val="007B1450"/>
    <w:rsid w:val="007B5959"/>
    <w:rsid w:val="007C19E9"/>
    <w:rsid w:val="007C4222"/>
    <w:rsid w:val="007C7188"/>
    <w:rsid w:val="007C7786"/>
    <w:rsid w:val="007C7EF8"/>
    <w:rsid w:val="007D330A"/>
    <w:rsid w:val="007D546C"/>
    <w:rsid w:val="007D6E75"/>
    <w:rsid w:val="007E41F3"/>
    <w:rsid w:val="007F0F76"/>
    <w:rsid w:val="007F19A5"/>
    <w:rsid w:val="008001B0"/>
    <w:rsid w:val="008002E0"/>
    <w:rsid w:val="00802B23"/>
    <w:rsid w:val="00805D5B"/>
    <w:rsid w:val="00806A38"/>
    <w:rsid w:val="008137D8"/>
    <w:rsid w:val="00813EC1"/>
    <w:rsid w:val="00815A2B"/>
    <w:rsid w:val="00820B76"/>
    <w:rsid w:val="00823C2F"/>
    <w:rsid w:val="00825427"/>
    <w:rsid w:val="00826332"/>
    <w:rsid w:val="00826C71"/>
    <w:rsid w:val="0083045A"/>
    <w:rsid w:val="008306F1"/>
    <w:rsid w:val="00844A33"/>
    <w:rsid w:val="0085258D"/>
    <w:rsid w:val="008539A4"/>
    <w:rsid w:val="00854530"/>
    <w:rsid w:val="00854D81"/>
    <w:rsid w:val="008573FF"/>
    <w:rsid w:val="00862AB9"/>
    <w:rsid w:val="00862E13"/>
    <w:rsid w:val="008716E3"/>
    <w:rsid w:val="00874133"/>
    <w:rsid w:val="0087560D"/>
    <w:rsid w:val="00876FE0"/>
    <w:rsid w:val="008778D5"/>
    <w:rsid w:val="00882E72"/>
    <w:rsid w:val="00893E49"/>
    <w:rsid w:val="00896376"/>
    <w:rsid w:val="008A189B"/>
    <w:rsid w:val="008A1F7E"/>
    <w:rsid w:val="008A23ED"/>
    <w:rsid w:val="008A534E"/>
    <w:rsid w:val="008B2B63"/>
    <w:rsid w:val="008B792A"/>
    <w:rsid w:val="008C0FB7"/>
    <w:rsid w:val="008C2988"/>
    <w:rsid w:val="008C798F"/>
    <w:rsid w:val="008D2915"/>
    <w:rsid w:val="008D567E"/>
    <w:rsid w:val="008D73C0"/>
    <w:rsid w:val="008E049F"/>
    <w:rsid w:val="008E13A0"/>
    <w:rsid w:val="008F2988"/>
    <w:rsid w:val="00904795"/>
    <w:rsid w:val="00907AD1"/>
    <w:rsid w:val="00912EC4"/>
    <w:rsid w:val="00913750"/>
    <w:rsid w:val="0091689F"/>
    <w:rsid w:val="00917DB2"/>
    <w:rsid w:val="00920591"/>
    <w:rsid w:val="00921377"/>
    <w:rsid w:val="00922D3A"/>
    <w:rsid w:val="00925CE8"/>
    <w:rsid w:val="00925F30"/>
    <w:rsid w:val="00930365"/>
    <w:rsid w:val="009324E3"/>
    <w:rsid w:val="0093303D"/>
    <w:rsid w:val="00940259"/>
    <w:rsid w:val="009425FB"/>
    <w:rsid w:val="00943410"/>
    <w:rsid w:val="00943932"/>
    <w:rsid w:val="00945234"/>
    <w:rsid w:val="0094671F"/>
    <w:rsid w:val="00947886"/>
    <w:rsid w:val="00950A6A"/>
    <w:rsid w:val="009511FA"/>
    <w:rsid w:val="00955FB4"/>
    <w:rsid w:val="0095706E"/>
    <w:rsid w:val="009624A4"/>
    <w:rsid w:val="0096488D"/>
    <w:rsid w:val="009655AA"/>
    <w:rsid w:val="009720F2"/>
    <w:rsid w:val="00972B6E"/>
    <w:rsid w:val="00972D5A"/>
    <w:rsid w:val="00976825"/>
    <w:rsid w:val="00980235"/>
    <w:rsid w:val="009878A7"/>
    <w:rsid w:val="00991476"/>
    <w:rsid w:val="00991A45"/>
    <w:rsid w:val="00995F63"/>
    <w:rsid w:val="0099681B"/>
    <w:rsid w:val="00996900"/>
    <w:rsid w:val="009A55A0"/>
    <w:rsid w:val="009B65B4"/>
    <w:rsid w:val="009C41DC"/>
    <w:rsid w:val="009C4675"/>
    <w:rsid w:val="009C569A"/>
    <w:rsid w:val="009C6573"/>
    <w:rsid w:val="009D1217"/>
    <w:rsid w:val="009D3B8E"/>
    <w:rsid w:val="009D476F"/>
    <w:rsid w:val="009E004D"/>
    <w:rsid w:val="009E06C2"/>
    <w:rsid w:val="009E4591"/>
    <w:rsid w:val="009E5803"/>
    <w:rsid w:val="009F08FC"/>
    <w:rsid w:val="009F0B0A"/>
    <w:rsid w:val="009F0B8B"/>
    <w:rsid w:val="009F6588"/>
    <w:rsid w:val="00A00B08"/>
    <w:rsid w:val="00A00F20"/>
    <w:rsid w:val="00A01584"/>
    <w:rsid w:val="00A0406E"/>
    <w:rsid w:val="00A047A2"/>
    <w:rsid w:val="00A1112F"/>
    <w:rsid w:val="00A11A91"/>
    <w:rsid w:val="00A14F43"/>
    <w:rsid w:val="00A221CF"/>
    <w:rsid w:val="00A26F5C"/>
    <w:rsid w:val="00A277EF"/>
    <w:rsid w:val="00A32FC8"/>
    <w:rsid w:val="00A35125"/>
    <w:rsid w:val="00A4117B"/>
    <w:rsid w:val="00A4430D"/>
    <w:rsid w:val="00A4471C"/>
    <w:rsid w:val="00A53406"/>
    <w:rsid w:val="00A5420B"/>
    <w:rsid w:val="00A605D5"/>
    <w:rsid w:val="00A61E5B"/>
    <w:rsid w:val="00A629A1"/>
    <w:rsid w:val="00A6395B"/>
    <w:rsid w:val="00A662A7"/>
    <w:rsid w:val="00A6778D"/>
    <w:rsid w:val="00A71C43"/>
    <w:rsid w:val="00A72767"/>
    <w:rsid w:val="00A7320E"/>
    <w:rsid w:val="00A7329A"/>
    <w:rsid w:val="00A740AB"/>
    <w:rsid w:val="00A757A8"/>
    <w:rsid w:val="00A75B4E"/>
    <w:rsid w:val="00A7604A"/>
    <w:rsid w:val="00A80684"/>
    <w:rsid w:val="00A81DB7"/>
    <w:rsid w:val="00A82DB2"/>
    <w:rsid w:val="00A835DB"/>
    <w:rsid w:val="00A83E3B"/>
    <w:rsid w:val="00A919FF"/>
    <w:rsid w:val="00A92A9E"/>
    <w:rsid w:val="00A93D28"/>
    <w:rsid w:val="00AA1264"/>
    <w:rsid w:val="00AA1837"/>
    <w:rsid w:val="00AA2849"/>
    <w:rsid w:val="00AA5980"/>
    <w:rsid w:val="00AA61CD"/>
    <w:rsid w:val="00AA7EB1"/>
    <w:rsid w:val="00AB2598"/>
    <w:rsid w:val="00AB438F"/>
    <w:rsid w:val="00AB4D6D"/>
    <w:rsid w:val="00AB51B6"/>
    <w:rsid w:val="00AC021C"/>
    <w:rsid w:val="00AC1395"/>
    <w:rsid w:val="00AC3989"/>
    <w:rsid w:val="00AC3DBC"/>
    <w:rsid w:val="00AC4B8E"/>
    <w:rsid w:val="00AC6D2C"/>
    <w:rsid w:val="00AD2AAB"/>
    <w:rsid w:val="00AD6133"/>
    <w:rsid w:val="00AE2602"/>
    <w:rsid w:val="00AE2EC3"/>
    <w:rsid w:val="00AF0891"/>
    <w:rsid w:val="00AF1EBC"/>
    <w:rsid w:val="00AF2A6E"/>
    <w:rsid w:val="00AF361E"/>
    <w:rsid w:val="00AF515A"/>
    <w:rsid w:val="00AF7D9B"/>
    <w:rsid w:val="00B058F5"/>
    <w:rsid w:val="00B073F3"/>
    <w:rsid w:val="00B07FA2"/>
    <w:rsid w:val="00B11344"/>
    <w:rsid w:val="00B12751"/>
    <w:rsid w:val="00B12913"/>
    <w:rsid w:val="00B17B0D"/>
    <w:rsid w:val="00B21BFC"/>
    <w:rsid w:val="00B21CEA"/>
    <w:rsid w:val="00B23172"/>
    <w:rsid w:val="00B24AF5"/>
    <w:rsid w:val="00B26495"/>
    <w:rsid w:val="00B26711"/>
    <w:rsid w:val="00B34B35"/>
    <w:rsid w:val="00B35FD6"/>
    <w:rsid w:val="00B36611"/>
    <w:rsid w:val="00B42D7A"/>
    <w:rsid w:val="00B4578A"/>
    <w:rsid w:val="00B45871"/>
    <w:rsid w:val="00B46F0D"/>
    <w:rsid w:val="00B51843"/>
    <w:rsid w:val="00B518CB"/>
    <w:rsid w:val="00B53156"/>
    <w:rsid w:val="00B54928"/>
    <w:rsid w:val="00B60344"/>
    <w:rsid w:val="00B65DE5"/>
    <w:rsid w:val="00B6623D"/>
    <w:rsid w:val="00B6750E"/>
    <w:rsid w:val="00B724D8"/>
    <w:rsid w:val="00B73BB9"/>
    <w:rsid w:val="00B76F20"/>
    <w:rsid w:val="00B82246"/>
    <w:rsid w:val="00B84C60"/>
    <w:rsid w:val="00B84F1E"/>
    <w:rsid w:val="00B863DC"/>
    <w:rsid w:val="00B87977"/>
    <w:rsid w:val="00B87BB7"/>
    <w:rsid w:val="00B90761"/>
    <w:rsid w:val="00B9117A"/>
    <w:rsid w:val="00B9180C"/>
    <w:rsid w:val="00BA0BAE"/>
    <w:rsid w:val="00BA2587"/>
    <w:rsid w:val="00BA4421"/>
    <w:rsid w:val="00BA72EE"/>
    <w:rsid w:val="00BB1ED0"/>
    <w:rsid w:val="00BB259D"/>
    <w:rsid w:val="00BB2D30"/>
    <w:rsid w:val="00BB48F5"/>
    <w:rsid w:val="00BC06BB"/>
    <w:rsid w:val="00BC0E5D"/>
    <w:rsid w:val="00BD0E16"/>
    <w:rsid w:val="00BD5B99"/>
    <w:rsid w:val="00BE0C5B"/>
    <w:rsid w:val="00BE3DCD"/>
    <w:rsid w:val="00BE5222"/>
    <w:rsid w:val="00BE6026"/>
    <w:rsid w:val="00BF00F2"/>
    <w:rsid w:val="00BF1B03"/>
    <w:rsid w:val="00BF3915"/>
    <w:rsid w:val="00BF6C83"/>
    <w:rsid w:val="00C006D1"/>
    <w:rsid w:val="00C02B19"/>
    <w:rsid w:val="00C05240"/>
    <w:rsid w:val="00C0643D"/>
    <w:rsid w:val="00C068BE"/>
    <w:rsid w:val="00C07EBC"/>
    <w:rsid w:val="00C108D7"/>
    <w:rsid w:val="00C125C5"/>
    <w:rsid w:val="00C1294D"/>
    <w:rsid w:val="00C12E1D"/>
    <w:rsid w:val="00C130EF"/>
    <w:rsid w:val="00C1622E"/>
    <w:rsid w:val="00C1777E"/>
    <w:rsid w:val="00C2137F"/>
    <w:rsid w:val="00C2202F"/>
    <w:rsid w:val="00C230F1"/>
    <w:rsid w:val="00C241D6"/>
    <w:rsid w:val="00C272C1"/>
    <w:rsid w:val="00C31625"/>
    <w:rsid w:val="00C345E0"/>
    <w:rsid w:val="00C34B7B"/>
    <w:rsid w:val="00C45D50"/>
    <w:rsid w:val="00C464EB"/>
    <w:rsid w:val="00C52225"/>
    <w:rsid w:val="00C5346E"/>
    <w:rsid w:val="00C61C51"/>
    <w:rsid w:val="00C61F43"/>
    <w:rsid w:val="00C6393B"/>
    <w:rsid w:val="00C67019"/>
    <w:rsid w:val="00C72CA8"/>
    <w:rsid w:val="00C75256"/>
    <w:rsid w:val="00C75556"/>
    <w:rsid w:val="00C76407"/>
    <w:rsid w:val="00C76F0F"/>
    <w:rsid w:val="00C83FA5"/>
    <w:rsid w:val="00C9316E"/>
    <w:rsid w:val="00C93817"/>
    <w:rsid w:val="00C93B46"/>
    <w:rsid w:val="00CA6380"/>
    <w:rsid w:val="00CB0523"/>
    <w:rsid w:val="00CB070E"/>
    <w:rsid w:val="00CB4075"/>
    <w:rsid w:val="00CB57F8"/>
    <w:rsid w:val="00CC0566"/>
    <w:rsid w:val="00CC1257"/>
    <w:rsid w:val="00CC2F69"/>
    <w:rsid w:val="00CC42AE"/>
    <w:rsid w:val="00CD14D5"/>
    <w:rsid w:val="00CD297F"/>
    <w:rsid w:val="00CD5D0A"/>
    <w:rsid w:val="00CD7D2C"/>
    <w:rsid w:val="00CE1521"/>
    <w:rsid w:val="00CE3F58"/>
    <w:rsid w:val="00CE53BE"/>
    <w:rsid w:val="00CE72DA"/>
    <w:rsid w:val="00CF7A78"/>
    <w:rsid w:val="00CF7B6E"/>
    <w:rsid w:val="00CF7E11"/>
    <w:rsid w:val="00D011BA"/>
    <w:rsid w:val="00D021CA"/>
    <w:rsid w:val="00D047DE"/>
    <w:rsid w:val="00D0573B"/>
    <w:rsid w:val="00D0589A"/>
    <w:rsid w:val="00D1299C"/>
    <w:rsid w:val="00D14CC9"/>
    <w:rsid w:val="00D15368"/>
    <w:rsid w:val="00D160EC"/>
    <w:rsid w:val="00D16688"/>
    <w:rsid w:val="00D20DAC"/>
    <w:rsid w:val="00D21D8D"/>
    <w:rsid w:val="00D23A52"/>
    <w:rsid w:val="00D23AF7"/>
    <w:rsid w:val="00D23BFC"/>
    <w:rsid w:val="00D249CF"/>
    <w:rsid w:val="00D27570"/>
    <w:rsid w:val="00D31166"/>
    <w:rsid w:val="00D37FAC"/>
    <w:rsid w:val="00D37FC0"/>
    <w:rsid w:val="00D400F3"/>
    <w:rsid w:val="00D40A22"/>
    <w:rsid w:val="00D42460"/>
    <w:rsid w:val="00D43484"/>
    <w:rsid w:val="00D4580C"/>
    <w:rsid w:val="00D45F33"/>
    <w:rsid w:val="00D47143"/>
    <w:rsid w:val="00D53B78"/>
    <w:rsid w:val="00D57440"/>
    <w:rsid w:val="00D65D42"/>
    <w:rsid w:val="00D665D6"/>
    <w:rsid w:val="00D7049F"/>
    <w:rsid w:val="00D71D48"/>
    <w:rsid w:val="00D76FF2"/>
    <w:rsid w:val="00D77003"/>
    <w:rsid w:val="00D775C6"/>
    <w:rsid w:val="00D8168B"/>
    <w:rsid w:val="00D85367"/>
    <w:rsid w:val="00D85F3E"/>
    <w:rsid w:val="00D92876"/>
    <w:rsid w:val="00D941D9"/>
    <w:rsid w:val="00D971C7"/>
    <w:rsid w:val="00D97837"/>
    <w:rsid w:val="00DA0F02"/>
    <w:rsid w:val="00DA1957"/>
    <w:rsid w:val="00DA4065"/>
    <w:rsid w:val="00DA5B17"/>
    <w:rsid w:val="00DB2125"/>
    <w:rsid w:val="00DB6E6B"/>
    <w:rsid w:val="00DC367C"/>
    <w:rsid w:val="00DC6BDF"/>
    <w:rsid w:val="00DD18FF"/>
    <w:rsid w:val="00DD2967"/>
    <w:rsid w:val="00DD35AC"/>
    <w:rsid w:val="00DD3A61"/>
    <w:rsid w:val="00DD4F61"/>
    <w:rsid w:val="00DD5538"/>
    <w:rsid w:val="00DE4955"/>
    <w:rsid w:val="00DE4A9D"/>
    <w:rsid w:val="00DE51EC"/>
    <w:rsid w:val="00DE723B"/>
    <w:rsid w:val="00DE745E"/>
    <w:rsid w:val="00DF2C38"/>
    <w:rsid w:val="00DF4A2B"/>
    <w:rsid w:val="00DF5EC3"/>
    <w:rsid w:val="00DF7E11"/>
    <w:rsid w:val="00E0298E"/>
    <w:rsid w:val="00E0444B"/>
    <w:rsid w:val="00E06949"/>
    <w:rsid w:val="00E073C1"/>
    <w:rsid w:val="00E10119"/>
    <w:rsid w:val="00E101DA"/>
    <w:rsid w:val="00E15D86"/>
    <w:rsid w:val="00E169E1"/>
    <w:rsid w:val="00E16C60"/>
    <w:rsid w:val="00E20115"/>
    <w:rsid w:val="00E213B1"/>
    <w:rsid w:val="00E34149"/>
    <w:rsid w:val="00E35B0A"/>
    <w:rsid w:val="00E4097C"/>
    <w:rsid w:val="00E409E3"/>
    <w:rsid w:val="00E42CAE"/>
    <w:rsid w:val="00E45778"/>
    <w:rsid w:val="00E54943"/>
    <w:rsid w:val="00E5631D"/>
    <w:rsid w:val="00E629B9"/>
    <w:rsid w:val="00E63AB8"/>
    <w:rsid w:val="00E65F2B"/>
    <w:rsid w:val="00E6650A"/>
    <w:rsid w:val="00E6657E"/>
    <w:rsid w:val="00E67BC1"/>
    <w:rsid w:val="00E75FEB"/>
    <w:rsid w:val="00E817E7"/>
    <w:rsid w:val="00E835DC"/>
    <w:rsid w:val="00E83D52"/>
    <w:rsid w:val="00E85760"/>
    <w:rsid w:val="00E86B4C"/>
    <w:rsid w:val="00E90AFB"/>
    <w:rsid w:val="00E91DD3"/>
    <w:rsid w:val="00E928BE"/>
    <w:rsid w:val="00EA14BA"/>
    <w:rsid w:val="00EA448C"/>
    <w:rsid w:val="00EB3F98"/>
    <w:rsid w:val="00EC009B"/>
    <w:rsid w:val="00EC00A8"/>
    <w:rsid w:val="00EC27EF"/>
    <w:rsid w:val="00EC2F3A"/>
    <w:rsid w:val="00EC3F2B"/>
    <w:rsid w:val="00EC59E0"/>
    <w:rsid w:val="00ED3B30"/>
    <w:rsid w:val="00ED79AE"/>
    <w:rsid w:val="00EE3F56"/>
    <w:rsid w:val="00EE635A"/>
    <w:rsid w:val="00EE756C"/>
    <w:rsid w:val="00EF07B1"/>
    <w:rsid w:val="00EF575A"/>
    <w:rsid w:val="00EF6186"/>
    <w:rsid w:val="00F0108D"/>
    <w:rsid w:val="00F035ED"/>
    <w:rsid w:val="00F04D75"/>
    <w:rsid w:val="00F12CDD"/>
    <w:rsid w:val="00F13925"/>
    <w:rsid w:val="00F15EA4"/>
    <w:rsid w:val="00F205F6"/>
    <w:rsid w:val="00F2132E"/>
    <w:rsid w:val="00F241F7"/>
    <w:rsid w:val="00F27737"/>
    <w:rsid w:val="00F34540"/>
    <w:rsid w:val="00F36E26"/>
    <w:rsid w:val="00F403EA"/>
    <w:rsid w:val="00F42C85"/>
    <w:rsid w:val="00F47034"/>
    <w:rsid w:val="00F52647"/>
    <w:rsid w:val="00F52E1D"/>
    <w:rsid w:val="00F55BE7"/>
    <w:rsid w:val="00F569E7"/>
    <w:rsid w:val="00F56E32"/>
    <w:rsid w:val="00F57EE1"/>
    <w:rsid w:val="00F61125"/>
    <w:rsid w:val="00F61FAB"/>
    <w:rsid w:val="00F6419F"/>
    <w:rsid w:val="00F66684"/>
    <w:rsid w:val="00F66C14"/>
    <w:rsid w:val="00F7072E"/>
    <w:rsid w:val="00F71120"/>
    <w:rsid w:val="00F74211"/>
    <w:rsid w:val="00F749C3"/>
    <w:rsid w:val="00F77FD3"/>
    <w:rsid w:val="00F81578"/>
    <w:rsid w:val="00F83439"/>
    <w:rsid w:val="00F838A2"/>
    <w:rsid w:val="00F83A28"/>
    <w:rsid w:val="00F87454"/>
    <w:rsid w:val="00F91317"/>
    <w:rsid w:val="00F92625"/>
    <w:rsid w:val="00F92670"/>
    <w:rsid w:val="00F93BF6"/>
    <w:rsid w:val="00F94269"/>
    <w:rsid w:val="00F96FD0"/>
    <w:rsid w:val="00FA373F"/>
    <w:rsid w:val="00FA380D"/>
    <w:rsid w:val="00FA3B8A"/>
    <w:rsid w:val="00FA7543"/>
    <w:rsid w:val="00FB03D5"/>
    <w:rsid w:val="00FB17A7"/>
    <w:rsid w:val="00FB320B"/>
    <w:rsid w:val="00FB432F"/>
    <w:rsid w:val="00FB68E7"/>
    <w:rsid w:val="00FC0881"/>
    <w:rsid w:val="00FC5BF4"/>
    <w:rsid w:val="00FD0236"/>
    <w:rsid w:val="00FD5A0E"/>
    <w:rsid w:val="00FE0B8F"/>
    <w:rsid w:val="00FE2510"/>
    <w:rsid w:val="00FE2708"/>
    <w:rsid w:val="00FE75BC"/>
    <w:rsid w:val="00FF058F"/>
    <w:rsid w:val="00FF2DBD"/>
    <w:rsid w:val="00FF6799"/>
    <w:rsid w:val="00FF7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246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876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D12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35125"/>
    <w:rPr>
      <w:rFonts w:ascii="Tahoma" w:hAnsi="Tahoma" w:cs="Tahoma"/>
      <w:sz w:val="16"/>
      <w:szCs w:val="16"/>
    </w:rPr>
  </w:style>
  <w:style w:type="character" w:styleId="Emphasis">
    <w:name w:val="Emphasis"/>
    <w:basedOn w:val="DefaultParagraphFont"/>
    <w:uiPriority w:val="99"/>
    <w:qFormat/>
    <w:rsid w:val="00260875"/>
    <w:rPr>
      <w:rFonts w:cs="Times New Roman"/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662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98</Pages>
  <Words>16968</Words>
  <Characters>-32766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решением Совета депутатов муниципального образования «Завьяловский район» от 27</dc:title>
  <dc:subject/>
  <dc:creator>kadr</dc:creator>
  <cp:keywords/>
  <dc:description/>
  <cp:lastModifiedBy>User</cp:lastModifiedBy>
  <cp:revision>2</cp:revision>
  <cp:lastPrinted>2015-05-20T08:20:00Z</cp:lastPrinted>
  <dcterms:created xsi:type="dcterms:W3CDTF">2016-05-24T07:57:00Z</dcterms:created>
  <dcterms:modified xsi:type="dcterms:W3CDTF">2016-05-24T07:57:00Z</dcterms:modified>
</cp:coreProperties>
</file>