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164E3E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410"/>
      </w:tblGrid>
      <w:tr w:rsidR="00E845E0" w:rsidTr="003E681E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3E681E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3E681E">
        <w:trPr>
          <w:trHeight w:val="3312"/>
        </w:trPr>
        <w:tc>
          <w:tcPr>
            <w:tcW w:w="2553" w:type="dxa"/>
          </w:tcPr>
          <w:p w:rsidR="00917663" w:rsidRDefault="0091766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Заворотная </w:t>
            </w:r>
          </w:p>
          <w:p w:rsidR="00917663" w:rsidRDefault="0091766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CA1055" w:rsidRDefault="0091766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559" w:type="dxa"/>
          </w:tcPr>
          <w:p w:rsidR="00CA1055" w:rsidRDefault="0091766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МБОУДОД «ДШИ № 7</w:t>
            </w:r>
            <w:r w:rsidR="00CA10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10" w:type="dxa"/>
          </w:tcPr>
          <w:p w:rsidR="00CA1055" w:rsidRDefault="00195C0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Квартира (общая долевая</w:t>
            </w:r>
            <w:r w:rsidR="00D61634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1/3 доля</w:t>
            </w:r>
            <w:r w:rsidR="00D616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195C05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(общая долевая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½ доля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Гараж (долевая, 1/15 доля)</w:t>
            </w:r>
          </w:p>
        </w:tc>
        <w:tc>
          <w:tcPr>
            <w:tcW w:w="1721" w:type="dxa"/>
          </w:tcPr>
          <w:p w:rsidR="003E681E" w:rsidRDefault="00195C05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195C05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D61634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E3E" w:rsidRDefault="00164E3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CA1055" w:rsidRDefault="00CA1055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CA1055" w:rsidRDefault="00164E3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719464,58</w:t>
            </w:r>
          </w:p>
          <w:p w:rsidR="00195C05" w:rsidRDefault="00195C0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числе:  пенсия)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3E681E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CA1055" w:rsidRPr="00CA1055" w:rsidRDefault="00CA1055" w:rsidP="009E54C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1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14" w:rsidTr="003E681E">
        <w:tc>
          <w:tcPr>
            <w:tcW w:w="2553" w:type="dxa"/>
          </w:tcPr>
          <w:p w:rsidR="003E681E" w:rsidRDefault="003E681E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E54C0" w:rsidRPr="00CB2914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7B51F2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3E681E">
      <w:pgSz w:w="16838" w:h="11906" w:orient="landscape"/>
      <w:pgMar w:top="709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4C95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60C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8A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4E3E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5C05"/>
    <w:rsid w:val="0019711D"/>
    <w:rsid w:val="001A08A8"/>
    <w:rsid w:val="001A168A"/>
    <w:rsid w:val="001A6242"/>
    <w:rsid w:val="001B174C"/>
    <w:rsid w:val="001B2F6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9AF"/>
    <w:rsid w:val="003460A5"/>
    <w:rsid w:val="00346CAD"/>
    <w:rsid w:val="00360D60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0676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0CC0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17663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47286"/>
    <w:rsid w:val="00A514A2"/>
    <w:rsid w:val="00A5644C"/>
    <w:rsid w:val="00A5768C"/>
    <w:rsid w:val="00A6318C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434A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1634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53B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8C187-5847-4DC1-9223-5BC490A15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6</cp:revision>
  <cp:lastPrinted>2013-04-12T02:29:00Z</cp:lastPrinted>
  <dcterms:created xsi:type="dcterms:W3CDTF">2013-04-30T05:23:00Z</dcterms:created>
  <dcterms:modified xsi:type="dcterms:W3CDTF">2014-04-15T02:23:00Z</dcterms:modified>
</cp:coreProperties>
</file>