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670" w:rsidRDefault="000F167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Сведения о доходах, расходах,</w:t>
      </w:r>
    </w:p>
    <w:p w:rsidR="000F1670" w:rsidRDefault="000F167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 имуществе и обязательствах имущественного характера</w:t>
      </w:r>
    </w:p>
    <w:p w:rsidR="000F1670" w:rsidRDefault="000F167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cs="Calibri"/>
          </w:rPr>
          <w:t>20</w:t>
        </w:r>
        <w:r w:rsidRPr="005B35AA">
          <w:rPr>
            <w:rFonts w:cs="Calibri"/>
            <w:u w:val="single"/>
          </w:rPr>
          <w:t>13</w:t>
        </w:r>
        <w:r>
          <w:rPr>
            <w:rFonts w:cs="Calibri"/>
          </w:rPr>
          <w:t xml:space="preserve"> г</w:t>
        </w:r>
      </w:smartTag>
      <w:r>
        <w:rPr>
          <w:rFonts w:cs="Calibri"/>
        </w:rPr>
        <w:t>.</w:t>
      </w:r>
    </w:p>
    <w:p w:rsidR="000F1670" w:rsidRDefault="000F167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604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620"/>
        <w:gridCol w:w="1440"/>
        <w:gridCol w:w="1260"/>
        <w:gridCol w:w="1080"/>
        <w:gridCol w:w="1080"/>
        <w:gridCol w:w="1110"/>
        <w:gridCol w:w="1129"/>
        <w:gridCol w:w="1219"/>
        <w:gridCol w:w="1337"/>
        <w:gridCol w:w="1325"/>
        <w:gridCol w:w="1369"/>
        <w:gridCol w:w="1275"/>
      </w:tblGrid>
      <w:tr w:rsidR="000F1670" w:rsidRPr="003510FA" w:rsidTr="004E6FD9">
        <w:trPr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N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Должность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Транспорт</w:t>
            </w:r>
            <w:r>
              <w:rPr>
                <w:rFonts w:cs="Calibri"/>
              </w:rPr>
              <w:t>-</w:t>
            </w:r>
            <w:r w:rsidRPr="003510FA">
              <w:rPr>
                <w:rFonts w:cs="Calibri"/>
              </w:rPr>
              <w:t>ные средства (вид, марка)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Декларированный годовой доход </w:t>
            </w:r>
            <w:hyperlink w:anchor="Par278" w:history="1">
              <w:r w:rsidRPr="003510FA">
                <w:rPr>
                  <w:rFonts w:cs="Calibri"/>
                  <w:color w:val="0000FF"/>
                </w:rPr>
                <w:t>&lt;1&gt;</w:t>
              </w:r>
            </w:hyperlink>
            <w:r w:rsidRPr="003510FA"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510FA">
                <w:rPr>
                  <w:rFonts w:cs="Calibri"/>
                  <w:color w:val="0000FF"/>
                </w:rPr>
                <w:t>&lt;2&gt;</w:t>
              </w:r>
            </w:hyperlink>
            <w:r w:rsidRPr="003510F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0F1670" w:rsidRPr="003510FA" w:rsidTr="004E6FD9">
        <w:trPr>
          <w:tblCellSpacing w:w="5" w:type="nil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страна расположения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F1670" w:rsidRPr="003510FA" w:rsidTr="004E6FD9">
        <w:trPr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79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3510FA">
              <w:rPr>
                <w:rFonts w:cs="Calibri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Георгиевская</w:t>
            </w:r>
          </w:p>
          <w:p w:rsidR="000F1670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Светлана</w:t>
            </w:r>
          </w:p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5D6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6F0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5D6FE3" w:rsidRDefault="000F1670" w:rsidP="005D6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E75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5D6FE3" w:rsidRDefault="000F167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</w:rPr>
              <w:t>75,4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5D6FE3" w:rsidRDefault="000F1670" w:rsidP="0057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4E6FD9" w:rsidRDefault="000F1670" w:rsidP="00E26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EF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851 484,57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70" w:rsidRPr="003510FA" w:rsidRDefault="000F167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0F1670" w:rsidRDefault="000F1670"/>
    <w:p w:rsidR="000F1670" w:rsidRPr="003316C0" w:rsidRDefault="000F1670" w:rsidP="003316C0">
      <w:r w:rsidRPr="003316C0">
        <w:t>--------------------------------</w:t>
      </w:r>
    </w:p>
    <w:p w:rsidR="000F1670" w:rsidRPr="003316C0" w:rsidRDefault="000F1670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F1670" w:rsidRPr="003316C0" w:rsidRDefault="000F1670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F1670" w:rsidRDefault="000F1670"/>
    <w:sectPr w:rsidR="000F167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3A"/>
    <w:rsid w:val="00002CBE"/>
    <w:rsid w:val="00022835"/>
    <w:rsid w:val="00031AF3"/>
    <w:rsid w:val="000416C3"/>
    <w:rsid w:val="00060CF7"/>
    <w:rsid w:val="000643ED"/>
    <w:rsid w:val="00080D09"/>
    <w:rsid w:val="000839F8"/>
    <w:rsid w:val="00092597"/>
    <w:rsid w:val="000A7158"/>
    <w:rsid w:val="000A7C53"/>
    <w:rsid w:val="000B19BB"/>
    <w:rsid w:val="000C5065"/>
    <w:rsid w:val="000D0037"/>
    <w:rsid w:val="000E66F0"/>
    <w:rsid w:val="000F05D1"/>
    <w:rsid w:val="000F1670"/>
    <w:rsid w:val="000F60F3"/>
    <w:rsid w:val="001032D5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68B8"/>
    <w:rsid w:val="00147A93"/>
    <w:rsid w:val="00151166"/>
    <w:rsid w:val="0015343B"/>
    <w:rsid w:val="00160C68"/>
    <w:rsid w:val="00161FF0"/>
    <w:rsid w:val="00175A8C"/>
    <w:rsid w:val="001A5586"/>
    <w:rsid w:val="001C003F"/>
    <w:rsid w:val="00207DEC"/>
    <w:rsid w:val="00243425"/>
    <w:rsid w:val="00253A15"/>
    <w:rsid w:val="00253FAB"/>
    <w:rsid w:val="00265C64"/>
    <w:rsid w:val="0026627F"/>
    <w:rsid w:val="00285CA6"/>
    <w:rsid w:val="002944CB"/>
    <w:rsid w:val="00295242"/>
    <w:rsid w:val="002C07F2"/>
    <w:rsid w:val="002C2C3E"/>
    <w:rsid w:val="00311D52"/>
    <w:rsid w:val="003316C0"/>
    <w:rsid w:val="003319B0"/>
    <w:rsid w:val="003331CA"/>
    <w:rsid w:val="003510FA"/>
    <w:rsid w:val="003517DA"/>
    <w:rsid w:val="00353C97"/>
    <w:rsid w:val="0035633A"/>
    <w:rsid w:val="00363202"/>
    <w:rsid w:val="003A0A2A"/>
    <w:rsid w:val="003A0E78"/>
    <w:rsid w:val="003A3EE3"/>
    <w:rsid w:val="003A4D2F"/>
    <w:rsid w:val="003A62B0"/>
    <w:rsid w:val="003B472F"/>
    <w:rsid w:val="003C47EA"/>
    <w:rsid w:val="003C7B9D"/>
    <w:rsid w:val="003D10FA"/>
    <w:rsid w:val="003D16A1"/>
    <w:rsid w:val="003E1B25"/>
    <w:rsid w:val="003E1E28"/>
    <w:rsid w:val="003E7CEB"/>
    <w:rsid w:val="00401489"/>
    <w:rsid w:val="00401DE5"/>
    <w:rsid w:val="00403422"/>
    <w:rsid w:val="00406475"/>
    <w:rsid w:val="00427089"/>
    <w:rsid w:val="00430870"/>
    <w:rsid w:val="004423B7"/>
    <w:rsid w:val="00446227"/>
    <w:rsid w:val="004514DA"/>
    <w:rsid w:val="00461A6A"/>
    <w:rsid w:val="004648BD"/>
    <w:rsid w:val="00473DCD"/>
    <w:rsid w:val="004776DD"/>
    <w:rsid w:val="00484533"/>
    <w:rsid w:val="00496F37"/>
    <w:rsid w:val="00497695"/>
    <w:rsid w:val="00497F5B"/>
    <w:rsid w:val="004A0CBE"/>
    <w:rsid w:val="004C281E"/>
    <w:rsid w:val="004C3197"/>
    <w:rsid w:val="004D5F62"/>
    <w:rsid w:val="004E6FD9"/>
    <w:rsid w:val="004F6D36"/>
    <w:rsid w:val="00500654"/>
    <w:rsid w:val="00515139"/>
    <w:rsid w:val="00523726"/>
    <w:rsid w:val="005327A1"/>
    <w:rsid w:val="00540B6F"/>
    <w:rsid w:val="00551F0E"/>
    <w:rsid w:val="005722D3"/>
    <w:rsid w:val="00575C4B"/>
    <w:rsid w:val="005770CA"/>
    <w:rsid w:val="005866F6"/>
    <w:rsid w:val="005B35AA"/>
    <w:rsid w:val="005D6FE3"/>
    <w:rsid w:val="005E0E44"/>
    <w:rsid w:val="005F5438"/>
    <w:rsid w:val="00604B67"/>
    <w:rsid w:val="00615F11"/>
    <w:rsid w:val="0062494B"/>
    <w:rsid w:val="00627F82"/>
    <w:rsid w:val="006349AB"/>
    <w:rsid w:val="006360A3"/>
    <w:rsid w:val="00645723"/>
    <w:rsid w:val="00656F38"/>
    <w:rsid w:val="00675DA5"/>
    <w:rsid w:val="006A0970"/>
    <w:rsid w:val="006A784C"/>
    <w:rsid w:val="006B038D"/>
    <w:rsid w:val="006F003A"/>
    <w:rsid w:val="006F45F4"/>
    <w:rsid w:val="006F5699"/>
    <w:rsid w:val="00705595"/>
    <w:rsid w:val="007057C5"/>
    <w:rsid w:val="00714CDC"/>
    <w:rsid w:val="00714F82"/>
    <w:rsid w:val="0073235D"/>
    <w:rsid w:val="0074399F"/>
    <w:rsid w:val="007451F9"/>
    <w:rsid w:val="00763C42"/>
    <w:rsid w:val="00776391"/>
    <w:rsid w:val="007808E5"/>
    <w:rsid w:val="007860C5"/>
    <w:rsid w:val="0079067D"/>
    <w:rsid w:val="0079745D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82ACE"/>
    <w:rsid w:val="008A07AB"/>
    <w:rsid w:val="008A1074"/>
    <w:rsid w:val="008A2E3F"/>
    <w:rsid w:val="008B5A26"/>
    <w:rsid w:val="008D25B4"/>
    <w:rsid w:val="008D3146"/>
    <w:rsid w:val="008D41BD"/>
    <w:rsid w:val="009222F0"/>
    <w:rsid w:val="00924335"/>
    <w:rsid w:val="00932F85"/>
    <w:rsid w:val="00967AA9"/>
    <w:rsid w:val="00972737"/>
    <w:rsid w:val="0098458F"/>
    <w:rsid w:val="00995C18"/>
    <w:rsid w:val="009A2D2F"/>
    <w:rsid w:val="009E071F"/>
    <w:rsid w:val="009E08F1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3763"/>
    <w:rsid w:val="00AF57FB"/>
    <w:rsid w:val="00B13DB4"/>
    <w:rsid w:val="00B37C0C"/>
    <w:rsid w:val="00B5584D"/>
    <w:rsid w:val="00B57752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BF662F"/>
    <w:rsid w:val="00C35D3A"/>
    <w:rsid w:val="00C41548"/>
    <w:rsid w:val="00C44C3E"/>
    <w:rsid w:val="00C520D5"/>
    <w:rsid w:val="00C52C53"/>
    <w:rsid w:val="00C92FA0"/>
    <w:rsid w:val="00CD576D"/>
    <w:rsid w:val="00CE005A"/>
    <w:rsid w:val="00CE4C39"/>
    <w:rsid w:val="00CF538D"/>
    <w:rsid w:val="00D149E8"/>
    <w:rsid w:val="00D52010"/>
    <w:rsid w:val="00D679EC"/>
    <w:rsid w:val="00D7057E"/>
    <w:rsid w:val="00D75657"/>
    <w:rsid w:val="00D85BAF"/>
    <w:rsid w:val="00DB02C3"/>
    <w:rsid w:val="00DD391E"/>
    <w:rsid w:val="00DE2F3C"/>
    <w:rsid w:val="00E107AA"/>
    <w:rsid w:val="00E26F26"/>
    <w:rsid w:val="00E40132"/>
    <w:rsid w:val="00E51597"/>
    <w:rsid w:val="00E66CF0"/>
    <w:rsid w:val="00E71611"/>
    <w:rsid w:val="00E723D4"/>
    <w:rsid w:val="00E726FA"/>
    <w:rsid w:val="00E751B6"/>
    <w:rsid w:val="00E9097A"/>
    <w:rsid w:val="00E917B3"/>
    <w:rsid w:val="00E97C14"/>
    <w:rsid w:val="00EA4907"/>
    <w:rsid w:val="00EB14F1"/>
    <w:rsid w:val="00EB5ED5"/>
    <w:rsid w:val="00EC3503"/>
    <w:rsid w:val="00EC4122"/>
    <w:rsid w:val="00EC5325"/>
    <w:rsid w:val="00ED0E55"/>
    <w:rsid w:val="00ED2C04"/>
    <w:rsid w:val="00ED69AC"/>
    <w:rsid w:val="00EF6360"/>
    <w:rsid w:val="00F05D0C"/>
    <w:rsid w:val="00F05EC1"/>
    <w:rsid w:val="00F13374"/>
    <w:rsid w:val="00F27CDA"/>
    <w:rsid w:val="00F315CF"/>
    <w:rsid w:val="00F32EA8"/>
    <w:rsid w:val="00F609EB"/>
    <w:rsid w:val="00F63AE2"/>
    <w:rsid w:val="00F74860"/>
    <w:rsid w:val="00F92DE7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206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Лебедь Анастасия Вячеславовна</dc:creator>
  <cp:keywords/>
  <dc:description/>
  <cp:lastModifiedBy>user</cp:lastModifiedBy>
  <cp:revision>2</cp:revision>
  <cp:lastPrinted>2014-04-14T10:30:00Z</cp:lastPrinted>
  <dcterms:created xsi:type="dcterms:W3CDTF">2014-05-06T06:12:00Z</dcterms:created>
  <dcterms:modified xsi:type="dcterms:W3CDTF">2014-05-06T06:12:00Z</dcterms:modified>
</cp:coreProperties>
</file>