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141" w:rsidRDefault="007B7141" w:rsidP="00983E6A">
      <w:pPr>
        <w:jc w:val="center"/>
        <w:rPr>
          <w:b/>
          <w:bCs/>
        </w:rPr>
      </w:pPr>
      <w:r>
        <w:rPr>
          <w:b/>
          <w:bCs/>
        </w:rPr>
        <w:t xml:space="preserve">Сведения о доходах, об </w:t>
      </w:r>
      <w:r w:rsidRPr="00170C73">
        <w:rPr>
          <w:b/>
          <w:bCs/>
        </w:rPr>
        <w:t>имуществе</w:t>
      </w:r>
      <w:r>
        <w:rPr>
          <w:b/>
          <w:bCs/>
        </w:rPr>
        <w:t xml:space="preserve">, принадлежащем на праве собственности, об обязательствах имущественного характера, представленные лицами, замещающими должности  руководителей муниципальных бюджетных учреждений здравоохранения города Ачинска, а также сведения о доходах, </w:t>
      </w:r>
      <w:r w:rsidRPr="00170C73">
        <w:rPr>
          <w:b/>
          <w:bCs/>
        </w:rPr>
        <w:t xml:space="preserve">об имуществе и обязательствах имущественного характера </w:t>
      </w:r>
      <w:r>
        <w:rPr>
          <w:b/>
          <w:bCs/>
        </w:rPr>
        <w:t>их супруга (супруги) и несовершеннолетних детей за 2012 год</w:t>
      </w:r>
    </w:p>
    <w:p w:rsidR="007B7141" w:rsidRDefault="007B7141" w:rsidP="00983E6A">
      <w:pPr>
        <w:rPr>
          <w:b/>
          <w:bCs/>
        </w:rPr>
      </w:pPr>
    </w:p>
    <w:tbl>
      <w:tblPr>
        <w:tblW w:w="509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1570"/>
        <w:gridCol w:w="1784"/>
        <w:gridCol w:w="1153"/>
        <w:gridCol w:w="2024"/>
        <w:gridCol w:w="987"/>
        <w:gridCol w:w="959"/>
        <w:gridCol w:w="2895"/>
        <w:gridCol w:w="1325"/>
        <w:gridCol w:w="1093"/>
        <w:gridCol w:w="1073"/>
      </w:tblGrid>
      <w:tr w:rsidR="007B7141" w:rsidRPr="00ED02CF" w:rsidTr="006B1486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ED02CF" w:rsidRDefault="007B7141" w:rsidP="006D5F6D">
            <w:pPr>
              <w:pStyle w:val="NormalWeb"/>
              <w:jc w:val="center"/>
              <w:rPr>
                <w:sz w:val="20"/>
                <w:szCs w:val="20"/>
              </w:rPr>
            </w:pPr>
            <w:r w:rsidRPr="00ED02CF">
              <w:rPr>
                <w:rStyle w:val="Strong"/>
                <w:sz w:val="20"/>
                <w:szCs w:val="20"/>
              </w:rPr>
              <w:t>Фамилия, имя, отчество</w:t>
            </w:r>
          </w:p>
        </w:tc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ED02CF" w:rsidRDefault="007B7141" w:rsidP="006D5F6D">
            <w:pPr>
              <w:pStyle w:val="NormalWeb"/>
              <w:jc w:val="center"/>
              <w:rPr>
                <w:sz w:val="20"/>
                <w:szCs w:val="20"/>
              </w:rPr>
            </w:pPr>
            <w:r w:rsidRPr="00ED02CF">
              <w:rPr>
                <w:rStyle w:val="Strong"/>
                <w:sz w:val="20"/>
                <w:szCs w:val="20"/>
              </w:rPr>
              <w:t>Должность</w:t>
            </w:r>
          </w:p>
        </w:tc>
        <w:tc>
          <w:tcPr>
            <w:tcW w:w="38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ED02CF" w:rsidRDefault="007B7141" w:rsidP="006D5F6D">
            <w:pPr>
              <w:pStyle w:val="NormalWeb"/>
              <w:jc w:val="center"/>
              <w:rPr>
                <w:sz w:val="20"/>
                <w:szCs w:val="20"/>
              </w:rPr>
            </w:pPr>
            <w:r w:rsidRPr="00ED02CF">
              <w:rPr>
                <w:rStyle w:val="Strong"/>
                <w:sz w:val="20"/>
                <w:szCs w:val="20"/>
              </w:rPr>
              <w:t>Общая сумма дохода</w:t>
            </w:r>
            <w:r w:rsidRPr="00ED02CF">
              <w:rPr>
                <w:b/>
                <w:bCs/>
                <w:sz w:val="20"/>
                <w:szCs w:val="20"/>
              </w:rPr>
              <w:br/>
            </w:r>
            <w:r w:rsidRPr="00ED02CF">
              <w:rPr>
                <w:rStyle w:val="Strong"/>
                <w:sz w:val="20"/>
                <w:szCs w:val="20"/>
              </w:rPr>
              <w:t>за 20</w:t>
            </w:r>
            <w:r>
              <w:rPr>
                <w:rStyle w:val="Strong"/>
                <w:sz w:val="20"/>
                <w:szCs w:val="20"/>
              </w:rPr>
              <w:t>12</w:t>
            </w:r>
            <w:r w:rsidRPr="00ED02CF">
              <w:rPr>
                <w:rStyle w:val="Strong"/>
                <w:sz w:val="20"/>
                <w:szCs w:val="20"/>
              </w:rPr>
              <w:t>г. (руб.)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ED02CF" w:rsidRDefault="007B7141" w:rsidP="006D5F6D">
            <w:pPr>
              <w:pStyle w:val="NormalWeb"/>
              <w:jc w:val="center"/>
              <w:rPr>
                <w:sz w:val="20"/>
                <w:szCs w:val="20"/>
              </w:rPr>
            </w:pPr>
            <w:r w:rsidRPr="00ED02CF">
              <w:rPr>
                <w:rStyle w:val="Strong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B7141" w:rsidRPr="00ED02CF" w:rsidRDefault="007B7141" w:rsidP="006D5F6D">
            <w:pPr>
              <w:pStyle w:val="NormalWeb"/>
              <w:jc w:val="center"/>
              <w:rPr>
                <w:sz w:val="20"/>
                <w:szCs w:val="20"/>
              </w:rPr>
            </w:pPr>
            <w:r w:rsidRPr="00ED02CF">
              <w:rPr>
                <w:rStyle w:val="Strong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7B7141" w:rsidRPr="00ED02CF" w:rsidTr="006B148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Pr="00ED02CF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Pr="00ED02CF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Pr="00ED02CF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ED02CF" w:rsidRDefault="007B7141" w:rsidP="006D5F6D">
            <w:pPr>
              <w:pStyle w:val="NormalWeb"/>
              <w:jc w:val="center"/>
              <w:rPr>
                <w:sz w:val="20"/>
                <w:szCs w:val="20"/>
              </w:rPr>
            </w:pPr>
            <w:r>
              <w:rPr>
                <w:rStyle w:val="Strong"/>
                <w:sz w:val="20"/>
                <w:szCs w:val="20"/>
              </w:rPr>
              <w:t>в</w:t>
            </w:r>
            <w:r w:rsidRPr="00ED02CF">
              <w:rPr>
                <w:rStyle w:val="Strong"/>
                <w:sz w:val="20"/>
                <w:szCs w:val="20"/>
              </w:rPr>
              <w:t>ид объект</w:t>
            </w:r>
            <w:r>
              <w:rPr>
                <w:rStyle w:val="Strong"/>
                <w:sz w:val="20"/>
                <w:szCs w:val="20"/>
              </w:rPr>
              <w:t>а</w:t>
            </w:r>
            <w:r w:rsidRPr="00ED02CF">
              <w:rPr>
                <w:rStyle w:val="Strong"/>
                <w:sz w:val="20"/>
                <w:szCs w:val="20"/>
              </w:rPr>
              <w:t xml:space="preserve"> недвижимости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ED02CF" w:rsidRDefault="007B7141" w:rsidP="006D5F6D">
            <w:pPr>
              <w:pStyle w:val="NormalWeb"/>
              <w:jc w:val="center"/>
              <w:rPr>
                <w:sz w:val="20"/>
                <w:szCs w:val="20"/>
              </w:rPr>
            </w:pPr>
            <w:r>
              <w:rPr>
                <w:rStyle w:val="Strong"/>
                <w:sz w:val="20"/>
                <w:szCs w:val="20"/>
              </w:rPr>
              <w:t>п</w:t>
            </w:r>
            <w:r w:rsidRPr="00ED02CF">
              <w:rPr>
                <w:rStyle w:val="Strong"/>
                <w:sz w:val="20"/>
                <w:szCs w:val="20"/>
              </w:rPr>
              <w:t>лощадь, кв.м.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ED02CF" w:rsidRDefault="007B7141" w:rsidP="006D5F6D">
            <w:pPr>
              <w:pStyle w:val="NormalWeb"/>
              <w:jc w:val="center"/>
              <w:rPr>
                <w:sz w:val="20"/>
                <w:szCs w:val="20"/>
              </w:rPr>
            </w:pPr>
            <w:r>
              <w:rPr>
                <w:rStyle w:val="Strong"/>
                <w:sz w:val="20"/>
                <w:szCs w:val="20"/>
              </w:rPr>
              <w:t>с</w:t>
            </w:r>
            <w:r w:rsidRPr="00ED02CF">
              <w:rPr>
                <w:rStyle w:val="Strong"/>
                <w:sz w:val="20"/>
                <w:szCs w:val="20"/>
              </w:rPr>
              <w:t>трана располо-</w:t>
            </w:r>
            <w:r w:rsidRPr="00ED02CF">
              <w:rPr>
                <w:b/>
                <w:bCs/>
                <w:sz w:val="20"/>
                <w:szCs w:val="20"/>
              </w:rPr>
              <w:br/>
            </w:r>
            <w:r w:rsidRPr="00ED02CF">
              <w:rPr>
                <w:rStyle w:val="Strong"/>
                <w:sz w:val="20"/>
                <w:szCs w:val="20"/>
              </w:rPr>
              <w:t>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ED02CF" w:rsidRDefault="007B7141" w:rsidP="006D5F6D">
            <w:pPr>
              <w:pStyle w:val="NormalWeb"/>
              <w:jc w:val="center"/>
              <w:rPr>
                <w:sz w:val="20"/>
                <w:szCs w:val="20"/>
              </w:rPr>
            </w:pPr>
            <w:r>
              <w:rPr>
                <w:rStyle w:val="Strong"/>
                <w:sz w:val="20"/>
                <w:szCs w:val="20"/>
              </w:rPr>
              <w:t>т</w:t>
            </w:r>
            <w:r w:rsidRPr="00ED02CF">
              <w:rPr>
                <w:rStyle w:val="Strong"/>
                <w:sz w:val="20"/>
                <w:szCs w:val="20"/>
              </w:rPr>
              <w:t>ранспортные средства, принадлежащие на праве собственности, с указанием вида и марки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ED02CF" w:rsidRDefault="007B7141" w:rsidP="006D5F6D">
            <w:pPr>
              <w:pStyle w:val="NormalWeb"/>
              <w:jc w:val="center"/>
              <w:rPr>
                <w:sz w:val="20"/>
                <w:szCs w:val="20"/>
              </w:rPr>
            </w:pPr>
            <w:r>
              <w:rPr>
                <w:rStyle w:val="Strong"/>
                <w:sz w:val="20"/>
                <w:szCs w:val="20"/>
              </w:rPr>
              <w:t>в</w:t>
            </w:r>
            <w:r w:rsidRPr="00ED02CF">
              <w:rPr>
                <w:rStyle w:val="Strong"/>
                <w:sz w:val="20"/>
                <w:szCs w:val="20"/>
              </w:rPr>
              <w:t>ид объект</w:t>
            </w:r>
            <w:r>
              <w:rPr>
                <w:rStyle w:val="Strong"/>
                <w:sz w:val="20"/>
                <w:szCs w:val="20"/>
              </w:rPr>
              <w:t>а</w:t>
            </w:r>
            <w:r w:rsidRPr="00ED02CF">
              <w:rPr>
                <w:rStyle w:val="Strong"/>
                <w:sz w:val="20"/>
                <w:szCs w:val="20"/>
              </w:rPr>
              <w:t xml:space="preserve"> недвижи-</w:t>
            </w:r>
            <w:r w:rsidRPr="00ED02CF">
              <w:rPr>
                <w:b/>
                <w:bCs/>
                <w:sz w:val="20"/>
                <w:szCs w:val="20"/>
              </w:rPr>
              <w:br/>
            </w:r>
            <w:r w:rsidRPr="00ED02CF">
              <w:rPr>
                <w:rStyle w:val="Strong"/>
                <w:sz w:val="20"/>
                <w:szCs w:val="20"/>
              </w:rPr>
              <w:t>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ED02CF" w:rsidRDefault="007B7141" w:rsidP="006D5F6D">
            <w:pPr>
              <w:pStyle w:val="NormalWeb"/>
              <w:jc w:val="center"/>
              <w:rPr>
                <w:sz w:val="20"/>
                <w:szCs w:val="20"/>
              </w:rPr>
            </w:pPr>
            <w:r>
              <w:rPr>
                <w:rStyle w:val="Strong"/>
                <w:sz w:val="20"/>
                <w:szCs w:val="20"/>
              </w:rPr>
              <w:t>п</w:t>
            </w:r>
            <w:r w:rsidRPr="00ED02CF">
              <w:rPr>
                <w:rStyle w:val="Strong"/>
                <w:sz w:val="20"/>
                <w:szCs w:val="20"/>
              </w:rPr>
              <w:t>лощадь, кв.м.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B7141" w:rsidRPr="00ED02CF" w:rsidRDefault="007B7141" w:rsidP="006D5F6D">
            <w:pPr>
              <w:pStyle w:val="NormalWeb"/>
              <w:jc w:val="center"/>
              <w:rPr>
                <w:sz w:val="20"/>
                <w:szCs w:val="20"/>
              </w:rPr>
            </w:pPr>
            <w:r>
              <w:rPr>
                <w:rStyle w:val="Strong"/>
                <w:sz w:val="20"/>
                <w:szCs w:val="20"/>
              </w:rPr>
              <w:t>с</w:t>
            </w:r>
            <w:r w:rsidRPr="00ED02CF">
              <w:rPr>
                <w:rStyle w:val="Strong"/>
                <w:sz w:val="20"/>
                <w:szCs w:val="20"/>
              </w:rPr>
              <w:t>трана располо-</w:t>
            </w:r>
            <w:r w:rsidRPr="00ED02CF">
              <w:rPr>
                <w:b/>
                <w:bCs/>
                <w:sz w:val="20"/>
                <w:szCs w:val="20"/>
              </w:rPr>
              <w:br/>
            </w:r>
            <w:r w:rsidRPr="00ED02CF">
              <w:rPr>
                <w:rStyle w:val="Strong"/>
                <w:sz w:val="20"/>
                <w:szCs w:val="20"/>
              </w:rPr>
              <w:t>жения</w:t>
            </w:r>
          </w:p>
        </w:tc>
      </w:tr>
      <w:tr w:rsidR="007B7141" w:rsidRPr="00DC6E2F" w:rsidTr="0033085F">
        <w:trPr>
          <w:trHeight w:val="728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7B7141" w:rsidRPr="004D26BC" w:rsidRDefault="007B7141" w:rsidP="000D7067">
            <w:pPr>
              <w:pStyle w:val="NormalWeb"/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Лебедев Денис Юрьевич</w:t>
            </w:r>
            <w:r w:rsidRPr="004D26B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4D26BC" w:rsidRDefault="007B7141" w:rsidP="00CE1536">
            <w:pPr>
              <w:pStyle w:val="NormalWeb"/>
              <w:rPr>
                <w:b/>
                <w:sz w:val="20"/>
                <w:szCs w:val="20"/>
              </w:rPr>
            </w:pPr>
            <w:r w:rsidRPr="004D26BC">
              <w:rPr>
                <w:b/>
                <w:sz w:val="20"/>
                <w:szCs w:val="20"/>
              </w:rPr>
              <w:t>Г</w:t>
            </w:r>
            <w:r>
              <w:rPr>
                <w:b/>
                <w:sz w:val="20"/>
                <w:szCs w:val="20"/>
              </w:rPr>
              <w:t xml:space="preserve">лавный врач МБУЗ «Ачинская ЦРБ» </w:t>
            </w:r>
          </w:p>
        </w:tc>
        <w:tc>
          <w:tcPr>
            <w:tcW w:w="388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DC6E2F" w:rsidRDefault="007B7141" w:rsidP="00CE153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2205790,83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CE153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607C18">
              <w:rPr>
                <w:sz w:val="20"/>
                <w:szCs w:val="20"/>
              </w:rPr>
              <w:t xml:space="preserve">вартира </w:t>
            </w:r>
          </w:p>
          <w:p w:rsidR="007B7141" w:rsidRDefault="007B7141" w:rsidP="00CE1536">
            <w:pPr>
              <w:pStyle w:val="NormalWeb"/>
              <w:rPr>
                <w:sz w:val="20"/>
                <w:szCs w:val="20"/>
              </w:rPr>
            </w:pPr>
          </w:p>
          <w:p w:rsidR="007B7141" w:rsidRPr="00607C18" w:rsidRDefault="007B7141" w:rsidP="00CE1536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607C18" w:rsidRDefault="007B7141" w:rsidP="00CE153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607C18">
              <w:rPr>
                <w:sz w:val="20"/>
                <w:szCs w:val="20"/>
              </w:rPr>
              <w:t>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DC6E2F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2F2C0D">
            <w:pPr>
              <w:pStyle w:val="NormalWeb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 автомобиль </w:t>
            </w:r>
          </w:p>
          <w:p w:rsidR="007B7141" w:rsidRDefault="007B7141" w:rsidP="002F2C0D">
            <w:pPr>
              <w:pStyle w:val="NormalWeb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Lexus RX450H</w:t>
            </w:r>
          </w:p>
          <w:p w:rsidR="007B7141" w:rsidRPr="002F2C0D" w:rsidRDefault="007B7141" w:rsidP="002F2C0D">
            <w:pPr>
              <w:pStyle w:val="NormalWeb"/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B5132B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DC6E2F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40005,00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7B7141" w:rsidRPr="00DC6E2F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7141" w:rsidRPr="00DC6E2F" w:rsidTr="005A3C8A">
        <w:trPr>
          <w:trHeight w:val="697"/>
          <w:tblCellSpacing w:w="0" w:type="dxa"/>
        </w:trPr>
        <w:tc>
          <w:tcPr>
            <w:tcW w:w="0" w:type="auto"/>
            <w:vMerge/>
            <w:tcBorders>
              <w:right w:val="outset" w:sz="6" w:space="0" w:color="auto"/>
            </w:tcBorders>
          </w:tcPr>
          <w:p w:rsidR="007B7141" w:rsidRDefault="007B7141" w:rsidP="000D7067">
            <w:pPr>
              <w:pStyle w:val="NormalWeb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4D26BC" w:rsidRDefault="007B7141" w:rsidP="00CE1536">
            <w:pPr>
              <w:pStyle w:val="NormalWeb"/>
              <w:rPr>
                <w:b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607C18" w:rsidRDefault="007B7141" w:rsidP="00CE153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607C18" w:rsidRDefault="007B7141" w:rsidP="00CE153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2F2C0D">
            <w:pPr>
              <w:pStyle w:val="NormalWeb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7B7141" w:rsidRPr="00CE1536" w:rsidRDefault="007B7141" w:rsidP="002F2C0D">
            <w:pPr>
              <w:pStyle w:val="NormalWeb"/>
              <w:spacing w:after="0"/>
              <w:rPr>
                <w:sz w:val="20"/>
                <w:szCs w:val="20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>
              <w:rPr>
                <w:sz w:val="20"/>
                <w:szCs w:val="20"/>
                <w:lang w:val="en-US"/>
              </w:rPr>
              <w:t xml:space="preserve"> Camry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DC6E2F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DC6E2F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</w:tcBorders>
          </w:tcPr>
          <w:p w:rsidR="007B7141" w:rsidRPr="00DC6E2F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</w:tr>
      <w:tr w:rsidR="007B7141" w:rsidRPr="00DC6E2F" w:rsidTr="005A3C8A">
        <w:trPr>
          <w:trHeight w:val="694"/>
          <w:tblCellSpacing w:w="0" w:type="dxa"/>
        </w:trPr>
        <w:tc>
          <w:tcPr>
            <w:tcW w:w="0" w:type="auto"/>
            <w:vMerge/>
            <w:tcBorders>
              <w:right w:val="outset" w:sz="6" w:space="0" w:color="auto"/>
            </w:tcBorders>
          </w:tcPr>
          <w:p w:rsidR="007B7141" w:rsidRDefault="007B7141" w:rsidP="000D7067">
            <w:pPr>
              <w:pStyle w:val="NormalWeb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4D26BC" w:rsidRDefault="007B7141" w:rsidP="00CE1536">
            <w:pPr>
              <w:pStyle w:val="NormalWeb"/>
              <w:rPr>
                <w:b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607C18" w:rsidRDefault="007B7141" w:rsidP="00CE153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607C18" w:rsidRDefault="007B7141" w:rsidP="00CE153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2F2C0D">
            <w:pPr>
              <w:pStyle w:val="NormalWeb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7B7141" w:rsidRPr="00CE1536" w:rsidRDefault="007B7141" w:rsidP="002F2C0D">
            <w:pPr>
              <w:pStyle w:val="NormalWeb"/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Land Rover Defender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DC6E2F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DC6E2F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</w:tcBorders>
          </w:tcPr>
          <w:p w:rsidR="007B7141" w:rsidRPr="00DC6E2F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</w:tr>
      <w:tr w:rsidR="007B7141" w:rsidRPr="00DC6E2F" w:rsidTr="005A3C8A">
        <w:trPr>
          <w:trHeight w:val="520"/>
          <w:tblCellSpacing w:w="0" w:type="dxa"/>
        </w:trPr>
        <w:tc>
          <w:tcPr>
            <w:tcW w:w="0" w:type="auto"/>
            <w:vMerge/>
            <w:tcBorders>
              <w:right w:val="outset" w:sz="6" w:space="0" w:color="auto"/>
            </w:tcBorders>
          </w:tcPr>
          <w:p w:rsidR="007B7141" w:rsidRDefault="007B7141" w:rsidP="000D7067">
            <w:pPr>
              <w:pStyle w:val="NormalWeb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4D26BC" w:rsidRDefault="007B7141" w:rsidP="00CE1536">
            <w:pPr>
              <w:pStyle w:val="NormalWeb"/>
              <w:rPr>
                <w:b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CE153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CE153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943,0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2F2C0D">
            <w:pPr>
              <w:pStyle w:val="NormalWeb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МЗСА 817711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DC6E2F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DC6E2F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</w:tcBorders>
          </w:tcPr>
          <w:p w:rsidR="007B7141" w:rsidRPr="00DC6E2F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</w:tr>
      <w:tr w:rsidR="007B7141" w:rsidRPr="00DC6E2F" w:rsidTr="001B4A07">
        <w:trPr>
          <w:trHeight w:val="402"/>
          <w:tblCellSpacing w:w="0" w:type="dxa"/>
        </w:trPr>
        <w:tc>
          <w:tcPr>
            <w:tcW w:w="0" w:type="auto"/>
            <w:vMerge/>
            <w:tcBorders>
              <w:right w:val="outset" w:sz="6" w:space="0" w:color="auto"/>
            </w:tcBorders>
          </w:tcPr>
          <w:p w:rsidR="007B7141" w:rsidRDefault="007B7141" w:rsidP="000D7067">
            <w:pPr>
              <w:pStyle w:val="NormalWeb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4D26BC" w:rsidRDefault="007B7141" w:rsidP="00CE1536">
            <w:pPr>
              <w:pStyle w:val="NormalWeb"/>
              <w:rPr>
                <w:b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CE1536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CE1536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9742FA" w:rsidRDefault="007B7141" w:rsidP="002F2C0D">
            <w:pPr>
              <w:pStyle w:val="NormalWeb"/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прицеп </w:t>
            </w:r>
            <w:r>
              <w:rPr>
                <w:sz w:val="20"/>
                <w:szCs w:val="20"/>
                <w:lang w:val="en-US"/>
              </w:rPr>
              <w:t>Shturman ST-600R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DC6E2F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DC6E2F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</w:tcBorders>
          </w:tcPr>
          <w:p w:rsidR="007B7141" w:rsidRPr="00DC6E2F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</w:tr>
      <w:tr w:rsidR="007B7141" w:rsidRPr="00DC6E2F" w:rsidTr="001B4A07">
        <w:trPr>
          <w:trHeight w:val="394"/>
          <w:tblCellSpacing w:w="0" w:type="dxa"/>
        </w:trPr>
        <w:tc>
          <w:tcPr>
            <w:tcW w:w="0" w:type="auto"/>
            <w:vMerge/>
            <w:tcBorders>
              <w:right w:val="outset" w:sz="6" w:space="0" w:color="auto"/>
            </w:tcBorders>
          </w:tcPr>
          <w:p w:rsidR="007B7141" w:rsidRDefault="007B7141" w:rsidP="000D7067">
            <w:pPr>
              <w:pStyle w:val="NormalWeb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4D26BC" w:rsidRDefault="007B7141" w:rsidP="00CE1536">
            <w:pPr>
              <w:pStyle w:val="NormalWeb"/>
              <w:rPr>
                <w:b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CE1536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CE1536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9742FA" w:rsidRDefault="007B7141" w:rsidP="002F2C0D">
            <w:pPr>
              <w:pStyle w:val="NormalWeb"/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мотовездеход </w:t>
            </w:r>
            <w:r>
              <w:rPr>
                <w:sz w:val="20"/>
                <w:szCs w:val="20"/>
                <w:lang w:val="en-US"/>
              </w:rPr>
              <w:t>BM HS700UTV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DC6E2F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DC6E2F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</w:tcBorders>
          </w:tcPr>
          <w:p w:rsidR="007B7141" w:rsidRPr="00DC6E2F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</w:tr>
      <w:tr w:rsidR="007B7141" w:rsidRPr="00F97E47" w:rsidTr="001B4A07">
        <w:trPr>
          <w:trHeight w:val="542"/>
          <w:tblCellSpacing w:w="0" w:type="dxa"/>
        </w:trPr>
        <w:tc>
          <w:tcPr>
            <w:tcW w:w="0" w:type="auto"/>
            <w:vMerge/>
            <w:tcBorders>
              <w:right w:val="outset" w:sz="6" w:space="0" w:color="auto"/>
            </w:tcBorders>
          </w:tcPr>
          <w:p w:rsidR="007B7141" w:rsidRDefault="007B7141" w:rsidP="000D7067">
            <w:pPr>
              <w:pStyle w:val="NormalWeb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4D26BC" w:rsidRDefault="007B7141" w:rsidP="00CE1536">
            <w:pPr>
              <w:pStyle w:val="NormalWeb"/>
              <w:rPr>
                <w:b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CE1536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CE1536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9742FA" w:rsidRDefault="007B7141" w:rsidP="002F2C0D">
            <w:pPr>
              <w:pStyle w:val="NormalWeb"/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снегоход</w:t>
            </w:r>
            <w:r w:rsidRPr="00B5132B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Lynx Yeti pro v-800 army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B5132B" w:rsidRDefault="007B7141" w:rsidP="006D5F6D">
            <w:pPr>
              <w:pStyle w:val="NormalWeb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B5132B" w:rsidRDefault="007B7141" w:rsidP="006D5F6D">
            <w:pPr>
              <w:pStyle w:val="NormalWeb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</w:tcBorders>
          </w:tcPr>
          <w:p w:rsidR="007B7141" w:rsidRPr="00B5132B" w:rsidRDefault="007B7141" w:rsidP="006D5F6D">
            <w:pPr>
              <w:pStyle w:val="NormalWeb"/>
              <w:rPr>
                <w:sz w:val="20"/>
                <w:szCs w:val="20"/>
                <w:lang w:val="en-US"/>
              </w:rPr>
            </w:pPr>
          </w:p>
        </w:tc>
      </w:tr>
      <w:tr w:rsidR="007B7141" w:rsidRPr="00B5132B" w:rsidTr="001B4A07">
        <w:trPr>
          <w:trHeight w:val="324"/>
          <w:tblCellSpacing w:w="0" w:type="dxa"/>
        </w:trPr>
        <w:tc>
          <w:tcPr>
            <w:tcW w:w="0" w:type="auto"/>
            <w:vMerge/>
            <w:tcBorders>
              <w:right w:val="outset" w:sz="6" w:space="0" w:color="auto"/>
            </w:tcBorders>
          </w:tcPr>
          <w:p w:rsidR="007B7141" w:rsidRPr="00EB2F38" w:rsidRDefault="007B7141" w:rsidP="000D7067">
            <w:pPr>
              <w:pStyle w:val="NormalWeb"/>
              <w:spacing w:after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00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EB2F38" w:rsidRDefault="007B7141" w:rsidP="00CE1536">
            <w:pPr>
              <w:pStyle w:val="NormalWeb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88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EB2F38" w:rsidRDefault="007B7141" w:rsidP="006D5F6D">
            <w:pPr>
              <w:pStyle w:val="NormalWeb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EB2F38" w:rsidRDefault="007B7141" w:rsidP="00CE1536">
            <w:pPr>
              <w:pStyle w:val="NormalWeb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EB2F38" w:rsidRDefault="007B7141" w:rsidP="00CE1536">
            <w:pPr>
              <w:pStyle w:val="NormalWeb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EB2F38" w:rsidRDefault="007B7141" w:rsidP="006D5F6D">
            <w:pPr>
              <w:pStyle w:val="NormalWeb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B5132B" w:rsidRDefault="007B7141" w:rsidP="006D5F6D">
            <w:pPr>
              <w:pStyle w:val="NormalWeb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надувная лодка </w:t>
            </w:r>
            <w:r>
              <w:rPr>
                <w:sz w:val="20"/>
                <w:szCs w:val="20"/>
                <w:lang w:val="en-US"/>
              </w:rPr>
              <w:t>Quicsilver 200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B5132B" w:rsidRDefault="007B7141" w:rsidP="006D5F6D">
            <w:pPr>
              <w:pStyle w:val="NormalWeb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B5132B" w:rsidRDefault="007B7141" w:rsidP="006D5F6D">
            <w:pPr>
              <w:pStyle w:val="NormalWeb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</w:tcBorders>
          </w:tcPr>
          <w:p w:rsidR="007B7141" w:rsidRPr="00B5132B" w:rsidRDefault="007B7141" w:rsidP="006D5F6D">
            <w:pPr>
              <w:pStyle w:val="NormalWeb"/>
              <w:rPr>
                <w:sz w:val="20"/>
                <w:szCs w:val="20"/>
                <w:lang w:val="en-US"/>
              </w:rPr>
            </w:pPr>
          </w:p>
        </w:tc>
      </w:tr>
      <w:tr w:rsidR="007B7141" w:rsidRPr="00B5132B" w:rsidTr="001B4A07">
        <w:trPr>
          <w:trHeight w:val="415"/>
          <w:tblCellSpacing w:w="0" w:type="dxa"/>
        </w:trPr>
        <w:tc>
          <w:tcPr>
            <w:tcW w:w="0" w:type="auto"/>
            <w:vMerge/>
            <w:tcBorders>
              <w:right w:val="outset" w:sz="6" w:space="0" w:color="auto"/>
            </w:tcBorders>
          </w:tcPr>
          <w:p w:rsidR="007B7141" w:rsidRDefault="007B7141" w:rsidP="000D7067">
            <w:pPr>
              <w:pStyle w:val="NormalWeb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4D26BC" w:rsidRDefault="007B7141" w:rsidP="00CE1536">
            <w:pPr>
              <w:pStyle w:val="NormalWeb"/>
              <w:rPr>
                <w:b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CE1536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CE1536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B5132B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надувная лодка </w:t>
            </w:r>
            <w:r>
              <w:rPr>
                <w:sz w:val="20"/>
                <w:szCs w:val="20"/>
                <w:lang w:val="en-US"/>
              </w:rPr>
              <w:t>Quicsilver 270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B5132B" w:rsidRDefault="007B7141" w:rsidP="006D5F6D">
            <w:pPr>
              <w:pStyle w:val="NormalWeb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B5132B" w:rsidRDefault="007B7141" w:rsidP="006D5F6D">
            <w:pPr>
              <w:pStyle w:val="NormalWeb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</w:tcBorders>
          </w:tcPr>
          <w:p w:rsidR="007B7141" w:rsidRPr="00B5132B" w:rsidRDefault="007B7141" w:rsidP="006D5F6D">
            <w:pPr>
              <w:pStyle w:val="NormalWeb"/>
              <w:rPr>
                <w:sz w:val="20"/>
                <w:szCs w:val="20"/>
                <w:lang w:val="en-US"/>
              </w:rPr>
            </w:pPr>
          </w:p>
        </w:tc>
      </w:tr>
      <w:tr w:rsidR="007B7141" w:rsidRPr="00B5132B" w:rsidTr="001B4A07">
        <w:trPr>
          <w:trHeight w:val="415"/>
          <w:tblCellSpacing w:w="0" w:type="dxa"/>
        </w:trPr>
        <w:tc>
          <w:tcPr>
            <w:tcW w:w="0" w:type="auto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7B7141" w:rsidRDefault="007B7141" w:rsidP="000D7067">
            <w:pPr>
              <w:pStyle w:val="NormalWeb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4D26BC" w:rsidRDefault="007B7141" w:rsidP="00CE1536">
            <w:pPr>
              <w:pStyle w:val="NormalWeb"/>
              <w:rPr>
                <w:b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CE1536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CE1536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надувная лодка </w:t>
            </w:r>
            <w:r>
              <w:rPr>
                <w:sz w:val="20"/>
                <w:szCs w:val="20"/>
                <w:lang w:val="en-US"/>
              </w:rPr>
              <w:t>Quicsilver 380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B5132B" w:rsidRDefault="007B7141" w:rsidP="006D5F6D">
            <w:pPr>
              <w:pStyle w:val="NormalWeb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B5132B" w:rsidRDefault="007B7141" w:rsidP="006D5F6D">
            <w:pPr>
              <w:pStyle w:val="NormalWeb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</w:tcBorders>
          </w:tcPr>
          <w:p w:rsidR="007B7141" w:rsidRPr="00B5132B" w:rsidRDefault="007B7141" w:rsidP="006D5F6D">
            <w:pPr>
              <w:pStyle w:val="NormalWeb"/>
              <w:rPr>
                <w:sz w:val="20"/>
                <w:szCs w:val="20"/>
                <w:lang w:val="en-US"/>
              </w:rPr>
            </w:pPr>
          </w:p>
        </w:tc>
      </w:tr>
      <w:tr w:rsidR="007B7141" w:rsidRPr="00501EF3" w:rsidTr="006B1486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  <w:r w:rsidRPr="00501EF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rPr>
                <w:sz w:val="20"/>
                <w:szCs w:val="20"/>
              </w:rPr>
            </w:pPr>
          </w:p>
          <w:p w:rsidR="007B7141" w:rsidRPr="00501EF3" w:rsidRDefault="007B7141" w:rsidP="00B5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197270,37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DC6E2F" w:rsidRDefault="007B7141" w:rsidP="006B148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 собственность, 2/3)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DC6E2F" w:rsidRDefault="007B7141" w:rsidP="006B148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DC6E2F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7B7141" w:rsidRPr="006B1486" w:rsidRDefault="007B7141" w:rsidP="006D5F6D">
            <w:pPr>
              <w:pStyle w:val="NormalWeb"/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 Juke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607C18" w:rsidRDefault="007B7141" w:rsidP="00D92A0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607C18" w:rsidRDefault="007B7141" w:rsidP="00D92A0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</w:tcBorders>
          </w:tcPr>
          <w:p w:rsidR="007B7141" w:rsidRDefault="007B7141" w:rsidP="00D92A0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7141" w:rsidRPr="00501EF3" w:rsidTr="006B1486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auto"/>
              <w:right w:val="outset" w:sz="6" w:space="0" w:color="auto"/>
            </w:tcBorders>
          </w:tcPr>
          <w:p w:rsidR="007B7141" w:rsidRPr="006B1486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B148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B148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607C18" w:rsidRDefault="007B7141" w:rsidP="00D92A0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607C18" w:rsidRDefault="007B7141" w:rsidP="00D92A0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</w:tcBorders>
          </w:tcPr>
          <w:p w:rsidR="007B7141" w:rsidRDefault="007B7141" w:rsidP="00D92A0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7141" w:rsidRPr="00501EF3" w:rsidTr="006B1486">
        <w:trPr>
          <w:trHeight w:val="624"/>
          <w:tblCellSpacing w:w="0" w:type="dxa"/>
        </w:trPr>
        <w:tc>
          <w:tcPr>
            <w:tcW w:w="0" w:type="auto"/>
            <w:tcBorders>
              <w:top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B148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B148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D92A0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D92A0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</w:tcBorders>
          </w:tcPr>
          <w:p w:rsidR="007B7141" w:rsidRDefault="007B7141" w:rsidP="00D92A0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</w:tr>
      <w:tr w:rsidR="007B7141" w:rsidRPr="00501EF3" w:rsidTr="00AB37E6">
        <w:trPr>
          <w:trHeight w:val="1278"/>
          <w:tblCellSpacing w:w="0" w:type="dxa"/>
        </w:trPr>
        <w:tc>
          <w:tcPr>
            <w:tcW w:w="0" w:type="auto"/>
            <w:tcBorders>
              <w:top w:val="outset" w:sz="6" w:space="0" w:color="auto"/>
              <w:right w:val="outset" w:sz="6" w:space="0" w:color="auto"/>
            </w:tcBorders>
          </w:tcPr>
          <w:p w:rsidR="007B7141" w:rsidRPr="008F7942" w:rsidRDefault="007B7141" w:rsidP="006D5F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Кузнецова Галина Ивановна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8F7942" w:rsidRDefault="007B7141" w:rsidP="006D5F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Главный врач МБУЗ «Ачинская городская стоматологическая поликлиника № 1»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B1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732652,74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B148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6B1486" w:rsidRDefault="007B7141" w:rsidP="006D5F6D">
            <w:pPr>
              <w:pStyle w:val="NormalWeb"/>
              <w:rPr>
                <w:sz w:val="20"/>
                <w:szCs w:val="20"/>
              </w:rPr>
            </w:pPr>
            <w:r w:rsidRPr="006B1486">
              <w:rPr>
                <w:sz w:val="20"/>
                <w:szCs w:val="20"/>
              </w:rPr>
              <w:t>66,8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</w:tcBorders>
          </w:tcPr>
          <w:p w:rsidR="007B7141" w:rsidRPr="00501EF3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B7141" w:rsidRPr="00501EF3" w:rsidTr="003F0833">
        <w:trPr>
          <w:trHeight w:val="1013"/>
          <w:tblCellSpacing w:w="0" w:type="dxa"/>
        </w:trPr>
        <w:tc>
          <w:tcPr>
            <w:tcW w:w="0" w:type="auto"/>
            <w:tcBorders>
              <w:top w:val="outset" w:sz="6" w:space="0" w:color="auto"/>
              <w:right w:val="outset" w:sz="6" w:space="0" w:color="auto"/>
            </w:tcBorders>
          </w:tcPr>
          <w:p w:rsidR="007B7141" w:rsidRPr="004D26BC" w:rsidRDefault="007B7141" w:rsidP="006B148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Курасова Анна Алексеевна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4D26BC" w:rsidRDefault="007B7141" w:rsidP="006B148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Главный  врач МБУЗ «Ачинская городская поликлиника № 1»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DC6E2F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723091,76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DC6E2F" w:rsidRDefault="007B7141" w:rsidP="003F0833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607C18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DC6E2F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DC6E2F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573BC9" w:rsidRDefault="007B7141" w:rsidP="006D5F6D">
            <w:pPr>
              <w:pStyle w:val="NormalWeb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rPr>
                <w:sz w:val="20"/>
                <w:szCs w:val="20"/>
              </w:rPr>
            </w:pPr>
            <w:r w:rsidRPr="00501EF3">
              <w:rPr>
                <w:sz w:val="20"/>
                <w:szCs w:val="20"/>
              </w:rPr>
              <w:t>-</w:t>
            </w:r>
          </w:p>
          <w:p w:rsidR="007B7141" w:rsidRPr="00501EF3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rPr>
                <w:sz w:val="20"/>
                <w:szCs w:val="20"/>
              </w:rPr>
            </w:pPr>
            <w:r w:rsidRPr="00501EF3">
              <w:rPr>
                <w:sz w:val="20"/>
                <w:szCs w:val="20"/>
              </w:rPr>
              <w:t>-</w:t>
            </w:r>
          </w:p>
          <w:p w:rsidR="007B7141" w:rsidRPr="00501EF3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</w:tcBorders>
          </w:tcPr>
          <w:p w:rsidR="007B7141" w:rsidRPr="00501EF3" w:rsidRDefault="007B7141" w:rsidP="006D5F6D">
            <w:pPr>
              <w:rPr>
                <w:sz w:val="20"/>
                <w:szCs w:val="20"/>
              </w:rPr>
            </w:pPr>
            <w:r w:rsidRPr="00501EF3">
              <w:rPr>
                <w:sz w:val="20"/>
                <w:szCs w:val="20"/>
              </w:rPr>
              <w:t>-</w:t>
            </w:r>
          </w:p>
          <w:p w:rsidR="007B7141" w:rsidRPr="00501EF3" w:rsidRDefault="007B7141" w:rsidP="006D5F6D">
            <w:pPr>
              <w:rPr>
                <w:sz w:val="20"/>
                <w:szCs w:val="20"/>
              </w:rPr>
            </w:pPr>
          </w:p>
        </w:tc>
      </w:tr>
      <w:tr w:rsidR="007B7141" w:rsidRPr="00501EF3" w:rsidTr="002426A1">
        <w:trPr>
          <w:trHeight w:val="404"/>
          <w:tblCellSpacing w:w="0" w:type="dxa"/>
        </w:trPr>
        <w:tc>
          <w:tcPr>
            <w:tcW w:w="0" w:type="auto"/>
            <w:tcBorders>
              <w:top w:val="outset" w:sz="6" w:space="0" w:color="auto"/>
              <w:right w:val="outset" w:sz="6" w:space="0" w:color="auto"/>
            </w:tcBorders>
          </w:tcPr>
          <w:p w:rsidR="007B7141" w:rsidRDefault="007B7141" w:rsidP="006B148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B148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254390,02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607C18" w:rsidRDefault="007B7141" w:rsidP="003F0833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7B7141" w:rsidRPr="00BF010E" w:rsidRDefault="007B7141" w:rsidP="006D5F6D">
            <w:pPr>
              <w:pStyle w:val="NormalWeb"/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Mazda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DC6E2F" w:rsidRDefault="007B7141" w:rsidP="00D92A0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</w:t>
            </w:r>
            <w:r w:rsidRPr="00607C18">
              <w:rPr>
                <w:sz w:val="20"/>
                <w:szCs w:val="20"/>
              </w:rPr>
              <w:t>артира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DC6E2F" w:rsidRDefault="007B7141" w:rsidP="00D92A0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</w:tcBorders>
          </w:tcPr>
          <w:p w:rsidR="007B7141" w:rsidRPr="00DC6E2F" w:rsidRDefault="007B7141" w:rsidP="00D92A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7141" w:rsidRPr="00501EF3" w:rsidTr="003F0833">
        <w:trPr>
          <w:trHeight w:val="1013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7B7141" w:rsidRDefault="007B7141" w:rsidP="006B148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Левицкий Дмитрий Романович</w:t>
            </w:r>
          </w:p>
        </w:tc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B148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Главный врач МБУЗ «Ачинская городская больница</w:t>
            </w:r>
          </w:p>
        </w:tc>
        <w:tc>
          <w:tcPr>
            <w:tcW w:w="388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836577,42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3F0833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 собственность 1/3)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7B7141" w:rsidRPr="00567A7B" w:rsidRDefault="007B7141" w:rsidP="006D5F6D">
            <w:pPr>
              <w:pStyle w:val="NormalWeb"/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Hyundai Tucson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607C18" w:rsidRDefault="007B7141" w:rsidP="00D92A0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D92A0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7B7141" w:rsidRDefault="007B7141" w:rsidP="00D92A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B7141" w:rsidRPr="00501EF3" w:rsidTr="00A927E1">
        <w:trPr>
          <w:trHeight w:val="632"/>
          <w:tblCellSpacing w:w="0" w:type="dxa"/>
        </w:trPr>
        <w:tc>
          <w:tcPr>
            <w:tcW w:w="0" w:type="auto"/>
            <w:vMerge/>
            <w:tcBorders>
              <w:right w:val="outset" w:sz="6" w:space="0" w:color="auto"/>
            </w:tcBorders>
          </w:tcPr>
          <w:p w:rsidR="007B7141" w:rsidRDefault="007B7141" w:rsidP="006B1486">
            <w:pPr>
              <w:rPr>
                <w:b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B1486">
            <w:pPr>
              <w:rPr>
                <w:b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3F0833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(долевая собственность 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607C18" w:rsidRDefault="007B7141" w:rsidP="00D92A06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D92A06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</w:tcBorders>
          </w:tcPr>
          <w:p w:rsidR="007B7141" w:rsidRDefault="007B7141" w:rsidP="00D92A06">
            <w:pPr>
              <w:rPr>
                <w:sz w:val="20"/>
                <w:szCs w:val="20"/>
              </w:rPr>
            </w:pPr>
          </w:p>
        </w:tc>
      </w:tr>
      <w:tr w:rsidR="007B7141" w:rsidRPr="00501EF3" w:rsidTr="00A927E1">
        <w:trPr>
          <w:trHeight w:val="400"/>
          <w:tblCellSpacing w:w="0" w:type="dxa"/>
        </w:trPr>
        <w:tc>
          <w:tcPr>
            <w:tcW w:w="0" w:type="auto"/>
            <w:vMerge/>
            <w:tcBorders>
              <w:right w:val="outset" w:sz="6" w:space="0" w:color="auto"/>
            </w:tcBorders>
          </w:tcPr>
          <w:p w:rsidR="007B7141" w:rsidRDefault="007B7141" w:rsidP="006B1486">
            <w:pPr>
              <w:rPr>
                <w:b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B1486">
            <w:pPr>
              <w:rPr>
                <w:b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3F0833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607C18" w:rsidRDefault="007B7141" w:rsidP="00D92A06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D92A06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</w:tcBorders>
          </w:tcPr>
          <w:p w:rsidR="007B7141" w:rsidRDefault="007B7141" w:rsidP="00D92A06">
            <w:pPr>
              <w:rPr>
                <w:sz w:val="20"/>
                <w:szCs w:val="20"/>
              </w:rPr>
            </w:pPr>
          </w:p>
        </w:tc>
      </w:tr>
      <w:tr w:rsidR="007B7141" w:rsidRPr="00501EF3" w:rsidTr="00A927E1">
        <w:trPr>
          <w:trHeight w:val="737"/>
          <w:tblCellSpacing w:w="0" w:type="dxa"/>
        </w:trPr>
        <w:tc>
          <w:tcPr>
            <w:tcW w:w="0" w:type="auto"/>
            <w:vMerge/>
            <w:tcBorders>
              <w:right w:val="outset" w:sz="6" w:space="0" w:color="auto"/>
            </w:tcBorders>
          </w:tcPr>
          <w:p w:rsidR="007B7141" w:rsidRDefault="007B7141" w:rsidP="006B1486">
            <w:pPr>
              <w:rPr>
                <w:b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B1486">
            <w:pPr>
              <w:rPr>
                <w:b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3F0833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(долевая собственность 3/10)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830,80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607C18" w:rsidRDefault="007B7141" w:rsidP="00D92A06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D92A06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</w:tcBorders>
          </w:tcPr>
          <w:p w:rsidR="007B7141" w:rsidRDefault="007B7141" w:rsidP="00D92A06">
            <w:pPr>
              <w:rPr>
                <w:sz w:val="20"/>
                <w:szCs w:val="20"/>
              </w:rPr>
            </w:pPr>
          </w:p>
        </w:tc>
      </w:tr>
      <w:tr w:rsidR="007B7141" w:rsidRPr="00501EF3" w:rsidTr="002426A1">
        <w:trPr>
          <w:trHeight w:val="594"/>
          <w:tblCellSpacing w:w="0" w:type="dxa"/>
        </w:trPr>
        <w:tc>
          <w:tcPr>
            <w:tcW w:w="0" w:type="auto"/>
            <w:tcBorders>
              <w:top w:val="outset" w:sz="6" w:space="0" w:color="auto"/>
              <w:right w:val="outset" w:sz="6" w:space="0" w:color="auto"/>
            </w:tcBorders>
          </w:tcPr>
          <w:p w:rsidR="007B7141" w:rsidRPr="00567A7B" w:rsidRDefault="007B7141" w:rsidP="006B148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2F2C0D" w:rsidRDefault="007B7141" w:rsidP="006B148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763275,18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3F0833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(долевая собственность 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607C18" w:rsidRDefault="007B7141" w:rsidP="00D92A0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D92A0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7B7141" w:rsidRDefault="007B7141" w:rsidP="00D92A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B7141" w:rsidRPr="00501EF3" w:rsidTr="00AB0D17">
        <w:trPr>
          <w:trHeight w:val="1013"/>
          <w:tblCellSpacing w:w="0" w:type="dxa"/>
        </w:trPr>
        <w:tc>
          <w:tcPr>
            <w:tcW w:w="0" w:type="auto"/>
            <w:tcBorders>
              <w:top w:val="outset" w:sz="6" w:space="0" w:color="auto"/>
              <w:right w:val="outset" w:sz="6" w:space="0" w:color="auto"/>
            </w:tcBorders>
          </w:tcPr>
          <w:p w:rsidR="007B7141" w:rsidRDefault="007B7141" w:rsidP="006B1486">
            <w:pPr>
              <w:rPr>
                <w:b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567A7B" w:rsidRDefault="007B7141" w:rsidP="006B1486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D92A0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(долевая собственность 3/10 доли)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D92A0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830,80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D92A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607C18" w:rsidRDefault="007B7141" w:rsidP="00D92A06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D92A06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</w:tcBorders>
          </w:tcPr>
          <w:p w:rsidR="007B7141" w:rsidRDefault="007B7141" w:rsidP="00D92A06">
            <w:pPr>
              <w:rPr>
                <w:sz w:val="20"/>
                <w:szCs w:val="20"/>
              </w:rPr>
            </w:pPr>
          </w:p>
        </w:tc>
      </w:tr>
      <w:tr w:rsidR="007B7141" w:rsidRPr="00501EF3" w:rsidTr="00135BA4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7B7141" w:rsidRPr="00BF010E" w:rsidRDefault="007B7141" w:rsidP="003F0833">
            <w:pPr>
              <w:pStyle w:val="NormalWeb"/>
              <w:rPr>
                <w:b/>
                <w:sz w:val="20"/>
                <w:szCs w:val="20"/>
              </w:rPr>
            </w:pPr>
            <w:r w:rsidRPr="00BF010E">
              <w:rPr>
                <w:b/>
                <w:sz w:val="20"/>
                <w:szCs w:val="20"/>
              </w:rPr>
              <w:t>Печенина Татьяна Григорьевна</w:t>
            </w:r>
          </w:p>
        </w:tc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BF010E" w:rsidRDefault="007B7141" w:rsidP="002F2C0D">
            <w:pPr>
              <w:rPr>
                <w:b/>
                <w:sz w:val="20"/>
                <w:szCs w:val="20"/>
              </w:rPr>
            </w:pPr>
            <w:r w:rsidRPr="00BF010E">
              <w:rPr>
                <w:b/>
                <w:sz w:val="20"/>
                <w:szCs w:val="20"/>
              </w:rPr>
              <w:t>Главный врач МБУЗ «Ачинский клинико-диагностический центр»</w:t>
            </w:r>
          </w:p>
        </w:tc>
        <w:tc>
          <w:tcPr>
            <w:tcW w:w="388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BD67A3" w:rsidRDefault="007B7141" w:rsidP="003F08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691353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 собственность, ½ доля)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B7141" w:rsidRPr="00501EF3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B7141" w:rsidRPr="00501EF3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B7141" w:rsidRPr="00501EF3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7B7141" w:rsidRPr="00501EF3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B7141" w:rsidRPr="00501EF3" w:rsidTr="00135BA4">
        <w:trPr>
          <w:tblCellSpacing w:w="0" w:type="dxa"/>
        </w:trPr>
        <w:tc>
          <w:tcPr>
            <w:tcW w:w="0" w:type="auto"/>
            <w:vMerge/>
            <w:tcBorders>
              <w:right w:val="outset" w:sz="6" w:space="0" w:color="auto"/>
            </w:tcBorders>
          </w:tcPr>
          <w:p w:rsidR="007B7141" w:rsidRDefault="007B7141" w:rsidP="003F0833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3F0833">
            <w:pPr>
              <w:rPr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3F083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D92A0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D92A0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D92A0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7B7141" w:rsidRPr="00501EF3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</w:p>
        </w:tc>
      </w:tr>
      <w:tr w:rsidR="007B7141" w:rsidRPr="00501EF3" w:rsidTr="00135BA4">
        <w:trPr>
          <w:tblCellSpacing w:w="0" w:type="dxa"/>
        </w:trPr>
        <w:tc>
          <w:tcPr>
            <w:tcW w:w="0" w:type="auto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7B7141" w:rsidRDefault="007B7141" w:rsidP="003F0833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3F0833">
            <w:pPr>
              <w:rPr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3F083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D92A0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D92A0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D92A0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Pr="00501EF3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</w:p>
        </w:tc>
      </w:tr>
      <w:tr w:rsidR="007B7141" w:rsidRPr="00501EF3" w:rsidTr="002F2C0D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7B7141" w:rsidRPr="00BF010E" w:rsidRDefault="007B7141" w:rsidP="006D5F6D">
            <w:pPr>
              <w:pStyle w:val="NormalWeb"/>
              <w:spacing w:after="0"/>
              <w:rPr>
                <w:rStyle w:val="Strong"/>
                <w:sz w:val="20"/>
                <w:szCs w:val="20"/>
              </w:rPr>
            </w:pPr>
            <w:r w:rsidRPr="00BF010E">
              <w:rPr>
                <w:rStyle w:val="Strong"/>
                <w:sz w:val="20"/>
                <w:szCs w:val="20"/>
              </w:rPr>
              <w:t>Стельмах</w:t>
            </w:r>
            <w:r>
              <w:rPr>
                <w:rStyle w:val="Strong"/>
                <w:sz w:val="20"/>
                <w:szCs w:val="20"/>
                <w:lang w:val="en-US"/>
              </w:rPr>
              <w:t xml:space="preserve"> </w:t>
            </w:r>
            <w:r>
              <w:rPr>
                <w:rStyle w:val="Strong"/>
                <w:sz w:val="20"/>
                <w:szCs w:val="20"/>
              </w:rPr>
              <w:t>Валерий Данилович</w:t>
            </w:r>
          </w:p>
        </w:tc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BF010E" w:rsidRDefault="007B7141" w:rsidP="006D5F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Главный врач МБУЗ «Ачинская станция скорой медицинской помощи»</w:t>
            </w:r>
          </w:p>
        </w:tc>
        <w:tc>
          <w:tcPr>
            <w:tcW w:w="388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13369C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850367,92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2F2C0D">
            <w:pPr>
              <w:pStyle w:val="NormalWeb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7B7141" w:rsidRPr="00070BEE" w:rsidRDefault="007B7141" w:rsidP="002F2C0D">
            <w:pPr>
              <w:pStyle w:val="NormalWeb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Chevrolet Niva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501EF3" w:rsidRDefault="007B7141" w:rsidP="002F2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501EF3" w:rsidRDefault="007B7141" w:rsidP="002F2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7B7141" w:rsidRPr="00501EF3" w:rsidRDefault="007B7141" w:rsidP="002F2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7141" w:rsidRPr="00501EF3" w:rsidTr="005F6D97">
        <w:trPr>
          <w:tblCellSpacing w:w="0" w:type="dxa"/>
        </w:trPr>
        <w:tc>
          <w:tcPr>
            <w:tcW w:w="0" w:type="auto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7B7141" w:rsidRPr="00BF010E" w:rsidRDefault="007B7141" w:rsidP="006D5F6D">
            <w:pPr>
              <w:pStyle w:val="NormalWeb"/>
              <w:spacing w:after="0"/>
              <w:rPr>
                <w:rStyle w:val="Strong"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rPr>
                <w:b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2F2C0D">
            <w:pPr>
              <w:pStyle w:val="NormalWeb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7B7141" w:rsidRDefault="007B7141" w:rsidP="002F2C0D">
            <w:pPr>
              <w:pStyle w:val="NormalWeb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ЛуАЗ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</w:p>
        </w:tc>
      </w:tr>
      <w:tr w:rsidR="007B7141" w:rsidRPr="00501EF3" w:rsidTr="002A64DF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7B7141" w:rsidRPr="00BF010E" w:rsidRDefault="007B7141" w:rsidP="006D5F6D">
            <w:pPr>
              <w:pStyle w:val="NormalWeb"/>
              <w:spacing w:after="0"/>
              <w:rPr>
                <w:rStyle w:val="Strong"/>
                <w:sz w:val="20"/>
                <w:szCs w:val="20"/>
              </w:rPr>
            </w:pPr>
            <w:r>
              <w:rPr>
                <w:rStyle w:val="Strong"/>
                <w:sz w:val="20"/>
                <w:szCs w:val="20"/>
              </w:rPr>
              <w:t>супруга</w:t>
            </w:r>
          </w:p>
        </w:tc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88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598576,50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7141" w:rsidRPr="00501EF3" w:rsidTr="002A64DF">
        <w:trPr>
          <w:tblCellSpacing w:w="0" w:type="dxa"/>
        </w:trPr>
        <w:tc>
          <w:tcPr>
            <w:tcW w:w="0" w:type="auto"/>
            <w:vMerge/>
            <w:tcBorders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spacing w:after="0"/>
              <w:rPr>
                <w:rStyle w:val="Strong"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rPr>
                <w:b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7141" w:rsidRPr="00501EF3" w:rsidTr="002A64DF">
        <w:trPr>
          <w:tblCellSpacing w:w="0" w:type="dxa"/>
        </w:trPr>
        <w:tc>
          <w:tcPr>
            <w:tcW w:w="0" w:type="auto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spacing w:after="0"/>
              <w:rPr>
                <w:rStyle w:val="Strong"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rPr>
                <w:b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7141" w:rsidRPr="00501EF3" w:rsidTr="006B148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28350E" w:rsidRDefault="007B7141" w:rsidP="006D5F6D">
            <w:pPr>
              <w:pStyle w:val="NormalWeb"/>
              <w:spacing w:after="0"/>
              <w:rPr>
                <w:rStyle w:val="Strong"/>
                <w:sz w:val="20"/>
                <w:szCs w:val="20"/>
              </w:rPr>
            </w:pPr>
            <w:r w:rsidRPr="0028350E">
              <w:rPr>
                <w:rStyle w:val="Strong"/>
                <w:sz w:val="20"/>
                <w:szCs w:val="20"/>
              </w:rPr>
              <w:t>Суворова Марина Анатольевна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28350E" w:rsidRDefault="007B7141" w:rsidP="0035577D">
            <w:pPr>
              <w:rPr>
                <w:b/>
                <w:sz w:val="20"/>
                <w:szCs w:val="20"/>
              </w:rPr>
            </w:pPr>
            <w:r w:rsidRPr="0028350E">
              <w:rPr>
                <w:b/>
                <w:sz w:val="20"/>
                <w:szCs w:val="20"/>
              </w:rPr>
              <w:t>Главный врач МБУЗ «Ачинская городская поликлиника № 2»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501EF3" w:rsidRDefault="007B7141" w:rsidP="00DE4E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328526,23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AE1912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7141" w:rsidRPr="00501EF3" w:rsidTr="006B148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28350E" w:rsidRDefault="007B7141" w:rsidP="006D5F6D">
            <w:pPr>
              <w:pStyle w:val="NormalWeb"/>
              <w:spacing w:after="0"/>
              <w:rPr>
                <w:rStyle w:val="Strong"/>
                <w:sz w:val="20"/>
                <w:szCs w:val="20"/>
              </w:rPr>
            </w:pPr>
            <w:r w:rsidRPr="0028350E">
              <w:rPr>
                <w:rStyle w:val="Strong"/>
                <w:sz w:val="20"/>
                <w:szCs w:val="20"/>
              </w:rPr>
              <w:t>супруг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28350E" w:rsidRDefault="007B7141" w:rsidP="006D5F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452111,58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2F2C0D">
            <w:pPr>
              <w:pStyle w:val="NormalWeb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7B7141" w:rsidRPr="0073500A" w:rsidRDefault="007B7141" w:rsidP="002F2C0D">
            <w:pPr>
              <w:pStyle w:val="NormalWeb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Chevrolet</w:t>
            </w:r>
            <w:r w:rsidRPr="0073500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Cruze</w:t>
            </w:r>
            <w:r w:rsidRPr="0073500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Pr="0073500A" w:rsidRDefault="007B7141" w:rsidP="006D5F6D">
            <w:pPr>
              <w:rPr>
                <w:sz w:val="20"/>
                <w:szCs w:val="20"/>
              </w:rPr>
            </w:pPr>
            <w:r w:rsidRPr="0073500A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4,</w:t>
            </w:r>
            <w:r w:rsidRPr="0073500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7141" w:rsidRPr="00501EF3" w:rsidTr="006B148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28350E" w:rsidRDefault="007B7141" w:rsidP="006D5F6D">
            <w:pPr>
              <w:pStyle w:val="NormalWeb"/>
              <w:spacing w:after="0"/>
              <w:rPr>
                <w:rStyle w:val="Strong"/>
                <w:sz w:val="20"/>
                <w:szCs w:val="20"/>
              </w:rPr>
            </w:pPr>
            <w:r w:rsidRPr="0028350E">
              <w:rPr>
                <w:rStyle w:val="Strong"/>
                <w:sz w:val="20"/>
                <w:szCs w:val="20"/>
              </w:rPr>
              <w:t>дочь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28350E" w:rsidRDefault="007B7141" w:rsidP="006D5F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D92A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Pr="0073500A" w:rsidRDefault="007B7141" w:rsidP="00D92A06">
            <w:pPr>
              <w:rPr>
                <w:sz w:val="20"/>
                <w:szCs w:val="20"/>
              </w:rPr>
            </w:pPr>
            <w:r w:rsidRPr="0073500A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4,</w:t>
            </w:r>
            <w:r w:rsidRPr="0073500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B7141" w:rsidRDefault="007B7141" w:rsidP="00D92A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7141" w:rsidRPr="00501EF3" w:rsidTr="002426A1">
        <w:trPr>
          <w:trHeight w:val="1151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28350E" w:rsidRDefault="007B7141" w:rsidP="006D5F6D">
            <w:pPr>
              <w:pStyle w:val="NormalWeb"/>
              <w:spacing w:after="0"/>
              <w:rPr>
                <w:rStyle w:val="Strong"/>
                <w:sz w:val="20"/>
                <w:szCs w:val="20"/>
              </w:rPr>
            </w:pPr>
            <w:r w:rsidRPr="0028350E">
              <w:rPr>
                <w:rStyle w:val="Strong"/>
                <w:sz w:val="20"/>
                <w:szCs w:val="20"/>
              </w:rPr>
              <w:t>Третьяков Александр Петрович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28350E" w:rsidRDefault="007B7141" w:rsidP="006D5F6D">
            <w:pPr>
              <w:rPr>
                <w:b/>
                <w:sz w:val="20"/>
                <w:szCs w:val="20"/>
              </w:rPr>
            </w:pPr>
            <w:r w:rsidRPr="0028350E">
              <w:rPr>
                <w:b/>
                <w:sz w:val="20"/>
                <w:szCs w:val="20"/>
              </w:rPr>
              <w:t>Главный врач МБУЗ «Ачинская городская детская больница»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674235,45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7141" w:rsidRPr="00501EF3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2F2C0D">
            <w:pPr>
              <w:pStyle w:val="NormalWeb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7B7141" w:rsidRPr="0028350E" w:rsidRDefault="007B7141" w:rsidP="002F2C0D">
            <w:pPr>
              <w:pStyle w:val="NormalWeb"/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Misubishi Outlander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Pr="0028350E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7141" w:rsidRPr="00501EF3" w:rsidTr="00007A40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7B7141" w:rsidRPr="0028350E" w:rsidRDefault="007B7141" w:rsidP="006D5F6D">
            <w:pPr>
              <w:pStyle w:val="NormalWeb"/>
              <w:spacing w:after="0"/>
              <w:rPr>
                <w:rStyle w:val="Strong"/>
                <w:sz w:val="20"/>
                <w:szCs w:val="20"/>
              </w:rPr>
            </w:pPr>
            <w:r w:rsidRPr="0028350E">
              <w:rPr>
                <w:rStyle w:val="Strong"/>
                <w:sz w:val="20"/>
                <w:szCs w:val="20"/>
              </w:rPr>
              <w:t>супруга</w:t>
            </w:r>
          </w:p>
        </w:tc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28350E" w:rsidRDefault="007B7141" w:rsidP="006D5F6D">
            <w:pPr>
              <w:rPr>
                <w:b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376888,45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7141" w:rsidRPr="00501EF3" w:rsidTr="00007A40">
        <w:trPr>
          <w:tblCellSpacing w:w="0" w:type="dxa"/>
        </w:trPr>
        <w:tc>
          <w:tcPr>
            <w:tcW w:w="0" w:type="auto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spacing w:after="0"/>
              <w:rPr>
                <w:rStyle w:val="Strong"/>
                <w:b w:val="0"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</w:p>
        </w:tc>
      </w:tr>
      <w:tr w:rsidR="007B7141" w:rsidRPr="00501EF3" w:rsidTr="006B148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28350E" w:rsidRDefault="007B7141" w:rsidP="006D5F6D">
            <w:pPr>
              <w:pStyle w:val="NormalWeb"/>
              <w:spacing w:after="0"/>
              <w:rPr>
                <w:rStyle w:val="Strong"/>
                <w:sz w:val="20"/>
                <w:szCs w:val="20"/>
              </w:rPr>
            </w:pPr>
            <w:r w:rsidRPr="0028350E">
              <w:rPr>
                <w:rStyle w:val="Strong"/>
                <w:sz w:val="20"/>
                <w:szCs w:val="20"/>
              </w:rPr>
              <w:t>Хаширова Нина Витальевна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28350E" w:rsidRDefault="007B7141" w:rsidP="006D5F6D">
            <w:pPr>
              <w:rPr>
                <w:b/>
                <w:sz w:val="20"/>
                <w:szCs w:val="20"/>
              </w:rPr>
            </w:pPr>
            <w:r w:rsidRPr="0028350E">
              <w:rPr>
                <w:b/>
                <w:sz w:val="20"/>
                <w:szCs w:val="20"/>
              </w:rPr>
              <w:t>Главный врач МБУЗ «Ачинский роддом»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1010132,42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7141" w:rsidRPr="00501EF3" w:rsidTr="00AB20C4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7B7141" w:rsidRPr="00770CF6" w:rsidRDefault="007B7141" w:rsidP="006D5F6D">
            <w:pPr>
              <w:pStyle w:val="NormalWeb"/>
              <w:spacing w:after="0"/>
              <w:rPr>
                <w:rStyle w:val="Strong"/>
                <w:sz w:val="20"/>
                <w:szCs w:val="20"/>
              </w:rPr>
            </w:pPr>
            <w:r w:rsidRPr="00770CF6">
              <w:rPr>
                <w:rStyle w:val="Strong"/>
                <w:sz w:val="20"/>
                <w:szCs w:val="20"/>
              </w:rPr>
              <w:t>Хохлов Петр Яковлевич</w:t>
            </w:r>
          </w:p>
        </w:tc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770CF6" w:rsidRDefault="007B7141" w:rsidP="006D5F6D">
            <w:pPr>
              <w:rPr>
                <w:b/>
                <w:sz w:val="20"/>
                <w:szCs w:val="20"/>
              </w:rPr>
            </w:pPr>
            <w:r w:rsidRPr="00770CF6">
              <w:rPr>
                <w:b/>
                <w:sz w:val="20"/>
                <w:szCs w:val="20"/>
              </w:rPr>
              <w:t>Директор МБУЗ «Ачинская служба обеспечения и автомобильного транспорта»</w:t>
            </w:r>
          </w:p>
        </w:tc>
        <w:tc>
          <w:tcPr>
            <w:tcW w:w="388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688379,0</w:t>
            </w:r>
          </w:p>
          <w:p w:rsidR="007B7141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AB20C4">
            <w:pPr>
              <w:pStyle w:val="NormalWeb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7B7141" w:rsidRPr="00770CF6" w:rsidRDefault="007B7141" w:rsidP="00AB20C4">
            <w:pPr>
              <w:pStyle w:val="NormalWeb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Honda</w:t>
            </w:r>
            <w:r w:rsidRPr="00770CF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cr</w:t>
            </w:r>
            <w:r w:rsidRPr="00770CF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B7141" w:rsidRPr="00501EF3" w:rsidTr="00AB20C4">
        <w:trPr>
          <w:tblCellSpacing w:w="0" w:type="dxa"/>
        </w:trPr>
        <w:tc>
          <w:tcPr>
            <w:tcW w:w="0" w:type="auto"/>
            <w:vMerge/>
            <w:tcBorders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spacing w:after="0"/>
              <w:rPr>
                <w:rStyle w:val="Strong"/>
                <w:b w:val="0"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к легковым ТС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B7141" w:rsidRPr="00501EF3" w:rsidTr="00E368E7">
        <w:trPr>
          <w:tblCellSpacing w:w="0" w:type="dxa"/>
        </w:trPr>
        <w:tc>
          <w:tcPr>
            <w:tcW w:w="0" w:type="auto"/>
            <w:vMerge/>
            <w:tcBorders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spacing w:after="0"/>
              <w:rPr>
                <w:rStyle w:val="Strong"/>
                <w:b w:val="0"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Моторная лодка «Казанка»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B7141" w:rsidRPr="00501EF3" w:rsidTr="00E368E7">
        <w:trPr>
          <w:tblCellSpacing w:w="0" w:type="dxa"/>
        </w:trPr>
        <w:tc>
          <w:tcPr>
            <w:tcW w:w="0" w:type="auto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spacing w:after="0"/>
              <w:rPr>
                <w:rStyle w:val="Strong"/>
                <w:b w:val="0"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501EF3" w:rsidRDefault="007B7141" w:rsidP="00770CF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Моторная лодка «</w:t>
            </w:r>
            <w:r>
              <w:rPr>
                <w:sz w:val="20"/>
                <w:szCs w:val="20"/>
                <w:lang w:val="en-US"/>
              </w:rPr>
              <w:t>SunMarine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B7141" w:rsidRPr="00501EF3" w:rsidTr="00F15282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7B7141" w:rsidRPr="00770CF6" w:rsidRDefault="007B7141" w:rsidP="006D5F6D">
            <w:pPr>
              <w:pStyle w:val="NormalWeb"/>
              <w:spacing w:after="0"/>
              <w:rPr>
                <w:rStyle w:val="Strong"/>
                <w:b w:val="0"/>
                <w:sz w:val="20"/>
                <w:szCs w:val="20"/>
              </w:rPr>
            </w:pPr>
            <w:r>
              <w:rPr>
                <w:rStyle w:val="Strong"/>
                <w:b w:val="0"/>
                <w:sz w:val="20"/>
                <w:szCs w:val="20"/>
              </w:rPr>
              <w:t>супруга</w:t>
            </w:r>
          </w:p>
        </w:tc>
        <w:tc>
          <w:tcPr>
            <w:tcW w:w="600" w:type="pct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337147,0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D92A0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B7141" w:rsidRDefault="007B7141" w:rsidP="00D92A0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7B7141" w:rsidRDefault="007B7141" w:rsidP="00D92A06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7141" w:rsidRPr="00501EF3" w:rsidTr="00F15282">
        <w:trPr>
          <w:tblCellSpacing w:w="0" w:type="dxa"/>
        </w:trPr>
        <w:tc>
          <w:tcPr>
            <w:tcW w:w="0" w:type="auto"/>
            <w:vMerge/>
            <w:tcBorders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spacing w:after="0"/>
              <w:rPr>
                <w:rStyle w:val="Strong"/>
                <w:b w:val="0"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</w:p>
        </w:tc>
      </w:tr>
      <w:tr w:rsidR="007B7141" w:rsidRPr="00501EF3" w:rsidTr="00F15282">
        <w:trPr>
          <w:tblCellSpacing w:w="0" w:type="dxa"/>
        </w:trPr>
        <w:tc>
          <w:tcPr>
            <w:tcW w:w="0" w:type="auto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spacing w:after="0"/>
              <w:rPr>
                <w:rStyle w:val="Strong"/>
                <w:b w:val="0"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Default="007B7141" w:rsidP="006D5F6D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141" w:rsidRPr="00501EF3" w:rsidRDefault="007B7141" w:rsidP="006D5F6D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7B7141" w:rsidRDefault="007B7141" w:rsidP="006D5F6D">
            <w:pPr>
              <w:rPr>
                <w:sz w:val="20"/>
                <w:szCs w:val="20"/>
              </w:rPr>
            </w:pPr>
          </w:p>
        </w:tc>
      </w:tr>
    </w:tbl>
    <w:p w:rsidR="007B7141" w:rsidRPr="00DC6E2F" w:rsidRDefault="007B7141" w:rsidP="00983E6A">
      <w:pPr>
        <w:rPr>
          <w:sz w:val="20"/>
          <w:szCs w:val="20"/>
        </w:rPr>
      </w:pPr>
    </w:p>
    <w:p w:rsidR="007B7141" w:rsidRDefault="007B7141"/>
    <w:sectPr w:rsidR="007B7141" w:rsidSect="00ED02C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7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3E6A"/>
    <w:rsid w:val="000000A6"/>
    <w:rsid w:val="000009B6"/>
    <w:rsid w:val="00001BFF"/>
    <w:rsid w:val="00001C11"/>
    <w:rsid w:val="000024E2"/>
    <w:rsid w:val="000026B1"/>
    <w:rsid w:val="00002AB4"/>
    <w:rsid w:val="00003601"/>
    <w:rsid w:val="000036DC"/>
    <w:rsid w:val="00003F77"/>
    <w:rsid w:val="000045D7"/>
    <w:rsid w:val="00004FDB"/>
    <w:rsid w:val="000050F3"/>
    <w:rsid w:val="00007A40"/>
    <w:rsid w:val="00007EE3"/>
    <w:rsid w:val="00010EB6"/>
    <w:rsid w:val="00012FA5"/>
    <w:rsid w:val="0001424A"/>
    <w:rsid w:val="00014AC7"/>
    <w:rsid w:val="0001516A"/>
    <w:rsid w:val="00016F50"/>
    <w:rsid w:val="000178FB"/>
    <w:rsid w:val="0002082B"/>
    <w:rsid w:val="00023A9A"/>
    <w:rsid w:val="000246E1"/>
    <w:rsid w:val="00025CE8"/>
    <w:rsid w:val="00027369"/>
    <w:rsid w:val="00030F49"/>
    <w:rsid w:val="00033EC9"/>
    <w:rsid w:val="00034A7D"/>
    <w:rsid w:val="00035915"/>
    <w:rsid w:val="00036E9C"/>
    <w:rsid w:val="0003734D"/>
    <w:rsid w:val="00042088"/>
    <w:rsid w:val="00047BAF"/>
    <w:rsid w:val="00047CC3"/>
    <w:rsid w:val="00050940"/>
    <w:rsid w:val="00050C81"/>
    <w:rsid w:val="00052664"/>
    <w:rsid w:val="000532D7"/>
    <w:rsid w:val="000535D9"/>
    <w:rsid w:val="0005448E"/>
    <w:rsid w:val="0005479B"/>
    <w:rsid w:val="00057EE7"/>
    <w:rsid w:val="00062210"/>
    <w:rsid w:val="0006301F"/>
    <w:rsid w:val="000636BD"/>
    <w:rsid w:val="00063C3C"/>
    <w:rsid w:val="00064AAF"/>
    <w:rsid w:val="000658EA"/>
    <w:rsid w:val="00065EB0"/>
    <w:rsid w:val="0006621F"/>
    <w:rsid w:val="00066F55"/>
    <w:rsid w:val="00070BEE"/>
    <w:rsid w:val="00071145"/>
    <w:rsid w:val="000716F8"/>
    <w:rsid w:val="00073F46"/>
    <w:rsid w:val="00075B04"/>
    <w:rsid w:val="00076F48"/>
    <w:rsid w:val="00077D1F"/>
    <w:rsid w:val="00080DBF"/>
    <w:rsid w:val="00080FC4"/>
    <w:rsid w:val="00081DEE"/>
    <w:rsid w:val="00081E8F"/>
    <w:rsid w:val="000833B8"/>
    <w:rsid w:val="00084012"/>
    <w:rsid w:val="000870EA"/>
    <w:rsid w:val="000876FE"/>
    <w:rsid w:val="00087842"/>
    <w:rsid w:val="00092881"/>
    <w:rsid w:val="00092914"/>
    <w:rsid w:val="00093466"/>
    <w:rsid w:val="00093CBA"/>
    <w:rsid w:val="00094D72"/>
    <w:rsid w:val="00095528"/>
    <w:rsid w:val="00096096"/>
    <w:rsid w:val="000A0DEB"/>
    <w:rsid w:val="000A1540"/>
    <w:rsid w:val="000A1A1F"/>
    <w:rsid w:val="000A3FA8"/>
    <w:rsid w:val="000A4F9D"/>
    <w:rsid w:val="000A5383"/>
    <w:rsid w:val="000A5D7E"/>
    <w:rsid w:val="000A66DF"/>
    <w:rsid w:val="000A75A7"/>
    <w:rsid w:val="000A7B80"/>
    <w:rsid w:val="000A7C66"/>
    <w:rsid w:val="000B3F11"/>
    <w:rsid w:val="000B5806"/>
    <w:rsid w:val="000B630F"/>
    <w:rsid w:val="000B7DED"/>
    <w:rsid w:val="000C0A67"/>
    <w:rsid w:val="000C160A"/>
    <w:rsid w:val="000C1C67"/>
    <w:rsid w:val="000C24AF"/>
    <w:rsid w:val="000C28E5"/>
    <w:rsid w:val="000C2FDD"/>
    <w:rsid w:val="000C331D"/>
    <w:rsid w:val="000C475C"/>
    <w:rsid w:val="000C5754"/>
    <w:rsid w:val="000C59F4"/>
    <w:rsid w:val="000C5BC7"/>
    <w:rsid w:val="000C5ED0"/>
    <w:rsid w:val="000C7ADF"/>
    <w:rsid w:val="000D2364"/>
    <w:rsid w:val="000D4049"/>
    <w:rsid w:val="000D4D65"/>
    <w:rsid w:val="000D5F58"/>
    <w:rsid w:val="000D7067"/>
    <w:rsid w:val="000D7C9C"/>
    <w:rsid w:val="000E0877"/>
    <w:rsid w:val="000E293F"/>
    <w:rsid w:val="000E3306"/>
    <w:rsid w:val="000E4123"/>
    <w:rsid w:val="000E4F7C"/>
    <w:rsid w:val="000E5B13"/>
    <w:rsid w:val="000F070E"/>
    <w:rsid w:val="000F0F19"/>
    <w:rsid w:val="000F1EC4"/>
    <w:rsid w:val="000F2751"/>
    <w:rsid w:val="000F2A71"/>
    <w:rsid w:val="000F2F49"/>
    <w:rsid w:val="000F31D3"/>
    <w:rsid w:val="000F39D1"/>
    <w:rsid w:val="000F407A"/>
    <w:rsid w:val="000F4627"/>
    <w:rsid w:val="000F5C90"/>
    <w:rsid w:val="000F61CB"/>
    <w:rsid w:val="000F6687"/>
    <w:rsid w:val="000F6DB5"/>
    <w:rsid w:val="000F788E"/>
    <w:rsid w:val="00100245"/>
    <w:rsid w:val="0010120E"/>
    <w:rsid w:val="0010259C"/>
    <w:rsid w:val="00104941"/>
    <w:rsid w:val="00106AEA"/>
    <w:rsid w:val="0011024A"/>
    <w:rsid w:val="00110392"/>
    <w:rsid w:val="00111E8A"/>
    <w:rsid w:val="001122E9"/>
    <w:rsid w:val="0011249E"/>
    <w:rsid w:val="00112E97"/>
    <w:rsid w:val="00113817"/>
    <w:rsid w:val="001156FC"/>
    <w:rsid w:val="00121881"/>
    <w:rsid w:val="00121999"/>
    <w:rsid w:val="00121EA5"/>
    <w:rsid w:val="00122D85"/>
    <w:rsid w:val="00123373"/>
    <w:rsid w:val="00123BA2"/>
    <w:rsid w:val="001246EF"/>
    <w:rsid w:val="00125026"/>
    <w:rsid w:val="00125588"/>
    <w:rsid w:val="00125B29"/>
    <w:rsid w:val="00126DF8"/>
    <w:rsid w:val="00127745"/>
    <w:rsid w:val="00130EB1"/>
    <w:rsid w:val="00131270"/>
    <w:rsid w:val="00131FCF"/>
    <w:rsid w:val="0013369C"/>
    <w:rsid w:val="00135BA4"/>
    <w:rsid w:val="0013745F"/>
    <w:rsid w:val="00137890"/>
    <w:rsid w:val="00137B31"/>
    <w:rsid w:val="00140745"/>
    <w:rsid w:val="00141417"/>
    <w:rsid w:val="00142DFF"/>
    <w:rsid w:val="001439C2"/>
    <w:rsid w:val="00143A70"/>
    <w:rsid w:val="00144F4F"/>
    <w:rsid w:val="00145E99"/>
    <w:rsid w:val="00146D61"/>
    <w:rsid w:val="00147950"/>
    <w:rsid w:val="00151133"/>
    <w:rsid w:val="00151AA8"/>
    <w:rsid w:val="0015346C"/>
    <w:rsid w:val="001547C5"/>
    <w:rsid w:val="00157C3A"/>
    <w:rsid w:val="0016032F"/>
    <w:rsid w:val="00164079"/>
    <w:rsid w:val="001656A1"/>
    <w:rsid w:val="00165C42"/>
    <w:rsid w:val="001676CC"/>
    <w:rsid w:val="001677B5"/>
    <w:rsid w:val="001679A9"/>
    <w:rsid w:val="001703CC"/>
    <w:rsid w:val="00170C73"/>
    <w:rsid w:val="00174404"/>
    <w:rsid w:val="0018179B"/>
    <w:rsid w:val="001827DE"/>
    <w:rsid w:val="00184115"/>
    <w:rsid w:val="001862AE"/>
    <w:rsid w:val="0019012D"/>
    <w:rsid w:val="00191BAE"/>
    <w:rsid w:val="001925E2"/>
    <w:rsid w:val="00192F12"/>
    <w:rsid w:val="00193077"/>
    <w:rsid w:val="00193690"/>
    <w:rsid w:val="00194A8D"/>
    <w:rsid w:val="00194BCB"/>
    <w:rsid w:val="00194C2F"/>
    <w:rsid w:val="001958A6"/>
    <w:rsid w:val="001961EB"/>
    <w:rsid w:val="001A050C"/>
    <w:rsid w:val="001A0998"/>
    <w:rsid w:val="001A24D9"/>
    <w:rsid w:val="001A3B27"/>
    <w:rsid w:val="001A3F12"/>
    <w:rsid w:val="001A4218"/>
    <w:rsid w:val="001A432C"/>
    <w:rsid w:val="001A5170"/>
    <w:rsid w:val="001A6C0E"/>
    <w:rsid w:val="001A73DF"/>
    <w:rsid w:val="001A7417"/>
    <w:rsid w:val="001A75A3"/>
    <w:rsid w:val="001B032D"/>
    <w:rsid w:val="001B0DCF"/>
    <w:rsid w:val="001B133E"/>
    <w:rsid w:val="001B1E3B"/>
    <w:rsid w:val="001B1E3F"/>
    <w:rsid w:val="001B2636"/>
    <w:rsid w:val="001B32A7"/>
    <w:rsid w:val="001B4A07"/>
    <w:rsid w:val="001B6680"/>
    <w:rsid w:val="001C0BDC"/>
    <w:rsid w:val="001C0D24"/>
    <w:rsid w:val="001C1AAA"/>
    <w:rsid w:val="001C22AF"/>
    <w:rsid w:val="001C2CE5"/>
    <w:rsid w:val="001C3AE9"/>
    <w:rsid w:val="001C4F3A"/>
    <w:rsid w:val="001C5CEE"/>
    <w:rsid w:val="001C6449"/>
    <w:rsid w:val="001C6818"/>
    <w:rsid w:val="001C7B5A"/>
    <w:rsid w:val="001D0AC8"/>
    <w:rsid w:val="001D0C6E"/>
    <w:rsid w:val="001D0E97"/>
    <w:rsid w:val="001D18FB"/>
    <w:rsid w:val="001D2087"/>
    <w:rsid w:val="001D2F4E"/>
    <w:rsid w:val="001D31C2"/>
    <w:rsid w:val="001D4529"/>
    <w:rsid w:val="001D55D3"/>
    <w:rsid w:val="001D73BB"/>
    <w:rsid w:val="001E1897"/>
    <w:rsid w:val="001E1B51"/>
    <w:rsid w:val="001E24D9"/>
    <w:rsid w:val="001E2A65"/>
    <w:rsid w:val="001E3F37"/>
    <w:rsid w:val="001E4377"/>
    <w:rsid w:val="001E4D30"/>
    <w:rsid w:val="001E54BD"/>
    <w:rsid w:val="001E6086"/>
    <w:rsid w:val="001E74C6"/>
    <w:rsid w:val="001F1593"/>
    <w:rsid w:val="001F1F5C"/>
    <w:rsid w:val="001F1FCD"/>
    <w:rsid w:val="001F24C0"/>
    <w:rsid w:val="001F3BE8"/>
    <w:rsid w:val="001F419F"/>
    <w:rsid w:val="001F41B5"/>
    <w:rsid w:val="001F4604"/>
    <w:rsid w:val="001F6D1B"/>
    <w:rsid w:val="001F7477"/>
    <w:rsid w:val="001F7B1E"/>
    <w:rsid w:val="00200D85"/>
    <w:rsid w:val="00201B13"/>
    <w:rsid w:val="00202CE3"/>
    <w:rsid w:val="00202F8C"/>
    <w:rsid w:val="0020343D"/>
    <w:rsid w:val="002048B9"/>
    <w:rsid w:val="00205A9B"/>
    <w:rsid w:val="00205B58"/>
    <w:rsid w:val="0020607E"/>
    <w:rsid w:val="00211A4C"/>
    <w:rsid w:val="00212CE3"/>
    <w:rsid w:val="00212D30"/>
    <w:rsid w:val="002140C3"/>
    <w:rsid w:val="00214FF9"/>
    <w:rsid w:val="002157DB"/>
    <w:rsid w:val="00217B3A"/>
    <w:rsid w:val="00221893"/>
    <w:rsid w:val="00221A1B"/>
    <w:rsid w:val="00221BB1"/>
    <w:rsid w:val="00223320"/>
    <w:rsid w:val="00224B8B"/>
    <w:rsid w:val="00225084"/>
    <w:rsid w:val="0022515B"/>
    <w:rsid w:val="00226CD2"/>
    <w:rsid w:val="002309BD"/>
    <w:rsid w:val="002342CE"/>
    <w:rsid w:val="002359C7"/>
    <w:rsid w:val="00235A9A"/>
    <w:rsid w:val="00235DA5"/>
    <w:rsid w:val="002364C0"/>
    <w:rsid w:val="00237BBE"/>
    <w:rsid w:val="002409AB"/>
    <w:rsid w:val="00241300"/>
    <w:rsid w:val="0024185C"/>
    <w:rsid w:val="002421BD"/>
    <w:rsid w:val="00242200"/>
    <w:rsid w:val="002426A1"/>
    <w:rsid w:val="0024332A"/>
    <w:rsid w:val="00243BA8"/>
    <w:rsid w:val="00243E28"/>
    <w:rsid w:val="00244376"/>
    <w:rsid w:val="002450A0"/>
    <w:rsid w:val="00245E30"/>
    <w:rsid w:val="002472B8"/>
    <w:rsid w:val="00247B3C"/>
    <w:rsid w:val="0025047A"/>
    <w:rsid w:val="002508F3"/>
    <w:rsid w:val="002509E4"/>
    <w:rsid w:val="0025198C"/>
    <w:rsid w:val="002525A7"/>
    <w:rsid w:val="002525FF"/>
    <w:rsid w:val="00252F20"/>
    <w:rsid w:val="002531F3"/>
    <w:rsid w:val="002546A3"/>
    <w:rsid w:val="00254CF0"/>
    <w:rsid w:val="00254F38"/>
    <w:rsid w:val="002555DA"/>
    <w:rsid w:val="0025564C"/>
    <w:rsid w:val="002579B7"/>
    <w:rsid w:val="0026111C"/>
    <w:rsid w:val="00261275"/>
    <w:rsid w:val="00261446"/>
    <w:rsid w:val="00261596"/>
    <w:rsid w:val="00261DF0"/>
    <w:rsid w:val="00262E74"/>
    <w:rsid w:val="002649FD"/>
    <w:rsid w:val="00264FBC"/>
    <w:rsid w:val="00265FEA"/>
    <w:rsid w:val="00266438"/>
    <w:rsid w:val="00270014"/>
    <w:rsid w:val="0027001A"/>
    <w:rsid w:val="0027194F"/>
    <w:rsid w:val="00272B0D"/>
    <w:rsid w:val="00272D46"/>
    <w:rsid w:val="00273861"/>
    <w:rsid w:val="00273E9E"/>
    <w:rsid w:val="002741AE"/>
    <w:rsid w:val="00275444"/>
    <w:rsid w:val="00275691"/>
    <w:rsid w:val="002775A9"/>
    <w:rsid w:val="0027786A"/>
    <w:rsid w:val="00280888"/>
    <w:rsid w:val="0028099D"/>
    <w:rsid w:val="00281446"/>
    <w:rsid w:val="002814C0"/>
    <w:rsid w:val="00281BDD"/>
    <w:rsid w:val="00281E0B"/>
    <w:rsid w:val="002824D2"/>
    <w:rsid w:val="002824EC"/>
    <w:rsid w:val="0028350E"/>
    <w:rsid w:val="002849B0"/>
    <w:rsid w:val="00285782"/>
    <w:rsid w:val="00286DED"/>
    <w:rsid w:val="00287311"/>
    <w:rsid w:val="002920C5"/>
    <w:rsid w:val="0029317E"/>
    <w:rsid w:val="00293D7B"/>
    <w:rsid w:val="00296B1C"/>
    <w:rsid w:val="00296DAA"/>
    <w:rsid w:val="00297359"/>
    <w:rsid w:val="002A016D"/>
    <w:rsid w:val="002A0470"/>
    <w:rsid w:val="002A04E9"/>
    <w:rsid w:val="002A07D0"/>
    <w:rsid w:val="002A0B77"/>
    <w:rsid w:val="002A0D62"/>
    <w:rsid w:val="002A32F8"/>
    <w:rsid w:val="002A3D0C"/>
    <w:rsid w:val="002A3D94"/>
    <w:rsid w:val="002A5284"/>
    <w:rsid w:val="002A5417"/>
    <w:rsid w:val="002A562F"/>
    <w:rsid w:val="002A5AB2"/>
    <w:rsid w:val="002A5DFC"/>
    <w:rsid w:val="002A64DF"/>
    <w:rsid w:val="002A7660"/>
    <w:rsid w:val="002A7977"/>
    <w:rsid w:val="002A7B8A"/>
    <w:rsid w:val="002B0D6A"/>
    <w:rsid w:val="002B2A2D"/>
    <w:rsid w:val="002B35B6"/>
    <w:rsid w:val="002B4AB6"/>
    <w:rsid w:val="002B6320"/>
    <w:rsid w:val="002B78A6"/>
    <w:rsid w:val="002B7EC3"/>
    <w:rsid w:val="002C027C"/>
    <w:rsid w:val="002C07F1"/>
    <w:rsid w:val="002C099B"/>
    <w:rsid w:val="002C1D0D"/>
    <w:rsid w:val="002C4284"/>
    <w:rsid w:val="002C5AA1"/>
    <w:rsid w:val="002C661D"/>
    <w:rsid w:val="002D098F"/>
    <w:rsid w:val="002D294E"/>
    <w:rsid w:val="002D30EB"/>
    <w:rsid w:val="002D3DF0"/>
    <w:rsid w:val="002D48D5"/>
    <w:rsid w:val="002D48DB"/>
    <w:rsid w:val="002D5756"/>
    <w:rsid w:val="002D641B"/>
    <w:rsid w:val="002D69CC"/>
    <w:rsid w:val="002E01A7"/>
    <w:rsid w:val="002E0E86"/>
    <w:rsid w:val="002E1BB6"/>
    <w:rsid w:val="002E3E44"/>
    <w:rsid w:val="002E4303"/>
    <w:rsid w:val="002E4721"/>
    <w:rsid w:val="002E5438"/>
    <w:rsid w:val="002E7863"/>
    <w:rsid w:val="002E7FE3"/>
    <w:rsid w:val="002F0AB9"/>
    <w:rsid w:val="002F0F22"/>
    <w:rsid w:val="002F1A37"/>
    <w:rsid w:val="002F2C0D"/>
    <w:rsid w:val="002F3187"/>
    <w:rsid w:val="002F39BD"/>
    <w:rsid w:val="002F42DB"/>
    <w:rsid w:val="002F58E7"/>
    <w:rsid w:val="002F6A8F"/>
    <w:rsid w:val="002F6E56"/>
    <w:rsid w:val="003001F6"/>
    <w:rsid w:val="00300A0D"/>
    <w:rsid w:val="003038A5"/>
    <w:rsid w:val="00303E5B"/>
    <w:rsid w:val="00305871"/>
    <w:rsid w:val="00310046"/>
    <w:rsid w:val="00312286"/>
    <w:rsid w:val="003123CA"/>
    <w:rsid w:val="003125C3"/>
    <w:rsid w:val="00312FAC"/>
    <w:rsid w:val="00313485"/>
    <w:rsid w:val="003145BC"/>
    <w:rsid w:val="00314927"/>
    <w:rsid w:val="0031503C"/>
    <w:rsid w:val="00315A19"/>
    <w:rsid w:val="0031692E"/>
    <w:rsid w:val="00316B04"/>
    <w:rsid w:val="0031737F"/>
    <w:rsid w:val="00320565"/>
    <w:rsid w:val="00321C17"/>
    <w:rsid w:val="00321F23"/>
    <w:rsid w:val="0032219E"/>
    <w:rsid w:val="00325AC6"/>
    <w:rsid w:val="00326474"/>
    <w:rsid w:val="00326DF0"/>
    <w:rsid w:val="0033077C"/>
    <w:rsid w:val="0033085F"/>
    <w:rsid w:val="00330916"/>
    <w:rsid w:val="003313CC"/>
    <w:rsid w:val="003321B5"/>
    <w:rsid w:val="00332C3C"/>
    <w:rsid w:val="00333057"/>
    <w:rsid w:val="00333E9F"/>
    <w:rsid w:val="00334196"/>
    <w:rsid w:val="003341B4"/>
    <w:rsid w:val="00334DBE"/>
    <w:rsid w:val="00335432"/>
    <w:rsid w:val="003362A1"/>
    <w:rsid w:val="00341218"/>
    <w:rsid w:val="00341AF3"/>
    <w:rsid w:val="003432B5"/>
    <w:rsid w:val="00344756"/>
    <w:rsid w:val="00345FF5"/>
    <w:rsid w:val="003460EB"/>
    <w:rsid w:val="00346209"/>
    <w:rsid w:val="0034693F"/>
    <w:rsid w:val="00346FBE"/>
    <w:rsid w:val="003508D4"/>
    <w:rsid w:val="00350A8C"/>
    <w:rsid w:val="003518DD"/>
    <w:rsid w:val="00351E00"/>
    <w:rsid w:val="003537F1"/>
    <w:rsid w:val="00353B8F"/>
    <w:rsid w:val="00354A4A"/>
    <w:rsid w:val="0035577D"/>
    <w:rsid w:val="00356714"/>
    <w:rsid w:val="0036059F"/>
    <w:rsid w:val="003605B1"/>
    <w:rsid w:val="00361013"/>
    <w:rsid w:val="00362372"/>
    <w:rsid w:val="00363ED9"/>
    <w:rsid w:val="00364663"/>
    <w:rsid w:val="0036482A"/>
    <w:rsid w:val="003648E6"/>
    <w:rsid w:val="003650F6"/>
    <w:rsid w:val="0036532D"/>
    <w:rsid w:val="00365D9F"/>
    <w:rsid w:val="00367F92"/>
    <w:rsid w:val="00372711"/>
    <w:rsid w:val="00373432"/>
    <w:rsid w:val="0037388B"/>
    <w:rsid w:val="00373948"/>
    <w:rsid w:val="00374303"/>
    <w:rsid w:val="003745BC"/>
    <w:rsid w:val="00374E9A"/>
    <w:rsid w:val="003758CF"/>
    <w:rsid w:val="003759A9"/>
    <w:rsid w:val="00375E7B"/>
    <w:rsid w:val="00376384"/>
    <w:rsid w:val="00380078"/>
    <w:rsid w:val="003803FF"/>
    <w:rsid w:val="00380EF5"/>
    <w:rsid w:val="003813AB"/>
    <w:rsid w:val="00383EE6"/>
    <w:rsid w:val="003853FA"/>
    <w:rsid w:val="00385679"/>
    <w:rsid w:val="00390810"/>
    <w:rsid w:val="003918BF"/>
    <w:rsid w:val="003918D7"/>
    <w:rsid w:val="00392A5F"/>
    <w:rsid w:val="00393E0E"/>
    <w:rsid w:val="00395764"/>
    <w:rsid w:val="00395E11"/>
    <w:rsid w:val="003969C7"/>
    <w:rsid w:val="00396C0D"/>
    <w:rsid w:val="00397A81"/>
    <w:rsid w:val="00397AE3"/>
    <w:rsid w:val="00397EAE"/>
    <w:rsid w:val="003A050F"/>
    <w:rsid w:val="003A1091"/>
    <w:rsid w:val="003A2F04"/>
    <w:rsid w:val="003A3DFB"/>
    <w:rsid w:val="003A3EA4"/>
    <w:rsid w:val="003A52BC"/>
    <w:rsid w:val="003A52FA"/>
    <w:rsid w:val="003A54B5"/>
    <w:rsid w:val="003A72E3"/>
    <w:rsid w:val="003A7809"/>
    <w:rsid w:val="003A78CA"/>
    <w:rsid w:val="003B132E"/>
    <w:rsid w:val="003B14C0"/>
    <w:rsid w:val="003B2407"/>
    <w:rsid w:val="003B258B"/>
    <w:rsid w:val="003B2BFD"/>
    <w:rsid w:val="003B3ECF"/>
    <w:rsid w:val="003B4E42"/>
    <w:rsid w:val="003B5175"/>
    <w:rsid w:val="003B5256"/>
    <w:rsid w:val="003B6952"/>
    <w:rsid w:val="003B72BB"/>
    <w:rsid w:val="003B7351"/>
    <w:rsid w:val="003C144B"/>
    <w:rsid w:val="003C1607"/>
    <w:rsid w:val="003C1998"/>
    <w:rsid w:val="003C19AF"/>
    <w:rsid w:val="003C2271"/>
    <w:rsid w:val="003C2515"/>
    <w:rsid w:val="003C3452"/>
    <w:rsid w:val="003C3584"/>
    <w:rsid w:val="003C3F11"/>
    <w:rsid w:val="003C5B95"/>
    <w:rsid w:val="003D0538"/>
    <w:rsid w:val="003D0707"/>
    <w:rsid w:val="003D183C"/>
    <w:rsid w:val="003D2142"/>
    <w:rsid w:val="003D225C"/>
    <w:rsid w:val="003D4180"/>
    <w:rsid w:val="003D435E"/>
    <w:rsid w:val="003D4A6A"/>
    <w:rsid w:val="003D55AA"/>
    <w:rsid w:val="003D5688"/>
    <w:rsid w:val="003D63AA"/>
    <w:rsid w:val="003E058A"/>
    <w:rsid w:val="003E14CE"/>
    <w:rsid w:val="003E16E1"/>
    <w:rsid w:val="003E200A"/>
    <w:rsid w:val="003E2C43"/>
    <w:rsid w:val="003E3C21"/>
    <w:rsid w:val="003E4B48"/>
    <w:rsid w:val="003E5107"/>
    <w:rsid w:val="003E7208"/>
    <w:rsid w:val="003E7D0E"/>
    <w:rsid w:val="003F0460"/>
    <w:rsid w:val="003F0833"/>
    <w:rsid w:val="003F0AED"/>
    <w:rsid w:val="003F1606"/>
    <w:rsid w:val="003F1CD3"/>
    <w:rsid w:val="003F1E46"/>
    <w:rsid w:val="003F2B57"/>
    <w:rsid w:val="003F384D"/>
    <w:rsid w:val="003F388E"/>
    <w:rsid w:val="003F39D2"/>
    <w:rsid w:val="003F39ED"/>
    <w:rsid w:val="003F3FE0"/>
    <w:rsid w:val="003F442A"/>
    <w:rsid w:val="003F5A0E"/>
    <w:rsid w:val="003F6111"/>
    <w:rsid w:val="003F7A1D"/>
    <w:rsid w:val="003F7C37"/>
    <w:rsid w:val="00400182"/>
    <w:rsid w:val="00400FE0"/>
    <w:rsid w:val="00401C48"/>
    <w:rsid w:val="00401D90"/>
    <w:rsid w:val="0040379D"/>
    <w:rsid w:val="00407DBC"/>
    <w:rsid w:val="00412EA9"/>
    <w:rsid w:val="00415341"/>
    <w:rsid w:val="00416B18"/>
    <w:rsid w:val="00420A18"/>
    <w:rsid w:val="00422EFF"/>
    <w:rsid w:val="00423AF9"/>
    <w:rsid w:val="00424150"/>
    <w:rsid w:val="004258D1"/>
    <w:rsid w:val="0042667E"/>
    <w:rsid w:val="00426AD3"/>
    <w:rsid w:val="00426BF8"/>
    <w:rsid w:val="00431A08"/>
    <w:rsid w:val="00433F7E"/>
    <w:rsid w:val="004344B6"/>
    <w:rsid w:val="00434594"/>
    <w:rsid w:val="0043521E"/>
    <w:rsid w:val="004357B2"/>
    <w:rsid w:val="00436F5E"/>
    <w:rsid w:val="0043772B"/>
    <w:rsid w:val="004379BE"/>
    <w:rsid w:val="00440949"/>
    <w:rsid w:val="004414C0"/>
    <w:rsid w:val="00442195"/>
    <w:rsid w:val="00442EF6"/>
    <w:rsid w:val="00444289"/>
    <w:rsid w:val="00447AE7"/>
    <w:rsid w:val="00450088"/>
    <w:rsid w:val="00451353"/>
    <w:rsid w:val="004537EC"/>
    <w:rsid w:val="00454965"/>
    <w:rsid w:val="00456E89"/>
    <w:rsid w:val="00460234"/>
    <w:rsid w:val="00460DE5"/>
    <w:rsid w:val="00461CDD"/>
    <w:rsid w:val="00461D4E"/>
    <w:rsid w:val="00461D57"/>
    <w:rsid w:val="00467613"/>
    <w:rsid w:val="00467841"/>
    <w:rsid w:val="00471225"/>
    <w:rsid w:val="004712DF"/>
    <w:rsid w:val="00471C37"/>
    <w:rsid w:val="00472990"/>
    <w:rsid w:val="00472D02"/>
    <w:rsid w:val="00474356"/>
    <w:rsid w:val="0047461F"/>
    <w:rsid w:val="00476A87"/>
    <w:rsid w:val="0047705D"/>
    <w:rsid w:val="004771E1"/>
    <w:rsid w:val="00481D1A"/>
    <w:rsid w:val="0048265D"/>
    <w:rsid w:val="00482F2F"/>
    <w:rsid w:val="00483781"/>
    <w:rsid w:val="00483B42"/>
    <w:rsid w:val="00485A7D"/>
    <w:rsid w:val="00490915"/>
    <w:rsid w:val="0049235A"/>
    <w:rsid w:val="00492789"/>
    <w:rsid w:val="00492863"/>
    <w:rsid w:val="00493395"/>
    <w:rsid w:val="00493AD1"/>
    <w:rsid w:val="00493DB6"/>
    <w:rsid w:val="00494A9B"/>
    <w:rsid w:val="00494E3E"/>
    <w:rsid w:val="0049546B"/>
    <w:rsid w:val="00495739"/>
    <w:rsid w:val="0049632F"/>
    <w:rsid w:val="004A013C"/>
    <w:rsid w:val="004A03AF"/>
    <w:rsid w:val="004A03C0"/>
    <w:rsid w:val="004A1B6F"/>
    <w:rsid w:val="004A41CA"/>
    <w:rsid w:val="004A6C25"/>
    <w:rsid w:val="004A7315"/>
    <w:rsid w:val="004B03F2"/>
    <w:rsid w:val="004B0692"/>
    <w:rsid w:val="004B2E24"/>
    <w:rsid w:val="004B2EB3"/>
    <w:rsid w:val="004B337C"/>
    <w:rsid w:val="004B3527"/>
    <w:rsid w:val="004B45C5"/>
    <w:rsid w:val="004B6531"/>
    <w:rsid w:val="004B6916"/>
    <w:rsid w:val="004B7849"/>
    <w:rsid w:val="004C1B03"/>
    <w:rsid w:val="004C26A7"/>
    <w:rsid w:val="004C290F"/>
    <w:rsid w:val="004C3488"/>
    <w:rsid w:val="004C4879"/>
    <w:rsid w:val="004C5F17"/>
    <w:rsid w:val="004C6AA4"/>
    <w:rsid w:val="004D19B4"/>
    <w:rsid w:val="004D1A8D"/>
    <w:rsid w:val="004D26BC"/>
    <w:rsid w:val="004D2775"/>
    <w:rsid w:val="004D2830"/>
    <w:rsid w:val="004D37F0"/>
    <w:rsid w:val="004D4D7F"/>
    <w:rsid w:val="004D5214"/>
    <w:rsid w:val="004D5AD4"/>
    <w:rsid w:val="004D6D44"/>
    <w:rsid w:val="004D79CE"/>
    <w:rsid w:val="004E059C"/>
    <w:rsid w:val="004E2000"/>
    <w:rsid w:val="004E2115"/>
    <w:rsid w:val="004E2E3F"/>
    <w:rsid w:val="004E4B71"/>
    <w:rsid w:val="004E4BBD"/>
    <w:rsid w:val="004E4D45"/>
    <w:rsid w:val="004E6E0D"/>
    <w:rsid w:val="004F0EA8"/>
    <w:rsid w:val="004F118C"/>
    <w:rsid w:val="004F25A5"/>
    <w:rsid w:val="004F2626"/>
    <w:rsid w:val="004F6146"/>
    <w:rsid w:val="004F6A1C"/>
    <w:rsid w:val="004F71D2"/>
    <w:rsid w:val="004F7CFF"/>
    <w:rsid w:val="00501EF3"/>
    <w:rsid w:val="00502EA2"/>
    <w:rsid w:val="00503BAE"/>
    <w:rsid w:val="00504A4C"/>
    <w:rsid w:val="00505294"/>
    <w:rsid w:val="0050534F"/>
    <w:rsid w:val="00506996"/>
    <w:rsid w:val="0050750B"/>
    <w:rsid w:val="0051108B"/>
    <w:rsid w:val="00511E62"/>
    <w:rsid w:val="00514369"/>
    <w:rsid w:val="00514F9A"/>
    <w:rsid w:val="00515066"/>
    <w:rsid w:val="00515AF8"/>
    <w:rsid w:val="00515D15"/>
    <w:rsid w:val="005175F0"/>
    <w:rsid w:val="005176F6"/>
    <w:rsid w:val="00517B39"/>
    <w:rsid w:val="005218EE"/>
    <w:rsid w:val="00522337"/>
    <w:rsid w:val="00524D7D"/>
    <w:rsid w:val="00525E17"/>
    <w:rsid w:val="005276AC"/>
    <w:rsid w:val="00530064"/>
    <w:rsid w:val="005318BB"/>
    <w:rsid w:val="0053291C"/>
    <w:rsid w:val="00532BC1"/>
    <w:rsid w:val="00534B2F"/>
    <w:rsid w:val="0053615E"/>
    <w:rsid w:val="00536664"/>
    <w:rsid w:val="0053700F"/>
    <w:rsid w:val="0053727D"/>
    <w:rsid w:val="00537BB4"/>
    <w:rsid w:val="00537C11"/>
    <w:rsid w:val="00537EF1"/>
    <w:rsid w:val="005400C4"/>
    <w:rsid w:val="00540F51"/>
    <w:rsid w:val="005417AC"/>
    <w:rsid w:val="00542E87"/>
    <w:rsid w:val="00543D1A"/>
    <w:rsid w:val="00544616"/>
    <w:rsid w:val="00544D1C"/>
    <w:rsid w:val="00544FEC"/>
    <w:rsid w:val="00545057"/>
    <w:rsid w:val="00545F32"/>
    <w:rsid w:val="00546333"/>
    <w:rsid w:val="00547BB9"/>
    <w:rsid w:val="0055055C"/>
    <w:rsid w:val="00550CA1"/>
    <w:rsid w:val="0055115E"/>
    <w:rsid w:val="00551762"/>
    <w:rsid w:val="00552248"/>
    <w:rsid w:val="00553583"/>
    <w:rsid w:val="00554525"/>
    <w:rsid w:val="0055467F"/>
    <w:rsid w:val="00555F19"/>
    <w:rsid w:val="0055686A"/>
    <w:rsid w:val="0055711F"/>
    <w:rsid w:val="00560444"/>
    <w:rsid w:val="00560D5A"/>
    <w:rsid w:val="0056103E"/>
    <w:rsid w:val="00562BEF"/>
    <w:rsid w:val="005632EC"/>
    <w:rsid w:val="00564900"/>
    <w:rsid w:val="00564A79"/>
    <w:rsid w:val="00565A91"/>
    <w:rsid w:val="00565B27"/>
    <w:rsid w:val="0056703B"/>
    <w:rsid w:val="00567A7B"/>
    <w:rsid w:val="005704DD"/>
    <w:rsid w:val="00570998"/>
    <w:rsid w:val="00571236"/>
    <w:rsid w:val="005726F3"/>
    <w:rsid w:val="00572919"/>
    <w:rsid w:val="00572F4E"/>
    <w:rsid w:val="005730C9"/>
    <w:rsid w:val="00573BC9"/>
    <w:rsid w:val="00573CAC"/>
    <w:rsid w:val="00574E4E"/>
    <w:rsid w:val="0057531A"/>
    <w:rsid w:val="00576654"/>
    <w:rsid w:val="0057697A"/>
    <w:rsid w:val="005778EF"/>
    <w:rsid w:val="005779D9"/>
    <w:rsid w:val="00580305"/>
    <w:rsid w:val="0058070D"/>
    <w:rsid w:val="005821DA"/>
    <w:rsid w:val="005825A6"/>
    <w:rsid w:val="0058314D"/>
    <w:rsid w:val="00583CDA"/>
    <w:rsid w:val="00584F2B"/>
    <w:rsid w:val="00585149"/>
    <w:rsid w:val="00585873"/>
    <w:rsid w:val="005873C2"/>
    <w:rsid w:val="00587E5C"/>
    <w:rsid w:val="0059036E"/>
    <w:rsid w:val="0059206F"/>
    <w:rsid w:val="00592816"/>
    <w:rsid w:val="00592DBB"/>
    <w:rsid w:val="00593E56"/>
    <w:rsid w:val="00595568"/>
    <w:rsid w:val="0059602D"/>
    <w:rsid w:val="00596B9E"/>
    <w:rsid w:val="00596E3A"/>
    <w:rsid w:val="005974B8"/>
    <w:rsid w:val="005975FF"/>
    <w:rsid w:val="00597800"/>
    <w:rsid w:val="00597A52"/>
    <w:rsid w:val="005A0462"/>
    <w:rsid w:val="005A05FC"/>
    <w:rsid w:val="005A1852"/>
    <w:rsid w:val="005A298F"/>
    <w:rsid w:val="005A2F16"/>
    <w:rsid w:val="005A34E5"/>
    <w:rsid w:val="005A3837"/>
    <w:rsid w:val="005A3C8A"/>
    <w:rsid w:val="005A4655"/>
    <w:rsid w:val="005A6963"/>
    <w:rsid w:val="005A7560"/>
    <w:rsid w:val="005B15FB"/>
    <w:rsid w:val="005B1D96"/>
    <w:rsid w:val="005B1EB5"/>
    <w:rsid w:val="005B35C7"/>
    <w:rsid w:val="005B3C17"/>
    <w:rsid w:val="005C0CB1"/>
    <w:rsid w:val="005C0E0B"/>
    <w:rsid w:val="005C2281"/>
    <w:rsid w:val="005C3249"/>
    <w:rsid w:val="005C33FB"/>
    <w:rsid w:val="005C358A"/>
    <w:rsid w:val="005C35E7"/>
    <w:rsid w:val="005C5AB2"/>
    <w:rsid w:val="005D0862"/>
    <w:rsid w:val="005D21A9"/>
    <w:rsid w:val="005D2268"/>
    <w:rsid w:val="005D26FD"/>
    <w:rsid w:val="005D2C63"/>
    <w:rsid w:val="005D2D5E"/>
    <w:rsid w:val="005D3DE3"/>
    <w:rsid w:val="005D513C"/>
    <w:rsid w:val="005D5B1E"/>
    <w:rsid w:val="005D5B52"/>
    <w:rsid w:val="005D64C2"/>
    <w:rsid w:val="005D66A7"/>
    <w:rsid w:val="005E0BE1"/>
    <w:rsid w:val="005E21F3"/>
    <w:rsid w:val="005E383B"/>
    <w:rsid w:val="005E4EE7"/>
    <w:rsid w:val="005E50F6"/>
    <w:rsid w:val="005E56E3"/>
    <w:rsid w:val="005E5A04"/>
    <w:rsid w:val="005E5DA9"/>
    <w:rsid w:val="005E6C35"/>
    <w:rsid w:val="005E756F"/>
    <w:rsid w:val="005E7CA8"/>
    <w:rsid w:val="005F0369"/>
    <w:rsid w:val="005F1209"/>
    <w:rsid w:val="005F2642"/>
    <w:rsid w:val="005F2F62"/>
    <w:rsid w:val="005F3D3B"/>
    <w:rsid w:val="005F4927"/>
    <w:rsid w:val="005F5C61"/>
    <w:rsid w:val="005F67A0"/>
    <w:rsid w:val="005F6D97"/>
    <w:rsid w:val="005F7C86"/>
    <w:rsid w:val="00600D77"/>
    <w:rsid w:val="0060166A"/>
    <w:rsid w:val="00604516"/>
    <w:rsid w:val="006064D7"/>
    <w:rsid w:val="00606B9F"/>
    <w:rsid w:val="00607C18"/>
    <w:rsid w:val="006108FE"/>
    <w:rsid w:val="00610FC9"/>
    <w:rsid w:val="0061105D"/>
    <w:rsid w:val="006111B2"/>
    <w:rsid w:val="006125A9"/>
    <w:rsid w:val="00612CAD"/>
    <w:rsid w:val="00613535"/>
    <w:rsid w:val="0061473A"/>
    <w:rsid w:val="0061633D"/>
    <w:rsid w:val="00616984"/>
    <w:rsid w:val="00616D15"/>
    <w:rsid w:val="00616EE6"/>
    <w:rsid w:val="00617CA8"/>
    <w:rsid w:val="00617F24"/>
    <w:rsid w:val="006203BD"/>
    <w:rsid w:val="00621B92"/>
    <w:rsid w:val="006232D0"/>
    <w:rsid w:val="00623AB0"/>
    <w:rsid w:val="00624659"/>
    <w:rsid w:val="0063110F"/>
    <w:rsid w:val="00631224"/>
    <w:rsid w:val="00631AA4"/>
    <w:rsid w:val="0063287E"/>
    <w:rsid w:val="00635F48"/>
    <w:rsid w:val="0063663E"/>
    <w:rsid w:val="00637F38"/>
    <w:rsid w:val="00637F88"/>
    <w:rsid w:val="006416E4"/>
    <w:rsid w:val="00641A18"/>
    <w:rsid w:val="0064248C"/>
    <w:rsid w:val="00642BE1"/>
    <w:rsid w:val="00642D8A"/>
    <w:rsid w:val="00645C40"/>
    <w:rsid w:val="00647495"/>
    <w:rsid w:val="00651092"/>
    <w:rsid w:val="006529F4"/>
    <w:rsid w:val="0065310B"/>
    <w:rsid w:val="00653E1C"/>
    <w:rsid w:val="00654335"/>
    <w:rsid w:val="006547C8"/>
    <w:rsid w:val="00654E03"/>
    <w:rsid w:val="006564DB"/>
    <w:rsid w:val="00657CC3"/>
    <w:rsid w:val="00657F45"/>
    <w:rsid w:val="006601AA"/>
    <w:rsid w:val="0066055D"/>
    <w:rsid w:val="00661134"/>
    <w:rsid w:val="0066310C"/>
    <w:rsid w:val="006657EC"/>
    <w:rsid w:val="00665C52"/>
    <w:rsid w:val="00666800"/>
    <w:rsid w:val="00666989"/>
    <w:rsid w:val="00667D56"/>
    <w:rsid w:val="00667E5C"/>
    <w:rsid w:val="0067152D"/>
    <w:rsid w:val="0067153C"/>
    <w:rsid w:val="00671C93"/>
    <w:rsid w:val="00672484"/>
    <w:rsid w:val="00672881"/>
    <w:rsid w:val="0067331D"/>
    <w:rsid w:val="00673CD6"/>
    <w:rsid w:val="006744B4"/>
    <w:rsid w:val="006744C0"/>
    <w:rsid w:val="00674C2B"/>
    <w:rsid w:val="00675A0B"/>
    <w:rsid w:val="00681FCF"/>
    <w:rsid w:val="00683F17"/>
    <w:rsid w:val="00684C44"/>
    <w:rsid w:val="00685333"/>
    <w:rsid w:val="00686CFA"/>
    <w:rsid w:val="00687233"/>
    <w:rsid w:val="00690122"/>
    <w:rsid w:val="00690250"/>
    <w:rsid w:val="006943A4"/>
    <w:rsid w:val="00694547"/>
    <w:rsid w:val="006960A6"/>
    <w:rsid w:val="006960D4"/>
    <w:rsid w:val="00696285"/>
    <w:rsid w:val="00696B55"/>
    <w:rsid w:val="00697DCB"/>
    <w:rsid w:val="00697F6F"/>
    <w:rsid w:val="006A0B11"/>
    <w:rsid w:val="006A32B3"/>
    <w:rsid w:val="006A592A"/>
    <w:rsid w:val="006A700A"/>
    <w:rsid w:val="006A7E80"/>
    <w:rsid w:val="006B1486"/>
    <w:rsid w:val="006B1CEB"/>
    <w:rsid w:val="006B1EFA"/>
    <w:rsid w:val="006B1FB2"/>
    <w:rsid w:val="006B32CB"/>
    <w:rsid w:val="006B35CD"/>
    <w:rsid w:val="006B372B"/>
    <w:rsid w:val="006B6221"/>
    <w:rsid w:val="006B69E0"/>
    <w:rsid w:val="006B6B56"/>
    <w:rsid w:val="006B6E7E"/>
    <w:rsid w:val="006C0404"/>
    <w:rsid w:val="006C2264"/>
    <w:rsid w:val="006C563F"/>
    <w:rsid w:val="006C74AB"/>
    <w:rsid w:val="006C7B30"/>
    <w:rsid w:val="006D0A1C"/>
    <w:rsid w:val="006D207B"/>
    <w:rsid w:val="006D20D7"/>
    <w:rsid w:val="006D3192"/>
    <w:rsid w:val="006D3CFE"/>
    <w:rsid w:val="006D3F96"/>
    <w:rsid w:val="006D403C"/>
    <w:rsid w:val="006D4977"/>
    <w:rsid w:val="006D55FD"/>
    <w:rsid w:val="006D5F6D"/>
    <w:rsid w:val="006D652E"/>
    <w:rsid w:val="006D7149"/>
    <w:rsid w:val="006D78FA"/>
    <w:rsid w:val="006E0579"/>
    <w:rsid w:val="006E0EC1"/>
    <w:rsid w:val="006E1779"/>
    <w:rsid w:val="006E18D2"/>
    <w:rsid w:val="006E3CD5"/>
    <w:rsid w:val="006E6E15"/>
    <w:rsid w:val="006E74C4"/>
    <w:rsid w:val="006E74FC"/>
    <w:rsid w:val="006E778A"/>
    <w:rsid w:val="006F2185"/>
    <w:rsid w:val="006F2966"/>
    <w:rsid w:val="006F2974"/>
    <w:rsid w:val="006F3A86"/>
    <w:rsid w:val="006F4F3E"/>
    <w:rsid w:val="006F5696"/>
    <w:rsid w:val="006F5E36"/>
    <w:rsid w:val="006F643E"/>
    <w:rsid w:val="006F6CA1"/>
    <w:rsid w:val="006F6D2F"/>
    <w:rsid w:val="006F71E2"/>
    <w:rsid w:val="006F74FF"/>
    <w:rsid w:val="006F7EF9"/>
    <w:rsid w:val="00702C67"/>
    <w:rsid w:val="007033B7"/>
    <w:rsid w:val="0070613F"/>
    <w:rsid w:val="007065A2"/>
    <w:rsid w:val="00706BE8"/>
    <w:rsid w:val="00710074"/>
    <w:rsid w:val="00710AE6"/>
    <w:rsid w:val="00710CB1"/>
    <w:rsid w:val="007110A5"/>
    <w:rsid w:val="00712067"/>
    <w:rsid w:val="00712629"/>
    <w:rsid w:val="007136C8"/>
    <w:rsid w:val="00713D3C"/>
    <w:rsid w:val="0071511F"/>
    <w:rsid w:val="00715923"/>
    <w:rsid w:val="00715D30"/>
    <w:rsid w:val="007161EB"/>
    <w:rsid w:val="00716817"/>
    <w:rsid w:val="00717E0D"/>
    <w:rsid w:val="007212B9"/>
    <w:rsid w:val="00722F72"/>
    <w:rsid w:val="00723105"/>
    <w:rsid w:val="007239C1"/>
    <w:rsid w:val="00723F82"/>
    <w:rsid w:val="00724276"/>
    <w:rsid w:val="00725E2D"/>
    <w:rsid w:val="007274B6"/>
    <w:rsid w:val="00727665"/>
    <w:rsid w:val="00730DC1"/>
    <w:rsid w:val="007323CA"/>
    <w:rsid w:val="00732D39"/>
    <w:rsid w:val="00733589"/>
    <w:rsid w:val="0073500A"/>
    <w:rsid w:val="00735785"/>
    <w:rsid w:val="007366C8"/>
    <w:rsid w:val="00737167"/>
    <w:rsid w:val="00737874"/>
    <w:rsid w:val="0074000B"/>
    <w:rsid w:val="0074061F"/>
    <w:rsid w:val="007409FC"/>
    <w:rsid w:val="00741066"/>
    <w:rsid w:val="007419F1"/>
    <w:rsid w:val="0074221F"/>
    <w:rsid w:val="00742849"/>
    <w:rsid w:val="00742F55"/>
    <w:rsid w:val="00742FAC"/>
    <w:rsid w:val="00743203"/>
    <w:rsid w:val="00744700"/>
    <w:rsid w:val="0074597F"/>
    <w:rsid w:val="00745ACC"/>
    <w:rsid w:val="00745EDA"/>
    <w:rsid w:val="007464A0"/>
    <w:rsid w:val="0074745D"/>
    <w:rsid w:val="0074766A"/>
    <w:rsid w:val="0075147A"/>
    <w:rsid w:val="007524ED"/>
    <w:rsid w:val="00752F85"/>
    <w:rsid w:val="00753248"/>
    <w:rsid w:val="00753AE4"/>
    <w:rsid w:val="007557A1"/>
    <w:rsid w:val="00755D20"/>
    <w:rsid w:val="007569EC"/>
    <w:rsid w:val="00756FED"/>
    <w:rsid w:val="00757314"/>
    <w:rsid w:val="007603D9"/>
    <w:rsid w:val="00761084"/>
    <w:rsid w:val="007613E0"/>
    <w:rsid w:val="0076163B"/>
    <w:rsid w:val="007626DC"/>
    <w:rsid w:val="00763A4F"/>
    <w:rsid w:val="00764998"/>
    <w:rsid w:val="00765360"/>
    <w:rsid w:val="00766C36"/>
    <w:rsid w:val="0076704A"/>
    <w:rsid w:val="00770CF6"/>
    <w:rsid w:val="00771F5C"/>
    <w:rsid w:val="007734DC"/>
    <w:rsid w:val="00774C2D"/>
    <w:rsid w:val="00774C69"/>
    <w:rsid w:val="00776D97"/>
    <w:rsid w:val="007817F3"/>
    <w:rsid w:val="007830E9"/>
    <w:rsid w:val="00783167"/>
    <w:rsid w:val="0078488A"/>
    <w:rsid w:val="00785399"/>
    <w:rsid w:val="00785881"/>
    <w:rsid w:val="00786A02"/>
    <w:rsid w:val="00787BD1"/>
    <w:rsid w:val="0079079E"/>
    <w:rsid w:val="007916B4"/>
    <w:rsid w:val="007932C6"/>
    <w:rsid w:val="007936D9"/>
    <w:rsid w:val="0079436B"/>
    <w:rsid w:val="00794AD9"/>
    <w:rsid w:val="00796F4B"/>
    <w:rsid w:val="007976A5"/>
    <w:rsid w:val="00797FF3"/>
    <w:rsid w:val="007A08DD"/>
    <w:rsid w:val="007A0A08"/>
    <w:rsid w:val="007A1DB4"/>
    <w:rsid w:val="007A246E"/>
    <w:rsid w:val="007A3B6E"/>
    <w:rsid w:val="007A4BDB"/>
    <w:rsid w:val="007A4FE5"/>
    <w:rsid w:val="007A57C2"/>
    <w:rsid w:val="007B10E0"/>
    <w:rsid w:val="007B29E2"/>
    <w:rsid w:val="007B31D8"/>
    <w:rsid w:val="007B41D0"/>
    <w:rsid w:val="007B561B"/>
    <w:rsid w:val="007B597E"/>
    <w:rsid w:val="007B60C0"/>
    <w:rsid w:val="007B6DA0"/>
    <w:rsid w:val="007B7141"/>
    <w:rsid w:val="007B7B0C"/>
    <w:rsid w:val="007C1AAB"/>
    <w:rsid w:val="007C2633"/>
    <w:rsid w:val="007C3248"/>
    <w:rsid w:val="007C36E4"/>
    <w:rsid w:val="007C4AC9"/>
    <w:rsid w:val="007C592B"/>
    <w:rsid w:val="007D0357"/>
    <w:rsid w:val="007D06F8"/>
    <w:rsid w:val="007D10F2"/>
    <w:rsid w:val="007D1472"/>
    <w:rsid w:val="007D1D3B"/>
    <w:rsid w:val="007D3A02"/>
    <w:rsid w:val="007D4A32"/>
    <w:rsid w:val="007D4B10"/>
    <w:rsid w:val="007D4C85"/>
    <w:rsid w:val="007E1419"/>
    <w:rsid w:val="007E46E8"/>
    <w:rsid w:val="007E50AF"/>
    <w:rsid w:val="007E584E"/>
    <w:rsid w:val="007E613C"/>
    <w:rsid w:val="007E6F43"/>
    <w:rsid w:val="007E7430"/>
    <w:rsid w:val="007E7ADC"/>
    <w:rsid w:val="007E7FE2"/>
    <w:rsid w:val="007F0A80"/>
    <w:rsid w:val="007F1139"/>
    <w:rsid w:val="007F25D7"/>
    <w:rsid w:val="007F33FA"/>
    <w:rsid w:val="007F3966"/>
    <w:rsid w:val="007F3EC0"/>
    <w:rsid w:val="007F45C0"/>
    <w:rsid w:val="007F57A9"/>
    <w:rsid w:val="007F60D2"/>
    <w:rsid w:val="007F6248"/>
    <w:rsid w:val="008010EB"/>
    <w:rsid w:val="00801B3C"/>
    <w:rsid w:val="00803DCE"/>
    <w:rsid w:val="008040A3"/>
    <w:rsid w:val="00804496"/>
    <w:rsid w:val="0080518F"/>
    <w:rsid w:val="008066AF"/>
    <w:rsid w:val="00811BB9"/>
    <w:rsid w:val="008120D5"/>
    <w:rsid w:val="0081312C"/>
    <w:rsid w:val="00813289"/>
    <w:rsid w:val="00813887"/>
    <w:rsid w:val="008138CE"/>
    <w:rsid w:val="00815249"/>
    <w:rsid w:val="00815957"/>
    <w:rsid w:val="00816DF5"/>
    <w:rsid w:val="00817061"/>
    <w:rsid w:val="00817673"/>
    <w:rsid w:val="00817FC7"/>
    <w:rsid w:val="008200B4"/>
    <w:rsid w:val="00821004"/>
    <w:rsid w:val="00821056"/>
    <w:rsid w:val="00821E3F"/>
    <w:rsid w:val="008222AA"/>
    <w:rsid w:val="00822C5E"/>
    <w:rsid w:val="00822F20"/>
    <w:rsid w:val="008232DA"/>
    <w:rsid w:val="00824110"/>
    <w:rsid w:val="008245FB"/>
    <w:rsid w:val="008250D3"/>
    <w:rsid w:val="00826B2B"/>
    <w:rsid w:val="00826DCC"/>
    <w:rsid w:val="008271F0"/>
    <w:rsid w:val="00830820"/>
    <w:rsid w:val="00831535"/>
    <w:rsid w:val="00831E8D"/>
    <w:rsid w:val="00832813"/>
    <w:rsid w:val="00833124"/>
    <w:rsid w:val="00833A22"/>
    <w:rsid w:val="00833DE6"/>
    <w:rsid w:val="00833DEA"/>
    <w:rsid w:val="00834510"/>
    <w:rsid w:val="00836814"/>
    <w:rsid w:val="00840865"/>
    <w:rsid w:val="00841318"/>
    <w:rsid w:val="008415A0"/>
    <w:rsid w:val="00845B7A"/>
    <w:rsid w:val="00845D14"/>
    <w:rsid w:val="008468C9"/>
    <w:rsid w:val="00846B92"/>
    <w:rsid w:val="008504D2"/>
    <w:rsid w:val="00851222"/>
    <w:rsid w:val="00851E6E"/>
    <w:rsid w:val="00852223"/>
    <w:rsid w:val="008528A9"/>
    <w:rsid w:val="00853592"/>
    <w:rsid w:val="00854D5B"/>
    <w:rsid w:val="008561FE"/>
    <w:rsid w:val="0085647C"/>
    <w:rsid w:val="00856A5C"/>
    <w:rsid w:val="0086126D"/>
    <w:rsid w:val="008617D5"/>
    <w:rsid w:val="008626B9"/>
    <w:rsid w:val="008642B8"/>
    <w:rsid w:val="00864E7D"/>
    <w:rsid w:val="00865062"/>
    <w:rsid w:val="008651E5"/>
    <w:rsid w:val="00865633"/>
    <w:rsid w:val="008658DA"/>
    <w:rsid w:val="008666AC"/>
    <w:rsid w:val="008675F1"/>
    <w:rsid w:val="008704B3"/>
    <w:rsid w:val="00870DFF"/>
    <w:rsid w:val="00870E95"/>
    <w:rsid w:val="0087161E"/>
    <w:rsid w:val="0087190A"/>
    <w:rsid w:val="00871D7A"/>
    <w:rsid w:val="00872470"/>
    <w:rsid w:val="008757EF"/>
    <w:rsid w:val="008766E2"/>
    <w:rsid w:val="00877D5E"/>
    <w:rsid w:val="00877E1F"/>
    <w:rsid w:val="00882AEA"/>
    <w:rsid w:val="00883006"/>
    <w:rsid w:val="00886E25"/>
    <w:rsid w:val="00887377"/>
    <w:rsid w:val="0089074D"/>
    <w:rsid w:val="008907DA"/>
    <w:rsid w:val="00892080"/>
    <w:rsid w:val="008940EC"/>
    <w:rsid w:val="008A0996"/>
    <w:rsid w:val="008A1494"/>
    <w:rsid w:val="008A16F9"/>
    <w:rsid w:val="008A19DB"/>
    <w:rsid w:val="008A1EB7"/>
    <w:rsid w:val="008A20BE"/>
    <w:rsid w:val="008A2F63"/>
    <w:rsid w:val="008A3BA2"/>
    <w:rsid w:val="008A512C"/>
    <w:rsid w:val="008A7FF7"/>
    <w:rsid w:val="008B099E"/>
    <w:rsid w:val="008B0EA1"/>
    <w:rsid w:val="008B13F7"/>
    <w:rsid w:val="008B15FD"/>
    <w:rsid w:val="008B1CAB"/>
    <w:rsid w:val="008B2328"/>
    <w:rsid w:val="008B3597"/>
    <w:rsid w:val="008B3F4F"/>
    <w:rsid w:val="008B4245"/>
    <w:rsid w:val="008B4AE2"/>
    <w:rsid w:val="008B4BFF"/>
    <w:rsid w:val="008B533E"/>
    <w:rsid w:val="008B618F"/>
    <w:rsid w:val="008B718B"/>
    <w:rsid w:val="008B75A1"/>
    <w:rsid w:val="008C16DE"/>
    <w:rsid w:val="008C1878"/>
    <w:rsid w:val="008C1C3C"/>
    <w:rsid w:val="008C32CC"/>
    <w:rsid w:val="008C47F8"/>
    <w:rsid w:val="008C702D"/>
    <w:rsid w:val="008C7233"/>
    <w:rsid w:val="008D0DAC"/>
    <w:rsid w:val="008D332E"/>
    <w:rsid w:val="008D3D26"/>
    <w:rsid w:val="008D4256"/>
    <w:rsid w:val="008D4500"/>
    <w:rsid w:val="008D4672"/>
    <w:rsid w:val="008D4F1E"/>
    <w:rsid w:val="008D5397"/>
    <w:rsid w:val="008D543D"/>
    <w:rsid w:val="008D5A50"/>
    <w:rsid w:val="008D7D40"/>
    <w:rsid w:val="008E00CA"/>
    <w:rsid w:val="008E053A"/>
    <w:rsid w:val="008E1C52"/>
    <w:rsid w:val="008E21EB"/>
    <w:rsid w:val="008E2AC9"/>
    <w:rsid w:val="008E2E26"/>
    <w:rsid w:val="008E42A0"/>
    <w:rsid w:val="008E42B3"/>
    <w:rsid w:val="008E5A64"/>
    <w:rsid w:val="008E61C6"/>
    <w:rsid w:val="008E69E3"/>
    <w:rsid w:val="008E7657"/>
    <w:rsid w:val="008E7F70"/>
    <w:rsid w:val="008F0ACB"/>
    <w:rsid w:val="008F180D"/>
    <w:rsid w:val="008F237E"/>
    <w:rsid w:val="008F362A"/>
    <w:rsid w:val="008F39A3"/>
    <w:rsid w:val="008F476D"/>
    <w:rsid w:val="008F57AE"/>
    <w:rsid w:val="008F7445"/>
    <w:rsid w:val="008F7942"/>
    <w:rsid w:val="008F7D8A"/>
    <w:rsid w:val="00900498"/>
    <w:rsid w:val="009017A5"/>
    <w:rsid w:val="00901E3D"/>
    <w:rsid w:val="0090367A"/>
    <w:rsid w:val="00903AF6"/>
    <w:rsid w:val="00903DAD"/>
    <w:rsid w:val="00904AF8"/>
    <w:rsid w:val="00905935"/>
    <w:rsid w:val="00905F27"/>
    <w:rsid w:val="00906035"/>
    <w:rsid w:val="00906A93"/>
    <w:rsid w:val="00906EC5"/>
    <w:rsid w:val="00910AF8"/>
    <w:rsid w:val="00910B78"/>
    <w:rsid w:val="00912417"/>
    <w:rsid w:val="00912DC5"/>
    <w:rsid w:val="00913F34"/>
    <w:rsid w:val="00914ACD"/>
    <w:rsid w:val="009165D9"/>
    <w:rsid w:val="00917664"/>
    <w:rsid w:val="00922684"/>
    <w:rsid w:val="00922CC0"/>
    <w:rsid w:val="00924107"/>
    <w:rsid w:val="00924DCD"/>
    <w:rsid w:val="009279EC"/>
    <w:rsid w:val="00931B2F"/>
    <w:rsid w:val="00932E75"/>
    <w:rsid w:val="00934AF2"/>
    <w:rsid w:val="00935267"/>
    <w:rsid w:val="00936565"/>
    <w:rsid w:val="00936716"/>
    <w:rsid w:val="009369C9"/>
    <w:rsid w:val="00937EAA"/>
    <w:rsid w:val="00940C6F"/>
    <w:rsid w:val="00942CE9"/>
    <w:rsid w:val="009431AF"/>
    <w:rsid w:val="00943AFA"/>
    <w:rsid w:val="00944999"/>
    <w:rsid w:val="009454D7"/>
    <w:rsid w:val="009455E5"/>
    <w:rsid w:val="00945B23"/>
    <w:rsid w:val="009468C7"/>
    <w:rsid w:val="00946E91"/>
    <w:rsid w:val="009472BE"/>
    <w:rsid w:val="00950C91"/>
    <w:rsid w:val="009510ED"/>
    <w:rsid w:val="0095297E"/>
    <w:rsid w:val="0095400B"/>
    <w:rsid w:val="0095432E"/>
    <w:rsid w:val="00955397"/>
    <w:rsid w:val="00955D61"/>
    <w:rsid w:val="00955D76"/>
    <w:rsid w:val="00956A38"/>
    <w:rsid w:val="00956C51"/>
    <w:rsid w:val="00957680"/>
    <w:rsid w:val="009609A6"/>
    <w:rsid w:val="009612D3"/>
    <w:rsid w:val="00961EF7"/>
    <w:rsid w:val="00963798"/>
    <w:rsid w:val="00963BF1"/>
    <w:rsid w:val="00963D3F"/>
    <w:rsid w:val="00963D56"/>
    <w:rsid w:val="00965A17"/>
    <w:rsid w:val="00965AD1"/>
    <w:rsid w:val="00965E16"/>
    <w:rsid w:val="00965F61"/>
    <w:rsid w:val="00966418"/>
    <w:rsid w:val="009671DB"/>
    <w:rsid w:val="00970C19"/>
    <w:rsid w:val="00972337"/>
    <w:rsid w:val="0097240A"/>
    <w:rsid w:val="009736A1"/>
    <w:rsid w:val="00973775"/>
    <w:rsid w:val="00973A9E"/>
    <w:rsid w:val="00973C34"/>
    <w:rsid w:val="00973FFC"/>
    <w:rsid w:val="009742FA"/>
    <w:rsid w:val="00975FC2"/>
    <w:rsid w:val="00976B32"/>
    <w:rsid w:val="009774D9"/>
    <w:rsid w:val="00977D97"/>
    <w:rsid w:val="009810F8"/>
    <w:rsid w:val="009819AD"/>
    <w:rsid w:val="00981D92"/>
    <w:rsid w:val="00982D1D"/>
    <w:rsid w:val="009837DD"/>
    <w:rsid w:val="00983E52"/>
    <w:rsid w:val="00983E6A"/>
    <w:rsid w:val="00984D6B"/>
    <w:rsid w:val="00985D75"/>
    <w:rsid w:val="00987796"/>
    <w:rsid w:val="00987DDE"/>
    <w:rsid w:val="009903A3"/>
    <w:rsid w:val="00990947"/>
    <w:rsid w:val="00992744"/>
    <w:rsid w:val="0099331B"/>
    <w:rsid w:val="00993946"/>
    <w:rsid w:val="0099447B"/>
    <w:rsid w:val="00994A3E"/>
    <w:rsid w:val="00994F70"/>
    <w:rsid w:val="00995566"/>
    <w:rsid w:val="009957E8"/>
    <w:rsid w:val="00995A64"/>
    <w:rsid w:val="009962A8"/>
    <w:rsid w:val="009976FB"/>
    <w:rsid w:val="00997831"/>
    <w:rsid w:val="00997C7B"/>
    <w:rsid w:val="009A37C7"/>
    <w:rsid w:val="009A4D47"/>
    <w:rsid w:val="009A50E5"/>
    <w:rsid w:val="009A5983"/>
    <w:rsid w:val="009A6887"/>
    <w:rsid w:val="009A6D8F"/>
    <w:rsid w:val="009A7F0D"/>
    <w:rsid w:val="009B12E4"/>
    <w:rsid w:val="009B13C8"/>
    <w:rsid w:val="009B37A5"/>
    <w:rsid w:val="009B4CE3"/>
    <w:rsid w:val="009B7156"/>
    <w:rsid w:val="009B7351"/>
    <w:rsid w:val="009B754E"/>
    <w:rsid w:val="009B75AF"/>
    <w:rsid w:val="009B7895"/>
    <w:rsid w:val="009C0451"/>
    <w:rsid w:val="009C0CE9"/>
    <w:rsid w:val="009C11DD"/>
    <w:rsid w:val="009C1261"/>
    <w:rsid w:val="009C4629"/>
    <w:rsid w:val="009C47B0"/>
    <w:rsid w:val="009C49AD"/>
    <w:rsid w:val="009C6162"/>
    <w:rsid w:val="009C78ED"/>
    <w:rsid w:val="009D1355"/>
    <w:rsid w:val="009D1427"/>
    <w:rsid w:val="009D16EE"/>
    <w:rsid w:val="009D3DAF"/>
    <w:rsid w:val="009D41C2"/>
    <w:rsid w:val="009D4D8C"/>
    <w:rsid w:val="009D525D"/>
    <w:rsid w:val="009D559A"/>
    <w:rsid w:val="009D5C4E"/>
    <w:rsid w:val="009D6BD9"/>
    <w:rsid w:val="009D76EA"/>
    <w:rsid w:val="009D7DE5"/>
    <w:rsid w:val="009E1AC1"/>
    <w:rsid w:val="009E2512"/>
    <w:rsid w:val="009E2F76"/>
    <w:rsid w:val="009E31BC"/>
    <w:rsid w:val="009E3741"/>
    <w:rsid w:val="009E4028"/>
    <w:rsid w:val="009E4C28"/>
    <w:rsid w:val="009E53E2"/>
    <w:rsid w:val="009E6C00"/>
    <w:rsid w:val="009F0063"/>
    <w:rsid w:val="009F1370"/>
    <w:rsid w:val="009F1D77"/>
    <w:rsid w:val="009F1D93"/>
    <w:rsid w:val="009F548D"/>
    <w:rsid w:val="009F606A"/>
    <w:rsid w:val="009F65A3"/>
    <w:rsid w:val="009F6888"/>
    <w:rsid w:val="009F6B3C"/>
    <w:rsid w:val="009F6DCD"/>
    <w:rsid w:val="009F7C12"/>
    <w:rsid w:val="00A0129A"/>
    <w:rsid w:val="00A01AE3"/>
    <w:rsid w:val="00A02E32"/>
    <w:rsid w:val="00A0462E"/>
    <w:rsid w:val="00A04DFE"/>
    <w:rsid w:val="00A04E7A"/>
    <w:rsid w:val="00A050CE"/>
    <w:rsid w:val="00A05434"/>
    <w:rsid w:val="00A069EF"/>
    <w:rsid w:val="00A06BB6"/>
    <w:rsid w:val="00A077BF"/>
    <w:rsid w:val="00A07A8E"/>
    <w:rsid w:val="00A1147D"/>
    <w:rsid w:val="00A11895"/>
    <w:rsid w:val="00A121B0"/>
    <w:rsid w:val="00A124F8"/>
    <w:rsid w:val="00A13E1A"/>
    <w:rsid w:val="00A13FB9"/>
    <w:rsid w:val="00A146B7"/>
    <w:rsid w:val="00A14AE0"/>
    <w:rsid w:val="00A151EC"/>
    <w:rsid w:val="00A158D3"/>
    <w:rsid w:val="00A172D6"/>
    <w:rsid w:val="00A17AD3"/>
    <w:rsid w:val="00A211E7"/>
    <w:rsid w:val="00A2136A"/>
    <w:rsid w:val="00A21F4A"/>
    <w:rsid w:val="00A22130"/>
    <w:rsid w:val="00A2288C"/>
    <w:rsid w:val="00A228EF"/>
    <w:rsid w:val="00A22CD4"/>
    <w:rsid w:val="00A243D8"/>
    <w:rsid w:val="00A24A60"/>
    <w:rsid w:val="00A255A3"/>
    <w:rsid w:val="00A25BCF"/>
    <w:rsid w:val="00A277B2"/>
    <w:rsid w:val="00A31384"/>
    <w:rsid w:val="00A32352"/>
    <w:rsid w:val="00A325E8"/>
    <w:rsid w:val="00A326C0"/>
    <w:rsid w:val="00A343F7"/>
    <w:rsid w:val="00A35A82"/>
    <w:rsid w:val="00A37399"/>
    <w:rsid w:val="00A37C9C"/>
    <w:rsid w:val="00A37FD5"/>
    <w:rsid w:val="00A40666"/>
    <w:rsid w:val="00A42A51"/>
    <w:rsid w:val="00A443E6"/>
    <w:rsid w:val="00A445EF"/>
    <w:rsid w:val="00A45DB3"/>
    <w:rsid w:val="00A4749D"/>
    <w:rsid w:val="00A50088"/>
    <w:rsid w:val="00A50976"/>
    <w:rsid w:val="00A51C7B"/>
    <w:rsid w:val="00A5336F"/>
    <w:rsid w:val="00A549C9"/>
    <w:rsid w:val="00A55429"/>
    <w:rsid w:val="00A56854"/>
    <w:rsid w:val="00A5732D"/>
    <w:rsid w:val="00A57613"/>
    <w:rsid w:val="00A577B7"/>
    <w:rsid w:val="00A603A8"/>
    <w:rsid w:val="00A60E0B"/>
    <w:rsid w:val="00A618AE"/>
    <w:rsid w:val="00A62A1F"/>
    <w:rsid w:val="00A62C62"/>
    <w:rsid w:val="00A63990"/>
    <w:rsid w:val="00A64026"/>
    <w:rsid w:val="00A643C2"/>
    <w:rsid w:val="00A64D2B"/>
    <w:rsid w:val="00A65095"/>
    <w:rsid w:val="00A65BCC"/>
    <w:rsid w:val="00A660AA"/>
    <w:rsid w:val="00A67403"/>
    <w:rsid w:val="00A70A34"/>
    <w:rsid w:val="00A711A9"/>
    <w:rsid w:val="00A71AC5"/>
    <w:rsid w:val="00A71BE7"/>
    <w:rsid w:val="00A7262A"/>
    <w:rsid w:val="00A72DA2"/>
    <w:rsid w:val="00A743B1"/>
    <w:rsid w:val="00A74537"/>
    <w:rsid w:val="00A75E6A"/>
    <w:rsid w:val="00A764DD"/>
    <w:rsid w:val="00A77870"/>
    <w:rsid w:val="00A80B8E"/>
    <w:rsid w:val="00A81F88"/>
    <w:rsid w:val="00A82F79"/>
    <w:rsid w:val="00A84B3D"/>
    <w:rsid w:val="00A84F77"/>
    <w:rsid w:val="00A851EA"/>
    <w:rsid w:val="00A85E69"/>
    <w:rsid w:val="00A86FAB"/>
    <w:rsid w:val="00A87F1F"/>
    <w:rsid w:val="00A91239"/>
    <w:rsid w:val="00A9174B"/>
    <w:rsid w:val="00A927E1"/>
    <w:rsid w:val="00A93A8A"/>
    <w:rsid w:val="00A949C5"/>
    <w:rsid w:val="00A949DA"/>
    <w:rsid w:val="00A950B7"/>
    <w:rsid w:val="00A954A4"/>
    <w:rsid w:val="00A95C50"/>
    <w:rsid w:val="00A9657B"/>
    <w:rsid w:val="00A966C3"/>
    <w:rsid w:val="00A971FC"/>
    <w:rsid w:val="00AA27BE"/>
    <w:rsid w:val="00AA27F2"/>
    <w:rsid w:val="00AA2857"/>
    <w:rsid w:val="00AA28D4"/>
    <w:rsid w:val="00AA3BFF"/>
    <w:rsid w:val="00AA4490"/>
    <w:rsid w:val="00AA51AF"/>
    <w:rsid w:val="00AA7332"/>
    <w:rsid w:val="00AA7A9B"/>
    <w:rsid w:val="00AB0868"/>
    <w:rsid w:val="00AB0CFF"/>
    <w:rsid w:val="00AB0D17"/>
    <w:rsid w:val="00AB1C1D"/>
    <w:rsid w:val="00AB20C4"/>
    <w:rsid w:val="00AB2F46"/>
    <w:rsid w:val="00AB378A"/>
    <w:rsid w:val="00AB37E6"/>
    <w:rsid w:val="00AB4739"/>
    <w:rsid w:val="00AB522D"/>
    <w:rsid w:val="00AB6E1D"/>
    <w:rsid w:val="00AB7026"/>
    <w:rsid w:val="00AB7152"/>
    <w:rsid w:val="00AB76D9"/>
    <w:rsid w:val="00AC1949"/>
    <w:rsid w:val="00AC1F27"/>
    <w:rsid w:val="00AC1FF5"/>
    <w:rsid w:val="00AC2377"/>
    <w:rsid w:val="00AC2903"/>
    <w:rsid w:val="00AC59E0"/>
    <w:rsid w:val="00AC6264"/>
    <w:rsid w:val="00AC7477"/>
    <w:rsid w:val="00AC7804"/>
    <w:rsid w:val="00AD0137"/>
    <w:rsid w:val="00AD0F56"/>
    <w:rsid w:val="00AD11DF"/>
    <w:rsid w:val="00AD2A65"/>
    <w:rsid w:val="00AD2F8A"/>
    <w:rsid w:val="00AD3251"/>
    <w:rsid w:val="00AD371F"/>
    <w:rsid w:val="00AD4514"/>
    <w:rsid w:val="00AD5AE9"/>
    <w:rsid w:val="00AD72A3"/>
    <w:rsid w:val="00AD7E32"/>
    <w:rsid w:val="00AE0630"/>
    <w:rsid w:val="00AE1370"/>
    <w:rsid w:val="00AE13B0"/>
    <w:rsid w:val="00AE1912"/>
    <w:rsid w:val="00AE2438"/>
    <w:rsid w:val="00AE3A0A"/>
    <w:rsid w:val="00AE3F38"/>
    <w:rsid w:val="00AE4837"/>
    <w:rsid w:val="00AE68C2"/>
    <w:rsid w:val="00AF0D3C"/>
    <w:rsid w:val="00AF0E72"/>
    <w:rsid w:val="00AF22BE"/>
    <w:rsid w:val="00AF30B8"/>
    <w:rsid w:val="00AF33B6"/>
    <w:rsid w:val="00AF4422"/>
    <w:rsid w:val="00AF7EA2"/>
    <w:rsid w:val="00B022D6"/>
    <w:rsid w:val="00B030DD"/>
    <w:rsid w:val="00B05609"/>
    <w:rsid w:val="00B05D19"/>
    <w:rsid w:val="00B06525"/>
    <w:rsid w:val="00B06847"/>
    <w:rsid w:val="00B069ED"/>
    <w:rsid w:val="00B0736D"/>
    <w:rsid w:val="00B07D1E"/>
    <w:rsid w:val="00B10B8B"/>
    <w:rsid w:val="00B124FE"/>
    <w:rsid w:val="00B13D05"/>
    <w:rsid w:val="00B1432C"/>
    <w:rsid w:val="00B14364"/>
    <w:rsid w:val="00B1473F"/>
    <w:rsid w:val="00B15060"/>
    <w:rsid w:val="00B151EB"/>
    <w:rsid w:val="00B15647"/>
    <w:rsid w:val="00B15BFA"/>
    <w:rsid w:val="00B16F54"/>
    <w:rsid w:val="00B1747D"/>
    <w:rsid w:val="00B174A1"/>
    <w:rsid w:val="00B1756F"/>
    <w:rsid w:val="00B202B8"/>
    <w:rsid w:val="00B2135E"/>
    <w:rsid w:val="00B22A17"/>
    <w:rsid w:val="00B22D92"/>
    <w:rsid w:val="00B237D1"/>
    <w:rsid w:val="00B2425D"/>
    <w:rsid w:val="00B24E74"/>
    <w:rsid w:val="00B261EF"/>
    <w:rsid w:val="00B264C2"/>
    <w:rsid w:val="00B26729"/>
    <w:rsid w:val="00B26945"/>
    <w:rsid w:val="00B26D12"/>
    <w:rsid w:val="00B27A40"/>
    <w:rsid w:val="00B30730"/>
    <w:rsid w:val="00B30D64"/>
    <w:rsid w:val="00B30F64"/>
    <w:rsid w:val="00B31611"/>
    <w:rsid w:val="00B317F2"/>
    <w:rsid w:val="00B31A33"/>
    <w:rsid w:val="00B32A49"/>
    <w:rsid w:val="00B336D1"/>
    <w:rsid w:val="00B33932"/>
    <w:rsid w:val="00B33E27"/>
    <w:rsid w:val="00B34CC1"/>
    <w:rsid w:val="00B3535A"/>
    <w:rsid w:val="00B37BC0"/>
    <w:rsid w:val="00B40D2F"/>
    <w:rsid w:val="00B444FE"/>
    <w:rsid w:val="00B448E9"/>
    <w:rsid w:val="00B44B75"/>
    <w:rsid w:val="00B46375"/>
    <w:rsid w:val="00B46558"/>
    <w:rsid w:val="00B47A3E"/>
    <w:rsid w:val="00B47C2B"/>
    <w:rsid w:val="00B50D10"/>
    <w:rsid w:val="00B50ED7"/>
    <w:rsid w:val="00B5132B"/>
    <w:rsid w:val="00B51DB5"/>
    <w:rsid w:val="00B52C5C"/>
    <w:rsid w:val="00B53210"/>
    <w:rsid w:val="00B551A1"/>
    <w:rsid w:val="00B56D3A"/>
    <w:rsid w:val="00B56D8C"/>
    <w:rsid w:val="00B56E7A"/>
    <w:rsid w:val="00B57524"/>
    <w:rsid w:val="00B604F7"/>
    <w:rsid w:val="00B608FF"/>
    <w:rsid w:val="00B621B1"/>
    <w:rsid w:val="00B624AF"/>
    <w:rsid w:val="00B63E03"/>
    <w:rsid w:val="00B646D9"/>
    <w:rsid w:val="00B64C72"/>
    <w:rsid w:val="00B702B2"/>
    <w:rsid w:val="00B71049"/>
    <w:rsid w:val="00B71949"/>
    <w:rsid w:val="00B72D35"/>
    <w:rsid w:val="00B73AAC"/>
    <w:rsid w:val="00B74408"/>
    <w:rsid w:val="00B7559C"/>
    <w:rsid w:val="00B77ECA"/>
    <w:rsid w:val="00B802E4"/>
    <w:rsid w:val="00B816F2"/>
    <w:rsid w:val="00B81CA6"/>
    <w:rsid w:val="00B82374"/>
    <w:rsid w:val="00B849CD"/>
    <w:rsid w:val="00B84D87"/>
    <w:rsid w:val="00B8574A"/>
    <w:rsid w:val="00B8579E"/>
    <w:rsid w:val="00B864CC"/>
    <w:rsid w:val="00B87588"/>
    <w:rsid w:val="00B87C76"/>
    <w:rsid w:val="00B90528"/>
    <w:rsid w:val="00B92692"/>
    <w:rsid w:val="00B9272A"/>
    <w:rsid w:val="00B933FE"/>
    <w:rsid w:val="00B93815"/>
    <w:rsid w:val="00B95785"/>
    <w:rsid w:val="00B96A79"/>
    <w:rsid w:val="00BA1898"/>
    <w:rsid w:val="00BA2034"/>
    <w:rsid w:val="00BA25B9"/>
    <w:rsid w:val="00BA2F4D"/>
    <w:rsid w:val="00BA4255"/>
    <w:rsid w:val="00BA4A0D"/>
    <w:rsid w:val="00BA5059"/>
    <w:rsid w:val="00BA50F2"/>
    <w:rsid w:val="00BA52F3"/>
    <w:rsid w:val="00BA5D50"/>
    <w:rsid w:val="00BA669F"/>
    <w:rsid w:val="00BA6B3B"/>
    <w:rsid w:val="00BB1A88"/>
    <w:rsid w:val="00BB34A1"/>
    <w:rsid w:val="00BB4CD5"/>
    <w:rsid w:val="00BB6AB7"/>
    <w:rsid w:val="00BB7FC0"/>
    <w:rsid w:val="00BC16A3"/>
    <w:rsid w:val="00BC19D2"/>
    <w:rsid w:val="00BC23CC"/>
    <w:rsid w:val="00BC443C"/>
    <w:rsid w:val="00BC791E"/>
    <w:rsid w:val="00BC7EC4"/>
    <w:rsid w:val="00BC7FFC"/>
    <w:rsid w:val="00BD02AB"/>
    <w:rsid w:val="00BD0E07"/>
    <w:rsid w:val="00BD1B45"/>
    <w:rsid w:val="00BD279B"/>
    <w:rsid w:val="00BD2F5C"/>
    <w:rsid w:val="00BD3723"/>
    <w:rsid w:val="00BD3D11"/>
    <w:rsid w:val="00BD4DC7"/>
    <w:rsid w:val="00BD62B8"/>
    <w:rsid w:val="00BD67A3"/>
    <w:rsid w:val="00BD6DFD"/>
    <w:rsid w:val="00BD730E"/>
    <w:rsid w:val="00BE0395"/>
    <w:rsid w:val="00BE102E"/>
    <w:rsid w:val="00BE1464"/>
    <w:rsid w:val="00BE1588"/>
    <w:rsid w:val="00BE1AC5"/>
    <w:rsid w:val="00BE1EE5"/>
    <w:rsid w:val="00BE71A9"/>
    <w:rsid w:val="00BF010E"/>
    <w:rsid w:val="00BF0215"/>
    <w:rsid w:val="00BF0FD6"/>
    <w:rsid w:val="00BF1A4E"/>
    <w:rsid w:val="00BF1CF9"/>
    <w:rsid w:val="00BF5A17"/>
    <w:rsid w:val="00BF7376"/>
    <w:rsid w:val="00BF7A9C"/>
    <w:rsid w:val="00C002BD"/>
    <w:rsid w:val="00C00E73"/>
    <w:rsid w:val="00C0121E"/>
    <w:rsid w:val="00C01F46"/>
    <w:rsid w:val="00C02FB9"/>
    <w:rsid w:val="00C0365B"/>
    <w:rsid w:val="00C03C3C"/>
    <w:rsid w:val="00C03D62"/>
    <w:rsid w:val="00C04628"/>
    <w:rsid w:val="00C06BFB"/>
    <w:rsid w:val="00C06E68"/>
    <w:rsid w:val="00C10A82"/>
    <w:rsid w:val="00C12651"/>
    <w:rsid w:val="00C1309C"/>
    <w:rsid w:val="00C130A8"/>
    <w:rsid w:val="00C1431B"/>
    <w:rsid w:val="00C148CE"/>
    <w:rsid w:val="00C14D27"/>
    <w:rsid w:val="00C15EDC"/>
    <w:rsid w:val="00C1660C"/>
    <w:rsid w:val="00C2083A"/>
    <w:rsid w:val="00C20C3C"/>
    <w:rsid w:val="00C20C58"/>
    <w:rsid w:val="00C20C80"/>
    <w:rsid w:val="00C23C3E"/>
    <w:rsid w:val="00C25425"/>
    <w:rsid w:val="00C27CF2"/>
    <w:rsid w:val="00C27EBB"/>
    <w:rsid w:val="00C316A6"/>
    <w:rsid w:val="00C327DF"/>
    <w:rsid w:val="00C342AA"/>
    <w:rsid w:val="00C34ECE"/>
    <w:rsid w:val="00C35F71"/>
    <w:rsid w:val="00C403AE"/>
    <w:rsid w:val="00C4086A"/>
    <w:rsid w:val="00C40D2D"/>
    <w:rsid w:val="00C425C3"/>
    <w:rsid w:val="00C45A28"/>
    <w:rsid w:val="00C46539"/>
    <w:rsid w:val="00C46994"/>
    <w:rsid w:val="00C47045"/>
    <w:rsid w:val="00C47EB3"/>
    <w:rsid w:val="00C50240"/>
    <w:rsid w:val="00C5177D"/>
    <w:rsid w:val="00C51ED0"/>
    <w:rsid w:val="00C52361"/>
    <w:rsid w:val="00C52669"/>
    <w:rsid w:val="00C53B93"/>
    <w:rsid w:val="00C54E38"/>
    <w:rsid w:val="00C55B51"/>
    <w:rsid w:val="00C56475"/>
    <w:rsid w:val="00C573B2"/>
    <w:rsid w:val="00C57C2B"/>
    <w:rsid w:val="00C605C8"/>
    <w:rsid w:val="00C60E36"/>
    <w:rsid w:val="00C61699"/>
    <w:rsid w:val="00C6179C"/>
    <w:rsid w:val="00C61F8B"/>
    <w:rsid w:val="00C622A4"/>
    <w:rsid w:val="00C62593"/>
    <w:rsid w:val="00C6299E"/>
    <w:rsid w:val="00C6328F"/>
    <w:rsid w:val="00C633A6"/>
    <w:rsid w:val="00C63B0C"/>
    <w:rsid w:val="00C63E31"/>
    <w:rsid w:val="00C6438B"/>
    <w:rsid w:val="00C6510E"/>
    <w:rsid w:val="00C652C1"/>
    <w:rsid w:val="00C65701"/>
    <w:rsid w:val="00C65884"/>
    <w:rsid w:val="00C65F2D"/>
    <w:rsid w:val="00C660C4"/>
    <w:rsid w:val="00C6631E"/>
    <w:rsid w:val="00C66695"/>
    <w:rsid w:val="00C66B7B"/>
    <w:rsid w:val="00C67B23"/>
    <w:rsid w:val="00C67D6D"/>
    <w:rsid w:val="00C700F2"/>
    <w:rsid w:val="00C70D93"/>
    <w:rsid w:val="00C70FB3"/>
    <w:rsid w:val="00C7103D"/>
    <w:rsid w:val="00C715EC"/>
    <w:rsid w:val="00C71A73"/>
    <w:rsid w:val="00C71E20"/>
    <w:rsid w:val="00C71EC2"/>
    <w:rsid w:val="00C72EF2"/>
    <w:rsid w:val="00C735AE"/>
    <w:rsid w:val="00C754A7"/>
    <w:rsid w:val="00C75988"/>
    <w:rsid w:val="00C761E2"/>
    <w:rsid w:val="00C76C7E"/>
    <w:rsid w:val="00C7728B"/>
    <w:rsid w:val="00C778D3"/>
    <w:rsid w:val="00C77AAC"/>
    <w:rsid w:val="00C77FBB"/>
    <w:rsid w:val="00C80671"/>
    <w:rsid w:val="00C82912"/>
    <w:rsid w:val="00C8471B"/>
    <w:rsid w:val="00C8556B"/>
    <w:rsid w:val="00C857F6"/>
    <w:rsid w:val="00C8581F"/>
    <w:rsid w:val="00C86A26"/>
    <w:rsid w:val="00C87113"/>
    <w:rsid w:val="00C873BA"/>
    <w:rsid w:val="00C905DA"/>
    <w:rsid w:val="00C91E30"/>
    <w:rsid w:val="00C94C27"/>
    <w:rsid w:val="00C94E4F"/>
    <w:rsid w:val="00C9527E"/>
    <w:rsid w:val="00C965AC"/>
    <w:rsid w:val="00C971A9"/>
    <w:rsid w:val="00CA0F13"/>
    <w:rsid w:val="00CA1F10"/>
    <w:rsid w:val="00CA2850"/>
    <w:rsid w:val="00CA3183"/>
    <w:rsid w:val="00CA458B"/>
    <w:rsid w:val="00CA57C4"/>
    <w:rsid w:val="00CA5F51"/>
    <w:rsid w:val="00CA619B"/>
    <w:rsid w:val="00CA6D8A"/>
    <w:rsid w:val="00CA7EC7"/>
    <w:rsid w:val="00CB26A6"/>
    <w:rsid w:val="00CB296A"/>
    <w:rsid w:val="00CB2C92"/>
    <w:rsid w:val="00CB3D45"/>
    <w:rsid w:val="00CB426A"/>
    <w:rsid w:val="00CB4DA9"/>
    <w:rsid w:val="00CB507C"/>
    <w:rsid w:val="00CB5D55"/>
    <w:rsid w:val="00CB5DCC"/>
    <w:rsid w:val="00CB7029"/>
    <w:rsid w:val="00CB7605"/>
    <w:rsid w:val="00CB7FF7"/>
    <w:rsid w:val="00CC01F3"/>
    <w:rsid w:val="00CC1A49"/>
    <w:rsid w:val="00CC1C05"/>
    <w:rsid w:val="00CC2A61"/>
    <w:rsid w:val="00CC3288"/>
    <w:rsid w:val="00CC3A15"/>
    <w:rsid w:val="00CC500A"/>
    <w:rsid w:val="00CC51FC"/>
    <w:rsid w:val="00CC5422"/>
    <w:rsid w:val="00CD0804"/>
    <w:rsid w:val="00CD11D1"/>
    <w:rsid w:val="00CD1311"/>
    <w:rsid w:val="00CD1DA2"/>
    <w:rsid w:val="00CD7505"/>
    <w:rsid w:val="00CE0911"/>
    <w:rsid w:val="00CE1536"/>
    <w:rsid w:val="00CE6A82"/>
    <w:rsid w:val="00CE7B98"/>
    <w:rsid w:val="00CF06EA"/>
    <w:rsid w:val="00CF088A"/>
    <w:rsid w:val="00CF2BB4"/>
    <w:rsid w:val="00CF3155"/>
    <w:rsid w:val="00CF411C"/>
    <w:rsid w:val="00CF4734"/>
    <w:rsid w:val="00CF4FC6"/>
    <w:rsid w:val="00CF7893"/>
    <w:rsid w:val="00D004A6"/>
    <w:rsid w:val="00D02152"/>
    <w:rsid w:val="00D04125"/>
    <w:rsid w:val="00D04FAD"/>
    <w:rsid w:val="00D0604A"/>
    <w:rsid w:val="00D10D96"/>
    <w:rsid w:val="00D12945"/>
    <w:rsid w:val="00D17F7D"/>
    <w:rsid w:val="00D2055F"/>
    <w:rsid w:val="00D20AA0"/>
    <w:rsid w:val="00D2205F"/>
    <w:rsid w:val="00D220EB"/>
    <w:rsid w:val="00D22688"/>
    <w:rsid w:val="00D239AC"/>
    <w:rsid w:val="00D248A7"/>
    <w:rsid w:val="00D26389"/>
    <w:rsid w:val="00D26EDE"/>
    <w:rsid w:val="00D26EF7"/>
    <w:rsid w:val="00D26F99"/>
    <w:rsid w:val="00D2728C"/>
    <w:rsid w:val="00D3008A"/>
    <w:rsid w:val="00D310F5"/>
    <w:rsid w:val="00D339A3"/>
    <w:rsid w:val="00D34F42"/>
    <w:rsid w:val="00D40CBC"/>
    <w:rsid w:val="00D40DF7"/>
    <w:rsid w:val="00D40F53"/>
    <w:rsid w:val="00D45459"/>
    <w:rsid w:val="00D45D51"/>
    <w:rsid w:val="00D45E22"/>
    <w:rsid w:val="00D45FBD"/>
    <w:rsid w:val="00D46462"/>
    <w:rsid w:val="00D47F71"/>
    <w:rsid w:val="00D50300"/>
    <w:rsid w:val="00D50D74"/>
    <w:rsid w:val="00D51354"/>
    <w:rsid w:val="00D527D3"/>
    <w:rsid w:val="00D52DD5"/>
    <w:rsid w:val="00D54D34"/>
    <w:rsid w:val="00D55A51"/>
    <w:rsid w:val="00D55B51"/>
    <w:rsid w:val="00D5776A"/>
    <w:rsid w:val="00D579E5"/>
    <w:rsid w:val="00D6036E"/>
    <w:rsid w:val="00D604E4"/>
    <w:rsid w:val="00D60FE9"/>
    <w:rsid w:val="00D614A7"/>
    <w:rsid w:val="00D618BB"/>
    <w:rsid w:val="00D62394"/>
    <w:rsid w:val="00D6270F"/>
    <w:rsid w:val="00D63074"/>
    <w:rsid w:val="00D63B84"/>
    <w:rsid w:val="00D647D0"/>
    <w:rsid w:val="00D6519A"/>
    <w:rsid w:val="00D65468"/>
    <w:rsid w:val="00D6685F"/>
    <w:rsid w:val="00D6689A"/>
    <w:rsid w:val="00D700CE"/>
    <w:rsid w:val="00D7060F"/>
    <w:rsid w:val="00D70920"/>
    <w:rsid w:val="00D735B8"/>
    <w:rsid w:val="00D749A9"/>
    <w:rsid w:val="00D749EF"/>
    <w:rsid w:val="00D74A5A"/>
    <w:rsid w:val="00D7514C"/>
    <w:rsid w:val="00D751B7"/>
    <w:rsid w:val="00D753A2"/>
    <w:rsid w:val="00D75AE9"/>
    <w:rsid w:val="00D76A3C"/>
    <w:rsid w:val="00D772C7"/>
    <w:rsid w:val="00D802A9"/>
    <w:rsid w:val="00D807F9"/>
    <w:rsid w:val="00D80E1D"/>
    <w:rsid w:val="00D8299A"/>
    <w:rsid w:val="00D82AD5"/>
    <w:rsid w:val="00D82DE5"/>
    <w:rsid w:val="00D82E3E"/>
    <w:rsid w:val="00D8468C"/>
    <w:rsid w:val="00D84A4C"/>
    <w:rsid w:val="00D84F67"/>
    <w:rsid w:val="00D8651B"/>
    <w:rsid w:val="00D86922"/>
    <w:rsid w:val="00D86DE2"/>
    <w:rsid w:val="00D900D6"/>
    <w:rsid w:val="00D91CDB"/>
    <w:rsid w:val="00D92414"/>
    <w:rsid w:val="00D92A06"/>
    <w:rsid w:val="00D92C64"/>
    <w:rsid w:val="00D92E28"/>
    <w:rsid w:val="00D93830"/>
    <w:rsid w:val="00D93E36"/>
    <w:rsid w:val="00D93FF9"/>
    <w:rsid w:val="00D9417B"/>
    <w:rsid w:val="00D9459C"/>
    <w:rsid w:val="00D945F4"/>
    <w:rsid w:val="00D95129"/>
    <w:rsid w:val="00D96872"/>
    <w:rsid w:val="00D97536"/>
    <w:rsid w:val="00DA0C4A"/>
    <w:rsid w:val="00DA0F00"/>
    <w:rsid w:val="00DA12B9"/>
    <w:rsid w:val="00DA15C6"/>
    <w:rsid w:val="00DA25B7"/>
    <w:rsid w:val="00DA260E"/>
    <w:rsid w:val="00DA2987"/>
    <w:rsid w:val="00DA299B"/>
    <w:rsid w:val="00DA3615"/>
    <w:rsid w:val="00DA370D"/>
    <w:rsid w:val="00DA48EF"/>
    <w:rsid w:val="00DA4999"/>
    <w:rsid w:val="00DA5F7A"/>
    <w:rsid w:val="00DA5F90"/>
    <w:rsid w:val="00DA61E0"/>
    <w:rsid w:val="00DA7D74"/>
    <w:rsid w:val="00DB01CD"/>
    <w:rsid w:val="00DB08F5"/>
    <w:rsid w:val="00DB0C78"/>
    <w:rsid w:val="00DB1854"/>
    <w:rsid w:val="00DB1D91"/>
    <w:rsid w:val="00DB238E"/>
    <w:rsid w:val="00DB3290"/>
    <w:rsid w:val="00DB3807"/>
    <w:rsid w:val="00DB3C71"/>
    <w:rsid w:val="00DB456D"/>
    <w:rsid w:val="00DB4F78"/>
    <w:rsid w:val="00DB5C83"/>
    <w:rsid w:val="00DB5D2F"/>
    <w:rsid w:val="00DB730D"/>
    <w:rsid w:val="00DB7F21"/>
    <w:rsid w:val="00DC1A05"/>
    <w:rsid w:val="00DC2EC1"/>
    <w:rsid w:val="00DC3551"/>
    <w:rsid w:val="00DC530A"/>
    <w:rsid w:val="00DC6954"/>
    <w:rsid w:val="00DC6DC2"/>
    <w:rsid w:val="00DC6E2F"/>
    <w:rsid w:val="00DD0F16"/>
    <w:rsid w:val="00DD1D5B"/>
    <w:rsid w:val="00DD3814"/>
    <w:rsid w:val="00DD4E8D"/>
    <w:rsid w:val="00DD6C69"/>
    <w:rsid w:val="00DE1447"/>
    <w:rsid w:val="00DE31AD"/>
    <w:rsid w:val="00DE4E98"/>
    <w:rsid w:val="00DE55C0"/>
    <w:rsid w:val="00DE5F11"/>
    <w:rsid w:val="00DE6EC7"/>
    <w:rsid w:val="00DF077C"/>
    <w:rsid w:val="00DF197C"/>
    <w:rsid w:val="00DF2224"/>
    <w:rsid w:val="00DF41CC"/>
    <w:rsid w:val="00DF46B6"/>
    <w:rsid w:val="00DF5300"/>
    <w:rsid w:val="00DF5B01"/>
    <w:rsid w:val="00E00BA2"/>
    <w:rsid w:val="00E01B91"/>
    <w:rsid w:val="00E03946"/>
    <w:rsid w:val="00E04CF9"/>
    <w:rsid w:val="00E07EC1"/>
    <w:rsid w:val="00E10832"/>
    <w:rsid w:val="00E1107B"/>
    <w:rsid w:val="00E1133A"/>
    <w:rsid w:val="00E128D4"/>
    <w:rsid w:val="00E13557"/>
    <w:rsid w:val="00E135AA"/>
    <w:rsid w:val="00E14D9C"/>
    <w:rsid w:val="00E169B5"/>
    <w:rsid w:val="00E177ED"/>
    <w:rsid w:val="00E17A4D"/>
    <w:rsid w:val="00E17C34"/>
    <w:rsid w:val="00E208B0"/>
    <w:rsid w:val="00E2154B"/>
    <w:rsid w:val="00E22BDD"/>
    <w:rsid w:val="00E22DEE"/>
    <w:rsid w:val="00E233B5"/>
    <w:rsid w:val="00E2378E"/>
    <w:rsid w:val="00E238A2"/>
    <w:rsid w:val="00E24A3A"/>
    <w:rsid w:val="00E24A90"/>
    <w:rsid w:val="00E27502"/>
    <w:rsid w:val="00E30CB2"/>
    <w:rsid w:val="00E324B3"/>
    <w:rsid w:val="00E326EF"/>
    <w:rsid w:val="00E3289B"/>
    <w:rsid w:val="00E333AC"/>
    <w:rsid w:val="00E33C8A"/>
    <w:rsid w:val="00E3452E"/>
    <w:rsid w:val="00E356B3"/>
    <w:rsid w:val="00E3613D"/>
    <w:rsid w:val="00E368E7"/>
    <w:rsid w:val="00E36F69"/>
    <w:rsid w:val="00E37997"/>
    <w:rsid w:val="00E400CE"/>
    <w:rsid w:val="00E424AD"/>
    <w:rsid w:val="00E42F0E"/>
    <w:rsid w:val="00E43CFB"/>
    <w:rsid w:val="00E44947"/>
    <w:rsid w:val="00E44EA2"/>
    <w:rsid w:val="00E45220"/>
    <w:rsid w:val="00E45A33"/>
    <w:rsid w:val="00E45CF3"/>
    <w:rsid w:val="00E46FC1"/>
    <w:rsid w:val="00E47B02"/>
    <w:rsid w:val="00E50336"/>
    <w:rsid w:val="00E512BE"/>
    <w:rsid w:val="00E515D9"/>
    <w:rsid w:val="00E52E03"/>
    <w:rsid w:val="00E533B6"/>
    <w:rsid w:val="00E53D2A"/>
    <w:rsid w:val="00E556A6"/>
    <w:rsid w:val="00E56A72"/>
    <w:rsid w:val="00E57134"/>
    <w:rsid w:val="00E57138"/>
    <w:rsid w:val="00E57CAF"/>
    <w:rsid w:val="00E607E6"/>
    <w:rsid w:val="00E60939"/>
    <w:rsid w:val="00E64812"/>
    <w:rsid w:val="00E65063"/>
    <w:rsid w:val="00E66720"/>
    <w:rsid w:val="00E708E6"/>
    <w:rsid w:val="00E70FF4"/>
    <w:rsid w:val="00E7143E"/>
    <w:rsid w:val="00E71B44"/>
    <w:rsid w:val="00E73379"/>
    <w:rsid w:val="00E74A3E"/>
    <w:rsid w:val="00E74DD3"/>
    <w:rsid w:val="00E75BC1"/>
    <w:rsid w:val="00E761B5"/>
    <w:rsid w:val="00E7620B"/>
    <w:rsid w:val="00E77316"/>
    <w:rsid w:val="00E77BCF"/>
    <w:rsid w:val="00E80539"/>
    <w:rsid w:val="00E822C2"/>
    <w:rsid w:val="00E833B1"/>
    <w:rsid w:val="00E8447C"/>
    <w:rsid w:val="00E85A20"/>
    <w:rsid w:val="00E86A4A"/>
    <w:rsid w:val="00E87D65"/>
    <w:rsid w:val="00E9004A"/>
    <w:rsid w:val="00E90D42"/>
    <w:rsid w:val="00E91A4D"/>
    <w:rsid w:val="00E93D56"/>
    <w:rsid w:val="00E94860"/>
    <w:rsid w:val="00E9664D"/>
    <w:rsid w:val="00E96B31"/>
    <w:rsid w:val="00E9737B"/>
    <w:rsid w:val="00E979F1"/>
    <w:rsid w:val="00EA0321"/>
    <w:rsid w:val="00EA12F7"/>
    <w:rsid w:val="00EA2EF3"/>
    <w:rsid w:val="00EA488B"/>
    <w:rsid w:val="00EA5272"/>
    <w:rsid w:val="00EA5E95"/>
    <w:rsid w:val="00EA6164"/>
    <w:rsid w:val="00EA61B8"/>
    <w:rsid w:val="00EA7623"/>
    <w:rsid w:val="00EB2F38"/>
    <w:rsid w:val="00EB2FFB"/>
    <w:rsid w:val="00EB329D"/>
    <w:rsid w:val="00EB3C6B"/>
    <w:rsid w:val="00EB54F9"/>
    <w:rsid w:val="00EB5785"/>
    <w:rsid w:val="00EB776D"/>
    <w:rsid w:val="00EB77A1"/>
    <w:rsid w:val="00EC0327"/>
    <w:rsid w:val="00EC1DFA"/>
    <w:rsid w:val="00EC2684"/>
    <w:rsid w:val="00EC3D1B"/>
    <w:rsid w:val="00EC484A"/>
    <w:rsid w:val="00EC54A8"/>
    <w:rsid w:val="00EC597A"/>
    <w:rsid w:val="00EC6F0E"/>
    <w:rsid w:val="00ED02CF"/>
    <w:rsid w:val="00ED04B2"/>
    <w:rsid w:val="00ED072B"/>
    <w:rsid w:val="00ED2602"/>
    <w:rsid w:val="00ED37BE"/>
    <w:rsid w:val="00ED4480"/>
    <w:rsid w:val="00ED4E29"/>
    <w:rsid w:val="00ED6262"/>
    <w:rsid w:val="00ED6B48"/>
    <w:rsid w:val="00ED6E7A"/>
    <w:rsid w:val="00EE09FC"/>
    <w:rsid w:val="00EE25B4"/>
    <w:rsid w:val="00EE2DA9"/>
    <w:rsid w:val="00EE2E57"/>
    <w:rsid w:val="00EE2FAC"/>
    <w:rsid w:val="00EE39CF"/>
    <w:rsid w:val="00EE456D"/>
    <w:rsid w:val="00EE54B8"/>
    <w:rsid w:val="00EE563D"/>
    <w:rsid w:val="00EE5711"/>
    <w:rsid w:val="00EE5ACC"/>
    <w:rsid w:val="00EF0EAE"/>
    <w:rsid w:val="00EF13DD"/>
    <w:rsid w:val="00EF1953"/>
    <w:rsid w:val="00EF2C29"/>
    <w:rsid w:val="00EF3BBE"/>
    <w:rsid w:val="00EF47DB"/>
    <w:rsid w:val="00EF4840"/>
    <w:rsid w:val="00EF48BA"/>
    <w:rsid w:val="00EF4BC3"/>
    <w:rsid w:val="00EF57C0"/>
    <w:rsid w:val="00EF5B8B"/>
    <w:rsid w:val="00EF7AFC"/>
    <w:rsid w:val="00EF7C6E"/>
    <w:rsid w:val="00F001A8"/>
    <w:rsid w:val="00F004A5"/>
    <w:rsid w:val="00F00CA2"/>
    <w:rsid w:val="00F010F7"/>
    <w:rsid w:val="00F01273"/>
    <w:rsid w:val="00F0178C"/>
    <w:rsid w:val="00F01CC5"/>
    <w:rsid w:val="00F02559"/>
    <w:rsid w:val="00F02764"/>
    <w:rsid w:val="00F031BC"/>
    <w:rsid w:val="00F0360F"/>
    <w:rsid w:val="00F03E20"/>
    <w:rsid w:val="00F05791"/>
    <w:rsid w:val="00F06384"/>
    <w:rsid w:val="00F11594"/>
    <w:rsid w:val="00F12EA3"/>
    <w:rsid w:val="00F1510B"/>
    <w:rsid w:val="00F15282"/>
    <w:rsid w:val="00F15CD3"/>
    <w:rsid w:val="00F16098"/>
    <w:rsid w:val="00F16D73"/>
    <w:rsid w:val="00F174E5"/>
    <w:rsid w:val="00F21AA9"/>
    <w:rsid w:val="00F22A2F"/>
    <w:rsid w:val="00F23115"/>
    <w:rsid w:val="00F23E19"/>
    <w:rsid w:val="00F23E1C"/>
    <w:rsid w:val="00F249F4"/>
    <w:rsid w:val="00F25006"/>
    <w:rsid w:val="00F259D9"/>
    <w:rsid w:val="00F26170"/>
    <w:rsid w:val="00F26DD1"/>
    <w:rsid w:val="00F271AD"/>
    <w:rsid w:val="00F27D9F"/>
    <w:rsid w:val="00F3053C"/>
    <w:rsid w:val="00F30FF8"/>
    <w:rsid w:val="00F31681"/>
    <w:rsid w:val="00F3270C"/>
    <w:rsid w:val="00F34EB4"/>
    <w:rsid w:val="00F35AE7"/>
    <w:rsid w:val="00F40B93"/>
    <w:rsid w:val="00F41D1A"/>
    <w:rsid w:val="00F42064"/>
    <w:rsid w:val="00F428EA"/>
    <w:rsid w:val="00F440B7"/>
    <w:rsid w:val="00F44BDC"/>
    <w:rsid w:val="00F45F97"/>
    <w:rsid w:val="00F46F5D"/>
    <w:rsid w:val="00F472B4"/>
    <w:rsid w:val="00F47502"/>
    <w:rsid w:val="00F534F9"/>
    <w:rsid w:val="00F53C76"/>
    <w:rsid w:val="00F53F39"/>
    <w:rsid w:val="00F557A7"/>
    <w:rsid w:val="00F5668A"/>
    <w:rsid w:val="00F56F36"/>
    <w:rsid w:val="00F57B5F"/>
    <w:rsid w:val="00F57B80"/>
    <w:rsid w:val="00F62B79"/>
    <w:rsid w:val="00F62FD6"/>
    <w:rsid w:val="00F644B4"/>
    <w:rsid w:val="00F6477A"/>
    <w:rsid w:val="00F65F8C"/>
    <w:rsid w:val="00F663E5"/>
    <w:rsid w:val="00F66508"/>
    <w:rsid w:val="00F66562"/>
    <w:rsid w:val="00F72987"/>
    <w:rsid w:val="00F72A02"/>
    <w:rsid w:val="00F72E4F"/>
    <w:rsid w:val="00F72EFE"/>
    <w:rsid w:val="00F73C8C"/>
    <w:rsid w:val="00F754B1"/>
    <w:rsid w:val="00F80207"/>
    <w:rsid w:val="00F802F3"/>
    <w:rsid w:val="00F80A9F"/>
    <w:rsid w:val="00F810AB"/>
    <w:rsid w:val="00F82D00"/>
    <w:rsid w:val="00F847B5"/>
    <w:rsid w:val="00F8533B"/>
    <w:rsid w:val="00F8560B"/>
    <w:rsid w:val="00F85867"/>
    <w:rsid w:val="00F85D67"/>
    <w:rsid w:val="00F86661"/>
    <w:rsid w:val="00F8749D"/>
    <w:rsid w:val="00F87FD9"/>
    <w:rsid w:val="00F925B2"/>
    <w:rsid w:val="00F9595A"/>
    <w:rsid w:val="00F965EC"/>
    <w:rsid w:val="00F966B1"/>
    <w:rsid w:val="00F97079"/>
    <w:rsid w:val="00F97E47"/>
    <w:rsid w:val="00F97F21"/>
    <w:rsid w:val="00FA089B"/>
    <w:rsid w:val="00FA1CB0"/>
    <w:rsid w:val="00FA1F4E"/>
    <w:rsid w:val="00FA2DDB"/>
    <w:rsid w:val="00FA31A9"/>
    <w:rsid w:val="00FA3D06"/>
    <w:rsid w:val="00FA416D"/>
    <w:rsid w:val="00FA43E4"/>
    <w:rsid w:val="00FA4900"/>
    <w:rsid w:val="00FA57C2"/>
    <w:rsid w:val="00FA6469"/>
    <w:rsid w:val="00FA708E"/>
    <w:rsid w:val="00FA7D63"/>
    <w:rsid w:val="00FB0ABD"/>
    <w:rsid w:val="00FB1158"/>
    <w:rsid w:val="00FB1768"/>
    <w:rsid w:val="00FB18FE"/>
    <w:rsid w:val="00FB2110"/>
    <w:rsid w:val="00FB3F24"/>
    <w:rsid w:val="00FB404B"/>
    <w:rsid w:val="00FB47FE"/>
    <w:rsid w:val="00FB488E"/>
    <w:rsid w:val="00FB48EE"/>
    <w:rsid w:val="00FB6396"/>
    <w:rsid w:val="00FB795B"/>
    <w:rsid w:val="00FB7C3D"/>
    <w:rsid w:val="00FB7E5A"/>
    <w:rsid w:val="00FC05BD"/>
    <w:rsid w:val="00FC1FB4"/>
    <w:rsid w:val="00FC33DF"/>
    <w:rsid w:val="00FC3606"/>
    <w:rsid w:val="00FC3707"/>
    <w:rsid w:val="00FC3ACA"/>
    <w:rsid w:val="00FC5C0C"/>
    <w:rsid w:val="00FC7543"/>
    <w:rsid w:val="00FD056D"/>
    <w:rsid w:val="00FD0B96"/>
    <w:rsid w:val="00FD1444"/>
    <w:rsid w:val="00FD268D"/>
    <w:rsid w:val="00FD2D49"/>
    <w:rsid w:val="00FD35AF"/>
    <w:rsid w:val="00FD3818"/>
    <w:rsid w:val="00FD49BD"/>
    <w:rsid w:val="00FD4C1C"/>
    <w:rsid w:val="00FD556F"/>
    <w:rsid w:val="00FD6875"/>
    <w:rsid w:val="00FD7300"/>
    <w:rsid w:val="00FE0A19"/>
    <w:rsid w:val="00FE0A3C"/>
    <w:rsid w:val="00FE0AD0"/>
    <w:rsid w:val="00FE121E"/>
    <w:rsid w:val="00FE1254"/>
    <w:rsid w:val="00FE1A9E"/>
    <w:rsid w:val="00FE4D70"/>
    <w:rsid w:val="00FE4E7E"/>
    <w:rsid w:val="00FE55E8"/>
    <w:rsid w:val="00FE64BC"/>
    <w:rsid w:val="00FE75FA"/>
    <w:rsid w:val="00FE7707"/>
    <w:rsid w:val="00FF13C8"/>
    <w:rsid w:val="00FF1FD3"/>
    <w:rsid w:val="00FF2020"/>
    <w:rsid w:val="00FF23A5"/>
    <w:rsid w:val="00FF2B5E"/>
    <w:rsid w:val="00FF3E12"/>
    <w:rsid w:val="00FF4427"/>
    <w:rsid w:val="00FF4F6E"/>
    <w:rsid w:val="00FF5315"/>
    <w:rsid w:val="00FF549C"/>
    <w:rsid w:val="00FF6000"/>
    <w:rsid w:val="00FF78BD"/>
    <w:rsid w:val="00FF79C9"/>
    <w:rsid w:val="00FF7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E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83E6A"/>
    <w:pPr>
      <w:spacing w:after="150"/>
    </w:pPr>
  </w:style>
  <w:style w:type="character" w:styleId="Strong">
    <w:name w:val="Strong"/>
    <w:basedOn w:val="DefaultParagraphFont"/>
    <w:uiPriority w:val="99"/>
    <w:qFormat/>
    <w:rsid w:val="00983E6A"/>
    <w:rPr>
      <w:rFonts w:cs="Times New Roman"/>
      <w:b/>
      <w:bCs/>
    </w:rPr>
  </w:style>
  <w:style w:type="paragraph" w:customStyle="1" w:styleId="ConsPlusNonformat">
    <w:name w:val="ConsPlusNonformat"/>
    <w:uiPriority w:val="99"/>
    <w:rsid w:val="00983E6A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</TotalTime>
  <Pages>4</Pages>
  <Words>625</Words>
  <Characters>3567</Characters>
  <Application>Microsoft Office Outlook</Application>
  <DocSecurity>0</DocSecurity>
  <Lines>0</Lines>
  <Paragraphs>0</Paragraphs>
  <ScaleCrop>false</ScaleCrop>
  <Company>Здрав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имуществе, принадлежащем на праве собственности, об обязательствах имущественного характера руководителей муниципальных бюджетных учреждений здравоохранения города Ачинска, а также сведения о доходах, об имуществе и обязательствах </dc:title>
  <dc:subject/>
  <dc:creator>Здрав</dc:creator>
  <cp:keywords/>
  <dc:description/>
  <cp:lastModifiedBy>User</cp:lastModifiedBy>
  <cp:revision>10</cp:revision>
  <dcterms:created xsi:type="dcterms:W3CDTF">2013-07-04T06:19:00Z</dcterms:created>
  <dcterms:modified xsi:type="dcterms:W3CDTF">2013-07-08T07:18:00Z</dcterms:modified>
</cp:coreProperties>
</file>