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FF1" w:rsidRDefault="003F2FF1" w:rsidP="003F2FF1">
      <w:pPr>
        <w:spacing w:after="0" w:line="240" w:lineRule="auto"/>
      </w:pPr>
    </w:p>
    <w:p w:rsidR="003F2FF1" w:rsidRPr="00891364" w:rsidRDefault="003F2FF1" w:rsidP="003F2FF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91364">
        <w:rPr>
          <w:rFonts w:ascii="Times New Roman" w:hAnsi="Times New Roman" w:cs="Times New Roman"/>
          <w:sz w:val="24"/>
          <w:szCs w:val="24"/>
        </w:rPr>
        <w:t>СВЕДЕНИЯ</w:t>
      </w:r>
    </w:p>
    <w:p w:rsidR="003F2FF1" w:rsidRPr="00891364" w:rsidRDefault="003F2FF1" w:rsidP="003F2FF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91364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</w:t>
      </w:r>
      <w:proofErr w:type="gramStart"/>
      <w:r w:rsidRPr="00891364">
        <w:rPr>
          <w:rFonts w:ascii="Times New Roman" w:hAnsi="Times New Roman" w:cs="Times New Roman"/>
          <w:sz w:val="24"/>
          <w:szCs w:val="24"/>
        </w:rPr>
        <w:t>имущественного</w:t>
      </w:r>
      <w:proofErr w:type="gramEnd"/>
    </w:p>
    <w:p w:rsidR="003F2FF1" w:rsidRPr="00891364" w:rsidRDefault="003F2FF1" w:rsidP="003F2FF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91364">
        <w:rPr>
          <w:rFonts w:ascii="Times New Roman" w:hAnsi="Times New Roman" w:cs="Times New Roman"/>
          <w:sz w:val="24"/>
          <w:szCs w:val="24"/>
        </w:rPr>
        <w:t xml:space="preserve">характера </w:t>
      </w:r>
      <w:proofErr w:type="gramStart"/>
      <w:r w:rsidR="00891364" w:rsidRPr="00891364">
        <w:rPr>
          <w:rFonts w:ascii="Times New Roman" w:hAnsi="Times New Roman" w:cs="Times New Roman"/>
          <w:bCs/>
          <w:sz w:val="24"/>
          <w:szCs w:val="24"/>
        </w:rPr>
        <w:t>заведующего муниципального казенного дошкольного образовательного учреждения детского сада «Уголек»</w:t>
      </w:r>
      <w:r w:rsidRPr="00891364">
        <w:rPr>
          <w:rFonts w:ascii="Times New Roman" w:hAnsi="Times New Roman" w:cs="Times New Roman"/>
          <w:sz w:val="24"/>
          <w:szCs w:val="24"/>
        </w:rPr>
        <w:t xml:space="preserve"> города Бородино (супруги (супруга), несовершеннолетних детей), подлежащие размещению в сети Интернет за 2012г.</w:t>
      </w:r>
      <w:bookmarkStart w:id="0" w:name="_GoBack"/>
      <w:bookmarkEnd w:id="0"/>
    </w:p>
    <w:p w:rsidR="003F2FF1" w:rsidRPr="00891364" w:rsidRDefault="003F2FF1" w:rsidP="003F2FF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3F2FF1" w:rsidRPr="00FB2678" w:rsidTr="000E5DED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 xml:space="preserve">Фамилия, имя, отчество </w:t>
            </w:r>
            <w:proofErr w:type="gramEnd"/>
            <w:r w:rsidRPr="00FB2678">
              <w:rPr>
                <w:sz w:val="18"/>
                <w:szCs w:val="18"/>
              </w:rPr>
              <w:t>руководителя муниципального учреждения г</w:t>
            </w:r>
            <w:proofErr w:type="gramStart"/>
            <w:r w:rsidRPr="00FB2678">
              <w:rPr>
                <w:sz w:val="18"/>
                <w:szCs w:val="18"/>
              </w:rPr>
              <w:t>.Б</w:t>
            </w:r>
            <w:proofErr w:type="gramEnd"/>
            <w:r w:rsidRPr="00FB2678">
              <w:rPr>
                <w:sz w:val="18"/>
                <w:szCs w:val="18"/>
              </w:rPr>
              <w:t>ородино</w:t>
            </w:r>
          </w:p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Pr="00F81258">
              <w:rPr>
                <w:sz w:val="18"/>
                <w:szCs w:val="18"/>
                <w:u w:val="single"/>
              </w:rPr>
              <w:t>_12__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3F2FF1" w:rsidRPr="00FB2678" w:rsidTr="000E5DED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3F2FF1" w:rsidRPr="00FB2678" w:rsidRDefault="003F2FF1" w:rsidP="000E5DED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3F2FF1" w:rsidRPr="00FB2678" w:rsidTr="000E5DED">
        <w:tc>
          <w:tcPr>
            <w:tcW w:w="2448" w:type="dxa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МКДОУ «Уголек»</w:t>
            </w:r>
          </w:p>
        </w:tc>
        <w:tc>
          <w:tcPr>
            <w:tcW w:w="2340" w:type="dxa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Пугачева Галина Аркадьевна</w:t>
            </w:r>
          </w:p>
        </w:tc>
        <w:tc>
          <w:tcPr>
            <w:tcW w:w="1326" w:type="dxa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305 872,74</w:t>
            </w:r>
          </w:p>
        </w:tc>
        <w:tc>
          <w:tcPr>
            <w:tcW w:w="1194" w:type="dxa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  <w:tr w:rsidR="003F2FF1" w:rsidRPr="00FB2678" w:rsidTr="000E5DED">
        <w:tc>
          <w:tcPr>
            <w:tcW w:w="2448" w:type="dxa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2340" w:type="dxa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Пугачев Геннадий Константинович</w:t>
            </w:r>
          </w:p>
        </w:tc>
        <w:tc>
          <w:tcPr>
            <w:tcW w:w="1326" w:type="dxa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125 672,03</w:t>
            </w:r>
          </w:p>
        </w:tc>
        <w:tc>
          <w:tcPr>
            <w:tcW w:w="1194" w:type="dxa"/>
            <w:shd w:val="clear" w:color="auto" w:fill="auto"/>
          </w:tcPr>
          <w:p w:rsidR="003F2FF1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  <w:p w:rsidR="003F2FF1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F2FF1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3F2FF1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 кв.м.</w:t>
            </w:r>
          </w:p>
          <w:p w:rsidR="003F2FF1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F2FF1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914" w:type="dxa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Легковая машина жигули 9</w:t>
            </w:r>
          </w:p>
        </w:tc>
        <w:tc>
          <w:tcPr>
            <w:tcW w:w="1146" w:type="dxa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3F2FF1" w:rsidRPr="00FB2678" w:rsidRDefault="003F2FF1" w:rsidP="000E5DED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</w:tbl>
    <w:p w:rsidR="003F2FF1" w:rsidRDefault="003F2FF1" w:rsidP="003F2FF1">
      <w:pPr>
        <w:pStyle w:val="ConsPlusNonformat"/>
        <w:jc w:val="center"/>
      </w:pPr>
    </w:p>
    <w:p w:rsidR="003F2FF1" w:rsidRDefault="003F2FF1" w:rsidP="003F2FF1">
      <w:pPr>
        <w:spacing w:after="0" w:line="240" w:lineRule="auto"/>
        <w:jc w:val="both"/>
      </w:pPr>
      <w:proofErr w:type="gramStart"/>
      <w:r>
        <w:t>*указывается только степень родства (супруг (супруга), несовершеннолетний сын, несовершеннолетняя дочь</w:t>
      </w:r>
      <w:proofErr w:type="gramEnd"/>
    </w:p>
    <w:p w:rsidR="003F2FF1" w:rsidRDefault="003F2FF1" w:rsidP="003F2FF1">
      <w:pPr>
        <w:spacing w:after="0" w:line="240" w:lineRule="auto"/>
      </w:pPr>
    </w:p>
    <w:p w:rsidR="001F0609" w:rsidRDefault="001F0609"/>
    <w:sectPr w:rsidR="001F0609" w:rsidSect="00A71D2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5EF7"/>
    <w:rsid w:val="0000283E"/>
    <w:rsid w:val="00010586"/>
    <w:rsid w:val="0001223C"/>
    <w:rsid w:val="00013975"/>
    <w:rsid w:val="000150A6"/>
    <w:rsid w:val="0002276F"/>
    <w:rsid w:val="0003240B"/>
    <w:rsid w:val="00037590"/>
    <w:rsid w:val="00042B11"/>
    <w:rsid w:val="0005070F"/>
    <w:rsid w:val="00063EC5"/>
    <w:rsid w:val="0006435B"/>
    <w:rsid w:val="000708D8"/>
    <w:rsid w:val="00077F6D"/>
    <w:rsid w:val="00086A2D"/>
    <w:rsid w:val="000A33D7"/>
    <w:rsid w:val="000A4D96"/>
    <w:rsid w:val="000A53A3"/>
    <w:rsid w:val="000C2A7A"/>
    <w:rsid w:val="000C61C1"/>
    <w:rsid w:val="000C6487"/>
    <w:rsid w:val="000C75E5"/>
    <w:rsid w:val="000C79BE"/>
    <w:rsid w:val="000D1887"/>
    <w:rsid w:val="000D66AD"/>
    <w:rsid w:val="000F0882"/>
    <w:rsid w:val="000F3018"/>
    <w:rsid w:val="001001B0"/>
    <w:rsid w:val="001064CA"/>
    <w:rsid w:val="001064DE"/>
    <w:rsid w:val="001078A0"/>
    <w:rsid w:val="0011129B"/>
    <w:rsid w:val="00112C5B"/>
    <w:rsid w:val="00115331"/>
    <w:rsid w:val="0013072A"/>
    <w:rsid w:val="00143C94"/>
    <w:rsid w:val="0014406F"/>
    <w:rsid w:val="00146894"/>
    <w:rsid w:val="00146CE8"/>
    <w:rsid w:val="00154FA7"/>
    <w:rsid w:val="001614EA"/>
    <w:rsid w:val="001749E8"/>
    <w:rsid w:val="00176C66"/>
    <w:rsid w:val="00181B98"/>
    <w:rsid w:val="00192F6D"/>
    <w:rsid w:val="001A1C8F"/>
    <w:rsid w:val="001A208B"/>
    <w:rsid w:val="001A235F"/>
    <w:rsid w:val="001B3D86"/>
    <w:rsid w:val="001B4197"/>
    <w:rsid w:val="001B506A"/>
    <w:rsid w:val="001C1A97"/>
    <w:rsid w:val="001C24B7"/>
    <w:rsid w:val="001C6210"/>
    <w:rsid w:val="001C6445"/>
    <w:rsid w:val="001C68E9"/>
    <w:rsid w:val="001D53ED"/>
    <w:rsid w:val="001E0362"/>
    <w:rsid w:val="001F0609"/>
    <w:rsid w:val="002067E6"/>
    <w:rsid w:val="00207B33"/>
    <w:rsid w:val="00233EDD"/>
    <w:rsid w:val="00235531"/>
    <w:rsid w:val="002454FD"/>
    <w:rsid w:val="0025550F"/>
    <w:rsid w:val="00257906"/>
    <w:rsid w:val="002629A3"/>
    <w:rsid w:val="00265563"/>
    <w:rsid w:val="00284F8E"/>
    <w:rsid w:val="002932AE"/>
    <w:rsid w:val="00296E63"/>
    <w:rsid w:val="00297346"/>
    <w:rsid w:val="00297F27"/>
    <w:rsid w:val="002A2E58"/>
    <w:rsid w:val="002A7A9E"/>
    <w:rsid w:val="002B14B6"/>
    <w:rsid w:val="002B3EA0"/>
    <w:rsid w:val="002C6C66"/>
    <w:rsid w:val="002D5D72"/>
    <w:rsid w:val="002E0D83"/>
    <w:rsid w:val="002E2FA2"/>
    <w:rsid w:val="002E5605"/>
    <w:rsid w:val="002F12CC"/>
    <w:rsid w:val="002F1A85"/>
    <w:rsid w:val="00310238"/>
    <w:rsid w:val="003117B4"/>
    <w:rsid w:val="00316A3A"/>
    <w:rsid w:val="00316AA6"/>
    <w:rsid w:val="003178D1"/>
    <w:rsid w:val="0032138F"/>
    <w:rsid w:val="00333A8F"/>
    <w:rsid w:val="00344548"/>
    <w:rsid w:val="00344744"/>
    <w:rsid w:val="00347D6D"/>
    <w:rsid w:val="00364A1D"/>
    <w:rsid w:val="00365231"/>
    <w:rsid w:val="00367076"/>
    <w:rsid w:val="00367E6D"/>
    <w:rsid w:val="00371B85"/>
    <w:rsid w:val="00372054"/>
    <w:rsid w:val="003723F8"/>
    <w:rsid w:val="00373DDC"/>
    <w:rsid w:val="00381EC4"/>
    <w:rsid w:val="0038271B"/>
    <w:rsid w:val="0038759A"/>
    <w:rsid w:val="0039135A"/>
    <w:rsid w:val="003A63D5"/>
    <w:rsid w:val="003A6917"/>
    <w:rsid w:val="003B7385"/>
    <w:rsid w:val="003C03B3"/>
    <w:rsid w:val="003C6C6A"/>
    <w:rsid w:val="003C6EBC"/>
    <w:rsid w:val="003D0814"/>
    <w:rsid w:val="003F2FF1"/>
    <w:rsid w:val="00403654"/>
    <w:rsid w:val="00404E72"/>
    <w:rsid w:val="00415AD1"/>
    <w:rsid w:val="00416067"/>
    <w:rsid w:val="004216E8"/>
    <w:rsid w:val="004337EF"/>
    <w:rsid w:val="004354D2"/>
    <w:rsid w:val="00443314"/>
    <w:rsid w:val="004439DE"/>
    <w:rsid w:val="00443CEB"/>
    <w:rsid w:val="004525B5"/>
    <w:rsid w:val="00452ED1"/>
    <w:rsid w:val="00453320"/>
    <w:rsid w:val="00454DC4"/>
    <w:rsid w:val="004565D7"/>
    <w:rsid w:val="00462077"/>
    <w:rsid w:val="004643A2"/>
    <w:rsid w:val="00467912"/>
    <w:rsid w:val="00470E62"/>
    <w:rsid w:val="0047416A"/>
    <w:rsid w:val="004764A8"/>
    <w:rsid w:val="00481705"/>
    <w:rsid w:val="00482A91"/>
    <w:rsid w:val="00484CC6"/>
    <w:rsid w:val="00491B70"/>
    <w:rsid w:val="004A0124"/>
    <w:rsid w:val="004B4FF2"/>
    <w:rsid w:val="004C204E"/>
    <w:rsid w:val="004C42BA"/>
    <w:rsid w:val="004C62AB"/>
    <w:rsid w:val="004D2363"/>
    <w:rsid w:val="004D69F3"/>
    <w:rsid w:val="004D7C92"/>
    <w:rsid w:val="004E0021"/>
    <w:rsid w:val="004E013E"/>
    <w:rsid w:val="004F098D"/>
    <w:rsid w:val="004F26EB"/>
    <w:rsid w:val="004F4A54"/>
    <w:rsid w:val="004F7D39"/>
    <w:rsid w:val="00505478"/>
    <w:rsid w:val="0051374F"/>
    <w:rsid w:val="00514305"/>
    <w:rsid w:val="00514E75"/>
    <w:rsid w:val="00514E9A"/>
    <w:rsid w:val="00525A8D"/>
    <w:rsid w:val="00526548"/>
    <w:rsid w:val="00534C41"/>
    <w:rsid w:val="00540667"/>
    <w:rsid w:val="00546694"/>
    <w:rsid w:val="0055686B"/>
    <w:rsid w:val="005664DD"/>
    <w:rsid w:val="005672EC"/>
    <w:rsid w:val="0057035A"/>
    <w:rsid w:val="005824AA"/>
    <w:rsid w:val="00584FBB"/>
    <w:rsid w:val="00585852"/>
    <w:rsid w:val="00585C8D"/>
    <w:rsid w:val="00587558"/>
    <w:rsid w:val="00591D0E"/>
    <w:rsid w:val="005956A4"/>
    <w:rsid w:val="00595F1D"/>
    <w:rsid w:val="005B47FF"/>
    <w:rsid w:val="005C2BA2"/>
    <w:rsid w:val="005C5DCC"/>
    <w:rsid w:val="005D6CCD"/>
    <w:rsid w:val="005D759B"/>
    <w:rsid w:val="005E4FC3"/>
    <w:rsid w:val="005E75B1"/>
    <w:rsid w:val="00602421"/>
    <w:rsid w:val="00606BA8"/>
    <w:rsid w:val="0061449C"/>
    <w:rsid w:val="006165B5"/>
    <w:rsid w:val="00617E5C"/>
    <w:rsid w:val="00621E7B"/>
    <w:rsid w:val="00636138"/>
    <w:rsid w:val="00636EC6"/>
    <w:rsid w:val="006429D0"/>
    <w:rsid w:val="00645E90"/>
    <w:rsid w:val="0065048C"/>
    <w:rsid w:val="006603DE"/>
    <w:rsid w:val="006654BF"/>
    <w:rsid w:val="006705CB"/>
    <w:rsid w:val="00671200"/>
    <w:rsid w:val="00686406"/>
    <w:rsid w:val="006913BB"/>
    <w:rsid w:val="00694EC0"/>
    <w:rsid w:val="006C5C47"/>
    <w:rsid w:val="006D53CD"/>
    <w:rsid w:val="006D551A"/>
    <w:rsid w:val="006D6319"/>
    <w:rsid w:val="006E0281"/>
    <w:rsid w:val="006E5B30"/>
    <w:rsid w:val="006F1DEB"/>
    <w:rsid w:val="006F2439"/>
    <w:rsid w:val="006F4428"/>
    <w:rsid w:val="007072E8"/>
    <w:rsid w:val="007077F6"/>
    <w:rsid w:val="007341CB"/>
    <w:rsid w:val="00734F87"/>
    <w:rsid w:val="007362E7"/>
    <w:rsid w:val="00736499"/>
    <w:rsid w:val="00742986"/>
    <w:rsid w:val="00752A51"/>
    <w:rsid w:val="00753244"/>
    <w:rsid w:val="00754C48"/>
    <w:rsid w:val="00760CEB"/>
    <w:rsid w:val="0076395A"/>
    <w:rsid w:val="00775C93"/>
    <w:rsid w:val="00783D4B"/>
    <w:rsid w:val="00791B23"/>
    <w:rsid w:val="00797450"/>
    <w:rsid w:val="007A4DFE"/>
    <w:rsid w:val="007A6052"/>
    <w:rsid w:val="007B3762"/>
    <w:rsid w:val="007B62EA"/>
    <w:rsid w:val="007B70E4"/>
    <w:rsid w:val="007B7213"/>
    <w:rsid w:val="007B7534"/>
    <w:rsid w:val="007C3701"/>
    <w:rsid w:val="007C4773"/>
    <w:rsid w:val="007D3175"/>
    <w:rsid w:val="007D54F7"/>
    <w:rsid w:val="007D5BFE"/>
    <w:rsid w:val="007D636E"/>
    <w:rsid w:val="007D6A19"/>
    <w:rsid w:val="007D7C7E"/>
    <w:rsid w:val="00800612"/>
    <w:rsid w:val="00804184"/>
    <w:rsid w:val="00810F31"/>
    <w:rsid w:val="00811D50"/>
    <w:rsid w:val="0083031E"/>
    <w:rsid w:val="00830668"/>
    <w:rsid w:val="00835021"/>
    <w:rsid w:val="00840FB5"/>
    <w:rsid w:val="0084347B"/>
    <w:rsid w:val="00846770"/>
    <w:rsid w:val="00846C86"/>
    <w:rsid w:val="008502FE"/>
    <w:rsid w:val="008524AC"/>
    <w:rsid w:val="0085275E"/>
    <w:rsid w:val="00856820"/>
    <w:rsid w:val="00862918"/>
    <w:rsid w:val="0087123B"/>
    <w:rsid w:val="008734FE"/>
    <w:rsid w:val="00875B51"/>
    <w:rsid w:val="00880508"/>
    <w:rsid w:val="008878F0"/>
    <w:rsid w:val="00891364"/>
    <w:rsid w:val="00891A0F"/>
    <w:rsid w:val="00893596"/>
    <w:rsid w:val="008978C0"/>
    <w:rsid w:val="008A60A3"/>
    <w:rsid w:val="008A621F"/>
    <w:rsid w:val="008A6D73"/>
    <w:rsid w:val="008A7B8C"/>
    <w:rsid w:val="008B5F70"/>
    <w:rsid w:val="008C36C7"/>
    <w:rsid w:val="008D19EB"/>
    <w:rsid w:val="008E3621"/>
    <w:rsid w:val="008E64B1"/>
    <w:rsid w:val="008E6D25"/>
    <w:rsid w:val="008E6E7E"/>
    <w:rsid w:val="008F688E"/>
    <w:rsid w:val="00901C04"/>
    <w:rsid w:val="00901C61"/>
    <w:rsid w:val="0090209B"/>
    <w:rsid w:val="00926253"/>
    <w:rsid w:val="00940ED5"/>
    <w:rsid w:val="0094159F"/>
    <w:rsid w:val="00953035"/>
    <w:rsid w:val="009645DC"/>
    <w:rsid w:val="009655CF"/>
    <w:rsid w:val="0097180C"/>
    <w:rsid w:val="00973C6B"/>
    <w:rsid w:val="0097784D"/>
    <w:rsid w:val="00983462"/>
    <w:rsid w:val="009A2DE7"/>
    <w:rsid w:val="009A429C"/>
    <w:rsid w:val="009B09A4"/>
    <w:rsid w:val="009B225C"/>
    <w:rsid w:val="009C5EF7"/>
    <w:rsid w:val="009D4AAD"/>
    <w:rsid w:val="009D78A9"/>
    <w:rsid w:val="009E0F2B"/>
    <w:rsid w:val="009E257E"/>
    <w:rsid w:val="00A1127A"/>
    <w:rsid w:val="00A14279"/>
    <w:rsid w:val="00A22750"/>
    <w:rsid w:val="00A304D5"/>
    <w:rsid w:val="00A36DA2"/>
    <w:rsid w:val="00A416F2"/>
    <w:rsid w:val="00A57F90"/>
    <w:rsid w:val="00A6130C"/>
    <w:rsid w:val="00A62640"/>
    <w:rsid w:val="00A670AE"/>
    <w:rsid w:val="00A70AD9"/>
    <w:rsid w:val="00A745CE"/>
    <w:rsid w:val="00A760EC"/>
    <w:rsid w:val="00A77EDF"/>
    <w:rsid w:val="00A85E97"/>
    <w:rsid w:val="00A9703E"/>
    <w:rsid w:val="00A97B24"/>
    <w:rsid w:val="00AA4941"/>
    <w:rsid w:val="00AA7048"/>
    <w:rsid w:val="00AB17EB"/>
    <w:rsid w:val="00AB6724"/>
    <w:rsid w:val="00AC6C03"/>
    <w:rsid w:val="00AE4C95"/>
    <w:rsid w:val="00AE6AC4"/>
    <w:rsid w:val="00AF1B9C"/>
    <w:rsid w:val="00B041CB"/>
    <w:rsid w:val="00B079C2"/>
    <w:rsid w:val="00B11173"/>
    <w:rsid w:val="00B174A1"/>
    <w:rsid w:val="00B22544"/>
    <w:rsid w:val="00B24EEB"/>
    <w:rsid w:val="00B32DC6"/>
    <w:rsid w:val="00B35405"/>
    <w:rsid w:val="00B41222"/>
    <w:rsid w:val="00B4491F"/>
    <w:rsid w:val="00B47CF3"/>
    <w:rsid w:val="00B56718"/>
    <w:rsid w:val="00B56B28"/>
    <w:rsid w:val="00B56B3A"/>
    <w:rsid w:val="00B628A7"/>
    <w:rsid w:val="00B662E6"/>
    <w:rsid w:val="00B73F16"/>
    <w:rsid w:val="00B7705D"/>
    <w:rsid w:val="00B8253A"/>
    <w:rsid w:val="00B93536"/>
    <w:rsid w:val="00BA705A"/>
    <w:rsid w:val="00BB5740"/>
    <w:rsid w:val="00BE0090"/>
    <w:rsid w:val="00BE4D50"/>
    <w:rsid w:val="00BE55F3"/>
    <w:rsid w:val="00BE5924"/>
    <w:rsid w:val="00BE79B4"/>
    <w:rsid w:val="00BF02CF"/>
    <w:rsid w:val="00BF12A8"/>
    <w:rsid w:val="00BF23B5"/>
    <w:rsid w:val="00C01B12"/>
    <w:rsid w:val="00C02D54"/>
    <w:rsid w:val="00C1469E"/>
    <w:rsid w:val="00C15981"/>
    <w:rsid w:val="00C20665"/>
    <w:rsid w:val="00C23417"/>
    <w:rsid w:val="00C242C9"/>
    <w:rsid w:val="00C276D6"/>
    <w:rsid w:val="00C335CD"/>
    <w:rsid w:val="00C33837"/>
    <w:rsid w:val="00C339FC"/>
    <w:rsid w:val="00C41B1E"/>
    <w:rsid w:val="00C429B8"/>
    <w:rsid w:val="00C42B51"/>
    <w:rsid w:val="00C50319"/>
    <w:rsid w:val="00C50B78"/>
    <w:rsid w:val="00C527FB"/>
    <w:rsid w:val="00C53090"/>
    <w:rsid w:val="00C53436"/>
    <w:rsid w:val="00C54DD9"/>
    <w:rsid w:val="00C60B91"/>
    <w:rsid w:val="00C63C42"/>
    <w:rsid w:val="00C67F91"/>
    <w:rsid w:val="00C753E1"/>
    <w:rsid w:val="00CA048B"/>
    <w:rsid w:val="00CA18AD"/>
    <w:rsid w:val="00CA63C4"/>
    <w:rsid w:val="00CB3CAB"/>
    <w:rsid w:val="00CB50D8"/>
    <w:rsid w:val="00CD00C4"/>
    <w:rsid w:val="00CE0B65"/>
    <w:rsid w:val="00D002E9"/>
    <w:rsid w:val="00D2088B"/>
    <w:rsid w:val="00D220A4"/>
    <w:rsid w:val="00D2226C"/>
    <w:rsid w:val="00D3442E"/>
    <w:rsid w:val="00D3614E"/>
    <w:rsid w:val="00D40AF2"/>
    <w:rsid w:val="00D5090C"/>
    <w:rsid w:val="00D564A4"/>
    <w:rsid w:val="00D6177C"/>
    <w:rsid w:val="00D618F4"/>
    <w:rsid w:val="00D81C79"/>
    <w:rsid w:val="00D86084"/>
    <w:rsid w:val="00D956D2"/>
    <w:rsid w:val="00D96966"/>
    <w:rsid w:val="00D972CB"/>
    <w:rsid w:val="00DA1976"/>
    <w:rsid w:val="00DA2E12"/>
    <w:rsid w:val="00DA4C2B"/>
    <w:rsid w:val="00DA4DA1"/>
    <w:rsid w:val="00DA54E9"/>
    <w:rsid w:val="00DB107D"/>
    <w:rsid w:val="00DB5AF4"/>
    <w:rsid w:val="00DD7375"/>
    <w:rsid w:val="00DE6D08"/>
    <w:rsid w:val="00DF2F23"/>
    <w:rsid w:val="00DF382F"/>
    <w:rsid w:val="00E01D35"/>
    <w:rsid w:val="00E1206D"/>
    <w:rsid w:val="00E124AF"/>
    <w:rsid w:val="00E26952"/>
    <w:rsid w:val="00E30D45"/>
    <w:rsid w:val="00E3208C"/>
    <w:rsid w:val="00E34694"/>
    <w:rsid w:val="00E373E2"/>
    <w:rsid w:val="00E44C7B"/>
    <w:rsid w:val="00E5269C"/>
    <w:rsid w:val="00E536EE"/>
    <w:rsid w:val="00E53D9A"/>
    <w:rsid w:val="00E542BA"/>
    <w:rsid w:val="00E63290"/>
    <w:rsid w:val="00E67856"/>
    <w:rsid w:val="00E71FEE"/>
    <w:rsid w:val="00E7209E"/>
    <w:rsid w:val="00E73E28"/>
    <w:rsid w:val="00E75AE9"/>
    <w:rsid w:val="00E82CA1"/>
    <w:rsid w:val="00E82F19"/>
    <w:rsid w:val="00E86034"/>
    <w:rsid w:val="00E937D3"/>
    <w:rsid w:val="00EB09CD"/>
    <w:rsid w:val="00EB140D"/>
    <w:rsid w:val="00EB19BB"/>
    <w:rsid w:val="00EC2F74"/>
    <w:rsid w:val="00EC5800"/>
    <w:rsid w:val="00EC673D"/>
    <w:rsid w:val="00F06FAF"/>
    <w:rsid w:val="00F16B9C"/>
    <w:rsid w:val="00F27BE8"/>
    <w:rsid w:val="00F36132"/>
    <w:rsid w:val="00F40DA2"/>
    <w:rsid w:val="00F4546F"/>
    <w:rsid w:val="00F47454"/>
    <w:rsid w:val="00F6318C"/>
    <w:rsid w:val="00F64888"/>
    <w:rsid w:val="00F724CA"/>
    <w:rsid w:val="00F760CB"/>
    <w:rsid w:val="00F7779B"/>
    <w:rsid w:val="00F8781E"/>
    <w:rsid w:val="00F92D3E"/>
    <w:rsid w:val="00F947F2"/>
    <w:rsid w:val="00F95FC8"/>
    <w:rsid w:val="00F9768E"/>
    <w:rsid w:val="00FA0F71"/>
    <w:rsid w:val="00FA3A8F"/>
    <w:rsid w:val="00FA4DF4"/>
    <w:rsid w:val="00FB1863"/>
    <w:rsid w:val="00FB5F34"/>
    <w:rsid w:val="00FC3202"/>
    <w:rsid w:val="00FD1CCD"/>
    <w:rsid w:val="00FD39DD"/>
    <w:rsid w:val="00FD7829"/>
    <w:rsid w:val="00FD78B8"/>
    <w:rsid w:val="00FE076F"/>
    <w:rsid w:val="00FE2D55"/>
    <w:rsid w:val="00FE3590"/>
    <w:rsid w:val="00FE3BEC"/>
    <w:rsid w:val="00FE46C3"/>
    <w:rsid w:val="00FE533F"/>
    <w:rsid w:val="00FE67BB"/>
    <w:rsid w:val="00FF64A6"/>
    <w:rsid w:val="00FF6847"/>
    <w:rsid w:val="00FF6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F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FF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F2FF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F2F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F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FF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F2FF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F2F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Екатерина Гуторина</cp:lastModifiedBy>
  <cp:revision>4</cp:revision>
  <dcterms:created xsi:type="dcterms:W3CDTF">2014-01-24T01:20:00Z</dcterms:created>
  <dcterms:modified xsi:type="dcterms:W3CDTF">2014-01-24T10:39:00Z</dcterms:modified>
</cp:coreProperties>
</file>