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95" w:rsidRDefault="00C16495" w:rsidP="001A09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6E94">
        <w:rPr>
          <w:rFonts w:ascii="Times New Roman" w:hAnsi="Times New Roman" w:cs="Times New Roman"/>
          <w:sz w:val="24"/>
          <w:szCs w:val="24"/>
        </w:rPr>
        <w:t>СВЕДЕНИЯ О ДОХОДАХ</w:t>
      </w:r>
    </w:p>
    <w:p w:rsidR="00C16495" w:rsidRPr="00E84210" w:rsidRDefault="00C16495" w:rsidP="001A09D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210">
        <w:rPr>
          <w:rFonts w:ascii="Times New Roman" w:hAnsi="Times New Roman" w:cs="Times New Roman"/>
          <w:b/>
          <w:sz w:val="24"/>
          <w:szCs w:val="24"/>
        </w:rPr>
        <w:t>ФИНАНСОВОГО УПРАВЛЕНИЯ АДМИНИСТРАЦИИ МИНУСИНСКОГО РАЙОНА</w:t>
      </w:r>
    </w:p>
    <w:p w:rsidR="00C16495" w:rsidRPr="00996E94" w:rsidRDefault="00C16495" w:rsidP="001A09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6E94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C16495" w:rsidRDefault="00C16495" w:rsidP="001A09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6E94">
        <w:rPr>
          <w:rFonts w:ascii="Times New Roman" w:hAnsi="Times New Roman" w:cs="Times New Roman"/>
          <w:sz w:val="24"/>
          <w:szCs w:val="24"/>
        </w:rPr>
        <w:t>ЛИЦ, ЗАМЕЩАЮЩ</w:t>
      </w:r>
      <w:r>
        <w:rPr>
          <w:rFonts w:ascii="Times New Roman" w:hAnsi="Times New Roman" w:cs="Times New Roman"/>
          <w:sz w:val="24"/>
          <w:szCs w:val="24"/>
        </w:rPr>
        <w:t>ИХМУНИЦИПАЛЬНЫЕ ДОЛЖНОСТИ</w:t>
      </w:r>
    </w:p>
    <w:p w:rsidR="00C16495" w:rsidRPr="00996E94" w:rsidRDefault="00C16495" w:rsidP="001A09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996E94">
        <w:rPr>
          <w:rFonts w:ascii="Times New Roman" w:hAnsi="Times New Roman" w:cs="Times New Roman"/>
          <w:sz w:val="24"/>
          <w:szCs w:val="24"/>
        </w:rPr>
        <w:t>ДОЛЖНОСТ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6E94">
        <w:rPr>
          <w:rFonts w:ascii="Times New Roman" w:hAnsi="Times New Roman" w:cs="Times New Roman"/>
          <w:sz w:val="24"/>
          <w:szCs w:val="24"/>
        </w:rPr>
        <w:t xml:space="preserve"> МУНИЦИПАЛЬНОЙСЛУЖБЫ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6E94">
        <w:rPr>
          <w:rFonts w:ascii="Times New Roman" w:hAnsi="Times New Roman" w:cs="Times New Roman"/>
          <w:sz w:val="24"/>
          <w:szCs w:val="24"/>
        </w:rPr>
        <w:t xml:space="preserve"> А ТАКЖЕ СВЕДЕНИЯ</w:t>
      </w:r>
    </w:p>
    <w:p w:rsidR="00C16495" w:rsidRPr="00996E94" w:rsidRDefault="00C16495" w:rsidP="001A09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6E94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</w:t>
      </w:r>
    </w:p>
    <w:p w:rsidR="00C16495" w:rsidRPr="00996E94" w:rsidRDefault="00C16495" w:rsidP="001A09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96E94">
        <w:rPr>
          <w:rFonts w:ascii="Times New Roman" w:hAnsi="Times New Roman" w:cs="Times New Roman"/>
          <w:sz w:val="24"/>
          <w:szCs w:val="24"/>
        </w:rPr>
        <w:t>ХАРАКТЕРА СУПРУГИ (СУПРУГА) И НЕСОВЕРШЕННОЛЕТНИХ ДЕТЕЙ</w:t>
      </w:r>
    </w:p>
    <w:p w:rsidR="00C16495" w:rsidRPr="00996E94" w:rsidRDefault="00C16495" w:rsidP="001A09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6E94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2013</w:t>
      </w:r>
      <w:r w:rsidRPr="00996E94">
        <w:rPr>
          <w:rFonts w:ascii="Times New Roman" w:hAnsi="Times New Roman" w:cs="Times New Roman"/>
          <w:sz w:val="24"/>
          <w:szCs w:val="24"/>
        </w:rPr>
        <w:t xml:space="preserve"> ГОД ПО СОСТОЯНИЮ НА 31 ДЕКАБРЯ </w:t>
      </w:r>
      <w:r>
        <w:rPr>
          <w:rFonts w:ascii="Times New Roman" w:hAnsi="Times New Roman" w:cs="Times New Roman"/>
          <w:sz w:val="24"/>
          <w:szCs w:val="24"/>
        </w:rPr>
        <w:t xml:space="preserve">2013 </w:t>
      </w:r>
      <w:r w:rsidRPr="00996E94">
        <w:rPr>
          <w:rFonts w:ascii="Times New Roman" w:hAnsi="Times New Roman" w:cs="Times New Roman"/>
          <w:sz w:val="24"/>
          <w:szCs w:val="24"/>
        </w:rPr>
        <w:t>ГОДА</w:t>
      </w:r>
    </w:p>
    <w:p w:rsidR="00C16495" w:rsidRDefault="00C16495" w:rsidP="001A09D2">
      <w:pPr>
        <w:pStyle w:val="ConsPlusNormal"/>
        <w:widowControl/>
        <w:ind w:firstLine="540"/>
        <w:jc w:val="both"/>
      </w:pPr>
    </w:p>
    <w:tbl>
      <w:tblPr>
        <w:tblW w:w="1534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1843"/>
        <w:gridCol w:w="1134"/>
        <w:gridCol w:w="1878"/>
        <w:gridCol w:w="1269"/>
        <w:gridCol w:w="6"/>
        <w:gridCol w:w="1701"/>
        <w:gridCol w:w="1843"/>
        <w:gridCol w:w="1134"/>
        <w:gridCol w:w="1134"/>
        <w:gridCol w:w="1405"/>
        <w:gridCol w:w="13"/>
      </w:tblGrid>
      <w:tr w:rsidR="00C16495" w:rsidRPr="005E1B73" w:rsidTr="00D528EA">
        <w:trPr>
          <w:cantSplit/>
          <w:trHeight w:val="48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Фамилия, имя,   </w:t>
            </w:r>
            <w:r w:rsidRPr="005E1B73">
              <w:rPr>
                <w:rFonts w:ascii="Times New Roman" w:hAnsi="Times New Roman" w:cs="Times New Roman"/>
              </w:rPr>
              <w:br/>
              <w:t xml:space="preserve">отчество      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Общая  </w:t>
            </w:r>
            <w:r w:rsidRPr="005E1B73">
              <w:rPr>
                <w:rFonts w:ascii="Times New Roman" w:hAnsi="Times New Roman" w:cs="Times New Roman"/>
              </w:rPr>
              <w:br/>
              <w:t xml:space="preserve">сумма  </w:t>
            </w:r>
            <w:r w:rsidRPr="005E1B73">
              <w:rPr>
                <w:rFonts w:ascii="Times New Roman" w:hAnsi="Times New Roman" w:cs="Times New Roman"/>
              </w:rPr>
              <w:br/>
              <w:t>дохода за</w:t>
            </w:r>
            <w:r w:rsidRPr="005E1B73">
              <w:rPr>
                <w:rFonts w:ascii="Times New Roman" w:hAnsi="Times New Roman" w:cs="Times New Roman"/>
              </w:rPr>
              <w:br/>
              <w:t>год, руб.</w:t>
            </w:r>
          </w:p>
        </w:tc>
        <w:tc>
          <w:tcPr>
            <w:tcW w:w="4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Перечень объектов недвижимости,  </w:t>
            </w:r>
            <w:r w:rsidRPr="005E1B73">
              <w:rPr>
                <w:rFonts w:ascii="Times New Roman" w:hAnsi="Times New Roman" w:cs="Times New Roman"/>
              </w:rPr>
              <w:br/>
              <w:t xml:space="preserve">принадлежащих на праве      </w:t>
            </w:r>
            <w:r w:rsidRPr="005E1B73">
              <w:rPr>
                <w:rFonts w:ascii="Times New Roman" w:hAnsi="Times New Roman" w:cs="Times New Roman"/>
              </w:rPr>
              <w:br/>
              <w:t xml:space="preserve">собственности           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Перечень объектов недвижимости,  </w:t>
            </w:r>
            <w:r w:rsidRPr="005E1B73">
              <w:rPr>
                <w:rFonts w:ascii="Times New Roman" w:hAnsi="Times New Roman" w:cs="Times New Roman"/>
              </w:rPr>
              <w:br/>
              <w:t xml:space="preserve">находящихся в пользовании    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Перечень  </w:t>
            </w:r>
            <w:r w:rsidRPr="005E1B73">
              <w:rPr>
                <w:rFonts w:ascii="Times New Roman" w:hAnsi="Times New Roman" w:cs="Times New Roman"/>
              </w:rPr>
              <w:br/>
              <w:t>транспортных</w:t>
            </w:r>
            <w:r w:rsidRPr="005E1B73">
              <w:rPr>
                <w:rFonts w:ascii="Times New Roman" w:hAnsi="Times New Roman" w:cs="Times New Roman"/>
              </w:rPr>
              <w:br/>
              <w:t xml:space="preserve">средств,  </w:t>
            </w:r>
            <w:r w:rsidRPr="005E1B73">
              <w:rPr>
                <w:rFonts w:ascii="Times New Roman" w:hAnsi="Times New Roman" w:cs="Times New Roman"/>
              </w:rPr>
              <w:br/>
              <w:t xml:space="preserve">вид, марка </w:t>
            </w:r>
          </w:p>
        </w:tc>
      </w:tr>
      <w:tr w:rsidR="00C16495" w:rsidRPr="005E1B73" w:rsidTr="00D528EA">
        <w:trPr>
          <w:cantSplit/>
          <w:trHeight w:val="859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вид объекта </w:t>
            </w:r>
            <w:r w:rsidRPr="005E1B73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площадь,</w:t>
            </w:r>
            <w:r w:rsidRPr="005E1B73">
              <w:rPr>
                <w:rFonts w:ascii="Times New Roman" w:hAnsi="Times New Roman" w:cs="Times New Roman"/>
              </w:rPr>
              <w:br/>
              <w:t xml:space="preserve">кв. м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страна   </w:t>
            </w:r>
            <w:r w:rsidRPr="005E1B73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вид объекта </w:t>
            </w:r>
            <w:r w:rsidRPr="005E1B73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площадь,</w:t>
            </w:r>
            <w:r w:rsidRPr="005E1B73">
              <w:rPr>
                <w:rFonts w:ascii="Times New Roman" w:hAnsi="Times New Roman" w:cs="Times New Roman"/>
              </w:rPr>
              <w:br/>
              <w:t xml:space="preserve">кв. м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страна   </w:t>
            </w:r>
            <w:r w:rsidRPr="005E1B73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16495" w:rsidRPr="005E1B73" w:rsidTr="00D528EA">
        <w:trPr>
          <w:gridAfter w:val="1"/>
          <w:wAfter w:w="13" w:type="dxa"/>
          <w:cantSplit/>
          <w:trHeight w:val="120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Бутенко Оксана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Руководитель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411 519,31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Земельный участок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Легковой а/м </w:t>
            </w:r>
            <w:r w:rsidRPr="005E1B73">
              <w:rPr>
                <w:rFonts w:ascii="Times New Roman" w:hAnsi="Times New Roman" w:cs="Times New Roman"/>
                <w:lang w:val="en-US"/>
              </w:rPr>
              <w:t>Suzuki</w:t>
            </w:r>
            <w:r w:rsidRPr="005E1B73">
              <w:rPr>
                <w:rFonts w:ascii="Times New Roman" w:hAnsi="Times New Roman" w:cs="Times New Roman"/>
              </w:rPr>
              <w:t xml:space="preserve"> </w:t>
            </w:r>
            <w:r w:rsidRPr="005E1B73">
              <w:rPr>
                <w:rFonts w:ascii="Times New Roman" w:hAnsi="Times New Roman" w:cs="Times New Roman"/>
                <w:lang w:val="en-US"/>
              </w:rPr>
              <w:t>Grand</w:t>
            </w:r>
            <w:r w:rsidRPr="005E1B73">
              <w:rPr>
                <w:rFonts w:ascii="Times New Roman" w:hAnsi="Times New Roman" w:cs="Times New Roman"/>
              </w:rPr>
              <w:t xml:space="preserve"> </w:t>
            </w:r>
            <w:r w:rsidRPr="005E1B73">
              <w:rPr>
                <w:rFonts w:ascii="Times New Roman" w:hAnsi="Times New Roman" w:cs="Times New Roman"/>
                <w:lang w:val="en-US"/>
              </w:rPr>
              <w:t>Vitara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120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E1B73">
              <w:rPr>
                <w:rFonts w:ascii="Times New Roman" w:hAnsi="Times New Roman" w:cs="Times New Roman"/>
              </w:rPr>
              <w:t>Сурменева Галина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Начальник бюджетного отдела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503484,05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Земельный участок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Объект  индивидуального жилищного строительства (недострой)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1200,0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Объект  индивидуального жилищного строительства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(недострой)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 -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120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rPr>
                <w:sz w:val="20"/>
                <w:szCs w:val="20"/>
              </w:rPr>
            </w:pPr>
          </w:p>
          <w:p w:rsidR="00C16495" w:rsidRPr="005E1B73" w:rsidRDefault="00C16495" w:rsidP="005E1B73">
            <w:pPr>
              <w:autoSpaceDE w:val="0"/>
              <w:autoSpaceDN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210000,0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Объект  индивидуального жилищного строительства (недострой)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Легковой а/м РЕНО САНДЕРО СТЕПВЕЙ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120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Потанина Елена Алексеевна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Главный специалист бюджетного отдела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310537,71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Квартира 2/3 доли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57,5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74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</w:pPr>
            <w:r w:rsidRPr="005E1B73">
              <w:rPr>
                <w:sz w:val="20"/>
                <w:szCs w:val="20"/>
              </w:rPr>
              <w:t>414020,0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Квартира 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57,5 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Легковой а/м Тойота Аллион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120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Оберюхтина Вера Григорьевна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Главный специалист бюджетного отдела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310074,0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Квартира ½ доля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59,7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58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</w:pPr>
            <w:r w:rsidRPr="005E1B73">
              <w:rPr>
                <w:sz w:val="20"/>
                <w:szCs w:val="20"/>
              </w:rPr>
              <w:t>4850,0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Квартира 1/2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59,7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Легково а/м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Рено Сандеро</w:t>
            </w:r>
          </w:p>
        </w:tc>
      </w:tr>
      <w:tr w:rsidR="00C16495" w:rsidRPr="005E1B73" w:rsidTr="005E1B73">
        <w:trPr>
          <w:gridAfter w:val="1"/>
          <w:wAfter w:w="13" w:type="dxa"/>
          <w:cantSplit/>
          <w:trHeight w:val="76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Беззубова Инна Вячеславовна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Главный специалист бюджетного отдела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266711,83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Квартира 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Квартира ¼ доля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51,5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</w:tr>
      <w:tr w:rsidR="00C16495" w:rsidRPr="005E1B73" w:rsidTr="005E1B73">
        <w:trPr>
          <w:gridAfter w:val="1"/>
          <w:wAfter w:w="13" w:type="dxa"/>
          <w:cantSplit/>
          <w:trHeight w:val="33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Квартира 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</w:tr>
      <w:tr w:rsidR="00C16495" w:rsidRPr="005E1B73" w:rsidTr="005E1B73">
        <w:trPr>
          <w:gridAfter w:val="1"/>
          <w:wAfter w:w="13" w:type="dxa"/>
          <w:cantSplit/>
          <w:trHeight w:val="87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Калинина Наталья Петровна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 xml:space="preserve">Начальник отдела учета и отчетности исполнения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639595,04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Квартира 1/3 доля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Квартира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Жилой дом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77,57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40,2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51,4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3527,0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Россия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Россия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Россия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Легковой а/м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  <w:lang w:val="en-US"/>
              </w:rPr>
              <w:t>Subaru Forester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120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</w:pPr>
            <w:r w:rsidRPr="005E1B73">
              <w:rPr>
                <w:sz w:val="20"/>
                <w:szCs w:val="20"/>
              </w:rPr>
              <w:t>769509,63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Квартира 1/3 доля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Квартира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Гараж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77,57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35,4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25,6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4,0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Россия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Россия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Россия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Легковой</w:t>
            </w:r>
            <w:r w:rsidRPr="00961669">
              <w:rPr>
                <w:sz w:val="20"/>
                <w:szCs w:val="20"/>
              </w:rPr>
              <w:t xml:space="preserve"> </w:t>
            </w:r>
            <w:r w:rsidRPr="005E1B73">
              <w:rPr>
                <w:sz w:val="20"/>
                <w:szCs w:val="20"/>
              </w:rPr>
              <w:t>а</w:t>
            </w:r>
            <w:r w:rsidRPr="00961669">
              <w:rPr>
                <w:sz w:val="20"/>
                <w:szCs w:val="20"/>
              </w:rPr>
              <w:t>/</w:t>
            </w:r>
            <w:r w:rsidRPr="005E1B73">
              <w:rPr>
                <w:sz w:val="20"/>
                <w:szCs w:val="20"/>
              </w:rPr>
              <w:t>м</w:t>
            </w:r>
          </w:p>
          <w:p w:rsidR="00C16495" w:rsidRPr="00961669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  <w:lang w:val="en-US"/>
              </w:rPr>
              <w:t>Vjlkswagen</w:t>
            </w:r>
            <w:r w:rsidRPr="00961669">
              <w:rPr>
                <w:sz w:val="20"/>
                <w:szCs w:val="20"/>
              </w:rPr>
              <w:t xml:space="preserve"> </w:t>
            </w:r>
            <w:r w:rsidRPr="005E1B73">
              <w:rPr>
                <w:sz w:val="20"/>
                <w:szCs w:val="20"/>
                <w:lang w:val="en-US"/>
              </w:rPr>
              <w:t>Jetta</w:t>
            </w:r>
            <w:r w:rsidRPr="00961669">
              <w:rPr>
                <w:sz w:val="20"/>
                <w:szCs w:val="20"/>
              </w:rPr>
              <w:t xml:space="preserve">, 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E1B73">
              <w:rPr>
                <w:sz w:val="20"/>
                <w:szCs w:val="20"/>
                <w:lang w:val="en-US"/>
              </w:rPr>
              <w:t>Vjlkswagen Jetta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120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Карымова Ольга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 xml:space="preserve">Заместитель начальника отдела учета и отчетности исполнения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2628214,67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 xml:space="preserve">Квартира 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Квартира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32,4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43,2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Россия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Легковой а/м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  <w:lang w:val="en-US"/>
              </w:rPr>
              <w:t>Mazda</w:t>
            </w:r>
            <w:r w:rsidRPr="005E1B73">
              <w:rPr>
                <w:sz w:val="20"/>
                <w:szCs w:val="20"/>
              </w:rPr>
              <w:t xml:space="preserve"> </w:t>
            </w:r>
            <w:r w:rsidRPr="005E1B73">
              <w:rPr>
                <w:sz w:val="20"/>
                <w:szCs w:val="20"/>
                <w:lang w:val="en-US"/>
              </w:rPr>
              <w:t>Demio</w:t>
            </w:r>
          </w:p>
        </w:tc>
      </w:tr>
      <w:tr w:rsidR="00C16495" w:rsidRPr="005E1B73" w:rsidTr="005E1B73">
        <w:trPr>
          <w:gridAfter w:val="1"/>
          <w:wAfter w:w="13" w:type="dxa"/>
          <w:cantSplit/>
          <w:trHeight w:val="16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</w:pPr>
            <w:r w:rsidRPr="005E1B73">
              <w:t>-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32,4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</w:tr>
      <w:tr w:rsidR="00C16495" w:rsidRPr="005E1B73" w:rsidTr="005E1B73">
        <w:trPr>
          <w:gridAfter w:val="1"/>
          <w:wAfter w:w="13" w:type="dxa"/>
          <w:cantSplit/>
          <w:trHeight w:val="111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Старенко Алексей Викторович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 xml:space="preserve">Главный специалист отдела учета и отчетности исполнения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363321,78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62,6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Россия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 xml:space="preserve">Легковой а/м </w:t>
            </w:r>
          </w:p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  <w:lang w:val="en-US"/>
              </w:rPr>
              <w:t>Honda</w:t>
            </w:r>
            <w:r w:rsidRPr="005E1B73">
              <w:rPr>
                <w:sz w:val="20"/>
                <w:szCs w:val="20"/>
              </w:rPr>
              <w:t xml:space="preserve"> </w:t>
            </w:r>
            <w:r w:rsidRPr="005E1B73">
              <w:rPr>
                <w:sz w:val="20"/>
                <w:szCs w:val="20"/>
                <w:lang w:val="en-US"/>
              </w:rPr>
              <w:t>Accord</w:t>
            </w:r>
          </w:p>
        </w:tc>
      </w:tr>
      <w:tr w:rsidR="00C16495" w:rsidRPr="005E1B73" w:rsidTr="005E1B73">
        <w:trPr>
          <w:gridAfter w:val="1"/>
          <w:wAfter w:w="13" w:type="dxa"/>
          <w:cantSplit/>
          <w:trHeight w:val="42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</w:pPr>
            <w:r w:rsidRPr="005E1B73">
              <w:rPr>
                <w:sz w:val="20"/>
                <w:szCs w:val="20"/>
              </w:rPr>
              <w:t>354101,67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Жилой дом 1/3 доля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30,78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62,6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</w:tr>
      <w:tr w:rsidR="00C16495" w:rsidRPr="005E1B73" w:rsidTr="005E1B73">
        <w:trPr>
          <w:gridAfter w:val="1"/>
          <w:wAfter w:w="13" w:type="dxa"/>
          <w:cantSplit/>
          <w:trHeight w:val="17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62,6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40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Милякова Татьяна Сергеевна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Главный специалист отдела учета и отчетности исполнения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302107,27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Жилой дом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Земельный участок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73,4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1113,0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</w:tr>
      <w:tr w:rsidR="00C16495" w:rsidRPr="005E1B73" w:rsidTr="005E1B73">
        <w:trPr>
          <w:gridAfter w:val="1"/>
          <w:wAfter w:w="13" w:type="dxa"/>
          <w:cantSplit/>
          <w:trHeight w:val="6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964881,10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Жилой дом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73,4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1113,0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Россия 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Легковой а/м 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  <w:lang w:val="en-US"/>
              </w:rPr>
              <w:t xml:space="preserve">Mitsubishi Outlander </w:t>
            </w:r>
          </w:p>
        </w:tc>
      </w:tr>
      <w:tr w:rsidR="00C16495" w:rsidRPr="005E1B73" w:rsidTr="005E1B73">
        <w:trPr>
          <w:gridAfter w:val="1"/>
          <w:wAfter w:w="13" w:type="dxa"/>
          <w:cantSplit/>
          <w:trHeight w:val="100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Маркова Оксана Викторовна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Начальник контрольно-ревизионного отдела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370401,28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Жилой дом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106,1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1713,1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120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</w:pPr>
            <w:r w:rsidRPr="005E1B73">
              <w:rPr>
                <w:sz w:val="20"/>
                <w:szCs w:val="20"/>
              </w:rPr>
              <w:t>495977,60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Жилой дом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106,1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1713,1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Легковой а/м ВАЗ 21043, легковой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автоприцеп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КЗАП 8140</w:t>
            </w:r>
          </w:p>
        </w:tc>
      </w:tr>
      <w:tr w:rsidR="00C16495" w:rsidRPr="005E1B73" w:rsidTr="005E1B73">
        <w:trPr>
          <w:gridAfter w:val="1"/>
          <w:wAfter w:w="13" w:type="dxa"/>
          <w:cantSplit/>
          <w:trHeight w:val="38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Жилой дом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106,1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1713,1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120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Шнайдер Елена Валерьевна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Ведущий специалист контрольно-ревизионного отдела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204463,88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Квартира ½ доля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Квартира 1/3 доля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Квартира ½ доля 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64,9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51,5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Земельный участок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2314,0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Россия 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</w:tr>
      <w:tr w:rsidR="00C16495" w:rsidRPr="005E1B73" w:rsidTr="005E1B73">
        <w:trPr>
          <w:gridAfter w:val="1"/>
          <w:wAfter w:w="13" w:type="dxa"/>
          <w:cantSplit/>
          <w:trHeight w:val="67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</w:pPr>
            <w:r w:rsidRPr="005E1B73">
              <w:rPr>
                <w:sz w:val="20"/>
                <w:szCs w:val="20"/>
              </w:rPr>
              <w:t>856941,34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Квартира ½ доля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Квартира ½ доля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64,9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77,8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114,0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</w:tr>
      <w:tr w:rsidR="00C16495" w:rsidRPr="005E1B73" w:rsidTr="005E1B73">
        <w:trPr>
          <w:gridAfter w:val="1"/>
          <w:wAfter w:w="13" w:type="dxa"/>
          <w:cantSplit/>
          <w:trHeight w:val="32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35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</w:tr>
      <w:tr w:rsidR="00C16495" w:rsidRPr="005E1B73" w:rsidTr="005E1B73">
        <w:trPr>
          <w:gridAfter w:val="1"/>
          <w:wAfter w:w="13" w:type="dxa"/>
          <w:cantSplit/>
          <w:trHeight w:val="21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35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Щапова Татьяна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Главный специалист контрольно-ревизионного отдела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272124,92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Квартира 5/6 доля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Гараж 1/6 доля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63,3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18,5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</w:tr>
      <w:tr w:rsidR="00C16495" w:rsidRPr="003E6C57" w:rsidTr="00D528EA">
        <w:trPr>
          <w:gridAfter w:val="1"/>
          <w:wAfter w:w="13" w:type="dxa"/>
          <w:cantSplit/>
          <w:trHeight w:val="35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135000,0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Квартира 1/6 доля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Гараж 1/6 доля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63,3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5E1B73">
              <w:rPr>
                <w:rFonts w:ascii="Times New Roman" w:hAnsi="Times New Roman" w:cs="Times New Roman"/>
              </w:rPr>
              <w:t>Легковой</w:t>
            </w:r>
            <w:r w:rsidRPr="005E1B7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E1B73">
              <w:rPr>
                <w:rFonts w:ascii="Times New Roman" w:hAnsi="Times New Roman" w:cs="Times New Roman"/>
              </w:rPr>
              <w:t>а</w:t>
            </w:r>
            <w:r w:rsidRPr="005E1B73">
              <w:rPr>
                <w:rFonts w:ascii="Times New Roman" w:hAnsi="Times New Roman" w:cs="Times New Roman"/>
                <w:lang w:val="en-US"/>
              </w:rPr>
              <w:t>/</w:t>
            </w:r>
            <w:r w:rsidRPr="005E1B73">
              <w:rPr>
                <w:rFonts w:ascii="Times New Roman" w:hAnsi="Times New Roman" w:cs="Times New Roman"/>
              </w:rPr>
              <w:t>м</w:t>
            </w:r>
            <w:r w:rsidRPr="005E1B73">
              <w:rPr>
                <w:rFonts w:ascii="Times New Roman" w:hAnsi="Times New Roman" w:cs="Times New Roman"/>
                <w:lang w:val="en-US"/>
              </w:rPr>
              <w:t xml:space="preserve"> Toyota Land Cruiser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35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autoSpaceDE w:val="0"/>
              <w:autoSpaceDN w:val="0"/>
              <w:rPr>
                <w:sz w:val="20"/>
                <w:szCs w:val="20"/>
              </w:rPr>
            </w:pPr>
            <w:r w:rsidRPr="005E1B73">
              <w:rPr>
                <w:sz w:val="20"/>
                <w:szCs w:val="20"/>
              </w:rPr>
              <w:t>-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35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Александрова Татьяна Аркадьевна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Ведущий специалист контрольно-ревизионного отдела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208423,60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Квартира 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73,6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35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Коровина Татьяна Сергеевна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Ведущий специалист контрольно-ревизионного отдела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260211,83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Квартира 1/3 доля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79,9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Квартира 1/3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79,9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-</w:t>
            </w:r>
          </w:p>
        </w:tc>
      </w:tr>
      <w:tr w:rsidR="00C16495" w:rsidRPr="005E1B73" w:rsidTr="00D528EA">
        <w:trPr>
          <w:gridAfter w:val="1"/>
          <w:wAfter w:w="13" w:type="dxa"/>
          <w:cantSplit/>
          <w:trHeight w:val="35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Колесников Павел Вячеславов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Заместитель начальника бюджетного отдела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382124,0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Квартира 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29,2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Квартира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29,2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1B73">
              <w:rPr>
                <w:rFonts w:ascii="Times New Roman" w:hAnsi="Times New Roman" w:cs="Times New Roman"/>
                <w:sz w:val="18"/>
                <w:szCs w:val="18"/>
              </w:rPr>
              <w:t>Легковые</w:t>
            </w:r>
            <w:r w:rsidRPr="005E1B7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5E1B7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E1B7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5E1B7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5E1B7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Toyota Corolla Fielder; 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IsuzuElf</w:t>
            </w:r>
            <w:r w:rsidRPr="005E1B73">
              <w:rPr>
                <w:rFonts w:ascii="Times New Roman" w:hAnsi="Times New Roman" w:cs="Times New Roman"/>
                <w:sz w:val="18"/>
                <w:szCs w:val="18"/>
              </w:rPr>
              <w:t>; Мотоцикл Урал ИМЗ 810310</w:t>
            </w:r>
          </w:p>
        </w:tc>
      </w:tr>
      <w:tr w:rsidR="00C16495" w:rsidRPr="005E1B73" w:rsidTr="005A4924">
        <w:trPr>
          <w:gridAfter w:val="1"/>
          <w:wAfter w:w="13" w:type="dxa"/>
          <w:cantSplit/>
          <w:trHeight w:val="125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Крушинская Евгения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Ведущий специалист контрольно-ревизионного отдела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86802,04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_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B73">
              <w:rPr>
                <w:rFonts w:ascii="Times New Roman" w:hAnsi="Times New Roman" w:cs="Times New Roman"/>
              </w:rPr>
              <w:t>_</w:t>
            </w:r>
          </w:p>
        </w:tc>
      </w:tr>
      <w:tr w:rsidR="00C16495" w:rsidRPr="005E1B73" w:rsidTr="005A4924">
        <w:trPr>
          <w:gridAfter w:val="1"/>
          <w:wAfter w:w="13" w:type="dxa"/>
          <w:cantSplit/>
          <w:trHeight w:val="125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Постехова Елена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352D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5E1B73">
              <w:rPr>
                <w:rFonts w:ascii="Times New Roman" w:hAnsi="Times New Roman" w:cs="Times New Roman"/>
              </w:rPr>
              <w:t xml:space="preserve">специалист отдела учета и отчетности исполнения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Pr="005E1B73" w:rsidRDefault="00C16495" w:rsidP="005E1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159466,23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Default="00C16495" w:rsidP="005E1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16495" w:rsidRPr="005E1B73" w:rsidRDefault="00C16495" w:rsidP="005A49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Default="00C16495" w:rsidP="005A49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1000,0 </w:t>
            </w:r>
          </w:p>
          <w:p w:rsidR="00C16495" w:rsidRPr="005E1B73" w:rsidRDefault="00C16495" w:rsidP="005A49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Default="00C16495" w:rsidP="005A49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6495" w:rsidRPr="005E1B73" w:rsidRDefault="00C16495" w:rsidP="005A49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Default="00C16495" w:rsidP="005A49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C16495" w:rsidRPr="005E1B73" w:rsidRDefault="00C16495" w:rsidP="005A49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Default="00C16495" w:rsidP="005A49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C16495" w:rsidRDefault="00C16495" w:rsidP="005A49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C16495" w:rsidRPr="005E1B73" w:rsidRDefault="00C16495" w:rsidP="005A49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Default="00C16495" w:rsidP="005A49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C16495" w:rsidRPr="005E1B73" w:rsidRDefault="00C16495" w:rsidP="005A49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95" w:rsidRDefault="00C16495" w:rsidP="005A49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а/м</w:t>
            </w:r>
          </w:p>
          <w:p w:rsidR="00C16495" w:rsidRPr="005A4924" w:rsidRDefault="00C16495" w:rsidP="005A49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5A492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Bluebird</w:t>
            </w:r>
          </w:p>
        </w:tc>
      </w:tr>
    </w:tbl>
    <w:p w:rsidR="00C16495" w:rsidRPr="005E1B73" w:rsidRDefault="00C16495" w:rsidP="005E1B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6495" w:rsidRPr="005E1B73" w:rsidRDefault="00C16495" w:rsidP="005E1B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6495" w:rsidRPr="00996E94" w:rsidRDefault="00C16495" w:rsidP="001A09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16495" w:rsidRDefault="00C16495" w:rsidP="0058114D">
      <w:pPr>
        <w:pStyle w:val="ConsPlusNormal"/>
        <w:widowControl/>
        <w:ind w:firstLine="540"/>
        <w:jc w:val="both"/>
      </w:pPr>
    </w:p>
    <w:p w:rsidR="00C16495" w:rsidRDefault="00C16495" w:rsidP="0058114D">
      <w:pPr>
        <w:pStyle w:val="ConsPlusNormal"/>
        <w:widowControl/>
        <w:ind w:firstLine="540"/>
        <w:jc w:val="both"/>
      </w:pPr>
    </w:p>
    <w:sectPr w:rsidR="00C16495" w:rsidSect="00A00A87">
      <w:pgSz w:w="16838" w:h="11906" w:orient="landscape"/>
      <w:pgMar w:top="3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09D2"/>
    <w:rsid w:val="00001784"/>
    <w:rsid w:val="00001B98"/>
    <w:rsid w:val="00003AD6"/>
    <w:rsid w:val="00006B85"/>
    <w:rsid w:val="0000739C"/>
    <w:rsid w:val="00012608"/>
    <w:rsid w:val="00013D16"/>
    <w:rsid w:val="000142E9"/>
    <w:rsid w:val="0001609A"/>
    <w:rsid w:val="000168B5"/>
    <w:rsid w:val="000205BD"/>
    <w:rsid w:val="00026F88"/>
    <w:rsid w:val="00026FE3"/>
    <w:rsid w:val="00033D3B"/>
    <w:rsid w:val="0004012D"/>
    <w:rsid w:val="00040DCD"/>
    <w:rsid w:val="000446FF"/>
    <w:rsid w:val="00047FA6"/>
    <w:rsid w:val="00052AF9"/>
    <w:rsid w:val="00057446"/>
    <w:rsid w:val="00057969"/>
    <w:rsid w:val="000579B9"/>
    <w:rsid w:val="00060D7F"/>
    <w:rsid w:val="00070CDB"/>
    <w:rsid w:val="000832B7"/>
    <w:rsid w:val="000839BC"/>
    <w:rsid w:val="000846E5"/>
    <w:rsid w:val="00093F5E"/>
    <w:rsid w:val="00096EAC"/>
    <w:rsid w:val="00097041"/>
    <w:rsid w:val="0009723A"/>
    <w:rsid w:val="000A17D9"/>
    <w:rsid w:val="000A3461"/>
    <w:rsid w:val="000B14A1"/>
    <w:rsid w:val="000B7E2E"/>
    <w:rsid w:val="000C0B25"/>
    <w:rsid w:val="000C5CB8"/>
    <w:rsid w:val="000D191A"/>
    <w:rsid w:val="000E050C"/>
    <w:rsid w:val="000E2344"/>
    <w:rsid w:val="000E667B"/>
    <w:rsid w:val="000E7E42"/>
    <w:rsid w:val="000F4059"/>
    <w:rsid w:val="000F45E2"/>
    <w:rsid w:val="000F4C54"/>
    <w:rsid w:val="000F606F"/>
    <w:rsid w:val="000F74DD"/>
    <w:rsid w:val="000F76D1"/>
    <w:rsid w:val="0010335A"/>
    <w:rsid w:val="0011004B"/>
    <w:rsid w:val="00111D3A"/>
    <w:rsid w:val="001163A4"/>
    <w:rsid w:val="00116833"/>
    <w:rsid w:val="00116FAC"/>
    <w:rsid w:val="0011787B"/>
    <w:rsid w:val="00120258"/>
    <w:rsid w:val="00121113"/>
    <w:rsid w:val="00121719"/>
    <w:rsid w:val="00123170"/>
    <w:rsid w:val="0012427F"/>
    <w:rsid w:val="00125DFB"/>
    <w:rsid w:val="00130E98"/>
    <w:rsid w:val="00134941"/>
    <w:rsid w:val="001351D0"/>
    <w:rsid w:val="00137AC8"/>
    <w:rsid w:val="001402E8"/>
    <w:rsid w:val="00140DB8"/>
    <w:rsid w:val="00145247"/>
    <w:rsid w:val="00157D1C"/>
    <w:rsid w:val="00157DFB"/>
    <w:rsid w:val="00162342"/>
    <w:rsid w:val="00162A7C"/>
    <w:rsid w:val="001635E0"/>
    <w:rsid w:val="00163834"/>
    <w:rsid w:val="001672CF"/>
    <w:rsid w:val="00171D03"/>
    <w:rsid w:val="00177627"/>
    <w:rsid w:val="001812DE"/>
    <w:rsid w:val="00181478"/>
    <w:rsid w:val="00181C06"/>
    <w:rsid w:val="00185DA6"/>
    <w:rsid w:val="00186ADB"/>
    <w:rsid w:val="00192F56"/>
    <w:rsid w:val="00194831"/>
    <w:rsid w:val="0019531D"/>
    <w:rsid w:val="001A09D2"/>
    <w:rsid w:val="001B0A00"/>
    <w:rsid w:val="001B0E67"/>
    <w:rsid w:val="001B159D"/>
    <w:rsid w:val="001B268B"/>
    <w:rsid w:val="001B53A7"/>
    <w:rsid w:val="001B5C21"/>
    <w:rsid w:val="001C10C9"/>
    <w:rsid w:val="001C3AC5"/>
    <w:rsid w:val="001C5F1B"/>
    <w:rsid w:val="001D1FBD"/>
    <w:rsid w:val="001D2F57"/>
    <w:rsid w:val="001D3EF0"/>
    <w:rsid w:val="001D5B0E"/>
    <w:rsid w:val="001D6D82"/>
    <w:rsid w:val="001E082C"/>
    <w:rsid w:val="001E0F14"/>
    <w:rsid w:val="001E1707"/>
    <w:rsid w:val="001E2494"/>
    <w:rsid w:val="001E2980"/>
    <w:rsid w:val="001E6AFC"/>
    <w:rsid w:val="001E7B42"/>
    <w:rsid w:val="001F20BD"/>
    <w:rsid w:val="001F77A8"/>
    <w:rsid w:val="00201673"/>
    <w:rsid w:val="00202332"/>
    <w:rsid w:val="002042D2"/>
    <w:rsid w:val="00213B1F"/>
    <w:rsid w:val="00215A50"/>
    <w:rsid w:val="0022077E"/>
    <w:rsid w:val="00224F27"/>
    <w:rsid w:val="00227741"/>
    <w:rsid w:val="00227D28"/>
    <w:rsid w:val="00231FC8"/>
    <w:rsid w:val="0023203D"/>
    <w:rsid w:val="002345F3"/>
    <w:rsid w:val="00241758"/>
    <w:rsid w:val="00245484"/>
    <w:rsid w:val="00246048"/>
    <w:rsid w:val="002463BC"/>
    <w:rsid w:val="00246C5F"/>
    <w:rsid w:val="00246FA7"/>
    <w:rsid w:val="0025443F"/>
    <w:rsid w:val="00254D10"/>
    <w:rsid w:val="00255DE9"/>
    <w:rsid w:val="002560C7"/>
    <w:rsid w:val="00265277"/>
    <w:rsid w:val="002664E1"/>
    <w:rsid w:val="00270942"/>
    <w:rsid w:val="0027103F"/>
    <w:rsid w:val="0027358C"/>
    <w:rsid w:val="002738EE"/>
    <w:rsid w:val="00277455"/>
    <w:rsid w:val="002779DE"/>
    <w:rsid w:val="00281F01"/>
    <w:rsid w:val="00281F3E"/>
    <w:rsid w:val="00285DE9"/>
    <w:rsid w:val="002A1984"/>
    <w:rsid w:val="002B1678"/>
    <w:rsid w:val="002B58C7"/>
    <w:rsid w:val="002B7843"/>
    <w:rsid w:val="002C47F0"/>
    <w:rsid w:val="002C6694"/>
    <w:rsid w:val="002D171A"/>
    <w:rsid w:val="002D60C5"/>
    <w:rsid w:val="002D753E"/>
    <w:rsid w:val="002E5A51"/>
    <w:rsid w:val="002F20EF"/>
    <w:rsid w:val="002F342E"/>
    <w:rsid w:val="002F656F"/>
    <w:rsid w:val="002F6750"/>
    <w:rsid w:val="002F69C2"/>
    <w:rsid w:val="002F6D77"/>
    <w:rsid w:val="00300B4E"/>
    <w:rsid w:val="00303300"/>
    <w:rsid w:val="00303A9E"/>
    <w:rsid w:val="00305E15"/>
    <w:rsid w:val="0030622E"/>
    <w:rsid w:val="003103EC"/>
    <w:rsid w:val="00311C0F"/>
    <w:rsid w:val="00313375"/>
    <w:rsid w:val="00315307"/>
    <w:rsid w:val="00316B84"/>
    <w:rsid w:val="00316F0B"/>
    <w:rsid w:val="00320951"/>
    <w:rsid w:val="0032195A"/>
    <w:rsid w:val="0033469B"/>
    <w:rsid w:val="00334A18"/>
    <w:rsid w:val="00343C4B"/>
    <w:rsid w:val="003478D0"/>
    <w:rsid w:val="00352DFE"/>
    <w:rsid w:val="003531D6"/>
    <w:rsid w:val="00353B74"/>
    <w:rsid w:val="00354322"/>
    <w:rsid w:val="00354B54"/>
    <w:rsid w:val="00362451"/>
    <w:rsid w:val="00367A28"/>
    <w:rsid w:val="00380A55"/>
    <w:rsid w:val="00382E9D"/>
    <w:rsid w:val="00385080"/>
    <w:rsid w:val="0038527D"/>
    <w:rsid w:val="00386299"/>
    <w:rsid w:val="00392233"/>
    <w:rsid w:val="00392DBF"/>
    <w:rsid w:val="00393474"/>
    <w:rsid w:val="00393EDA"/>
    <w:rsid w:val="003A4719"/>
    <w:rsid w:val="003A5695"/>
    <w:rsid w:val="003A612D"/>
    <w:rsid w:val="003A7AB6"/>
    <w:rsid w:val="003B3AAE"/>
    <w:rsid w:val="003B4469"/>
    <w:rsid w:val="003B4D6E"/>
    <w:rsid w:val="003B78B1"/>
    <w:rsid w:val="003C449C"/>
    <w:rsid w:val="003E0753"/>
    <w:rsid w:val="003E372C"/>
    <w:rsid w:val="003E4123"/>
    <w:rsid w:val="003E4933"/>
    <w:rsid w:val="003E5467"/>
    <w:rsid w:val="003E6C57"/>
    <w:rsid w:val="003F1FA5"/>
    <w:rsid w:val="003F2E00"/>
    <w:rsid w:val="003F55DC"/>
    <w:rsid w:val="003F643C"/>
    <w:rsid w:val="003F6E81"/>
    <w:rsid w:val="003F79B2"/>
    <w:rsid w:val="00400414"/>
    <w:rsid w:val="00402563"/>
    <w:rsid w:val="0040270C"/>
    <w:rsid w:val="00402BB6"/>
    <w:rsid w:val="00402E85"/>
    <w:rsid w:val="004031D1"/>
    <w:rsid w:val="004035A8"/>
    <w:rsid w:val="00403E62"/>
    <w:rsid w:val="00404376"/>
    <w:rsid w:val="0040555A"/>
    <w:rsid w:val="00407FF2"/>
    <w:rsid w:val="00411C09"/>
    <w:rsid w:val="00417AA3"/>
    <w:rsid w:val="004234D6"/>
    <w:rsid w:val="00430363"/>
    <w:rsid w:val="00430AA1"/>
    <w:rsid w:val="0043673E"/>
    <w:rsid w:val="00437680"/>
    <w:rsid w:val="004442F1"/>
    <w:rsid w:val="00451994"/>
    <w:rsid w:val="00452096"/>
    <w:rsid w:val="00452584"/>
    <w:rsid w:val="004531EA"/>
    <w:rsid w:val="004536CF"/>
    <w:rsid w:val="00453884"/>
    <w:rsid w:val="004556C7"/>
    <w:rsid w:val="00465C3F"/>
    <w:rsid w:val="004672B7"/>
    <w:rsid w:val="004701EC"/>
    <w:rsid w:val="004705B4"/>
    <w:rsid w:val="0047168D"/>
    <w:rsid w:val="00477AB4"/>
    <w:rsid w:val="004832C3"/>
    <w:rsid w:val="004850FC"/>
    <w:rsid w:val="00485AB4"/>
    <w:rsid w:val="004913CF"/>
    <w:rsid w:val="00491B54"/>
    <w:rsid w:val="00494069"/>
    <w:rsid w:val="004958B4"/>
    <w:rsid w:val="00496508"/>
    <w:rsid w:val="00497C13"/>
    <w:rsid w:val="004A12D4"/>
    <w:rsid w:val="004A1BFA"/>
    <w:rsid w:val="004A1ECF"/>
    <w:rsid w:val="004A29F3"/>
    <w:rsid w:val="004A474D"/>
    <w:rsid w:val="004A4B85"/>
    <w:rsid w:val="004B0323"/>
    <w:rsid w:val="004B0666"/>
    <w:rsid w:val="004B342D"/>
    <w:rsid w:val="004B3DE9"/>
    <w:rsid w:val="004C278D"/>
    <w:rsid w:val="004C6C10"/>
    <w:rsid w:val="004D1297"/>
    <w:rsid w:val="004D24D7"/>
    <w:rsid w:val="004D3620"/>
    <w:rsid w:val="004E01E2"/>
    <w:rsid w:val="004E545F"/>
    <w:rsid w:val="004E632D"/>
    <w:rsid w:val="004E78E3"/>
    <w:rsid w:val="004E7BCE"/>
    <w:rsid w:val="004F1FAD"/>
    <w:rsid w:val="004F38C4"/>
    <w:rsid w:val="00500A76"/>
    <w:rsid w:val="0050341C"/>
    <w:rsid w:val="0050359E"/>
    <w:rsid w:val="00506D93"/>
    <w:rsid w:val="005127F0"/>
    <w:rsid w:val="005131E8"/>
    <w:rsid w:val="00513FFA"/>
    <w:rsid w:val="00514A34"/>
    <w:rsid w:val="00526518"/>
    <w:rsid w:val="00526F5C"/>
    <w:rsid w:val="0053306B"/>
    <w:rsid w:val="00533B82"/>
    <w:rsid w:val="00543076"/>
    <w:rsid w:val="00545DF8"/>
    <w:rsid w:val="005533EF"/>
    <w:rsid w:val="00553975"/>
    <w:rsid w:val="00553B33"/>
    <w:rsid w:val="005548BF"/>
    <w:rsid w:val="005635CF"/>
    <w:rsid w:val="0056482A"/>
    <w:rsid w:val="00566F28"/>
    <w:rsid w:val="00567FA3"/>
    <w:rsid w:val="005724E7"/>
    <w:rsid w:val="00572DFB"/>
    <w:rsid w:val="00573996"/>
    <w:rsid w:val="0058114D"/>
    <w:rsid w:val="00584E4B"/>
    <w:rsid w:val="00587B28"/>
    <w:rsid w:val="00590B25"/>
    <w:rsid w:val="00596F28"/>
    <w:rsid w:val="00597EDB"/>
    <w:rsid w:val="005A0D31"/>
    <w:rsid w:val="005A4924"/>
    <w:rsid w:val="005A5839"/>
    <w:rsid w:val="005B0B5B"/>
    <w:rsid w:val="005C4C9A"/>
    <w:rsid w:val="005C505B"/>
    <w:rsid w:val="005D19C7"/>
    <w:rsid w:val="005D325A"/>
    <w:rsid w:val="005D3552"/>
    <w:rsid w:val="005D6CE5"/>
    <w:rsid w:val="005E1B73"/>
    <w:rsid w:val="005E2B11"/>
    <w:rsid w:val="005E760F"/>
    <w:rsid w:val="005E7784"/>
    <w:rsid w:val="005F245D"/>
    <w:rsid w:val="005F4A8D"/>
    <w:rsid w:val="005F6C23"/>
    <w:rsid w:val="0060096B"/>
    <w:rsid w:val="006020ED"/>
    <w:rsid w:val="00602CE9"/>
    <w:rsid w:val="006052DB"/>
    <w:rsid w:val="00611972"/>
    <w:rsid w:val="00612AD0"/>
    <w:rsid w:val="00615D73"/>
    <w:rsid w:val="006166B8"/>
    <w:rsid w:val="00620A72"/>
    <w:rsid w:val="006210EB"/>
    <w:rsid w:val="006216EB"/>
    <w:rsid w:val="0063105A"/>
    <w:rsid w:val="00634621"/>
    <w:rsid w:val="00635A78"/>
    <w:rsid w:val="0065795D"/>
    <w:rsid w:val="00663E5D"/>
    <w:rsid w:val="00665E60"/>
    <w:rsid w:val="00666095"/>
    <w:rsid w:val="0066649D"/>
    <w:rsid w:val="00666931"/>
    <w:rsid w:val="00666942"/>
    <w:rsid w:val="0067314E"/>
    <w:rsid w:val="00675864"/>
    <w:rsid w:val="00676BA1"/>
    <w:rsid w:val="00681609"/>
    <w:rsid w:val="00681930"/>
    <w:rsid w:val="006827D2"/>
    <w:rsid w:val="00685261"/>
    <w:rsid w:val="006875AE"/>
    <w:rsid w:val="00687909"/>
    <w:rsid w:val="0069048F"/>
    <w:rsid w:val="00691953"/>
    <w:rsid w:val="00692F23"/>
    <w:rsid w:val="006942BF"/>
    <w:rsid w:val="00695032"/>
    <w:rsid w:val="006951CA"/>
    <w:rsid w:val="006961BF"/>
    <w:rsid w:val="006A047A"/>
    <w:rsid w:val="006A0F2A"/>
    <w:rsid w:val="006A2974"/>
    <w:rsid w:val="006A2AB7"/>
    <w:rsid w:val="006A2DB6"/>
    <w:rsid w:val="006A3B11"/>
    <w:rsid w:val="006A3D37"/>
    <w:rsid w:val="006B55A4"/>
    <w:rsid w:val="006C1532"/>
    <w:rsid w:val="006C15B9"/>
    <w:rsid w:val="006C226D"/>
    <w:rsid w:val="006D558B"/>
    <w:rsid w:val="006D6512"/>
    <w:rsid w:val="006D6F11"/>
    <w:rsid w:val="006D72C4"/>
    <w:rsid w:val="006E2573"/>
    <w:rsid w:val="006E3E6C"/>
    <w:rsid w:val="006F0E1B"/>
    <w:rsid w:val="006F1588"/>
    <w:rsid w:val="006F3F1D"/>
    <w:rsid w:val="00702080"/>
    <w:rsid w:val="00704346"/>
    <w:rsid w:val="00705793"/>
    <w:rsid w:val="00705BE7"/>
    <w:rsid w:val="007105F7"/>
    <w:rsid w:val="00712088"/>
    <w:rsid w:val="007123D9"/>
    <w:rsid w:val="007166B7"/>
    <w:rsid w:val="00716D8B"/>
    <w:rsid w:val="00717140"/>
    <w:rsid w:val="007228FC"/>
    <w:rsid w:val="00726BF7"/>
    <w:rsid w:val="00736D61"/>
    <w:rsid w:val="00742342"/>
    <w:rsid w:val="00742B7C"/>
    <w:rsid w:val="00743A3F"/>
    <w:rsid w:val="007448CB"/>
    <w:rsid w:val="007540A0"/>
    <w:rsid w:val="007555AE"/>
    <w:rsid w:val="00755823"/>
    <w:rsid w:val="00760061"/>
    <w:rsid w:val="007612A6"/>
    <w:rsid w:val="00762E2E"/>
    <w:rsid w:val="00764ACF"/>
    <w:rsid w:val="007655A1"/>
    <w:rsid w:val="00766935"/>
    <w:rsid w:val="0077047D"/>
    <w:rsid w:val="0077067E"/>
    <w:rsid w:val="0077281F"/>
    <w:rsid w:val="007735D5"/>
    <w:rsid w:val="007812A1"/>
    <w:rsid w:val="00785157"/>
    <w:rsid w:val="0078740A"/>
    <w:rsid w:val="007905DA"/>
    <w:rsid w:val="007A01C9"/>
    <w:rsid w:val="007A398B"/>
    <w:rsid w:val="007A4DF4"/>
    <w:rsid w:val="007A5730"/>
    <w:rsid w:val="007A636B"/>
    <w:rsid w:val="007A6ACB"/>
    <w:rsid w:val="007C05FE"/>
    <w:rsid w:val="007C416B"/>
    <w:rsid w:val="007C70D6"/>
    <w:rsid w:val="007D2784"/>
    <w:rsid w:val="007D677C"/>
    <w:rsid w:val="007E05B3"/>
    <w:rsid w:val="007E1D51"/>
    <w:rsid w:val="007E1FFE"/>
    <w:rsid w:val="007E392B"/>
    <w:rsid w:val="007E4F82"/>
    <w:rsid w:val="007E6344"/>
    <w:rsid w:val="007F0DCA"/>
    <w:rsid w:val="007F23BD"/>
    <w:rsid w:val="007F2BBE"/>
    <w:rsid w:val="007F5E61"/>
    <w:rsid w:val="007F76FA"/>
    <w:rsid w:val="00802B37"/>
    <w:rsid w:val="00803AC4"/>
    <w:rsid w:val="0080495B"/>
    <w:rsid w:val="00806CE3"/>
    <w:rsid w:val="00813AF8"/>
    <w:rsid w:val="00814A65"/>
    <w:rsid w:val="008152E2"/>
    <w:rsid w:val="008173FE"/>
    <w:rsid w:val="008210CA"/>
    <w:rsid w:val="00822711"/>
    <w:rsid w:val="00831D54"/>
    <w:rsid w:val="00832183"/>
    <w:rsid w:val="00837E8C"/>
    <w:rsid w:val="008405D6"/>
    <w:rsid w:val="00842B13"/>
    <w:rsid w:val="00842F51"/>
    <w:rsid w:val="00843E94"/>
    <w:rsid w:val="00850465"/>
    <w:rsid w:val="008526DB"/>
    <w:rsid w:val="00870718"/>
    <w:rsid w:val="008724B7"/>
    <w:rsid w:val="008738FE"/>
    <w:rsid w:val="00881A79"/>
    <w:rsid w:val="0088717C"/>
    <w:rsid w:val="008876EF"/>
    <w:rsid w:val="008879DC"/>
    <w:rsid w:val="00891AA1"/>
    <w:rsid w:val="00896939"/>
    <w:rsid w:val="0089750D"/>
    <w:rsid w:val="008A4706"/>
    <w:rsid w:val="008A587B"/>
    <w:rsid w:val="008A76CA"/>
    <w:rsid w:val="008A7E80"/>
    <w:rsid w:val="008B1663"/>
    <w:rsid w:val="008B279E"/>
    <w:rsid w:val="008B3AD0"/>
    <w:rsid w:val="008B3FD5"/>
    <w:rsid w:val="008B593B"/>
    <w:rsid w:val="008C2F46"/>
    <w:rsid w:val="008C5A48"/>
    <w:rsid w:val="008C7419"/>
    <w:rsid w:val="008D245E"/>
    <w:rsid w:val="008D436D"/>
    <w:rsid w:val="008D469B"/>
    <w:rsid w:val="008D49BE"/>
    <w:rsid w:val="008D6B12"/>
    <w:rsid w:val="008E352F"/>
    <w:rsid w:val="008E53A0"/>
    <w:rsid w:val="008E63ED"/>
    <w:rsid w:val="008F0753"/>
    <w:rsid w:val="008F794C"/>
    <w:rsid w:val="009002CB"/>
    <w:rsid w:val="00901BDF"/>
    <w:rsid w:val="00903B2D"/>
    <w:rsid w:val="009103D7"/>
    <w:rsid w:val="00915B04"/>
    <w:rsid w:val="00916F86"/>
    <w:rsid w:val="0091748E"/>
    <w:rsid w:val="00922B89"/>
    <w:rsid w:val="00923ADF"/>
    <w:rsid w:val="00924284"/>
    <w:rsid w:val="009321B7"/>
    <w:rsid w:val="009335C9"/>
    <w:rsid w:val="009335F7"/>
    <w:rsid w:val="009339E1"/>
    <w:rsid w:val="00937FF9"/>
    <w:rsid w:val="009456E5"/>
    <w:rsid w:val="00946554"/>
    <w:rsid w:val="009503B1"/>
    <w:rsid w:val="00950DF9"/>
    <w:rsid w:val="009534DB"/>
    <w:rsid w:val="00954231"/>
    <w:rsid w:val="00956B29"/>
    <w:rsid w:val="00956CF5"/>
    <w:rsid w:val="009611AD"/>
    <w:rsid w:val="00961669"/>
    <w:rsid w:val="00963C7C"/>
    <w:rsid w:val="00970392"/>
    <w:rsid w:val="0098025E"/>
    <w:rsid w:val="009803DF"/>
    <w:rsid w:val="00983733"/>
    <w:rsid w:val="00984319"/>
    <w:rsid w:val="009905D8"/>
    <w:rsid w:val="00996E94"/>
    <w:rsid w:val="00997436"/>
    <w:rsid w:val="0099794A"/>
    <w:rsid w:val="009A66D5"/>
    <w:rsid w:val="009B0B58"/>
    <w:rsid w:val="009B0D3A"/>
    <w:rsid w:val="009B605B"/>
    <w:rsid w:val="009C3939"/>
    <w:rsid w:val="009D4D7A"/>
    <w:rsid w:val="009D6674"/>
    <w:rsid w:val="009E091B"/>
    <w:rsid w:val="009E7E6E"/>
    <w:rsid w:val="009F1B7A"/>
    <w:rsid w:val="009F2F89"/>
    <w:rsid w:val="00A00287"/>
    <w:rsid w:val="00A00A87"/>
    <w:rsid w:val="00A16B17"/>
    <w:rsid w:val="00A20F98"/>
    <w:rsid w:val="00A23798"/>
    <w:rsid w:val="00A3441C"/>
    <w:rsid w:val="00A34D4F"/>
    <w:rsid w:val="00A34E4F"/>
    <w:rsid w:val="00A4580A"/>
    <w:rsid w:val="00A45957"/>
    <w:rsid w:val="00A46113"/>
    <w:rsid w:val="00A500A1"/>
    <w:rsid w:val="00A53B9C"/>
    <w:rsid w:val="00A55976"/>
    <w:rsid w:val="00A609E1"/>
    <w:rsid w:val="00A63A74"/>
    <w:rsid w:val="00A70701"/>
    <w:rsid w:val="00A708D9"/>
    <w:rsid w:val="00A71DD0"/>
    <w:rsid w:val="00A71F00"/>
    <w:rsid w:val="00A722A9"/>
    <w:rsid w:val="00A7516F"/>
    <w:rsid w:val="00A81B50"/>
    <w:rsid w:val="00A82306"/>
    <w:rsid w:val="00A8468B"/>
    <w:rsid w:val="00AA0D0B"/>
    <w:rsid w:val="00AA261D"/>
    <w:rsid w:val="00AA4B64"/>
    <w:rsid w:val="00AA4F5C"/>
    <w:rsid w:val="00AA5708"/>
    <w:rsid w:val="00AA5A06"/>
    <w:rsid w:val="00AA5C2C"/>
    <w:rsid w:val="00AA7D1E"/>
    <w:rsid w:val="00AB1B10"/>
    <w:rsid w:val="00AB4DC1"/>
    <w:rsid w:val="00AB77E6"/>
    <w:rsid w:val="00AC283E"/>
    <w:rsid w:val="00AC5238"/>
    <w:rsid w:val="00AC6947"/>
    <w:rsid w:val="00AD03B9"/>
    <w:rsid w:val="00AD1BE6"/>
    <w:rsid w:val="00AD2673"/>
    <w:rsid w:val="00AD2CC6"/>
    <w:rsid w:val="00AD7909"/>
    <w:rsid w:val="00AE246C"/>
    <w:rsid w:val="00AE6622"/>
    <w:rsid w:val="00AF459B"/>
    <w:rsid w:val="00AF6693"/>
    <w:rsid w:val="00AF7AA1"/>
    <w:rsid w:val="00B05FB0"/>
    <w:rsid w:val="00B064D7"/>
    <w:rsid w:val="00B10C64"/>
    <w:rsid w:val="00B10D26"/>
    <w:rsid w:val="00B138BE"/>
    <w:rsid w:val="00B21FD2"/>
    <w:rsid w:val="00B2307D"/>
    <w:rsid w:val="00B23D5E"/>
    <w:rsid w:val="00B242F0"/>
    <w:rsid w:val="00B3163C"/>
    <w:rsid w:val="00B31BFC"/>
    <w:rsid w:val="00B34DFE"/>
    <w:rsid w:val="00B353E5"/>
    <w:rsid w:val="00B36590"/>
    <w:rsid w:val="00B40B37"/>
    <w:rsid w:val="00B50206"/>
    <w:rsid w:val="00B51460"/>
    <w:rsid w:val="00B53C7C"/>
    <w:rsid w:val="00B5709A"/>
    <w:rsid w:val="00B656E4"/>
    <w:rsid w:val="00B65979"/>
    <w:rsid w:val="00B91256"/>
    <w:rsid w:val="00B9282D"/>
    <w:rsid w:val="00B96A53"/>
    <w:rsid w:val="00BA07A0"/>
    <w:rsid w:val="00BA1619"/>
    <w:rsid w:val="00BA2B88"/>
    <w:rsid w:val="00BA3DF4"/>
    <w:rsid w:val="00BA4B81"/>
    <w:rsid w:val="00BB0A5B"/>
    <w:rsid w:val="00BB3A67"/>
    <w:rsid w:val="00BB512B"/>
    <w:rsid w:val="00BB55E6"/>
    <w:rsid w:val="00BB566E"/>
    <w:rsid w:val="00BC0345"/>
    <w:rsid w:val="00BC1356"/>
    <w:rsid w:val="00BC6CFE"/>
    <w:rsid w:val="00BD0501"/>
    <w:rsid w:val="00BD3A50"/>
    <w:rsid w:val="00BD4BCC"/>
    <w:rsid w:val="00BE798D"/>
    <w:rsid w:val="00BF08B2"/>
    <w:rsid w:val="00BF2075"/>
    <w:rsid w:val="00BF538F"/>
    <w:rsid w:val="00BF66F8"/>
    <w:rsid w:val="00BF6E91"/>
    <w:rsid w:val="00C02DFB"/>
    <w:rsid w:val="00C04C9A"/>
    <w:rsid w:val="00C05674"/>
    <w:rsid w:val="00C05FEB"/>
    <w:rsid w:val="00C15284"/>
    <w:rsid w:val="00C16495"/>
    <w:rsid w:val="00C16F8C"/>
    <w:rsid w:val="00C20C60"/>
    <w:rsid w:val="00C25052"/>
    <w:rsid w:val="00C31331"/>
    <w:rsid w:val="00C31E81"/>
    <w:rsid w:val="00C34B33"/>
    <w:rsid w:val="00C4014A"/>
    <w:rsid w:val="00C43035"/>
    <w:rsid w:val="00C44AE2"/>
    <w:rsid w:val="00C471F9"/>
    <w:rsid w:val="00C47BF1"/>
    <w:rsid w:val="00C47E36"/>
    <w:rsid w:val="00C52A7E"/>
    <w:rsid w:val="00C52F42"/>
    <w:rsid w:val="00C54A09"/>
    <w:rsid w:val="00C5701E"/>
    <w:rsid w:val="00C65CF2"/>
    <w:rsid w:val="00C66F7A"/>
    <w:rsid w:val="00C71187"/>
    <w:rsid w:val="00C748EE"/>
    <w:rsid w:val="00C74CFE"/>
    <w:rsid w:val="00C817A5"/>
    <w:rsid w:val="00C82401"/>
    <w:rsid w:val="00C83167"/>
    <w:rsid w:val="00C83BE0"/>
    <w:rsid w:val="00C940DA"/>
    <w:rsid w:val="00C96AFE"/>
    <w:rsid w:val="00CA1013"/>
    <w:rsid w:val="00CB217B"/>
    <w:rsid w:val="00CB49EB"/>
    <w:rsid w:val="00CB49EF"/>
    <w:rsid w:val="00CB6188"/>
    <w:rsid w:val="00CB7B21"/>
    <w:rsid w:val="00CC0368"/>
    <w:rsid w:val="00CC4868"/>
    <w:rsid w:val="00CC56AE"/>
    <w:rsid w:val="00CC6AB1"/>
    <w:rsid w:val="00CD31B7"/>
    <w:rsid w:val="00CD4E93"/>
    <w:rsid w:val="00CE0502"/>
    <w:rsid w:val="00CE4015"/>
    <w:rsid w:val="00CE4564"/>
    <w:rsid w:val="00CE4CFB"/>
    <w:rsid w:val="00CF2870"/>
    <w:rsid w:val="00D07932"/>
    <w:rsid w:val="00D118FC"/>
    <w:rsid w:val="00D135B6"/>
    <w:rsid w:val="00D1418C"/>
    <w:rsid w:val="00D14E8F"/>
    <w:rsid w:val="00D15B0B"/>
    <w:rsid w:val="00D17B0D"/>
    <w:rsid w:val="00D22000"/>
    <w:rsid w:val="00D22D22"/>
    <w:rsid w:val="00D23839"/>
    <w:rsid w:val="00D23C26"/>
    <w:rsid w:val="00D30CCF"/>
    <w:rsid w:val="00D3108E"/>
    <w:rsid w:val="00D338B7"/>
    <w:rsid w:val="00D3600D"/>
    <w:rsid w:val="00D476F0"/>
    <w:rsid w:val="00D528EA"/>
    <w:rsid w:val="00D551B6"/>
    <w:rsid w:val="00D60313"/>
    <w:rsid w:val="00D664F4"/>
    <w:rsid w:val="00D66BF7"/>
    <w:rsid w:val="00D72C6C"/>
    <w:rsid w:val="00D73E53"/>
    <w:rsid w:val="00D807EC"/>
    <w:rsid w:val="00D80C0E"/>
    <w:rsid w:val="00D82B61"/>
    <w:rsid w:val="00D83DFB"/>
    <w:rsid w:val="00D86B83"/>
    <w:rsid w:val="00D90B86"/>
    <w:rsid w:val="00D96566"/>
    <w:rsid w:val="00D969AE"/>
    <w:rsid w:val="00DA2B8C"/>
    <w:rsid w:val="00DB20A6"/>
    <w:rsid w:val="00DB2821"/>
    <w:rsid w:val="00DB29FB"/>
    <w:rsid w:val="00DB3925"/>
    <w:rsid w:val="00DB5EC8"/>
    <w:rsid w:val="00DC024A"/>
    <w:rsid w:val="00DC15A0"/>
    <w:rsid w:val="00DC1EDD"/>
    <w:rsid w:val="00DC2640"/>
    <w:rsid w:val="00DC36A1"/>
    <w:rsid w:val="00DC5E4B"/>
    <w:rsid w:val="00DC62FC"/>
    <w:rsid w:val="00DD0546"/>
    <w:rsid w:val="00DD0606"/>
    <w:rsid w:val="00DD3A8B"/>
    <w:rsid w:val="00DE3492"/>
    <w:rsid w:val="00DE3647"/>
    <w:rsid w:val="00DF04B9"/>
    <w:rsid w:val="00DF2EBC"/>
    <w:rsid w:val="00E00971"/>
    <w:rsid w:val="00E10315"/>
    <w:rsid w:val="00E2731C"/>
    <w:rsid w:val="00E306FB"/>
    <w:rsid w:val="00E3405D"/>
    <w:rsid w:val="00E35DE6"/>
    <w:rsid w:val="00E365FE"/>
    <w:rsid w:val="00E3734C"/>
    <w:rsid w:val="00E42677"/>
    <w:rsid w:val="00E44408"/>
    <w:rsid w:val="00E44446"/>
    <w:rsid w:val="00E47C5B"/>
    <w:rsid w:val="00E526E2"/>
    <w:rsid w:val="00E528C6"/>
    <w:rsid w:val="00E61DA4"/>
    <w:rsid w:val="00E622F7"/>
    <w:rsid w:val="00E64206"/>
    <w:rsid w:val="00E71F7C"/>
    <w:rsid w:val="00E72654"/>
    <w:rsid w:val="00E74C50"/>
    <w:rsid w:val="00E8147A"/>
    <w:rsid w:val="00E82345"/>
    <w:rsid w:val="00E84210"/>
    <w:rsid w:val="00E85CCA"/>
    <w:rsid w:val="00E86665"/>
    <w:rsid w:val="00E91375"/>
    <w:rsid w:val="00E92636"/>
    <w:rsid w:val="00E92C7E"/>
    <w:rsid w:val="00EA0B4B"/>
    <w:rsid w:val="00EA4403"/>
    <w:rsid w:val="00EB1FD2"/>
    <w:rsid w:val="00EB567E"/>
    <w:rsid w:val="00EB79F1"/>
    <w:rsid w:val="00EC2F4E"/>
    <w:rsid w:val="00EC43A2"/>
    <w:rsid w:val="00EC46D2"/>
    <w:rsid w:val="00EC6510"/>
    <w:rsid w:val="00EE08D4"/>
    <w:rsid w:val="00EE6D3F"/>
    <w:rsid w:val="00EF0690"/>
    <w:rsid w:val="00EF5EA2"/>
    <w:rsid w:val="00EF7EEF"/>
    <w:rsid w:val="00EF7FC6"/>
    <w:rsid w:val="00F00340"/>
    <w:rsid w:val="00F017E4"/>
    <w:rsid w:val="00F030A6"/>
    <w:rsid w:val="00F10149"/>
    <w:rsid w:val="00F1313E"/>
    <w:rsid w:val="00F13996"/>
    <w:rsid w:val="00F1644D"/>
    <w:rsid w:val="00F17C6A"/>
    <w:rsid w:val="00F246B7"/>
    <w:rsid w:val="00F267AE"/>
    <w:rsid w:val="00F45EF0"/>
    <w:rsid w:val="00F47EF6"/>
    <w:rsid w:val="00F570C1"/>
    <w:rsid w:val="00F5723C"/>
    <w:rsid w:val="00F616CE"/>
    <w:rsid w:val="00F61ADD"/>
    <w:rsid w:val="00F67552"/>
    <w:rsid w:val="00F67EFA"/>
    <w:rsid w:val="00F714F7"/>
    <w:rsid w:val="00F75353"/>
    <w:rsid w:val="00F77EB9"/>
    <w:rsid w:val="00F85276"/>
    <w:rsid w:val="00F86A75"/>
    <w:rsid w:val="00F86D26"/>
    <w:rsid w:val="00F95104"/>
    <w:rsid w:val="00F9643E"/>
    <w:rsid w:val="00F97C01"/>
    <w:rsid w:val="00FA12F2"/>
    <w:rsid w:val="00FA2379"/>
    <w:rsid w:val="00FA2776"/>
    <w:rsid w:val="00FA4006"/>
    <w:rsid w:val="00FA4342"/>
    <w:rsid w:val="00FA5157"/>
    <w:rsid w:val="00FA75E2"/>
    <w:rsid w:val="00FA7F5E"/>
    <w:rsid w:val="00FB0285"/>
    <w:rsid w:val="00FB2637"/>
    <w:rsid w:val="00FB390A"/>
    <w:rsid w:val="00FB397E"/>
    <w:rsid w:val="00FB406E"/>
    <w:rsid w:val="00FB42F0"/>
    <w:rsid w:val="00FB4FBF"/>
    <w:rsid w:val="00FB5215"/>
    <w:rsid w:val="00FC10CF"/>
    <w:rsid w:val="00FC18A6"/>
    <w:rsid w:val="00FC360A"/>
    <w:rsid w:val="00FF1901"/>
    <w:rsid w:val="00FF3C4D"/>
    <w:rsid w:val="00FF5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9D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09D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A09D2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uiPriority w:val="99"/>
    <w:rsid w:val="001A09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A09D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346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469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337</TotalTime>
  <Pages>4</Pages>
  <Words>780</Words>
  <Characters>4452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Елена</cp:lastModifiedBy>
  <cp:revision>57</cp:revision>
  <cp:lastPrinted>2014-03-31T03:11:00Z</cp:lastPrinted>
  <dcterms:created xsi:type="dcterms:W3CDTF">2013-04-10T07:35:00Z</dcterms:created>
  <dcterms:modified xsi:type="dcterms:W3CDTF">2014-05-21T03:31:00Z</dcterms:modified>
</cp:coreProperties>
</file>