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D55" w:rsidRDefault="009C24FD" w:rsidP="00893D55">
      <w:pPr>
        <w:pStyle w:val="ConsPlusTitle"/>
        <w:widowControl/>
        <w:jc w:val="center"/>
        <w:rPr>
          <w:b w:val="0"/>
          <w:bCs w:val="0"/>
        </w:rPr>
      </w:pPr>
      <w:r w:rsidRPr="00893D55">
        <w:rPr>
          <w:b w:val="0"/>
          <w:bCs w:val="0"/>
        </w:rPr>
        <w:t>Сведения о доходах, об имуществе и обязательствах</w:t>
      </w:r>
      <w:r w:rsidR="00893D55">
        <w:rPr>
          <w:b w:val="0"/>
          <w:bCs w:val="0"/>
        </w:rPr>
        <w:t xml:space="preserve"> </w:t>
      </w:r>
      <w:r w:rsidRPr="00893D55">
        <w:rPr>
          <w:b w:val="0"/>
          <w:bCs w:val="0"/>
        </w:rPr>
        <w:t>имущественного характера лиц,</w:t>
      </w:r>
    </w:p>
    <w:p w:rsidR="009C24FD" w:rsidRPr="00893D55" w:rsidRDefault="009C24FD" w:rsidP="00893D55">
      <w:pPr>
        <w:pStyle w:val="ConsPlusTitle"/>
        <w:widowControl/>
        <w:jc w:val="center"/>
        <w:rPr>
          <w:b w:val="0"/>
          <w:bCs w:val="0"/>
        </w:rPr>
      </w:pPr>
      <w:r w:rsidRPr="00893D55">
        <w:rPr>
          <w:b w:val="0"/>
          <w:bCs w:val="0"/>
        </w:rPr>
        <w:t xml:space="preserve"> </w:t>
      </w:r>
      <w:proofErr w:type="gramStart"/>
      <w:r w:rsidRPr="00893D55">
        <w:rPr>
          <w:b w:val="0"/>
          <w:bCs w:val="0"/>
        </w:rPr>
        <w:t>замещающих</w:t>
      </w:r>
      <w:proofErr w:type="gramEnd"/>
      <w:r w:rsidRPr="00893D55">
        <w:rPr>
          <w:b w:val="0"/>
          <w:bCs w:val="0"/>
        </w:rPr>
        <w:t xml:space="preserve"> должности</w:t>
      </w:r>
      <w:r w:rsidR="00893D55">
        <w:rPr>
          <w:b w:val="0"/>
          <w:bCs w:val="0"/>
        </w:rPr>
        <w:t xml:space="preserve"> </w:t>
      </w:r>
      <w:r w:rsidRPr="00893D55">
        <w:rPr>
          <w:b w:val="0"/>
          <w:bCs w:val="0"/>
        </w:rPr>
        <w:t xml:space="preserve">муниципальной службы </w:t>
      </w:r>
      <w:r w:rsidRPr="00893D55">
        <w:rPr>
          <w:bCs w:val="0"/>
        </w:rPr>
        <w:t xml:space="preserve">аппарата </w:t>
      </w:r>
      <w:r w:rsidRPr="00893D55">
        <w:t>администрации Шушенского района</w:t>
      </w:r>
    </w:p>
    <w:p w:rsidR="009C24FD" w:rsidRPr="00893D55" w:rsidRDefault="009C24FD" w:rsidP="009C24FD">
      <w:pPr>
        <w:pStyle w:val="ConsPlusTitle"/>
        <w:widowControl/>
        <w:jc w:val="center"/>
        <w:rPr>
          <w:b w:val="0"/>
          <w:bCs w:val="0"/>
        </w:rPr>
      </w:pPr>
      <w:r w:rsidRPr="00893D55">
        <w:rPr>
          <w:b w:val="0"/>
          <w:bCs w:val="0"/>
        </w:rPr>
        <w:t xml:space="preserve">старшей  группы </w:t>
      </w:r>
      <w:proofErr w:type="gramStart"/>
      <w:r w:rsidRPr="00893D55">
        <w:rPr>
          <w:b w:val="0"/>
          <w:bCs w:val="0"/>
        </w:rPr>
        <w:t xml:space="preserve">( </w:t>
      </w:r>
      <w:proofErr w:type="gramEnd"/>
      <w:r w:rsidRPr="00893D55">
        <w:rPr>
          <w:b w:val="0"/>
          <w:bCs w:val="0"/>
        </w:rPr>
        <w:t xml:space="preserve">главный специалист, ведущий специалист, бухгалтер), а также предоставленные указанными лицами сведения о доходах, об имуществе и обязательствах имущественного характера супруги (супруга) и несовершеннолетних детей </w:t>
      </w:r>
      <w:r w:rsidRPr="00893D55">
        <w:t>за 2012 год</w:t>
      </w:r>
    </w:p>
    <w:p w:rsidR="000C50FF" w:rsidRPr="00AF0E2D" w:rsidRDefault="000C50FF">
      <w:pPr>
        <w:rPr>
          <w:lang w:val="en-US"/>
        </w:rPr>
      </w:pPr>
      <w:bookmarkStart w:id="0" w:name="_GoBack"/>
      <w:bookmarkEnd w:id="0"/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9C24FD">
        <w:trPr>
          <w:cantSplit/>
          <w:trHeight w:val="28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</w:p>
          <w:p w:rsidR="009C24FD" w:rsidRDefault="009C24FD" w:rsidP="009C24FD">
            <w:pPr>
              <w:jc w:val="center"/>
            </w:pPr>
          </w:p>
          <w:p w:rsidR="009C24FD" w:rsidRDefault="009C24FD" w:rsidP="009C24F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 xml:space="preserve">Наименование </w:t>
            </w:r>
          </w:p>
          <w:p w:rsidR="009C24FD" w:rsidRDefault="009C24FD" w:rsidP="009C24FD">
            <w:pPr>
              <w:jc w:val="center"/>
            </w:pPr>
            <w:r>
              <w:t xml:space="preserve">муниципального </w:t>
            </w:r>
          </w:p>
          <w:p w:rsidR="009C24FD" w:rsidRDefault="009C24FD" w:rsidP="009C24FD">
            <w:pPr>
              <w:jc w:val="center"/>
            </w:pPr>
            <w:r>
              <w:t>образования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>Фамилия, имя, отчество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>Должность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>Общая</w:t>
            </w:r>
          </w:p>
          <w:p w:rsidR="009C24FD" w:rsidRDefault="009C24FD" w:rsidP="009C24FD">
            <w:pPr>
              <w:jc w:val="center"/>
            </w:pPr>
            <w:r>
              <w:t xml:space="preserve"> сумма </w:t>
            </w:r>
          </w:p>
          <w:p w:rsidR="009C24FD" w:rsidRDefault="009C24FD" w:rsidP="009C24FD">
            <w:pPr>
              <w:jc w:val="center"/>
            </w:pPr>
            <w:r>
              <w:t xml:space="preserve">дохода </w:t>
            </w:r>
          </w:p>
          <w:p w:rsidR="009C24FD" w:rsidRDefault="009C24FD" w:rsidP="009C24FD">
            <w:pPr>
              <w:jc w:val="center"/>
            </w:pPr>
            <w:r>
              <w:t xml:space="preserve">за 2012 год </w:t>
            </w:r>
          </w:p>
          <w:p w:rsidR="009C24FD" w:rsidRDefault="009C24FD" w:rsidP="009C24FD">
            <w:pPr>
              <w:jc w:val="center"/>
            </w:pPr>
            <w:r>
              <w:t>(тыс. руб.)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FD" w:rsidRDefault="009C24FD" w:rsidP="009C24FD">
            <w:pPr>
              <w:jc w:val="center"/>
            </w:pPr>
            <w:r>
              <w:t>Перечень объектов недвижимости,</w:t>
            </w:r>
          </w:p>
          <w:p w:rsidR="009C24FD" w:rsidRDefault="009C24FD" w:rsidP="009C24FD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4FD" w:rsidRPr="002A4294" w:rsidRDefault="009C24FD" w:rsidP="00893D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2A4294">
              <w:rPr>
                <w:sz w:val="22"/>
                <w:szCs w:val="22"/>
              </w:rPr>
              <w:t>Перечень транспортных средств с указанием вида</w:t>
            </w:r>
          </w:p>
          <w:p w:rsidR="009C24FD" w:rsidRDefault="009C24FD" w:rsidP="00893D55">
            <w:pPr>
              <w:ind w:left="113" w:right="113"/>
              <w:jc w:val="center"/>
            </w:pPr>
            <w:r w:rsidRPr="002A4294">
              <w:rPr>
                <w:sz w:val="22"/>
                <w:szCs w:val="22"/>
              </w:rPr>
              <w:t xml:space="preserve"> и марки, </w:t>
            </w:r>
            <w:proofErr w:type="gramStart"/>
            <w:r w:rsidRPr="002A4294">
              <w:rPr>
                <w:sz w:val="22"/>
                <w:szCs w:val="22"/>
              </w:rPr>
              <w:t>принадлежащих</w:t>
            </w:r>
            <w:proofErr w:type="gramEnd"/>
            <w:r w:rsidRPr="002A4294">
              <w:rPr>
                <w:sz w:val="22"/>
                <w:szCs w:val="22"/>
              </w:rPr>
              <w:t xml:space="preserve"> лицу на праве собственности</w:t>
            </w:r>
          </w:p>
        </w:tc>
      </w:tr>
      <w:tr w:rsidR="00F320EC">
        <w:trPr>
          <w:trHeight w:val="96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 w:rsidRPr="00894F3A"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 w:rsidRPr="00894F3A">
              <w:t>Площадь (кв</w:t>
            </w:r>
            <w:proofErr w:type="gramStart"/>
            <w:r w:rsidRPr="00894F3A">
              <w:t>.м</w:t>
            </w:r>
            <w:proofErr w:type="gramEnd"/>
            <w:r w:rsidRPr="00894F3A">
              <w:t>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>
              <w:t>Вид объекта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 w:rsidRPr="00894F3A">
              <w:t>Площадь (кв</w:t>
            </w:r>
            <w:proofErr w:type="gramStart"/>
            <w:r w:rsidRPr="00894F3A">
              <w:t>.м</w:t>
            </w:r>
            <w:proofErr w:type="gramEnd"/>
            <w:r>
              <w:t>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0EC" w:rsidRPr="00894F3A" w:rsidRDefault="00F320EC" w:rsidP="009C24F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0EC" w:rsidRDefault="00F320EC" w:rsidP="009C24FD"/>
        </w:tc>
      </w:tr>
    </w:tbl>
    <w:p w:rsidR="000C50FF" w:rsidRDefault="000C50FF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3E2D17">
        <w:trPr>
          <w:trHeight w:val="53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2D13DA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Бобриков Михаил Алексеевич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F472AD" w:rsidRPr="00396D08" w:rsidRDefault="00F472AD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 ГО, ЧС и ПБ, природопользования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308825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ВАЗ-210744</w:t>
            </w:r>
          </w:p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</w:tr>
      <w:tr w:rsidR="003E2D17">
        <w:trPr>
          <w:trHeight w:val="4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4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5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765F91" w:rsidRDefault="003E2D17" w:rsidP="00576BF6">
            <w:pPr>
              <w:rPr>
                <w:sz w:val="22"/>
                <w:szCs w:val="22"/>
              </w:rPr>
            </w:pPr>
            <w:r w:rsidRPr="00765F91">
              <w:rPr>
                <w:sz w:val="22"/>
                <w:szCs w:val="22"/>
              </w:rPr>
              <w:t>супруга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</w:tbl>
    <w:p w:rsidR="003E2D17" w:rsidRDefault="003E2D1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DD6B50">
        <w:trPr>
          <w:trHeight w:val="15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Default="002B2E20" w:rsidP="00DD6B50">
            <w:r>
              <w:t>2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Pr="00396D08" w:rsidRDefault="00DD6B50" w:rsidP="00DD6B50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Pr="00532941" w:rsidRDefault="00DD6B50" w:rsidP="00DD6B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Быков Евгений Васильевич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Pr="00396D08" w:rsidRDefault="00DD6B50" w:rsidP="00DD6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 отдела МП, </w:t>
            </w:r>
            <w:proofErr w:type="spellStart"/>
            <w:r>
              <w:rPr>
                <w:sz w:val="22"/>
                <w:szCs w:val="22"/>
              </w:rPr>
              <w:t>ФиС</w:t>
            </w:r>
            <w:proofErr w:type="spellEnd"/>
            <w:r>
              <w:rPr>
                <w:sz w:val="22"/>
                <w:szCs w:val="22"/>
              </w:rPr>
              <w:t>, юридического обеспечения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Pr="00396D08" w:rsidRDefault="00DD6B50" w:rsidP="00DD6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232299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B50" w:rsidRPr="00396D08" w:rsidRDefault="00DD6B50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B50" w:rsidRPr="00396D08" w:rsidRDefault="00DD6B50" w:rsidP="00DD6B50">
            <w:pPr>
              <w:rPr>
                <w:sz w:val="22"/>
                <w:szCs w:val="22"/>
              </w:rPr>
            </w:pPr>
          </w:p>
        </w:tc>
      </w:tr>
      <w:tr w:rsidR="000A1481">
        <w:trPr>
          <w:trHeight w:val="7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Default="000A1481" w:rsidP="00DD6B50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Pr="00396D08" w:rsidRDefault="000A1481" w:rsidP="00DD6B5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Pr="00396D08" w:rsidRDefault="000A1481" w:rsidP="00DD6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Pr="00396D08" w:rsidRDefault="000A1481" w:rsidP="00DD6B50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Pr="00396D08" w:rsidRDefault="000A1481" w:rsidP="00DD6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481" w:rsidRPr="00396D08" w:rsidRDefault="000A1481" w:rsidP="00DD6B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481" w:rsidRPr="000A1481" w:rsidRDefault="000A1481" w:rsidP="00DD6B5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Accord</w:t>
            </w:r>
          </w:p>
        </w:tc>
      </w:tr>
    </w:tbl>
    <w:p w:rsidR="00DD6B50" w:rsidRDefault="00DD6B50"/>
    <w:p w:rsidR="003E2D17" w:rsidRDefault="003E2D1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3E2D17">
        <w:trPr>
          <w:trHeight w:val="35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lastRenderedPageBreak/>
              <w:t>3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Буряк</w:t>
            </w:r>
          </w:p>
          <w:p w:rsidR="003E2D17" w:rsidRPr="00532941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Оксана Александровна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МТЗ-82</w:t>
            </w:r>
          </w:p>
        </w:tc>
      </w:tr>
      <w:tr w:rsidR="003E2D17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3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158958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</w:t>
            </w:r>
          </w:p>
        </w:tc>
      </w:tr>
      <w:tr w:rsidR="003E2D17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532941" w:rsidRDefault="003E2D17" w:rsidP="00576BF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Suzuki Grand </w:t>
            </w:r>
            <w:proofErr w:type="spellStart"/>
            <w:r>
              <w:rPr>
                <w:sz w:val="22"/>
                <w:szCs w:val="22"/>
                <w:lang w:val="en-US"/>
              </w:rPr>
              <w:t>Vitara</w:t>
            </w:r>
            <w:proofErr w:type="spellEnd"/>
          </w:p>
        </w:tc>
      </w:tr>
    </w:tbl>
    <w:p w:rsidR="003E2D17" w:rsidRDefault="003E2D1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3E2D17">
        <w:trPr>
          <w:trHeight w:val="113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t>4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Воробьева</w:t>
            </w:r>
          </w:p>
          <w:p w:rsidR="003E2D17" w:rsidRPr="002D13DA" w:rsidRDefault="003E2D17" w:rsidP="00576BF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Ульяна</w:t>
            </w:r>
            <w:proofErr w:type="spellEnd"/>
            <w:r>
              <w:rPr>
                <w:b/>
                <w:sz w:val="22"/>
                <w:szCs w:val="22"/>
              </w:rPr>
              <w:t xml:space="preserve"> Васильевна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F472AD" w:rsidRPr="00396D08" w:rsidRDefault="00F472AD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управления </w:t>
            </w:r>
            <w:proofErr w:type="spellStart"/>
            <w:r>
              <w:rPr>
                <w:sz w:val="22"/>
                <w:szCs w:val="22"/>
              </w:rPr>
              <w:t>ПиЭР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251455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4426D4" w:rsidRDefault="004426D4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4426D4" w:rsidRDefault="004426D4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4426D4" w:rsidRDefault="004426D4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4426D4">
        <w:trPr>
          <w:trHeight w:val="49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Default="004426D4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Pr="00396D08" w:rsidRDefault="004426D4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Pr="00765F91" w:rsidRDefault="004426D4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Pr="00396D08" w:rsidRDefault="004426D4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Pr="00396D08" w:rsidRDefault="004426D4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396D08" w:rsidRDefault="004426D4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396D08" w:rsidRDefault="004426D4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396D08" w:rsidRDefault="004426D4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4426D4" w:rsidRDefault="004426D4" w:rsidP="00442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4426D4" w:rsidRDefault="004426D4" w:rsidP="00442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6D4" w:rsidRPr="004426D4" w:rsidRDefault="004426D4" w:rsidP="00442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D4" w:rsidRPr="00396D08" w:rsidRDefault="004426D4" w:rsidP="00576BF6">
            <w:pPr>
              <w:rPr>
                <w:sz w:val="22"/>
                <w:szCs w:val="22"/>
              </w:rPr>
            </w:pPr>
          </w:p>
        </w:tc>
      </w:tr>
    </w:tbl>
    <w:p w:rsidR="003E2D17" w:rsidRDefault="003E2D17" w:rsidP="003E2D1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80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260"/>
      </w:tblGrid>
      <w:tr w:rsidR="003E2D17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t>5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8A2D10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Воробьев Сергей Владимирович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  <w:p w:rsidR="00F472AD" w:rsidRPr="00396D08" w:rsidRDefault="00F472AD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 СХ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308534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прицеп</w:t>
            </w:r>
          </w:p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Т-40 АМ</w:t>
            </w:r>
          </w:p>
        </w:tc>
      </w:tr>
      <w:tr w:rsidR="003E2D17">
        <w:trPr>
          <w:trHeight w:val="50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35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48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</w:tbl>
    <w:p w:rsidR="003E2D17" w:rsidRPr="00AF0E2D" w:rsidRDefault="003E2D17" w:rsidP="003E2D17">
      <w:pPr>
        <w:rPr>
          <w:lang w:val="en-US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3E2D17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t>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Горбацевич</w:t>
            </w:r>
          </w:p>
          <w:p w:rsidR="003E2D17" w:rsidRPr="00893D55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Татьяна Михайловна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284316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</w:tbl>
    <w:p w:rsidR="003E2D17" w:rsidRDefault="003E2D1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900"/>
        <w:gridCol w:w="900"/>
        <w:gridCol w:w="1599"/>
        <w:gridCol w:w="21"/>
      </w:tblGrid>
      <w:tr w:rsidR="00AF0E2D">
        <w:trPr>
          <w:gridAfter w:val="1"/>
          <w:wAfter w:w="21" w:type="dxa"/>
          <w:trHeight w:val="111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2B2E20" w:rsidP="00AF0E2D">
            <w:r>
              <w:t>7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Журавкова</w:t>
            </w:r>
            <w:proofErr w:type="spellEnd"/>
          </w:p>
          <w:p w:rsidR="00AF0E2D" w:rsidRPr="00893D55" w:rsidRDefault="00AF0E2D" w:rsidP="00AF0E2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Тамара Николаевна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AF0E2D" w:rsidRPr="00396D08" w:rsidRDefault="00AF0E2D" w:rsidP="00AF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отдела МП, </w:t>
            </w:r>
            <w:proofErr w:type="spellStart"/>
            <w:r>
              <w:rPr>
                <w:sz w:val="22"/>
                <w:szCs w:val="22"/>
              </w:rPr>
              <w:t>ФиС</w:t>
            </w:r>
            <w:proofErr w:type="spellEnd"/>
            <w:r>
              <w:rPr>
                <w:sz w:val="22"/>
                <w:szCs w:val="22"/>
              </w:rPr>
              <w:t>, ЮО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308044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945D44" w:rsidRDefault="00AF0E2D" w:rsidP="00AF0E2D">
            <w:pPr>
              <w:rPr>
                <w:sz w:val="22"/>
                <w:szCs w:val="22"/>
                <w:lang w:val="en-US"/>
              </w:rPr>
            </w:pPr>
          </w:p>
        </w:tc>
      </w:tr>
      <w:tr w:rsidR="00AF0E2D">
        <w:trPr>
          <w:trHeight w:val="35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AF0E2D" w:rsidRDefault="00AF0E2D" w:rsidP="00AF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322930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AF0E2D" w:rsidRPr="00945D44" w:rsidRDefault="00AF0E2D" w:rsidP="00AF0E2D">
            <w:pPr>
              <w:rPr>
                <w:sz w:val="22"/>
                <w:szCs w:val="22"/>
                <w:lang w:val="en-US"/>
              </w:rPr>
            </w:pPr>
          </w:p>
        </w:tc>
      </w:tr>
      <w:tr w:rsidR="00AF0E2D">
        <w:trPr>
          <w:trHeight w:val="34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AF45F3" w:rsidRDefault="00AF0E2D" w:rsidP="00AF0E2D">
            <w:pPr>
              <w:rPr>
                <w:sz w:val="22"/>
                <w:szCs w:val="22"/>
              </w:rPr>
            </w:pPr>
          </w:p>
        </w:tc>
      </w:tr>
      <w:tr w:rsidR="00AF0E2D">
        <w:trPr>
          <w:trHeight w:val="35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396D08" w:rsidRDefault="00AF0E2D" w:rsidP="00AF0E2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Default="00AF0E2D" w:rsidP="00AF0E2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0E2D" w:rsidRPr="00396D08" w:rsidRDefault="00AF0E2D" w:rsidP="00AF0E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E2D" w:rsidRPr="00AF45F3" w:rsidRDefault="00AF0E2D" w:rsidP="00AF0E2D">
            <w:pPr>
              <w:rPr>
                <w:sz w:val="22"/>
                <w:szCs w:val="22"/>
              </w:rPr>
            </w:pPr>
          </w:p>
        </w:tc>
      </w:tr>
    </w:tbl>
    <w:p w:rsidR="003E2D17" w:rsidRDefault="003E2D17">
      <w:pPr>
        <w:rPr>
          <w:lang w:val="en-US"/>
        </w:rPr>
      </w:pPr>
    </w:p>
    <w:p w:rsidR="00AF0E2D" w:rsidRDefault="00AF0E2D"/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800"/>
        <w:gridCol w:w="1260"/>
        <w:gridCol w:w="1118"/>
        <w:gridCol w:w="1582"/>
        <w:gridCol w:w="880"/>
        <w:gridCol w:w="1100"/>
        <w:gridCol w:w="1440"/>
      </w:tblGrid>
      <w:tr w:rsidR="00E62F25">
        <w:trPr>
          <w:trHeight w:val="15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2B2E20" w:rsidP="00E62F25">
            <w:r>
              <w:lastRenderedPageBreak/>
              <w:t>8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Зайцева</w:t>
            </w:r>
          </w:p>
          <w:p w:rsidR="00E62F25" w:rsidRPr="00893D55" w:rsidRDefault="00E62F25" w:rsidP="00E62F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Татьяна Николаевна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</w:t>
            </w:r>
          </w:p>
          <w:p w:rsidR="00E62F25" w:rsidRDefault="00E62F25" w:rsidP="00E62F25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специалист</w:t>
            </w:r>
          </w:p>
          <w:p w:rsidR="00E62F25" w:rsidRPr="00396D08" w:rsidRDefault="00E62F25" w:rsidP="00E62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 ГО, ЧС и ПБ, природопользования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</w:tr>
      <w:tr w:rsidR="00E62F25">
        <w:trPr>
          <w:trHeight w:val="34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D04C5" w:rsidRDefault="00E62F25" w:rsidP="00E62F25">
            <w:pPr>
              <w:rPr>
                <w:sz w:val="22"/>
                <w:szCs w:val="22"/>
              </w:rPr>
            </w:pPr>
            <w:r w:rsidRPr="003D04C5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1969096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E62F25" w:rsidRDefault="00E62F25" w:rsidP="00E62F25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Avensis</w:t>
            </w:r>
            <w:proofErr w:type="spellEnd"/>
          </w:p>
        </w:tc>
      </w:tr>
      <w:tr w:rsidR="00E62F25">
        <w:trPr>
          <w:trHeight w:val="3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D04C5" w:rsidRDefault="00E62F25" w:rsidP="00E62F25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</w:tr>
      <w:tr w:rsidR="00E62F25">
        <w:trPr>
          <w:trHeight w:val="3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D04C5" w:rsidRDefault="00E62F25" w:rsidP="00E62F25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</w:tr>
      <w:tr w:rsidR="00E62F25">
        <w:trPr>
          <w:trHeight w:val="34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/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D04C5" w:rsidRDefault="00E62F25" w:rsidP="00E62F25">
            <w:pPr>
              <w:rPr>
                <w:sz w:val="22"/>
                <w:szCs w:val="22"/>
              </w:rPr>
            </w:pPr>
            <w:r w:rsidRPr="003D04C5">
              <w:rPr>
                <w:sz w:val="22"/>
                <w:szCs w:val="22"/>
              </w:rPr>
              <w:t>дочь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25" w:rsidRPr="00396D08" w:rsidRDefault="00E62F25" w:rsidP="00E62F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F25" w:rsidRDefault="00E62F25" w:rsidP="00E62F25">
            <w:pPr>
              <w:rPr>
                <w:sz w:val="22"/>
                <w:szCs w:val="22"/>
              </w:rPr>
            </w:pPr>
          </w:p>
          <w:p w:rsidR="00E62F25" w:rsidRPr="00396D08" w:rsidRDefault="00E62F25" w:rsidP="00E62F25">
            <w:pPr>
              <w:rPr>
                <w:sz w:val="22"/>
                <w:szCs w:val="22"/>
              </w:rPr>
            </w:pPr>
          </w:p>
        </w:tc>
      </w:tr>
    </w:tbl>
    <w:p w:rsidR="00E62F25" w:rsidRPr="00E62F25" w:rsidRDefault="00E62F25"/>
    <w:p w:rsidR="00AF0E2D" w:rsidRPr="00AF0E2D" w:rsidRDefault="00AF0E2D">
      <w:pPr>
        <w:rPr>
          <w:lang w:val="en-US"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61"/>
        <w:gridCol w:w="21"/>
        <w:gridCol w:w="900"/>
        <w:gridCol w:w="1059"/>
        <w:gridCol w:w="1440"/>
      </w:tblGrid>
      <w:tr w:rsidR="00AF45F3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Default="002B2E20" w:rsidP="00E46D75">
            <w:r>
              <w:t>9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Pr="00396D08" w:rsidRDefault="00AF45F3" w:rsidP="00E46D75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Pr="00893D55" w:rsidRDefault="00AF45F3" w:rsidP="00E46D75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Катцына</w:t>
            </w:r>
            <w:proofErr w:type="spellEnd"/>
            <w:r>
              <w:rPr>
                <w:b/>
                <w:sz w:val="22"/>
                <w:szCs w:val="22"/>
              </w:rPr>
              <w:t xml:space="preserve"> Елена Петровна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Pr="00396D08" w:rsidRDefault="00AF45F3" w:rsidP="00E46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Pr="00396D08" w:rsidRDefault="00AF45F3" w:rsidP="00E46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208922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F3" w:rsidRPr="00396D08" w:rsidRDefault="00AF45F3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5F3" w:rsidRPr="00396D08" w:rsidRDefault="00AF45F3" w:rsidP="00E46D75">
            <w:pPr>
              <w:rPr>
                <w:sz w:val="22"/>
                <w:szCs w:val="22"/>
              </w:rPr>
            </w:pPr>
          </w:p>
        </w:tc>
      </w:tr>
      <w:tr w:rsidR="006A062D">
        <w:trPr>
          <w:trHeight w:val="5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Default="006A062D" w:rsidP="00E46D7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332960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Default="006A062D" w:rsidP="00E46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ВАЗ-21013</w:t>
            </w:r>
          </w:p>
          <w:p w:rsidR="006A062D" w:rsidRDefault="006A062D" w:rsidP="00E46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ВАЗ-2121</w:t>
            </w:r>
          </w:p>
          <w:p w:rsidR="006A062D" w:rsidRDefault="006A062D" w:rsidP="00E46D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HRV</w:t>
            </w:r>
          </w:p>
          <w:p w:rsidR="006A062D" w:rsidRPr="00AF45F3" w:rsidRDefault="006A062D" w:rsidP="00E46D75">
            <w:pPr>
              <w:rPr>
                <w:sz w:val="22"/>
                <w:szCs w:val="22"/>
              </w:rPr>
            </w:pPr>
          </w:p>
        </w:tc>
      </w:tr>
      <w:tr w:rsidR="006A062D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Default="006A062D" w:rsidP="00E46D7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F320EC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</w:tr>
      <w:tr w:rsidR="006A062D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Default="006A062D" w:rsidP="00E46D75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хозяйственное строение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Default="006A062D" w:rsidP="00E46D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2D" w:rsidRPr="00396D08" w:rsidRDefault="006A062D" w:rsidP="00E46D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2D" w:rsidRPr="00396D08" w:rsidRDefault="006A062D" w:rsidP="00E46D75">
            <w:pPr>
              <w:rPr>
                <w:sz w:val="22"/>
                <w:szCs w:val="22"/>
              </w:rPr>
            </w:pPr>
          </w:p>
        </w:tc>
      </w:tr>
    </w:tbl>
    <w:p w:rsidR="000C50FF" w:rsidRDefault="000C50FF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900"/>
        <w:gridCol w:w="21"/>
        <w:gridCol w:w="879"/>
        <w:gridCol w:w="1599"/>
        <w:gridCol w:w="21"/>
      </w:tblGrid>
      <w:tr w:rsidR="00945D44">
        <w:trPr>
          <w:gridAfter w:val="1"/>
          <w:wAfter w:w="21" w:type="dxa"/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2B2E20" w:rsidP="00394B51">
            <w:r>
              <w:t>10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Климова</w:t>
            </w:r>
          </w:p>
          <w:p w:rsidR="00945D44" w:rsidRPr="00893D55" w:rsidRDefault="00945D44" w:rsidP="00394B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Галина Александровна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F472AD" w:rsidRPr="00396D08" w:rsidRDefault="00F472AD" w:rsidP="00394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отдела ЖКХ, </w:t>
            </w:r>
            <w:proofErr w:type="spellStart"/>
            <w:r>
              <w:rPr>
                <w:sz w:val="22"/>
                <w:szCs w:val="22"/>
              </w:rPr>
              <w:t>АиГ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226785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F320EC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r>
                <w:rPr>
                  <w:sz w:val="22"/>
                  <w:szCs w:val="22"/>
                  <w:lang w:val="en-US"/>
                </w:rPr>
                <w:t>Toyota</w:t>
              </w:r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  <w:smartTag w:uri="urn:schemas-microsoft-com:office:smarttags" w:element="place">
              <w:r>
                <w:rPr>
                  <w:sz w:val="22"/>
                  <w:szCs w:val="22"/>
                  <w:lang w:val="en-US"/>
                </w:rPr>
                <w:t>Vista</w:t>
              </w:r>
            </w:smartTag>
          </w:p>
          <w:p w:rsidR="00945D44" w:rsidRPr="00945D44" w:rsidRDefault="00945D44" w:rsidP="00394B51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Harrier</w:t>
            </w:r>
          </w:p>
        </w:tc>
      </w:tr>
      <w:tr w:rsidR="00945D44">
        <w:trPr>
          <w:gridAfter w:val="1"/>
          <w:wAfter w:w="21" w:type="dxa"/>
          <w:trHeight w:val="40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жилого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</w:tr>
      <w:tr w:rsidR="00945D44">
        <w:trPr>
          <w:gridAfter w:val="1"/>
          <w:wAfter w:w="21" w:type="dxa"/>
          <w:trHeight w:val="2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</w:tr>
      <w:tr w:rsidR="00945D44">
        <w:trPr>
          <w:gridAfter w:val="1"/>
          <w:wAfter w:w="21" w:type="dxa"/>
          <w:trHeight w:val="34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Default="00945D44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44" w:rsidRPr="00396D08" w:rsidRDefault="00945D44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D44" w:rsidRPr="00396D08" w:rsidRDefault="00945D44" w:rsidP="00394B51">
            <w:pPr>
              <w:rPr>
                <w:sz w:val="22"/>
                <w:szCs w:val="22"/>
              </w:rPr>
            </w:pPr>
          </w:p>
        </w:tc>
      </w:tr>
      <w:tr w:rsidR="00A05FC1">
        <w:trPr>
          <w:trHeight w:val="5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945D44" w:rsidRDefault="00A05FC1" w:rsidP="00394B5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168000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  <w:r>
              <w:rPr>
                <w:sz w:val="22"/>
                <w:szCs w:val="22"/>
              </w:rPr>
              <w:t xml:space="preserve"> под </w:t>
            </w:r>
            <w:r w:rsidR="00F320EC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>
            <w:pPr>
              <w:rPr>
                <w:sz w:val="22"/>
                <w:szCs w:val="22"/>
                <w:lang w:val="en-US"/>
              </w:rPr>
            </w:pPr>
          </w:p>
          <w:p w:rsidR="00A05FC1" w:rsidRPr="00945D44" w:rsidRDefault="00A05FC1" w:rsidP="00394B5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X-</w:t>
            </w:r>
            <w:proofErr w:type="spellStart"/>
            <w:r>
              <w:rPr>
                <w:sz w:val="22"/>
                <w:szCs w:val="22"/>
                <w:lang w:val="en-US"/>
              </w:rPr>
              <w:t>Tral</w:t>
            </w:r>
            <w:proofErr w:type="spellEnd"/>
          </w:p>
        </w:tc>
      </w:tr>
      <w:tr w:rsidR="00A05FC1">
        <w:trPr>
          <w:trHeight w:val="5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жилого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AF45F3" w:rsidRDefault="00A05FC1" w:rsidP="00394B51">
            <w:pPr>
              <w:rPr>
                <w:sz w:val="22"/>
                <w:szCs w:val="22"/>
              </w:rPr>
            </w:pPr>
          </w:p>
        </w:tc>
      </w:tr>
      <w:tr w:rsidR="00A05FC1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AF45F3" w:rsidRDefault="00A05FC1" w:rsidP="00394B51">
            <w:pPr>
              <w:rPr>
                <w:sz w:val="22"/>
                <w:szCs w:val="22"/>
              </w:rPr>
            </w:pPr>
          </w:p>
        </w:tc>
      </w:tr>
      <w:tr w:rsidR="00A05FC1">
        <w:trPr>
          <w:trHeight w:val="1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396D08" w:rsidRDefault="00A05FC1" w:rsidP="00394B5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Default="00A05FC1" w:rsidP="00394B5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A05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FC1" w:rsidRPr="00396D08" w:rsidRDefault="00A05FC1" w:rsidP="00394B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FC1" w:rsidRPr="00AF45F3" w:rsidRDefault="00A05FC1" w:rsidP="00394B51">
            <w:pPr>
              <w:rPr>
                <w:sz w:val="22"/>
                <w:szCs w:val="22"/>
              </w:rPr>
            </w:pPr>
          </w:p>
        </w:tc>
      </w:tr>
    </w:tbl>
    <w:p w:rsidR="00394B51" w:rsidRDefault="00394B51"/>
    <w:p w:rsidR="004426D4" w:rsidRPr="004426D4" w:rsidRDefault="004426D4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80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260"/>
      </w:tblGrid>
      <w:tr w:rsidR="003E2D17">
        <w:trPr>
          <w:trHeight w:val="6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2B2E20" w:rsidP="00576BF6">
            <w:r>
              <w:lastRenderedPageBreak/>
              <w:t>11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Кахонец</w:t>
            </w:r>
            <w:proofErr w:type="spellEnd"/>
          </w:p>
          <w:p w:rsidR="003E2D17" w:rsidRPr="00893D55" w:rsidRDefault="003E2D17" w:rsidP="00576BF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Олег Сергеевич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  <w:p w:rsidR="00F472AD" w:rsidRPr="00396D08" w:rsidRDefault="00F472AD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 СХ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343781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участок под гаражом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москвич-412</w:t>
            </w:r>
          </w:p>
          <w:p w:rsidR="003E2D17" w:rsidRDefault="003E2D17" w:rsidP="00576BF6">
            <w:pPr>
              <w:rPr>
                <w:sz w:val="22"/>
                <w:szCs w:val="22"/>
              </w:rPr>
            </w:pPr>
          </w:p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  <w:p w:rsidR="003E2D17" w:rsidRPr="00396D08" w:rsidRDefault="003E2D17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ВАЗ-2115</w:t>
            </w:r>
          </w:p>
        </w:tc>
      </w:tr>
      <w:tr w:rsidR="003E2D17">
        <w:trPr>
          <w:trHeight w:val="4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квартир</w:t>
            </w:r>
            <w:r w:rsidR="00F320EC">
              <w:rPr>
                <w:sz w:val="22"/>
                <w:szCs w:val="22"/>
              </w:rPr>
              <w:t>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4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дачного участка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4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дачного дома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  <w:tr w:rsidR="003E2D17">
        <w:trPr>
          <w:trHeight w:val="4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Default="003E2D17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гаража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D17" w:rsidRPr="00396D08" w:rsidRDefault="003E2D17" w:rsidP="00576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D17" w:rsidRPr="00396D08" w:rsidRDefault="003E2D17" w:rsidP="00576BF6">
            <w:pPr>
              <w:rPr>
                <w:sz w:val="22"/>
                <w:szCs w:val="22"/>
              </w:rPr>
            </w:pPr>
          </w:p>
        </w:tc>
      </w:tr>
    </w:tbl>
    <w:p w:rsidR="00AF0E2D" w:rsidRPr="004426D4" w:rsidRDefault="00AF0E2D"/>
    <w:tbl>
      <w:tblPr>
        <w:tblW w:w="15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800"/>
        <w:gridCol w:w="1260"/>
        <w:gridCol w:w="1260"/>
        <w:gridCol w:w="1582"/>
        <w:gridCol w:w="758"/>
        <w:gridCol w:w="1059"/>
        <w:gridCol w:w="1440"/>
      </w:tblGrid>
      <w:tr w:rsidR="008E02FC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2B2E20" w:rsidP="008E02FC">
            <w:r>
              <w:t>12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Калицкая</w:t>
            </w:r>
            <w:proofErr w:type="spellEnd"/>
          </w:p>
          <w:p w:rsidR="008E02FC" w:rsidRPr="00893D55" w:rsidRDefault="008E02FC" w:rsidP="008E02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Вера Ивановна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345720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E54266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E54266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C" w:rsidRPr="00396D08" w:rsidRDefault="00E54266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</w:tr>
      <w:tr w:rsidR="008E02FC">
        <w:trPr>
          <w:trHeight w:val="38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Волга</w:t>
            </w:r>
          </w:p>
          <w:p w:rsidR="008E02FC" w:rsidRDefault="008E02FC" w:rsidP="008E02FC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Камаз</w:t>
            </w:r>
            <w:proofErr w:type="spellEnd"/>
          </w:p>
          <w:p w:rsidR="008E02FC" w:rsidRPr="00AF45F3" w:rsidRDefault="008E02FC" w:rsidP="008E0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ГАЗ-53</w:t>
            </w:r>
          </w:p>
        </w:tc>
      </w:tr>
      <w:tr w:rsidR="008E02FC">
        <w:trPr>
          <w:trHeight w:val="35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Pr="00396D08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Default="008E02FC" w:rsidP="008E0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02FC" w:rsidRPr="00396D08" w:rsidRDefault="008E02FC" w:rsidP="008E0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2FC" w:rsidRDefault="008E02FC" w:rsidP="008E02FC">
            <w:pPr>
              <w:rPr>
                <w:sz w:val="22"/>
                <w:szCs w:val="22"/>
              </w:rPr>
            </w:pPr>
          </w:p>
        </w:tc>
      </w:tr>
    </w:tbl>
    <w:p w:rsidR="003D04C5" w:rsidRPr="00AF0E2D" w:rsidRDefault="003D04C5">
      <w:pPr>
        <w:rPr>
          <w:lang w:val="en-US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800"/>
        <w:gridCol w:w="1260"/>
        <w:gridCol w:w="1118"/>
        <w:gridCol w:w="1582"/>
        <w:gridCol w:w="880"/>
        <w:gridCol w:w="1100"/>
        <w:gridCol w:w="1440"/>
      </w:tblGrid>
      <w:tr w:rsidR="003D04C5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2B2E20" w:rsidP="00977A7B">
            <w:r>
              <w:t>13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Каштункова</w:t>
            </w:r>
            <w:proofErr w:type="spellEnd"/>
          </w:p>
          <w:p w:rsidR="003D04C5" w:rsidRPr="00893D55" w:rsidRDefault="003D04C5" w:rsidP="00977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Наталья Николаевна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главный специалист</w:t>
            </w:r>
          </w:p>
          <w:p w:rsidR="003D04C5" w:rsidRPr="00396D08" w:rsidRDefault="003D04C5" w:rsidP="00977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отдела ЖКХ, архитектуры и градостроительства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271980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</w:tr>
      <w:tr w:rsidR="003D04C5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D04C5" w:rsidRDefault="003D04C5" w:rsidP="00977A7B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</w:tr>
      <w:tr w:rsidR="003D04C5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D04C5" w:rsidRDefault="003D04C5" w:rsidP="00977A7B">
            <w:pPr>
              <w:rPr>
                <w:sz w:val="22"/>
                <w:szCs w:val="22"/>
              </w:rPr>
            </w:pPr>
            <w:r w:rsidRPr="003D04C5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домом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мазда-демио</w:t>
            </w:r>
            <w:proofErr w:type="spellEnd"/>
          </w:p>
          <w:p w:rsidR="003D04C5" w:rsidRPr="00396D08" w:rsidRDefault="003D04C5" w:rsidP="00977A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нисан-атлас</w:t>
            </w:r>
          </w:p>
        </w:tc>
      </w:tr>
      <w:tr w:rsidR="003D04C5">
        <w:trPr>
          <w:trHeight w:val="3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D04C5" w:rsidRDefault="003D04C5" w:rsidP="00977A7B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</w:tr>
      <w:tr w:rsidR="003D04C5">
        <w:trPr>
          <w:trHeight w:val="35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D04C5" w:rsidRDefault="003D04C5" w:rsidP="00977A7B">
            <w:pPr>
              <w:rPr>
                <w:b/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</w:tr>
      <w:tr w:rsidR="003D04C5">
        <w:trPr>
          <w:trHeight w:val="34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/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D04C5" w:rsidRDefault="003D04C5" w:rsidP="00977A7B">
            <w:pPr>
              <w:rPr>
                <w:sz w:val="22"/>
                <w:szCs w:val="22"/>
              </w:rPr>
            </w:pPr>
            <w:r w:rsidRPr="003D04C5">
              <w:rPr>
                <w:sz w:val="22"/>
                <w:szCs w:val="22"/>
              </w:rPr>
              <w:t>дочь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5" w:rsidRPr="00396D08" w:rsidRDefault="003D04C5" w:rsidP="00977A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C5" w:rsidRDefault="003D04C5" w:rsidP="00977A7B">
            <w:pPr>
              <w:rPr>
                <w:sz w:val="22"/>
                <w:szCs w:val="22"/>
              </w:rPr>
            </w:pPr>
          </w:p>
          <w:p w:rsidR="003D04C5" w:rsidRPr="00396D08" w:rsidRDefault="003D04C5" w:rsidP="00977A7B">
            <w:pPr>
              <w:rPr>
                <w:sz w:val="22"/>
                <w:szCs w:val="22"/>
              </w:rPr>
            </w:pPr>
          </w:p>
        </w:tc>
      </w:tr>
    </w:tbl>
    <w:p w:rsidR="003D04C5" w:rsidRPr="00AF0E2D" w:rsidRDefault="003D04C5">
      <w:pPr>
        <w:rPr>
          <w:lang w:val="en-US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800"/>
        <w:gridCol w:w="1260"/>
        <w:gridCol w:w="1118"/>
        <w:gridCol w:w="1582"/>
        <w:gridCol w:w="880"/>
        <w:gridCol w:w="1100"/>
        <w:gridCol w:w="1440"/>
      </w:tblGrid>
      <w:tr w:rsidR="00080036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2B2E20" w:rsidP="009C24FD">
            <w:r>
              <w:t>14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893D55" w:rsidRDefault="00080036" w:rsidP="009C24FD">
            <w:pPr>
              <w:rPr>
                <w:b/>
                <w:sz w:val="22"/>
                <w:szCs w:val="22"/>
              </w:rPr>
            </w:pPr>
            <w:r w:rsidRPr="00893D55">
              <w:rPr>
                <w:b/>
                <w:sz w:val="22"/>
                <w:szCs w:val="22"/>
              </w:rPr>
              <w:t>Палаш Ирина Анатольевна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главный специалист</w:t>
            </w:r>
          </w:p>
          <w:p w:rsidR="00F472AD" w:rsidRPr="00396D08" w:rsidRDefault="00F472AD" w:rsidP="009C24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Управления </w:t>
            </w:r>
            <w:proofErr w:type="spellStart"/>
            <w:r>
              <w:rPr>
                <w:sz w:val="22"/>
                <w:szCs w:val="22"/>
              </w:rPr>
              <w:t>ПиЭР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290872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1296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F320EC" w:rsidP="009C24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="00080036" w:rsidRPr="00396D08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2A4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2A4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2A4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220980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1296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УАЗ Патриот</w:t>
            </w:r>
          </w:p>
        </w:tc>
      </w:tr>
      <w:tr w:rsidR="00080036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F320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="00080036" w:rsidRPr="00396D08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легковой автоприцеп</w:t>
            </w:r>
          </w:p>
        </w:tc>
      </w:tr>
      <w:tr w:rsidR="00080036">
        <w:trPr>
          <w:trHeight w:val="73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6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0EC" w:rsidRPr="00396D08" w:rsidRDefault="00F320EC" w:rsidP="009C24F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1296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>
            <w:pPr>
              <w:rPr>
                <w:sz w:val="22"/>
                <w:szCs w:val="22"/>
              </w:rPr>
            </w:pPr>
          </w:p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35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2A429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9C24F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9C2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F320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</w:t>
            </w:r>
            <w:r w:rsidR="00080036" w:rsidRPr="00396D08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105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 w:rsidRPr="00396D08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>
            <w:pPr>
              <w:rPr>
                <w:sz w:val="22"/>
                <w:szCs w:val="22"/>
              </w:rPr>
            </w:pPr>
          </w:p>
        </w:tc>
      </w:tr>
    </w:tbl>
    <w:p w:rsidR="00893D55" w:rsidRPr="004426D4" w:rsidRDefault="00893D55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080036">
        <w:trPr>
          <w:trHeight w:val="48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2B2E20" w:rsidP="00532941">
            <w:r>
              <w:t>15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0E46D7" w:rsidRDefault="00080036" w:rsidP="00532941">
            <w:pPr>
              <w:rPr>
                <w:b/>
                <w:sz w:val="22"/>
                <w:szCs w:val="22"/>
              </w:rPr>
            </w:pPr>
            <w:proofErr w:type="spellStart"/>
            <w:r w:rsidRPr="000E46D7">
              <w:rPr>
                <w:b/>
                <w:sz w:val="22"/>
                <w:szCs w:val="22"/>
              </w:rPr>
              <w:t>Танкова</w:t>
            </w:r>
            <w:proofErr w:type="spellEnd"/>
          </w:p>
          <w:p w:rsidR="00080036" w:rsidRPr="00396D08" w:rsidRDefault="00080036" w:rsidP="00532941">
            <w:pPr>
              <w:rPr>
                <w:sz w:val="22"/>
                <w:szCs w:val="22"/>
              </w:rPr>
            </w:pPr>
            <w:r w:rsidRPr="000E46D7">
              <w:rPr>
                <w:b/>
                <w:sz w:val="22"/>
                <w:szCs w:val="22"/>
              </w:rPr>
              <w:t>Оксана Васильевна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3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F320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жилого</w:t>
            </w:r>
            <w:r w:rsidR="00080036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2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частка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1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F320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жилого</w:t>
            </w:r>
            <w:r w:rsidR="00080036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  <w:tr w:rsidR="00080036">
        <w:trPr>
          <w:trHeight w:val="28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Default="00080036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Default="00080036" w:rsidP="005329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Default="00080036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36" w:rsidRPr="00396D08" w:rsidRDefault="00080036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36" w:rsidRPr="00396D08" w:rsidRDefault="00080036" w:rsidP="00532941">
            <w:pPr>
              <w:rPr>
                <w:sz w:val="22"/>
                <w:szCs w:val="22"/>
              </w:rPr>
            </w:pPr>
          </w:p>
        </w:tc>
      </w:tr>
    </w:tbl>
    <w:p w:rsidR="00893D55" w:rsidRPr="00AC338C" w:rsidRDefault="00893D55">
      <w:pPr>
        <w:rPr>
          <w:lang w:val="en-US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AC338C">
        <w:trPr>
          <w:trHeight w:val="105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Default="002B2E20" w:rsidP="00576BF6">
            <w:r>
              <w:t>16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E2D17" w:rsidRDefault="00AC338C" w:rsidP="00576BF6">
            <w:pPr>
              <w:rPr>
                <w:b/>
                <w:sz w:val="22"/>
                <w:szCs w:val="22"/>
              </w:rPr>
            </w:pPr>
            <w:r w:rsidRPr="003E2D17">
              <w:rPr>
                <w:b/>
                <w:sz w:val="22"/>
                <w:szCs w:val="22"/>
              </w:rPr>
              <w:t>Худякова</w:t>
            </w:r>
          </w:p>
          <w:p w:rsidR="00AC338C" w:rsidRPr="00396D08" w:rsidRDefault="00AC338C" w:rsidP="00576BF6">
            <w:pPr>
              <w:rPr>
                <w:sz w:val="22"/>
                <w:szCs w:val="22"/>
              </w:rPr>
            </w:pPr>
            <w:r w:rsidRPr="003E2D17">
              <w:rPr>
                <w:b/>
                <w:sz w:val="22"/>
                <w:szCs w:val="22"/>
              </w:rPr>
              <w:t>Ольга Николаевна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  <w:r w:rsidR="00F472AD">
              <w:rPr>
                <w:sz w:val="22"/>
                <w:szCs w:val="22"/>
              </w:rPr>
              <w:t xml:space="preserve"> отдела ЖКХ, </w:t>
            </w:r>
            <w:proofErr w:type="spellStart"/>
            <w:r w:rsidR="00F472AD">
              <w:rPr>
                <w:sz w:val="22"/>
                <w:szCs w:val="22"/>
              </w:rPr>
              <w:t>АиГ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231662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Default="00AC338C" w:rsidP="00576BF6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Default="00E54266" w:rsidP="00576B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часток</w:t>
            </w:r>
            <w:proofErr w:type="spellEnd"/>
          </w:p>
          <w:p w:rsidR="00E54266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гаражом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</w:p>
        </w:tc>
      </w:tr>
      <w:tr w:rsidR="00AC338C">
        <w:trPr>
          <w:trHeight w:val="48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Default="00AC338C" w:rsidP="00576BF6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396D08" w:rsidRDefault="00AC338C" w:rsidP="00576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294690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 xml:space="preserve">. участок под </w:t>
            </w:r>
            <w:r w:rsidR="00F320EC">
              <w:rPr>
                <w:sz w:val="22"/>
                <w:szCs w:val="22"/>
              </w:rPr>
              <w:t>ИЖС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AC338C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38C" w:rsidRPr="00396D08" w:rsidRDefault="00E54266" w:rsidP="00576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38C" w:rsidRPr="00AC338C" w:rsidRDefault="00AC338C" w:rsidP="00576BF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Xonda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ZR-V</w:t>
            </w:r>
          </w:p>
        </w:tc>
      </w:tr>
    </w:tbl>
    <w:p w:rsidR="00B40EEC" w:rsidRPr="00AC338C" w:rsidRDefault="00B40EEC">
      <w:pPr>
        <w:rPr>
          <w:lang w:val="en-US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B40EEC">
        <w:trPr>
          <w:trHeight w:val="6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Default="002B2E20" w:rsidP="00532941">
            <w:r>
              <w:t>17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B40EEC" w:rsidRDefault="00B40EEC" w:rsidP="00532941">
            <w:pPr>
              <w:rPr>
                <w:b/>
                <w:sz w:val="22"/>
                <w:szCs w:val="22"/>
              </w:rPr>
            </w:pPr>
            <w:r w:rsidRPr="00B40EEC">
              <w:rPr>
                <w:b/>
                <w:sz w:val="22"/>
                <w:szCs w:val="22"/>
              </w:rPr>
              <w:t>Шестаков</w:t>
            </w:r>
          </w:p>
          <w:p w:rsidR="00B40EEC" w:rsidRPr="00396D08" w:rsidRDefault="00B40EEC" w:rsidP="00532941">
            <w:pPr>
              <w:rPr>
                <w:sz w:val="22"/>
                <w:szCs w:val="22"/>
              </w:rPr>
            </w:pPr>
            <w:r w:rsidRPr="00B40EEC">
              <w:rPr>
                <w:b/>
                <w:sz w:val="22"/>
                <w:szCs w:val="22"/>
              </w:rPr>
              <w:t>Александр Егорович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Default="00B40EEC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  <w:p w:rsidR="00F472AD" w:rsidRPr="00396D08" w:rsidRDefault="00F472AD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управления </w:t>
            </w:r>
            <w:proofErr w:type="spellStart"/>
            <w:r>
              <w:rPr>
                <w:sz w:val="22"/>
                <w:szCs w:val="22"/>
              </w:rPr>
              <w:t>ПиЭР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412788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B40EEC" w:rsidRDefault="00B40EEC" w:rsidP="00532941">
            <w:pPr>
              <w:jc w:val="center"/>
              <w:rPr>
                <w:sz w:val="22"/>
                <w:szCs w:val="22"/>
              </w:rPr>
            </w:pPr>
            <w:r w:rsidRPr="00B40EEC">
              <w:rPr>
                <w:sz w:val="22"/>
                <w:szCs w:val="22"/>
              </w:rPr>
              <w:t>1/2приусадебного участка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Филдер</w:t>
            </w:r>
            <w:proofErr w:type="spellEnd"/>
          </w:p>
        </w:tc>
      </w:tr>
      <w:tr w:rsidR="00B40EEC">
        <w:trPr>
          <w:trHeight w:val="39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Default="00B40EEC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B40EEC" w:rsidRDefault="00B40E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</w:t>
            </w:r>
            <w:r w:rsidRPr="00B40EEC">
              <w:rPr>
                <w:sz w:val="22"/>
                <w:szCs w:val="22"/>
              </w:rPr>
              <w:t>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</w:tr>
      <w:tr w:rsidR="00B40EEC">
        <w:trPr>
          <w:trHeight w:val="53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Default="00B40EEC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B40EEC" w:rsidRDefault="00B40EEC" w:rsidP="00B40EEC">
            <w:pPr>
              <w:jc w:val="center"/>
              <w:rPr>
                <w:sz w:val="22"/>
                <w:szCs w:val="22"/>
              </w:rPr>
            </w:pPr>
            <w:r w:rsidRPr="00B40EEC">
              <w:rPr>
                <w:sz w:val="22"/>
                <w:szCs w:val="22"/>
              </w:rPr>
              <w:t>1/2приусадебного участка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B4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B4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</w:tr>
      <w:tr w:rsidR="00B40EEC">
        <w:trPr>
          <w:trHeight w:val="4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Default="00B40EEC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B40EEC" w:rsidRDefault="00B40EEC" w:rsidP="00B4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Pr="00B40EEC">
              <w:rPr>
                <w:sz w:val="22"/>
                <w:szCs w:val="22"/>
              </w:rPr>
              <w:t>квартиры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B4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B4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EC" w:rsidRPr="00396D08" w:rsidRDefault="00B40EEC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EEC" w:rsidRPr="00396D08" w:rsidRDefault="00B40EEC" w:rsidP="00532941">
            <w:pPr>
              <w:rPr>
                <w:sz w:val="22"/>
                <w:szCs w:val="22"/>
              </w:rPr>
            </w:pPr>
          </w:p>
        </w:tc>
      </w:tr>
    </w:tbl>
    <w:p w:rsidR="00893D55" w:rsidRDefault="00893D55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1256"/>
        <w:gridCol w:w="1620"/>
        <w:gridCol w:w="1260"/>
        <w:gridCol w:w="1118"/>
        <w:gridCol w:w="1582"/>
        <w:gridCol w:w="880"/>
        <w:gridCol w:w="1100"/>
        <w:gridCol w:w="1440"/>
      </w:tblGrid>
      <w:tr w:rsidR="00314748">
        <w:trPr>
          <w:trHeight w:val="12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Default="002B2E20" w:rsidP="00532941">
            <w:r>
              <w:t>18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  <w:proofErr w:type="spellStart"/>
            <w:r w:rsidRPr="00396D08">
              <w:rPr>
                <w:sz w:val="22"/>
                <w:szCs w:val="22"/>
              </w:rPr>
              <w:t>Шушенский</w:t>
            </w:r>
            <w:proofErr w:type="spellEnd"/>
            <w:r w:rsidRPr="00396D08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F472AD" w:rsidRDefault="00314748" w:rsidP="00532941">
            <w:pPr>
              <w:rPr>
                <w:b/>
                <w:sz w:val="22"/>
                <w:szCs w:val="22"/>
              </w:rPr>
            </w:pPr>
            <w:r w:rsidRPr="00F472AD">
              <w:rPr>
                <w:b/>
                <w:sz w:val="22"/>
                <w:szCs w:val="22"/>
              </w:rPr>
              <w:t>Шустов Антон Михайлович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</w:p>
          <w:p w:rsidR="00314748" w:rsidRPr="00396D0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отдела МП, </w:t>
            </w:r>
            <w:proofErr w:type="spellStart"/>
            <w:r>
              <w:rPr>
                <w:sz w:val="22"/>
                <w:szCs w:val="22"/>
              </w:rPr>
              <w:t>ФиС</w:t>
            </w:r>
            <w:proofErr w:type="spellEnd"/>
            <w:r>
              <w:rPr>
                <w:sz w:val="22"/>
                <w:szCs w:val="22"/>
              </w:rPr>
              <w:t>, ЮО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FA525B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452</w:t>
            </w:r>
          </w:p>
          <w:p w:rsidR="00314748" w:rsidRPr="00FA525B" w:rsidRDefault="00314748" w:rsidP="0053294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3</w:t>
            </w:r>
          </w:p>
        </w:tc>
      </w:tr>
      <w:tr w:rsidR="00314748">
        <w:trPr>
          <w:trHeight w:val="39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Default="00314748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</w:tr>
      <w:tr w:rsidR="00314748">
        <w:trPr>
          <w:trHeight w:val="52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Default="00314748" w:rsidP="00532941"/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748" w:rsidRPr="00396D08" w:rsidRDefault="00314748" w:rsidP="00532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748" w:rsidRPr="00396D08" w:rsidRDefault="00314748" w:rsidP="00532941">
            <w:pPr>
              <w:rPr>
                <w:sz w:val="22"/>
                <w:szCs w:val="22"/>
              </w:rPr>
            </w:pPr>
          </w:p>
        </w:tc>
      </w:tr>
    </w:tbl>
    <w:p w:rsidR="00893D55" w:rsidRDefault="00893D55"/>
    <w:sectPr w:rsidR="00893D55" w:rsidSect="00893D55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9C24FD"/>
    <w:rsid w:val="00080036"/>
    <w:rsid w:val="000A1481"/>
    <w:rsid w:val="000C50FF"/>
    <w:rsid w:val="000E46D7"/>
    <w:rsid w:val="001312C2"/>
    <w:rsid w:val="002A4294"/>
    <w:rsid w:val="002B2E20"/>
    <w:rsid w:val="002D13DA"/>
    <w:rsid w:val="002D7616"/>
    <w:rsid w:val="00313D66"/>
    <w:rsid w:val="00314748"/>
    <w:rsid w:val="00394B51"/>
    <w:rsid w:val="00396D08"/>
    <w:rsid w:val="003D04C5"/>
    <w:rsid w:val="003E2D17"/>
    <w:rsid w:val="004426D4"/>
    <w:rsid w:val="00532941"/>
    <w:rsid w:val="00576BF6"/>
    <w:rsid w:val="005E2393"/>
    <w:rsid w:val="0063773F"/>
    <w:rsid w:val="006869E0"/>
    <w:rsid w:val="006A062D"/>
    <w:rsid w:val="00765F91"/>
    <w:rsid w:val="00871ABD"/>
    <w:rsid w:val="00893D55"/>
    <w:rsid w:val="008A2D10"/>
    <w:rsid w:val="008E02FC"/>
    <w:rsid w:val="00945D44"/>
    <w:rsid w:val="00977A7B"/>
    <w:rsid w:val="009C24FD"/>
    <w:rsid w:val="009C49F3"/>
    <w:rsid w:val="00A05FC1"/>
    <w:rsid w:val="00AC338C"/>
    <w:rsid w:val="00AF0E2D"/>
    <w:rsid w:val="00AF45F3"/>
    <w:rsid w:val="00B40EEC"/>
    <w:rsid w:val="00BB6849"/>
    <w:rsid w:val="00C7424C"/>
    <w:rsid w:val="00D81AAC"/>
    <w:rsid w:val="00DD6B50"/>
    <w:rsid w:val="00E46D75"/>
    <w:rsid w:val="00E54266"/>
    <w:rsid w:val="00E62F25"/>
    <w:rsid w:val="00F320EC"/>
    <w:rsid w:val="00F472AD"/>
    <w:rsid w:val="00F63FD4"/>
    <w:rsid w:val="00FA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4FD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9C24F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</vt:lpstr>
    </vt:vector>
  </TitlesOfParts>
  <Company>Организация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</dc:title>
  <dc:subject/>
  <dc:creator>Customer</dc:creator>
  <cp:keywords/>
  <dc:description/>
  <cp:lastModifiedBy>Admin</cp:lastModifiedBy>
  <cp:revision>2</cp:revision>
  <dcterms:created xsi:type="dcterms:W3CDTF">2013-05-15T02:54:00Z</dcterms:created>
  <dcterms:modified xsi:type="dcterms:W3CDTF">2013-05-15T02:54:00Z</dcterms:modified>
</cp:coreProperties>
</file>