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2F" w:rsidRPr="00892137" w:rsidRDefault="00BC582F" w:rsidP="005A513B">
      <w:pPr>
        <w:shd w:val="clear" w:color="auto" w:fill="FFFFFF"/>
        <w:spacing w:after="300" w:line="240" w:lineRule="auto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921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Сведения о доходах, имуществе и обязательствах имущественного характера государственных гражданских служащих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Pr="008921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Управления ветеринарии с государственной ветеринарной инспекцией Вологодской области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921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 период с 01 января по 31 декабря 2011 года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                                                             размещаемые на официальном сайте Правительства Вологодской области</w:t>
      </w:r>
    </w:p>
    <w:tbl>
      <w:tblPr>
        <w:tblW w:w="0" w:type="auto"/>
        <w:tblInd w:w="1247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1"/>
        <w:gridCol w:w="1890"/>
        <w:gridCol w:w="2184"/>
        <w:gridCol w:w="2340"/>
        <w:gridCol w:w="2160"/>
        <w:gridCol w:w="1247"/>
        <w:gridCol w:w="1453"/>
        <w:gridCol w:w="1907"/>
      </w:tblGrid>
      <w:tr w:rsidR="00BC582F" w:rsidRPr="00313823" w:rsidTr="005A513B">
        <w:tc>
          <w:tcPr>
            <w:tcW w:w="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C46E85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сумма декларированного годового</w:t>
            </w:r>
          </w:p>
          <w:p w:rsidR="00BC582F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дохода за 2011 г.</w:t>
            </w:r>
          </w:p>
          <w:p w:rsidR="00BC582F" w:rsidRPr="008F3704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 или находящихся в пользовании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C582F" w:rsidRPr="008F3704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Перечень транспортных средств, принадлежащих</w:t>
            </w:r>
          </w:p>
          <w:p w:rsidR="00BC582F" w:rsidRPr="00C46E85" w:rsidRDefault="00BC582F" w:rsidP="00C46E8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праве собственности (вид, марка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)</w:t>
            </w:r>
          </w:p>
        </w:tc>
      </w:tr>
      <w:tr w:rsidR="00BC582F" w:rsidRPr="00313823" w:rsidTr="005A513B">
        <w:tc>
          <w:tcPr>
            <w:tcW w:w="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C46E85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82F" w:rsidRPr="00C46E85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C46E85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82F" w:rsidRPr="00C46E85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C46E85" w:rsidRDefault="00BC582F" w:rsidP="00C4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C582F" w:rsidRPr="00313823" w:rsidTr="005A513B"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Галлов  Вячеслав Сергеевич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ведущий консультант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319110 </w:t>
            </w: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BC582F" w:rsidRPr="005A513B" w:rsidRDefault="00BC582F" w:rsidP="00721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Бенц Е 280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Бенц Е 200</w:t>
            </w:r>
          </w:p>
        </w:tc>
      </w:tr>
      <w:tr w:rsidR="00BC582F" w:rsidRPr="00313823" w:rsidTr="005A513B">
        <w:tc>
          <w:tcPr>
            <w:tcW w:w="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Давыдов Александр Алексеевич</w:t>
            </w: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  <w:p w:rsidR="00BC582F" w:rsidRPr="008F3704" w:rsidRDefault="00BC582F" w:rsidP="00317C0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17C0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17C0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Дочь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главный специалист</w:t>
            </w: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отдела организации противоэпизоотических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273643,54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(Общая долевая  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собственность,1/2 доля)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(Общая долевая  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собственность,1/3доля)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 участок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5A513B" w:rsidRDefault="00BC582F" w:rsidP="00394E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 об/д ½</w:t>
            </w:r>
          </w:p>
          <w:p w:rsidR="00BC582F" w:rsidRPr="005A513B" w:rsidRDefault="00BC582F" w:rsidP="00F8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1857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46,6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87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87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87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87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87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313823" w:rsidTr="005A513B">
        <w:tc>
          <w:tcPr>
            <w:tcW w:w="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582F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582F" w:rsidRDefault="00BC582F" w:rsidP="00317C0D">
            <w:pP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right w:val="single" w:sz="6" w:space="0" w:color="000000"/>
            </w:tcBorders>
          </w:tcPr>
          <w:p w:rsidR="00BC582F" w:rsidRDefault="00BC582F" w:rsidP="0034436B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462153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(Общая долевая  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собственность,1/2  доля)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(Общая долевая  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Собственность,1/3 доля)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C46E85" w:rsidTr="005A513B">
        <w:tc>
          <w:tcPr>
            <w:tcW w:w="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BB1C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(Общая долевая  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собственность,1/3  доля)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313823" w:rsidTr="005A513B">
        <w:tc>
          <w:tcPr>
            <w:tcW w:w="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BB1C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Дуников Валерий Валентинович</w:t>
            </w:r>
          </w:p>
          <w:p w:rsidR="00BC582F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Сын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ведущий консультант </w:t>
            </w:r>
          </w:p>
          <w:p w:rsidR="00BC582F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отдела организации противоэпизоотических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299109 </w:t>
            </w: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(Общая долевая  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собственность,1/2 доля)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313823" w:rsidTr="005A513B">
        <w:trPr>
          <w:trHeight w:val="253"/>
        </w:trPr>
        <w:tc>
          <w:tcPr>
            <w:tcW w:w="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BB1C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5A5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313823" w:rsidTr="005A513B"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Катанаева Екатерина  Васильевна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главный специалист </w:t>
            </w:r>
          </w:p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отдела организации государственного ветеринарного надзора и ветеринарной санитарии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363400,86 </w:t>
            </w: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313823" w:rsidTr="005A513B"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Копышев Александр Юрьевич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главный специалист</w:t>
            </w:r>
          </w:p>
          <w:p w:rsidR="00BC582F" w:rsidRPr="008F3704" w:rsidRDefault="00BC582F" w:rsidP="00F8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отдела организации противоэпизоотических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25530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(Общая долевая  </w:t>
            </w:r>
          </w:p>
          <w:p w:rsidR="00BC582F" w:rsidRPr="005A513B" w:rsidRDefault="00BC582F" w:rsidP="0039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собственность,¼ доля)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Волга ГАЗ 31105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Лодка Фрегат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582F" w:rsidRPr="00313823" w:rsidTr="005A513B"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Кошкина Светлана Анатольевна</w:t>
            </w:r>
          </w:p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начальник отдела организационной, кадровой работы и бухгалтерского учета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482400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120000 </w:t>
            </w:r>
          </w:p>
          <w:p w:rsidR="00BC582F" w:rsidRPr="005A513B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8F3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(собственность)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5A513B" w:rsidRDefault="00BC582F" w:rsidP="008F3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 (собственность)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(пользование)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(пользование)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8F3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8F3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Россия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8F3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8F3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5A513B" w:rsidRDefault="00BC582F" w:rsidP="008F3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Грузовой автомобиль</w:t>
            </w:r>
          </w:p>
          <w:p w:rsidR="00BC582F" w:rsidRPr="005A513B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A51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Газель 3302</w:t>
            </w:r>
          </w:p>
        </w:tc>
      </w:tr>
      <w:tr w:rsidR="00BC582F" w:rsidRPr="008F3704" w:rsidTr="005A513B">
        <w:trPr>
          <w:trHeight w:val="263"/>
        </w:trPr>
        <w:tc>
          <w:tcPr>
            <w:tcW w:w="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Меньшиков </w:t>
            </w:r>
          </w:p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Евгений </w:t>
            </w:r>
          </w:p>
          <w:p w:rsidR="00BC582F" w:rsidRPr="008F3704" w:rsidRDefault="00BC582F" w:rsidP="008921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Юрьевич</w:t>
            </w: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Дочь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главный консультант</w:t>
            </w:r>
          </w:p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отдела организации противоэпизоотических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389063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Дэу Нексия</w:t>
            </w:r>
          </w:p>
        </w:tc>
      </w:tr>
      <w:tr w:rsidR="00BC582F" w:rsidRPr="008F3704" w:rsidTr="005A513B">
        <w:tc>
          <w:tcPr>
            <w:tcW w:w="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317C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344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156317,81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1340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СЭНС</w:t>
            </w:r>
          </w:p>
        </w:tc>
      </w:tr>
      <w:tr w:rsidR="00BC582F" w:rsidRPr="008F3704" w:rsidTr="005A513B">
        <w:tc>
          <w:tcPr>
            <w:tcW w:w="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344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8F3704" w:rsidTr="005A513B">
        <w:tc>
          <w:tcPr>
            <w:tcW w:w="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Неробова Людмила Ивановна</w:t>
            </w: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Супруг </w:t>
            </w: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главный консультант Управления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240300,03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8F3704" w:rsidTr="005A513B">
        <w:tc>
          <w:tcPr>
            <w:tcW w:w="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344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609520,01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C582F" w:rsidRPr="008F3704" w:rsidRDefault="00BC582F" w:rsidP="00F8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C582F" w:rsidRPr="008F3704" w:rsidRDefault="00BC582F" w:rsidP="00F8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8F3704" w:rsidRDefault="00BC582F" w:rsidP="00F8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C582F" w:rsidRPr="008F3704" w:rsidRDefault="00BC582F" w:rsidP="00F8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2800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3240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1082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F8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Фольксваген Пассат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Мотоцикл Минск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Трактор МТЗ-80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Прицеп тракторный ПТС-4</w:t>
            </w:r>
          </w:p>
        </w:tc>
      </w:tr>
      <w:tr w:rsidR="00BC582F" w:rsidRPr="008F3704" w:rsidTr="005A513B">
        <w:tc>
          <w:tcPr>
            <w:tcW w:w="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7D39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7D3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7D3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7D3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8F3704" w:rsidTr="005A513B">
        <w:tc>
          <w:tcPr>
            <w:tcW w:w="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7D39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7D3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7D3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7D3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8F3704" w:rsidTr="005A513B"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Рогулина Елена Сергеевна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главный специалист </w:t>
            </w:r>
          </w:p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отдела организации государственного ветеринарного надзора и ветеринарной санитарии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27898,06 </w:t>
            </w: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8F3704" w:rsidTr="005A513B"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Толчельникова Галина Генриховна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консультант отдела организации государственного ветеринарного надзора и ветеринарной санитарии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428875,04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1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C582F" w:rsidRPr="008F3704" w:rsidRDefault="00BC582F" w:rsidP="0031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(пользование)</w:t>
            </w:r>
          </w:p>
          <w:p w:rsidR="00BC582F" w:rsidRPr="008F3704" w:rsidRDefault="00BC582F" w:rsidP="0031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1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1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1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8F3704" w:rsidTr="005A513B">
        <w:tc>
          <w:tcPr>
            <w:tcW w:w="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Шалагина  Галина Павловна</w:t>
            </w: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начальник отдела организации государственного ветеринарного надзора и ветеринарной санитарии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278500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(Общая долевая  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собственность,¼ доля)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8F3704" w:rsidTr="005A513B">
        <w:tc>
          <w:tcPr>
            <w:tcW w:w="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344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402800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F8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(Общая долевая  </w:t>
            </w:r>
          </w:p>
          <w:p w:rsidR="00BC582F" w:rsidRPr="008F3704" w:rsidRDefault="00BC582F" w:rsidP="00F81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собственность,¼ доля)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8F3704" w:rsidRDefault="00BC582F" w:rsidP="00D518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Земельный участок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69,9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D518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</w:t>
            </w:r>
          </w:p>
          <w:p w:rsidR="00BC582F" w:rsidRPr="008F3704" w:rsidRDefault="00BC582F" w:rsidP="00D518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300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F813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D518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Шевроле-Пачети</w:t>
            </w:r>
          </w:p>
        </w:tc>
      </w:tr>
      <w:tr w:rsidR="00BC582F" w:rsidRPr="008F3704" w:rsidTr="005A513B">
        <w:tc>
          <w:tcPr>
            <w:tcW w:w="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Шемнякова  Оксана Сергеевна</w:t>
            </w: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главный специалист</w:t>
            </w:r>
          </w:p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отдела организации государственного ветеринарного надзора и ветеринарной санитарии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157587,95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(сосбственность)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(собственность)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77,6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Опель Мерива</w:t>
            </w:r>
          </w:p>
        </w:tc>
      </w:tr>
      <w:tr w:rsidR="00BC582F" w:rsidRPr="008F3704" w:rsidTr="005A513B">
        <w:tc>
          <w:tcPr>
            <w:tcW w:w="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344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198057,68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8F3704" w:rsidTr="005A513B">
        <w:tc>
          <w:tcPr>
            <w:tcW w:w="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Шемняков Дмитрий Валерьевич</w:t>
            </w: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C46E8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главный специалист</w:t>
            </w:r>
          </w:p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отдела организации противоэпизоотических мероприятий</w:t>
            </w:r>
          </w:p>
          <w:p w:rsidR="00BC582F" w:rsidRPr="008F3704" w:rsidRDefault="00BC582F" w:rsidP="003443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198057,68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D51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77,6</w:t>
            </w:r>
          </w:p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44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C582F" w:rsidRPr="008F3704" w:rsidTr="005A513B">
        <w:tc>
          <w:tcPr>
            <w:tcW w:w="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C46E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82F" w:rsidRPr="008F3704" w:rsidRDefault="00BC582F" w:rsidP="00394B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1E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157587,95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77,6</w:t>
            </w: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BC582F" w:rsidRPr="008F3704" w:rsidRDefault="00BC582F" w:rsidP="00394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37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Опель Мерива</w:t>
            </w:r>
          </w:p>
        </w:tc>
      </w:tr>
    </w:tbl>
    <w:p w:rsidR="00BC582F" w:rsidRDefault="00BC582F" w:rsidP="008F370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</w:p>
    <w:p w:rsidR="00BC582F" w:rsidRPr="005A513B" w:rsidRDefault="00BC582F" w:rsidP="0072149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Pr="00892137">
        <w:rPr>
          <w:rFonts w:ascii="Times New Roman" w:hAnsi="Times New Roman" w:cs="Times New Roman"/>
          <w:sz w:val="24"/>
          <w:szCs w:val="24"/>
        </w:rPr>
        <w:t>И.о.началь</w:t>
      </w:r>
      <w:r>
        <w:rPr>
          <w:rFonts w:ascii="Times New Roman" w:hAnsi="Times New Roman" w:cs="Times New Roman"/>
          <w:sz w:val="24"/>
          <w:szCs w:val="24"/>
        </w:rPr>
        <w:t>ника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В.А.Сорокин                                                   </w:t>
      </w:r>
      <w:r w:rsidRPr="008F3704">
        <w:rPr>
          <w:rFonts w:ascii="Times New Roman" w:hAnsi="Times New Roman" w:cs="Times New Roman"/>
          <w:sz w:val="16"/>
          <w:szCs w:val="16"/>
        </w:rPr>
        <w:t>Л.И.Неробова</w:t>
      </w:r>
    </w:p>
    <w:sectPr w:rsidR="00BC582F" w:rsidRPr="005A513B" w:rsidSect="00814158">
      <w:pgSz w:w="16838" w:h="11906" w:orient="landscape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E85"/>
    <w:rsid w:val="0000755C"/>
    <w:rsid w:val="001B5F31"/>
    <w:rsid w:val="001D68E5"/>
    <w:rsid w:val="001E7C3B"/>
    <w:rsid w:val="00246363"/>
    <w:rsid w:val="00313823"/>
    <w:rsid w:val="00317C0D"/>
    <w:rsid w:val="0034436B"/>
    <w:rsid w:val="00372504"/>
    <w:rsid w:val="00394B66"/>
    <w:rsid w:val="00394EDA"/>
    <w:rsid w:val="0044105B"/>
    <w:rsid w:val="00465F21"/>
    <w:rsid w:val="004E136B"/>
    <w:rsid w:val="00563DA4"/>
    <w:rsid w:val="005A513B"/>
    <w:rsid w:val="00627544"/>
    <w:rsid w:val="006A2029"/>
    <w:rsid w:val="006C031B"/>
    <w:rsid w:val="0072149E"/>
    <w:rsid w:val="00757BA8"/>
    <w:rsid w:val="00774150"/>
    <w:rsid w:val="00785ACD"/>
    <w:rsid w:val="007B794A"/>
    <w:rsid w:val="007D39F8"/>
    <w:rsid w:val="007D6E00"/>
    <w:rsid w:val="007F7089"/>
    <w:rsid w:val="00814158"/>
    <w:rsid w:val="00873C7F"/>
    <w:rsid w:val="00892137"/>
    <w:rsid w:val="008A6AF4"/>
    <w:rsid w:val="008F3704"/>
    <w:rsid w:val="00913CC0"/>
    <w:rsid w:val="009162CF"/>
    <w:rsid w:val="00B048DD"/>
    <w:rsid w:val="00B42F0F"/>
    <w:rsid w:val="00BB1CA3"/>
    <w:rsid w:val="00BC582F"/>
    <w:rsid w:val="00BE3305"/>
    <w:rsid w:val="00BE3CD8"/>
    <w:rsid w:val="00BF6CDB"/>
    <w:rsid w:val="00C33B27"/>
    <w:rsid w:val="00C46E85"/>
    <w:rsid w:val="00C47063"/>
    <w:rsid w:val="00C85AC3"/>
    <w:rsid w:val="00CC29BD"/>
    <w:rsid w:val="00CD2A55"/>
    <w:rsid w:val="00CF4F8B"/>
    <w:rsid w:val="00D5187C"/>
    <w:rsid w:val="00D70930"/>
    <w:rsid w:val="00DA460A"/>
    <w:rsid w:val="00DE5FBF"/>
    <w:rsid w:val="00E11371"/>
    <w:rsid w:val="00E75994"/>
    <w:rsid w:val="00F63629"/>
    <w:rsid w:val="00F8138E"/>
    <w:rsid w:val="00F9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305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C46E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C46E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46E8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6E85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C29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E00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57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81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11" w:color="AAAAAA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284</TotalTime>
  <Pages>3</Pages>
  <Words>787</Words>
  <Characters>4490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2012-05-10T12:10:00Z</cp:lastPrinted>
  <dcterms:created xsi:type="dcterms:W3CDTF">2012-05-04T19:20:00Z</dcterms:created>
  <dcterms:modified xsi:type="dcterms:W3CDTF">2012-05-10T12:11:00Z</dcterms:modified>
</cp:coreProperties>
</file>